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6B6F" w:rsidRPr="009608C3" w:rsidRDefault="000D6B6F" w:rsidP="00BB1C1E">
      <w:pPr>
        <w:shd w:val="clear" w:color="auto" w:fill="FFFFFF"/>
        <w:spacing w:line="302" w:lineRule="exact"/>
        <w:ind w:left="4147"/>
        <w:rPr>
          <w:sz w:val="28"/>
          <w:szCs w:val="28"/>
        </w:rPr>
      </w:pPr>
      <w:r w:rsidRPr="009608C3">
        <w:rPr>
          <w:color w:val="000000"/>
          <w:spacing w:val="16"/>
          <w:sz w:val="28"/>
          <w:szCs w:val="28"/>
        </w:rPr>
        <w:t>Утверждаю</w:t>
      </w:r>
    </w:p>
    <w:p w:rsidR="000D6B6F" w:rsidRPr="009608C3" w:rsidRDefault="000D6B6F" w:rsidP="00BB1C1E">
      <w:pPr>
        <w:shd w:val="clear" w:color="auto" w:fill="FFFFFF"/>
        <w:tabs>
          <w:tab w:val="left" w:leader="underscore" w:pos="5746"/>
          <w:tab w:val="left" w:leader="underscore" w:pos="6710"/>
          <w:tab w:val="left" w:leader="underscore" w:pos="8006"/>
        </w:tabs>
        <w:spacing w:line="302" w:lineRule="exact"/>
        <w:ind w:left="4147"/>
        <w:rPr>
          <w:sz w:val="28"/>
          <w:szCs w:val="28"/>
        </w:rPr>
      </w:pPr>
      <w:r w:rsidRPr="009608C3">
        <w:rPr>
          <w:color w:val="000000"/>
          <w:spacing w:val="-17"/>
          <w:sz w:val="28"/>
          <w:szCs w:val="28"/>
        </w:rPr>
        <w:t xml:space="preserve">Приказ </w:t>
      </w:r>
      <w:r w:rsidRPr="009608C3">
        <w:rPr>
          <w:color w:val="000000"/>
          <w:spacing w:val="-6"/>
          <w:sz w:val="28"/>
          <w:szCs w:val="28"/>
        </w:rPr>
        <w:t xml:space="preserve">от </w:t>
      </w:r>
      <w:r w:rsidRPr="00D16CA4">
        <w:rPr>
          <w:spacing w:val="-6"/>
          <w:sz w:val="28"/>
          <w:szCs w:val="28"/>
        </w:rPr>
        <w:t>«</w:t>
      </w:r>
      <w:r>
        <w:rPr>
          <w:spacing w:val="-6"/>
          <w:sz w:val="28"/>
          <w:szCs w:val="28"/>
        </w:rPr>
        <w:t>24</w:t>
      </w:r>
      <w:r w:rsidRPr="00D16CA4">
        <w:rPr>
          <w:sz w:val="28"/>
          <w:szCs w:val="28"/>
        </w:rPr>
        <w:t>»</w:t>
      </w:r>
      <w:r>
        <w:rPr>
          <w:sz w:val="28"/>
          <w:szCs w:val="28"/>
        </w:rPr>
        <w:t xml:space="preserve"> января</w:t>
      </w:r>
      <w:r w:rsidRPr="00D16CA4">
        <w:rPr>
          <w:sz w:val="28"/>
          <w:szCs w:val="28"/>
        </w:rPr>
        <w:t xml:space="preserve"> </w:t>
      </w:r>
      <w:smartTag w:uri="urn:schemas-microsoft-com:office:smarttags" w:element="metricconverter">
        <w:smartTagPr>
          <w:attr w:name="ProductID" w:val="2012 г"/>
        </w:smartTagPr>
        <w:r w:rsidRPr="00D16CA4">
          <w:rPr>
            <w:sz w:val="28"/>
            <w:szCs w:val="28"/>
          </w:rPr>
          <w:t>20</w:t>
        </w:r>
        <w:r>
          <w:rPr>
            <w:sz w:val="28"/>
            <w:szCs w:val="28"/>
          </w:rPr>
          <w:t>12</w:t>
        </w:r>
        <w:r w:rsidRPr="00D16CA4">
          <w:rPr>
            <w:sz w:val="28"/>
            <w:szCs w:val="28"/>
          </w:rPr>
          <w:t xml:space="preserve"> г</w:t>
        </w:r>
      </w:smartTag>
      <w:r w:rsidRPr="00D16CA4">
        <w:rPr>
          <w:sz w:val="28"/>
          <w:szCs w:val="28"/>
        </w:rPr>
        <w:t>.</w:t>
      </w:r>
      <w:r w:rsidRPr="00D16CA4">
        <w:rPr>
          <w:spacing w:val="-17"/>
          <w:sz w:val="28"/>
          <w:szCs w:val="28"/>
        </w:rPr>
        <w:t xml:space="preserve"> </w:t>
      </w:r>
      <w:r>
        <w:rPr>
          <w:spacing w:val="-17"/>
          <w:sz w:val="28"/>
          <w:szCs w:val="28"/>
        </w:rPr>
        <w:t xml:space="preserve"> </w:t>
      </w:r>
      <w:r w:rsidRPr="00D16CA4">
        <w:rPr>
          <w:spacing w:val="-17"/>
          <w:sz w:val="28"/>
          <w:szCs w:val="28"/>
        </w:rPr>
        <w:t>№</w:t>
      </w:r>
      <w:r>
        <w:rPr>
          <w:spacing w:val="-17"/>
          <w:sz w:val="28"/>
          <w:szCs w:val="28"/>
        </w:rPr>
        <w:t xml:space="preserve">  16</w:t>
      </w:r>
      <w:r w:rsidRPr="00D16CA4">
        <w:rPr>
          <w:sz w:val="28"/>
          <w:szCs w:val="28"/>
        </w:rPr>
        <w:tab/>
      </w:r>
    </w:p>
    <w:p w:rsidR="000D6B6F" w:rsidRPr="009608C3" w:rsidRDefault="000D6B6F" w:rsidP="00BB1C1E">
      <w:pPr>
        <w:shd w:val="clear" w:color="auto" w:fill="FFFFFF"/>
        <w:tabs>
          <w:tab w:val="left" w:leader="underscore" w:pos="7301"/>
        </w:tabs>
        <w:spacing w:line="302" w:lineRule="exact"/>
        <w:ind w:left="4147"/>
        <w:rPr>
          <w:sz w:val="28"/>
          <w:szCs w:val="28"/>
        </w:rPr>
      </w:pPr>
      <w:r w:rsidRPr="009608C3">
        <w:rPr>
          <w:color w:val="000000"/>
          <w:spacing w:val="-4"/>
          <w:sz w:val="28"/>
          <w:szCs w:val="28"/>
        </w:rPr>
        <w:t>Директор школы</w:t>
      </w:r>
      <w:r>
        <w:rPr>
          <w:color w:val="000000"/>
          <w:spacing w:val="-4"/>
          <w:sz w:val="28"/>
          <w:szCs w:val="28"/>
        </w:rPr>
        <w:t xml:space="preserve"> __________</w:t>
      </w:r>
      <w:r>
        <w:rPr>
          <w:color w:val="000000"/>
          <w:spacing w:val="-17"/>
          <w:sz w:val="28"/>
          <w:szCs w:val="28"/>
        </w:rPr>
        <w:t>И.Э. Рупперт</w:t>
      </w:r>
    </w:p>
    <w:p w:rsidR="000D6B6F" w:rsidRDefault="000D6B6F" w:rsidP="00BB1C1E">
      <w:pPr>
        <w:shd w:val="clear" w:color="auto" w:fill="FFFFFF"/>
        <w:jc w:val="center"/>
        <w:rPr>
          <w:b/>
          <w:bCs/>
          <w:color w:val="000000"/>
          <w:sz w:val="28"/>
          <w:szCs w:val="28"/>
        </w:rPr>
      </w:pPr>
    </w:p>
    <w:p w:rsidR="000D6B6F" w:rsidRDefault="000D6B6F" w:rsidP="00BB1C1E">
      <w:pPr>
        <w:shd w:val="clear" w:color="auto" w:fill="FFFFFF"/>
        <w:tabs>
          <w:tab w:val="left" w:pos="4036"/>
        </w:tabs>
        <w:rPr>
          <w:bCs/>
          <w:color w:val="000000"/>
          <w:sz w:val="28"/>
          <w:szCs w:val="28"/>
        </w:rPr>
      </w:pPr>
      <w:r>
        <w:rPr>
          <w:b/>
          <w:bCs/>
          <w:color w:val="000000"/>
          <w:sz w:val="28"/>
          <w:szCs w:val="28"/>
        </w:rPr>
        <w:tab/>
      </w:r>
      <w:r w:rsidRPr="00C0107E">
        <w:rPr>
          <w:bCs/>
          <w:color w:val="000000"/>
          <w:sz w:val="28"/>
          <w:szCs w:val="28"/>
        </w:rPr>
        <w:t xml:space="preserve"> П</w:t>
      </w:r>
      <w:r>
        <w:rPr>
          <w:bCs/>
          <w:color w:val="000000"/>
          <w:sz w:val="28"/>
          <w:szCs w:val="28"/>
        </w:rPr>
        <w:t>ринято</w:t>
      </w:r>
    </w:p>
    <w:p w:rsidR="000D6B6F" w:rsidRDefault="000D6B6F" w:rsidP="00BB1C1E">
      <w:pPr>
        <w:shd w:val="clear" w:color="auto" w:fill="FFFFFF"/>
        <w:tabs>
          <w:tab w:val="left" w:pos="4036"/>
        </w:tabs>
        <w:rPr>
          <w:bCs/>
          <w:color w:val="000000"/>
          <w:sz w:val="28"/>
          <w:szCs w:val="28"/>
        </w:rPr>
      </w:pPr>
      <w:r>
        <w:rPr>
          <w:bCs/>
          <w:color w:val="000000"/>
          <w:sz w:val="28"/>
          <w:szCs w:val="28"/>
        </w:rPr>
        <w:t xml:space="preserve">                                                           Решение Наблюдательного совета</w:t>
      </w:r>
    </w:p>
    <w:p w:rsidR="000D6B6F" w:rsidRDefault="000D6B6F" w:rsidP="00A65429">
      <w:pPr>
        <w:shd w:val="clear" w:color="auto" w:fill="FFFFFF"/>
        <w:tabs>
          <w:tab w:val="left" w:leader="underscore" w:pos="5746"/>
          <w:tab w:val="left" w:leader="underscore" w:pos="6710"/>
          <w:tab w:val="left" w:leader="underscore" w:pos="8006"/>
        </w:tabs>
        <w:spacing w:line="302" w:lineRule="exact"/>
        <w:rPr>
          <w:color w:val="000000"/>
          <w:spacing w:val="-17"/>
          <w:sz w:val="28"/>
          <w:szCs w:val="28"/>
        </w:rPr>
      </w:pPr>
      <w:r>
        <w:rPr>
          <w:bCs/>
          <w:color w:val="000000"/>
          <w:sz w:val="28"/>
          <w:szCs w:val="28"/>
        </w:rPr>
        <w:t xml:space="preserve">                                                           Протокол  </w:t>
      </w:r>
      <w:r w:rsidRPr="009608C3">
        <w:rPr>
          <w:color w:val="000000"/>
          <w:spacing w:val="-6"/>
          <w:sz w:val="28"/>
          <w:szCs w:val="28"/>
        </w:rPr>
        <w:t>от «</w:t>
      </w:r>
      <w:r>
        <w:rPr>
          <w:color w:val="000000"/>
          <w:spacing w:val="-6"/>
          <w:sz w:val="28"/>
          <w:szCs w:val="28"/>
        </w:rPr>
        <w:t>17</w:t>
      </w:r>
      <w:r w:rsidRPr="009608C3">
        <w:rPr>
          <w:color w:val="000000"/>
          <w:sz w:val="28"/>
          <w:szCs w:val="28"/>
        </w:rPr>
        <w:t>»</w:t>
      </w:r>
      <w:r>
        <w:rPr>
          <w:color w:val="000000"/>
          <w:sz w:val="28"/>
          <w:szCs w:val="28"/>
        </w:rPr>
        <w:t xml:space="preserve"> января </w:t>
      </w:r>
      <w:smartTag w:uri="urn:schemas-microsoft-com:office:smarttags" w:element="metricconverter">
        <w:smartTagPr>
          <w:attr w:name="ProductID" w:val="2012 г"/>
        </w:smartTagPr>
        <w:r>
          <w:rPr>
            <w:color w:val="000000"/>
            <w:sz w:val="28"/>
            <w:szCs w:val="28"/>
          </w:rPr>
          <w:t>2012</w:t>
        </w:r>
        <w:r w:rsidRPr="009608C3">
          <w:rPr>
            <w:color w:val="000000"/>
            <w:sz w:val="28"/>
            <w:szCs w:val="28"/>
          </w:rPr>
          <w:t xml:space="preserve"> г</w:t>
        </w:r>
      </w:smartTag>
      <w:r w:rsidRPr="009608C3">
        <w:rPr>
          <w:color w:val="000000"/>
          <w:sz w:val="28"/>
          <w:szCs w:val="28"/>
        </w:rPr>
        <w:t>.</w:t>
      </w:r>
      <w:r w:rsidRPr="00BB1C1E">
        <w:rPr>
          <w:color w:val="000000"/>
          <w:spacing w:val="-17"/>
          <w:sz w:val="28"/>
          <w:szCs w:val="28"/>
        </w:rPr>
        <w:t xml:space="preserve"> </w:t>
      </w:r>
      <w:r w:rsidRPr="009608C3">
        <w:rPr>
          <w:color w:val="000000"/>
          <w:spacing w:val="-17"/>
          <w:sz w:val="28"/>
          <w:szCs w:val="28"/>
        </w:rPr>
        <w:t>№</w:t>
      </w:r>
      <w:r>
        <w:rPr>
          <w:color w:val="000000"/>
          <w:spacing w:val="-17"/>
          <w:sz w:val="28"/>
          <w:szCs w:val="28"/>
        </w:rPr>
        <w:t xml:space="preserve"> 1</w:t>
      </w:r>
    </w:p>
    <w:p w:rsidR="000D6B6F" w:rsidRPr="009608C3" w:rsidRDefault="000D6B6F" w:rsidP="00A65429">
      <w:pPr>
        <w:shd w:val="clear" w:color="auto" w:fill="FFFFFF"/>
        <w:tabs>
          <w:tab w:val="left" w:leader="underscore" w:pos="5746"/>
          <w:tab w:val="left" w:leader="underscore" w:pos="6710"/>
          <w:tab w:val="left" w:leader="underscore" w:pos="8006"/>
        </w:tabs>
        <w:spacing w:line="302" w:lineRule="exact"/>
        <w:rPr>
          <w:sz w:val="28"/>
          <w:szCs w:val="28"/>
        </w:rPr>
      </w:pPr>
      <w:r>
        <w:rPr>
          <w:color w:val="000000"/>
          <w:spacing w:val="-17"/>
          <w:sz w:val="28"/>
          <w:szCs w:val="28"/>
        </w:rPr>
        <w:t xml:space="preserve">                                                                              Председатель ___________В.Н. Муллин</w:t>
      </w:r>
    </w:p>
    <w:p w:rsidR="000D6B6F" w:rsidRDefault="000D6B6F" w:rsidP="005C1540">
      <w:pPr>
        <w:jc w:val="center"/>
        <w:rPr>
          <w:b/>
        </w:rPr>
      </w:pPr>
    </w:p>
    <w:p w:rsidR="000D6B6F" w:rsidRDefault="000D6B6F" w:rsidP="005C1540">
      <w:pPr>
        <w:jc w:val="center"/>
        <w:rPr>
          <w:b/>
        </w:rPr>
      </w:pPr>
    </w:p>
    <w:p w:rsidR="000D6B6F" w:rsidRDefault="000D6B6F" w:rsidP="005C1540">
      <w:pPr>
        <w:jc w:val="center"/>
        <w:rPr>
          <w:b/>
        </w:rPr>
      </w:pPr>
      <w:r w:rsidRPr="00BD3A8A">
        <w:rPr>
          <w:b/>
        </w:rPr>
        <w:t>Положение о закупке</w:t>
      </w:r>
      <w:r>
        <w:rPr>
          <w:b/>
        </w:rPr>
        <w:t xml:space="preserve"> </w:t>
      </w:r>
    </w:p>
    <w:p w:rsidR="000D6B6F" w:rsidRPr="00BD3A8A" w:rsidRDefault="000D6B6F" w:rsidP="005C1540">
      <w:pPr>
        <w:jc w:val="center"/>
        <w:rPr>
          <w:b/>
        </w:rPr>
      </w:pPr>
      <w:r>
        <w:rPr>
          <w:b/>
        </w:rPr>
        <w:t>МАОУ «Средняя общеобразовательная школа № 40» г. Перми</w:t>
      </w:r>
    </w:p>
    <w:p w:rsidR="000D6B6F" w:rsidRDefault="000D6B6F"/>
    <w:p w:rsidR="000D6B6F" w:rsidRDefault="000D6B6F" w:rsidP="005F6235">
      <w:pPr>
        <w:autoSpaceDE w:val="0"/>
        <w:autoSpaceDN w:val="0"/>
        <w:adjustRightInd w:val="0"/>
        <w:ind w:firstLine="540"/>
        <w:jc w:val="center"/>
        <w:outlineLvl w:val="0"/>
        <w:rPr>
          <w:b/>
        </w:rPr>
      </w:pPr>
      <w:r>
        <w:rPr>
          <w:b/>
        </w:rPr>
        <w:t xml:space="preserve">1. </w:t>
      </w:r>
      <w:r w:rsidRPr="00BD3A8A">
        <w:rPr>
          <w:b/>
        </w:rPr>
        <w:t>Цель регулирования настоящего Положения и отношения, регулируемые настоящим Положением</w:t>
      </w:r>
    </w:p>
    <w:p w:rsidR="000D6B6F" w:rsidRPr="00BD3A8A" w:rsidRDefault="000D6B6F" w:rsidP="005F6235">
      <w:pPr>
        <w:autoSpaceDE w:val="0"/>
        <w:autoSpaceDN w:val="0"/>
        <w:adjustRightInd w:val="0"/>
        <w:ind w:firstLine="540"/>
        <w:jc w:val="center"/>
        <w:outlineLvl w:val="0"/>
        <w:rPr>
          <w:b/>
        </w:rPr>
      </w:pPr>
    </w:p>
    <w:p w:rsidR="000D6B6F" w:rsidRDefault="000D6B6F" w:rsidP="005C1540">
      <w:pPr>
        <w:autoSpaceDE w:val="0"/>
        <w:autoSpaceDN w:val="0"/>
        <w:adjustRightInd w:val="0"/>
        <w:ind w:firstLine="540"/>
        <w:jc w:val="both"/>
        <w:outlineLvl w:val="0"/>
      </w:pPr>
      <w:r>
        <w:t>1.1. Целью регулирования настоящего Положения является создание условий для своевременного и полного удовлетворения потребностей муниципального автономного общеобразовательного учреждения</w:t>
      </w:r>
      <w:r w:rsidRPr="00BB1C1E">
        <w:t xml:space="preserve"> «Средняя общеобразовательная школа</w:t>
      </w:r>
      <w:r>
        <w:t xml:space="preserve"> </w:t>
      </w:r>
      <w:r w:rsidRPr="00BB1C1E">
        <w:t>№</w:t>
      </w:r>
      <w:r>
        <w:t xml:space="preserve"> </w:t>
      </w:r>
      <w:r w:rsidRPr="00BB1C1E">
        <w:t>4</w:t>
      </w:r>
      <w:r>
        <w:t>0</w:t>
      </w:r>
      <w:r w:rsidRPr="00BB1C1E">
        <w:t>»</w:t>
      </w:r>
      <w:r>
        <w:t xml:space="preserve"> </w:t>
      </w:r>
      <w:r w:rsidRPr="00BB1C1E">
        <w:t>г.Перми</w:t>
      </w:r>
      <w:r>
        <w:t xml:space="preserve"> (далее - заказчика), в товарах, работах, услугах с необходимыми показателями цены, качества и надежности, при соблюдении принципов закупки товаров, работ, услуг, установленных Федеральным законом от 18.07.2011 № 223-ФЗ «О закупках товаров, работ, услуг отдельными видами юридических лиц» (далее – Закон)</w:t>
      </w:r>
      <w:r w:rsidRPr="00F35B5A">
        <w:t xml:space="preserve"> </w:t>
      </w:r>
      <w:r>
        <w:t>и настоящим Положением.</w:t>
      </w:r>
    </w:p>
    <w:p w:rsidR="000D6B6F" w:rsidRDefault="000D6B6F" w:rsidP="004947B6">
      <w:pPr>
        <w:autoSpaceDE w:val="0"/>
        <w:autoSpaceDN w:val="0"/>
        <w:adjustRightInd w:val="0"/>
        <w:ind w:firstLine="540"/>
        <w:jc w:val="both"/>
        <w:outlineLvl w:val="0"/>
      </w:pPr>
      <w:r>
        <w:t>1.2. Настоящее Положение регламентирует закупочную деятельность заказчика и содержит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обеспечением закупки положения.</w:t>
      </w:r>
    </w:p>
    <w:p w:rsidR="000D6B6F" w:rsidRDefault="000D6B6F" w:rsidP="005C1540">
      <w:pPr>
        <w:autoSpaceDE w:val="0"/>
        <w:autoSpaceDN w:val="0"/>
        <w:adjustRightInd w:val="0"/>
        <w:ind w:firstLine="540"/>
        <w:jc w:val="both"/>
        <w:outlineLvl w:val="0"/>
      </w:pPr>
      <w:r>
        <w:t>1.3. Настоящее Положение не регулирует отношения, определенные в ч.4 ст.1 Закона.</w:t>
      </w:r>
    </w:p>
    <w:p w:rsidR="000D6B6F" w:rsidRDefault="000D6B6F" w:rsidP="005C1540">
      <w:pPr>
        <w:autoSpaceDE w:val="0"/>
        <w:autoSpaceDN w:val="0"/>
        <w:adjustRightInd w:val="0"/>
        <w:ind w:firstLine="540"/>
        <w:jc w:val="both"/>
        <w:outlineLvl w:val="0"/>
      </w:pPr>
    </w:p>
    <w:p w:rsidR="000D6B6F" w:rsidRPr="00BD3A8A" w:rsidRDefault="000D6B6F" w:rsidP="005F6235">
      <w:pPr>
        <w:autoSpaceDE w:val="0"/>
        <w:autoSpaceDN w:val="0"/>
        <w:adjustRightInd w:val="0"/>
        <w:ind w:firstLine="540"/>
        <w:jc w:val="center"/>
        <w:outlineLvl w:val="0"/>
        <w:rPr>
          <w:b/>
        </w:rPr>
      </w:pPr>
      <w:r>
        <w:rPr>
          <w:b/>
        </w:rPr>
        <w:t xml:space="preserve">2. </w:t>
      </w:r>
      <w:r w:rsidRPr="00BD3A8A">
        <w:rPr>
          <w:b/>
        </w:rPr>
        <w:t>Правовая основа закупки товаров, работ, услуг</w:t>
      </w:r>
    </w:p>
    <w:p w:rsidR="000D6B6F" w:rsidRDefault="000D6B6F" w:rsidP="005C1540">
      <w:pPr>
        <w:autoSpaceDE w:val="0"/>
        <w:autoSpaceDN w:val="0"/>
        <w:adjustRightInd w:val="0"/>
        <w:ind w:firstLine="540"/>
        <w:jc w:val="both"/>
        <w:outlineLvl w:val="0"/>
      </w:pPr>
    </w:p>
    <w:p w:rsidR="000D6B6F" w:rsidRDefault="000D6B6F" w:rsidP="00BD3A8A">
      <w:pPr>
        <w:autoSpaceDE w:val="0"/>
        <w:autoSpaceDN w:val="0"/>
        <w:adjustRightInd w:val="0"/>
        <w:ind w:firstLine="540"/>
        <w:jc w:val="both"/>
        <w:outlineLvl w:val="0"/>
      </w:pPr>
      <w:r>
        <w:t xml:space="preserve">2.1. При закупке товаров, работ, услуг заказчик руководствуется </w:t>
      </w:r>
      <w:hyperlink r:id="rId5" w:history="1">
        <w:r w:rsidRPr="00BD3A8A">
          <w:t>Конституцией</w:t>
        </w:r>
      </w:hyperlink>
      <w:r>
        <w:t xml:space="preserve"> Российской Федерации, Гражданским </w:t>
      </w:r>
      <w:hyperlink r:id="rId6" w:history="1">
        <w:r w:rsidRPr="00BD3A8A">
          <w:t>кодексом</w:t>
        </w:r>
      </w:hyperlink>
      <w:r>
        <w:t xml:space="preserve"> Российской Федерации, Законом, другими федеральными законами и иными нормативными правовыми актами Российской Федерации, а также настоящим Положением.</w:t>
      </w:r>
    </w:p>
    <w:p w:rsidR="000D6B6F" w:rsidRDefault="000D6B6F" w:rsidP="00BD3A8A">
      <w:pPr>
        <w:autoSpaceDE w:val="0"/>
        <w:autoSpaceDN w:val="0"/>
        <w:adjustRightInd w:val="0"/>
        <w:ind w:firstLine="540"/>
        <w:jc w:val="both"/>
        <w:outlineLvl w:val="0"/>
      </w:pPr>
    </w:p>
    <w:p w:rsidR="000D6B6F" w:rsidRPr="00BD3A8A" w:rsidRDefault="000D6B6F" w:rsidP="005F6235">
      <w:pPr>
        <w:autoSpaceDE w:val="0"/>
        <w:autoSpaceDN w:val="0"/>
        <w:adjustRightInd w:val="0"/>
        <w:ind w:firstLine="540"/>
        <w:jc w:val="center"/>
        <w:outlineLvl w:val="0"/>
        <w:rPr>
          <w:b/>
        </w:rPr>
      </w:pPr>
      <w:r>
        <w:rPr>
          <w:b/>
        </w:rPr>
        <w:t xml:space="preserve">3. </w:t>
      </w:r>
      <w:r w:rsidRPr="00BD3A8A">
        <w:rPr>
          <w:b/>
        </w:rPr>
        <w:t>Принципы закупки товаров, работ, услуг</w:t>
      </w:r>
    </w:p>
    <w:p w:rsidR="000D6B6F" w:rsidRDefault="000D6B6F" w:rsidP="00BD3A8A">
      <w:pPr>
        <w:autoSpaceDE w:val="0"/>
        <w:autoSpaceDN w:val="0"/>
        <w:adjustRightInd w:val="0"/>
        <w:ind w:firstLine="540"/>
        <w:jc w:val="both"/>
        <w:outlineLvl w:val="0"/>
      </w:pPr>
    </w:p>
    <w:p w:rsidR="000D6B6F" w:rsidRDefault="000D6B6F" w:rsidP="00BD3A8A">
      <w:pPr>
        <w:autoSpaceDE w:val="0"/>
        <w:autoSpaceDN w:val="0"/>
        <w:adjustRightInd w:val="0"/>
        <w:ind w:firstLine="540"/>
        <w:jc w:val="both"/>
        <w:outlineLvl w:val="0"/>
      </w:pPr>
      <w:r>
        <w:t>3.1. При закупке товаров, работ, услуг заказчик руководствуется следующими принципами:</w:t>
      </w:r>
    </w:p>
    <w:p w:rsidR="000D6B6F" w:rsidRDefault="000D6B6F" w:rsidP="00BD3A8A">
      <w:pPr>
        <w:autoSpaceDE w:val="0"/>
        <w:autoSpaceDN w:val="0"/>
        <w:adjustRightInd w:val="0"/>
        <w:ind w:firstLine="540"/>
        <w:jc w:val="both"/>
        <w:outlineLvl w:val="0"/>
      </w:pPr>
      <w:r>
        <w:t>1) информационная открытость закупки;</w:t>
      </w:r>
    </w:p>
    <w:p w:rsidR="000D6B6F" w:rsidRDefault="000D6B6F" w:rsidP="00BD3A8A">
      <w:pPr>
        <w:autoSpaceDE w:val="0"/>
        <w:autoSpaceDN w:val="0"/>
        <w:adjustRightInd w:val="0"/>
        <w:ind w:firstLine="540"/>
        <w:jc w:val="both"/>
        <w:outlineLvl w:val="0"/>
      </w:pPr>
      <w:r>
        <w:t>2) равноправие, справедливость, отсутствие дискриминации и необоснованных ограничений конкуренции по отношению к участникам закупки;</w:t>
      </w:r>
    </w:p>
    <w:p w:rsidR="000D6B6F" w:rsidRDefault="000D6B6F" w:rsidP="00BD3A8A">
      <w:pPr>
        <w:autoSpaceDE w:val="0"/>
        <w:autoSpaceDN w:val="0"/>
        <w:adjustRightInd w:val="0"/>
        <w:ind w:firstLine="540"/>
        <w:jc w:val="both"/>
        <w:outlineLvl w:val="0"/>
      </w:pPr>
      <w:r>
        <w:t>3) целевое и экономически эффективное расходование денежных средств на приобретение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p w:rsidR="000D6B6F" w:rsidRDefault="000D6B6F" w:rsidP="00BD3A8A">
      <w:pPr>
        <w:autoSpaceDE w:val="0"/>
        <w:autoSpaceDN w:val="0"/>
        <w:adjustRightInd w:val="0"/>
        <w:ind w:firstLine="540"/>
        <w:jc w:val="both"/>
        <w:outlineLvl w:val="0"/>
      </w:pPr>
      <w:r>
        <w:t>4) отсутствие ограничения допуска к участию в закупке путем установления неизмеряемых требований к участникам закупки.</w:t>
      </w:r>
    </w:p>
    <w:p w:rsidR="000D6B6F" w:rsidRDefault="000D6B6F" w:rsidP="00BD3A8A">
      <w:pPr>
        <w:autoSpaceDE w:val="0"/>
        <w:autoSpaceDN w:val="0"/>
        <w:adjustRightInd w:val="0"/>
        <w:ind w:firstLine="540"/>
        <w:jc w:val="both"/>
        <w:outlineLvl w:val="0"/>
      </w:pPr>
    </w:p>
    <w:p w:rsidR="000D6B6F" w:rsidRPr="00BD3A8A" w:rsidRDefault="000D6B6F" w:rsidP="005F6235">
      <w:pPr>
        <w:autoSpaceDE w:val="0"/>
        <w:autoSpaceDN w:val="0"/>
        <w:adjustRightInd w:val="0"/>
        <w:ind w:firstLine="540"/>
        <w:jc w:val="center"/>
        <w:outlineLvl w:val="0"/>
        <w:rPr>
          <w:b/>
        </w:rPr>
      </w:pPr>
      <w:r>
        <w:rPr>
          <w:b/>
        </w:rPr>
        <w:t xml:space="preserve">4. </w:t>
      </w:r>
      <w:r w:rsidRPr="00BD3A8A">
        <w:rPr>
          <w:b/>
        </w:rPr>
        <w:t>Информационное обеспечение закупки</w:t>
      </w:r>
    </w:p>
    <w:p w:rsidR="000D6B6F" w:rsidRDefault="000D6B6F" w:rsidP="00BD3A8A">
      <w:pPr>
        <w:autoSpaceDE w:val="0"/>
        <w:autoSpaceDN w:val="0"/>
        <w:adjustRightInd w:val="0"/>
        <w:ind w:firstLine="540"/>
        <w:jc w:val="both"/>
        <w:outlineLvl w:val="0"/>
      </w:pPr>
    </w:p>
    <w:p w:rsidR="000D6B6F" w:rsidRDefault="000D6B6F" w:rsidP="00BD3A8A">
      <w:pPr>
        <w:autoSpaceDE w:val="0"/>
        <w:autoSpaceDN w:val="0"/>
        <w:adjustRightInd w:val="0"/>
        <w:ind w:firstLine="540"/>
        <w:jc w:val="both"/>
        <w:outlineLvl w:val="0"/>
      </w:pPr>
      <w:r>
        <w:t>4.1. Настоящее Положение, изменения, вносимые в настоящее Положение, подлежат обязательному размещению на официальном сайте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(www.zakupki.gov.ru) (далее - официальный сайт) не позднее чем в течение пятнадцати дней со дня утверждения.</w:t>
      </w:r>
    </w:p>
    <w:p w:rsidR="000D6B6F" w:rsidRPr="00BB1C1E" w:rsidRDefault="000D6B6F" w:rsidP="00BD3A8A">
      <w:pPr>
        <w:autoSpaceDE w:val="0"/>
        <w:autoSpaceDN w:val="0"/>
        <w:adjustRightInd w:val="0"/>
        <w:ind w:firstLine="540"/>
        <w:jc w:val="both"/>
        <w:outlineLvl w:val="0"/>
      </w:pPr>
      <w:r>
        <w:t xml:space="preserve">4.2. Заказчик размещает на официальном сайте план закупки товаров, работ, услуг на срок не менее чем один год. </w:t>
      </w:r>
    </w:p>
    <w:p w:rsidR="000D6B6F" w:rsidRDefault="000D6B6F" w:rsidP="00BD3A8A">
      <w:pPr>
        <w:autoSpaceDE w:val="0"/>
        <w:autoSpaceDN w:val="0"/>
        <w:adjustRightInd w:val="0"/>
        <w:ind w:firstLine="540"/>
        <w:jc w:val="both"/>
        <w:outlineLvl w:val="0"/>
      </w:pPr>
      <w:r>
        <w:t>План закупки инновационной продукции, высокотехнологичной продукции, определенной в соответствии с критериями, установленными федеральными органами исполнительной власти, осуществляющими функции по нормативно-правовому регулированию в установленной сфере деятельности, а также лекарственных средств размещается заказчиком на официальном сайте на период от пяти до семи лет.</w:t>
      </w:r>
    </w:p>
    <w:p w:rsidR="000D6B6F" w:rsidRDefault="000D6B6F" w:rsidP="007F74CF">
      <w:pPr>
        <w:autoSpaceDE w:val="0"/>
        <w:autoSpaceDN w:val="0"/>
        <w:adjustRightInd w:val="0"/>
        <w:ind w:firstLine="540"/>
        <w:jc w:val="both"/>
        <w:outlineLvl w:val="0"/>
      </w:pPr>
      <w:r>
        <w:t xml:space="preserve">4.3. При закупке на официальном сайте размещается информация о закупке, в том числе извещение о закупке, документация о закупке, проект договора, являющийся неотъемлемой частью извещения о закупке и документации о закупке, изменения, вносимые в такое извещение и такую документацию, разъяснения такой документации, протоколы, составляемые в ходе закупки, а также иная информация, размещение которой на официальном сайте предусмотрено Законом и настоящим Положением, за исключением случаев, предусмотренных </w:t>
      </w:r>
      <w:hyperlink r:id="rId7" w:history="1">
        <w:r>
          <w:t>ч.</w:t>
        </w:r>
        <w:r w:rsidRPr="007F74CF">
          <w:t xml:space="preserve"> 15</w:t>
        </w:r>
      </w:hyperlink>
      <w:r>
        <w:t>, ч.</w:t>
      </w:r>
      <w:hyperlink r:id="rId8" w:history="1">
        <w:r w:rsidRPr="007F74CF">
          <w:t>16</w:t>
        </w:r>
      </w:hyperlink>
      <w:r>
        <w:t xml:space="preserve"> ст.4 Закона.</w:t>
      </w:r>
    </w:p>
    <w:p w:rsidR="000D6B6F" w:rsidRDefault="000D6B6F" w:rsidP="007F74CF">
      <w:pPr>
        <w:autoSpaceDE w:val="0"/>
        <w:autoSpaceDN w:val="0"/>
        <w:adjustRightInd w:val="0"/>
        <w:ind w:firstLine="540"/>
        <w:jc w:val="both"/>
        <w:outlineLvl w:val="0"/>
      </w:pPr>
      <w:r>
        <w:t>4.4. В случае, если при заключении и исполнении договора изменяются объем, цена закупаемых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десяти дней со дня внесения изменений в договор на официальном сайте размещается информация об изменении договора с указанием измененных условий.</w:t>
      </w:r>
    </w:p>
    <w:p w:rsidR="000D6B6F" w:rsidRDefault="000D6B6F" w:rsidP="007F74CF">
      <w:pPr>
        <w:autoSpaceDE w:val="0"/>
        <w:autoSpaceDN w:val="0"/>
        <w:adjustRightInd w:val="0"/>
        <w:ind w:firstLine="540"/>
        <w:jc w:val="both"/>
        <w:outlineLvl w:val="0"/>
      </w:pPr>
      <w:r>
        <w:t>4.5. Заказчик дополнительно вправе разместить указанную в настоящей статье информацию на сайте заказчика в информационно-телекоммуникационной сети "Интернет" (</w:t>
      </w:r>
      <w:hyperlink r:id="rId9" w:history="1">
        <w:r w:rsidRPr="005551BC">
          <w:rPr>
            <w:rStyle w:val="Hyperlink"/>
            <w:lang w:val="en-US"/>
          </w:rPr>
          <w:t>www</w:t>
        </w:r>
        <w:r w:rsidRPr="005551BC">
          <w:rPr>
            <w:rStyle w:val="Hyperlink"/>
          </w:rPr>
          <w:t>.</w:t>
        </w:r>
        <w:r w:rsidRPr="005551BC">
          <w:rPr>
            <w:rStyle w:val="Hyperlink"/>
            <w:lang w:val="en-US"/>
          </w:rPr>
          <w:t>gorodperm</w:t>
        </w:r>
        <w:r w:rsidRPr="005551BC">
          <w:rPr>
            <w:rStyle w:val="Hyperlink"/>
          </w:rPr>
          <w:t>.</w:t>
        </w:r>
        <w:r w:rsidRPr="005551BC">
          <w:rPr>
            <w:rStyle w:val="Hyperlink"/>
            <w:lang w:val="en-US"/>
          </w:rPr>
          <w:t>ru</w:t>
        </w:r>
      </w:hyperlink>
      <w:r>
        <w:t xml:space="preserve">, </w:t>
      </w:r>
      <w:r>
        <w:rPr>
          <w:lang w:val="en-US"/>
        </w:rPr>
        <w:t>www</w:t>
      </w:r>
      <w:r w:rsidRPr="00BB1C1E">
        <w:t>.</w:t>
      </w:r>
      <w:r>
        <w:rPr>
          <w:lang w:val="en-US"/>
        </w:rPr>
        <w:t>pronas</w:t>
      </w:r>
      <w:r>
        <w:t>40</w:t>
      </w:r>
      <w:r w:rsidRPr="00BB1C1E">
        <w:t>.</w:t>
      </w:r>
      <w:r>
        <w:rPr>
          <w:lang w:val="en-US"/>
        </w:rPr>
        <w:t>permedu</w:t>
      </w:r>
      <w:r w:rsidRPr="00BB1C1E">
        <w:t>.</w:t>
      </w:r>
      <w:r>
        <w:rPr>
          <w:lang w:val="en-US"/>
        </w:rPr>
        <w:t>ru</w:t>
      </w:r>
      <w:r w:rsidRPr="007F74CF">
        <w:t>)</w:t>
      </w:r>
      <w:r>
        <w:t>.</w:t>
      </w:r>
    </w:p>
    <w:p w:rsidR="000D6B6F" w:rsidRDefault="000D6B6F" w:rsidP="007F74CF">
      <w:pPr>
        <w:autoSpaceDE w:val="0"/>
        <w:autoSpaceDN w:val="0"/>
        <w:adjustRightInd w:val="0"/>
        <w:ind w:firstLine="540"/>
        <w:jc w:val="both"/>
        <w:outlineLvl w:val="0"/>
      </w:pPr>
      <w:r>
        <w:t xml:space="preserve">4.6. Извещение о закупке, в том числе извещение о проведении открытого конкурса или открытого аукциона, является неотъемлемой частью документации о закупке. </w:t>
      </w:r>
    </w:p>
    <w:p w:rsidR="000D6B6F" w:rsidRDefault="000D6B6F" w:rsidP="007F74CF">
      <w:pPr>
        <w:autoSpaceDE w:val="0"/>
        <w:autoSpaceDN w:val="0"/>
        <w:adjustRightInd w:val="0"/>
        <w:ind w:firstLine="540"/>
        <w:jc w:val="both"/>
        <w:outlineLvl w:val="0"/>
      </w:pPr>
      <w:r>
        <w:t>4.7. В извещении о проведении открытого конкурса</w:t>
      </w:r>
      <w:r w:rsidRPr="00BB1C1E">
        <w:t xml:space="preserve"> </w:t>
      </w:r>
      <w:r>
        <w:t>или открытого аукциона должны быть указаны следующие сведения:</w:t>
      </w:r>
    </w:p>
    <w:p w:rsidR="000D6B6F" w:rsidRDefault="000D6B6F" w:rsidP="007F74CF">
      <w:pPr>
        <w:autoSpaceDE w:val="0"/>
        <w:autoSpaceDN w:val="0"/>
        <w:adjustRightInd w:val="0"/>
        <w:ind w:firstLine="540"/>
        <w:jc w:val="both"/>
        <w:outlineLvl w:val="0"/>
      </w:pPr>
      <w:r>
        <w:t>1) способ закупки (открытый конкурс</w:t>
      </w:r>
      <w:r w:rsidRPr="00BB1C1E">
        <w:t xml:space="preserve"> </w:t>
      </w:r>
      <w:r>
        <w:t>или открытый аукцион);</w:t>
      </w:r>
    </w:p>
    <w:p w:rsidR="000D6B6F" w:rsidRDefault="000D6B6F" w:rsidP="007F74CF">
      <w:pPr>
        <w:autoSpaceDE w:val="0"/>
        <w:autoSpaceDN w:val="0"/>
        <w:adjustRightInd w:val="0"/>
        <w:ind w:firstLine="540"/>
        <w:jc w:val="both"/>
        <w:outlineLvl w:val="0"/>
      </w:pPr>
      <w:r>
        <w:t>2) наименование, место нахождения, почтовый адрес, адрес электронной почты, номер контактного телефона заказчика;</w:t>
      </w:r>
    </w:p>
    <w:p w:rsidR="000D6B6F" w:rsidRDefault="000D6B6F" w:rsidP="007F74CF">
      <w:pPr>
        <w:autoSpaceDE w:val="0"/>
        <w:autoSpaceDN w:val="0"/>
        <w:adjustRightInd w:val="0"/>
        <w:ind w:firstLine="540"/>
        <w:jc w:val="both"/>
        <w:outlineLvl w:val="0"/>
      </w:pPr>
      <w:r>
        <w:t>3) предмет договора с указанием количества поставляемого товара, объема выполняемых работ, оказываемых услуг;</w:t>
      </w:r>
    </w:p>
    <w:p w:rsidR="000D6B6F" w:rsidRDefault="000D6B6F" w:rsidP="007F74CF">
      <w:pPr>
        <w:autoSpaceDE w:val="0"/>
        <w:autoSpaceDN w:val="0"/>
        <w:adjustRightInd w:val="0"/>
        <w:ind w:firstLine="540"/>
        <w:jc w:val="both"/>
        <w:outlineLvl w:val="0"/>
      </w:pPr>
      <w:r>
        <w:t>4) место поставки товара, выполнения работ, оказания услуг;</w:t>
      </w:r>
    </w:p>
    <w:p w:rsidR="000D6B6F" w:rsidRPr="00C81777" w:rsidRDefault="000D6B6F" w:rsidP="007F74CF">
      <w:pPr>
        <w:autoSpaceDE w:val="0"/>
        <w:autoSpaceDN w:val="0"/>
        <w:adjustRightInd w:val="0"/>
        <w:ind w:firstLine="540"/>
        <w:jc w:val="both"/>
        <w:outlineLvl w:val="0"/>
      </w:pPr>
      <w:r>
        <w:t>5) сведения о начальной (максимальной) цене договора (цене лота) и (или) цене единицы товара, работы, услуги;</w:t>
      </w:r>
    </w:p>
    <w:p w:rsidR="000D6B6F" w:rsidRPr="005E543A" w:rsidRDefault="000D6B6F" w:rsidP="007F74CF">
      <w:pPr>
        <w:autoSpaceDE w:val="0"/>
        <w:autoSpaceDN w:val="0"/>
        <w:adjustRightInd w:val="0"/>
        <w:ind w:firstLine="540"/>
        <w:jc w:val="both"/>
        <w:outlineLvl w:val="0"/>
      </w:pPr>
      <w:r>
        <w:t xml:space="preserve">6) размер, срок и порядок внесения денежных средств в качестве обеспечения заявки на участие в закупке </w:t>
      </w:r>
      <w:r w:rsidRPr="00EC0EC3">
        <w:t>(</w:t>
      </w:r>
      <w:r>
        <w:t xml:space="preserve">если требование о внесении обеспечения заявки на участие в закупке устанавливается </w:t>
      </w:r>
      <w:r w:rsidRPr="00EC0EC3">
        <w:t>заказчик</w:t>
      </w:r>
      <w:r>
        <w:t>ом в соответствии с настоящим Положением);</w:t>
      </w:r>
    </w:p>
    <w:p w:rsidR="000D6B6F" w:rsidRDefault="000D6B6F" w:rsidP="007F74CF">
      <w:pPr>
        <w:autoSpaceDE w:val="0"/>
        <w:autoSpaceDN w:val="0"/>
        <w:adjustRightInd w:val="0"/>
        <w:ind w:firstLine="540"/>
        <w:jc w:val="both"/>
        <w:outlineLvl w:val="0"/>
      </w:pPr>
      <w:r>
        <w:t>7)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0D6B6F" w:rsidRDefault="000D6B6F" w:rsidP="007F74CF">
      <w:pPr>
        <w:autoSpaceDE w:val="0"/>
        <w:autoSpaceDN w:val="0"/>
        <w:adjustRightInd w:val="0"/>
        <w:ind w:firstLine="540"/>
        <w:jc w:val="both"/>
        <w:outlineLvl w:val="0"/>
      </w:pPr>
      <w:r w:rsidRPr="004475F2">
        <w:t>8) дата, время окончания подачи предложений (заявок) на участие в закупке, место подачи предложений (заявок) на участие в закупке;</w:t>
      </w:r>
    </w:p>
    <w:p w:rsidR="000D6B6F" w:rsidRPr="00BB1C1E" w:rsidRDefault="000D6B6F" w:rsidP="007F74CF">
      <w:pPr>
        <w:autoSpaceDE w:val="0"/>
        <w:autoSpaceDN w:val="0"/>
        <w:adjustRightInd w:val="0"/>
        <w:ind w:firstLine="540"/>
        <w:jc w:val="both"/>
        <w:outlineLvl w:val="0"/>
      </w:pPr>
      <w:r>
        <w:t>9) место и дата рассмотрения предложений (заявок) участников закупки и подведения итогов закупки;</w:t>
      </w:r>
    </w:p>
    <w:p w:rsidR="000D6B6F" w:rsidRDefault="000D6B6F" w:rsidP="007F74CF">
      <w:pPr>
        <w:autoSpaceDE w:val="0"/>
        <w:autoSpaceDN w:val="0"/>
        <w:adjustRightInd w:val="0"/>
        <w:ind w:firstLine="540"/>
        <w:jc w:val="both"/>
        <w:outlineLvl w:val="0"/>
      </w:pPr>
      <w:r>
        <w:t>10) дата оценки и сопоставления заявок на участие в конкурсе (при проведении открытого конкурса);</w:t>
      </w:r>
    </w:p>
    <w:p w:rsidR="000D6B6F" w:rsidRPr="00952924" w:rsidRDefault="000D6B6F" w:rsidP="007F74CF">
      <w:pPr>
        <w:autoSpaceDE w:val="0"/>
        <w:autoSpaceDN w:val="0"/>
        <w:adjustRightInd w:val="0"/>
        <w:ind w:firstLine="540"/>
        <w:jc w:val="both"/>
        <w:outlineLvl w:val="0"/>
      </w:pPr>
      <w:r>
        <w:t>11) дата, время и место проведения аукциона (при проведении открытого аукциона);</w:t>
      </w:r>
    </w:p>
    <w:p w:rsidR="000D6B6F" w:rsidRDefault="000D6B6F" w:rsidP="007F74CF">
      <w:pPr>
        <w:autoSpaceDE w:val="0"/>
        <w:autoSpaceDN w:val="0"/>
        <w:adjustRightInd w:val="0"/>
        <w:ind w:firstLine="540"/>
        <w:jc w:val="both"/>
        <w:outlineLvl w:val="0"/>
      </w:pPr>
      <w:r>
        <w:t>12) срок, в течение которого заказчик вправе отказаться от проведения торгов.</w:t>
      </w:r>
    </w:p>
    <w:p w:rsidR="000D6B6F" w:rsidRDefault="000D6B6F" w:rsidP="007F74CF">
      <w:pPr>
        <w:autoSpaceDE w:val="0"/>
        <w:autoSpaceDN w:val="0"/>
        <w:adjustRightInd w:val="0"/>
        <w:ind w:firstLine="540"/>
        <w:jc w:val="both"/>
        <w:outlineLvl w:val="0"/>
      </w:pPr>
      <w:r>
        <w:t>4.8. В конкурсной документации или документации об аукционе должны быть указаны, в том числе, следующие сведения:</w:t>
      </w:r>
    </w:p>
    <w:p w:rsidR="000D6B6F" w:rsidRDefault="000D6B6F" w:rsidP="007F74CF">
      <w:pPr>
        <w:autoSpaceDE w:val="0"/>
        <w:autoSpaceDN w:val="0"/>
        <w:adjustRightInd w:val="0"/>
        <w:ind w:firstLine="540"/>
        <w:jc w:val="both"/>
        <w:outlineLvl w:val="0"/>
      </w:pPr>
      <w:r>
        <w:t>1) предмет договора с указанием количества поставляемого товара, объема выполняемых работ, оказываемых услуг;</w:t>
      </w:r>
    </w:p>
    <w:p w:rsidR="000D6B6F" w:rsidRDefault="000D6B6F" w:rsidP="007F74CF">
      <w:pPr>
        <w:autoSpaceDE w:val="0"/>
        <w:autoSpaceDN w:val="0"/>
        <w:adjustRightInd w:val="0"/>
        <w:ind w:firstLine="540"/>
        <w:jc w:val="both"/>
        <w:outlineLvl w:val="0"/>
      </w:pPr>
      <w:r>
        <w:t>2)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0D6B6F" w:rsidRDefault="000D6B6F" w:rsidP="007F74CF">
      <w:pPr>
        <w:autoSpaceDE w:val="0"/>
        <w:autoSpaceDN w:val="0"/>
        <w:adjustRightInd w:val="0"/>
        <w:ind w:firstLine="540"/>
        <w:jc w:val="both"/>
        <w:outlineLvl w:val="0"/>
      </w:pPr>
      <w:r>
        <w:t>3) требования к содержанию, форме, оформлению и составу заявки на участие в закупке;</w:t>
      </w:r>
    </w:p>
    <w:p w:rsidR="000D6B6F" w:rsidRDefault="000D6B6F" w:rsidP="007F74CF">
      <w:pPr>
        <w:autoSpaceDE w:val="0"/>
        <w:autoSpaceDN w:val="0"/>
        <w:adjustRightInd w:val="0"/>
        <w:ind w:firstLine="540"/>
        <w:jc w:val="both"/>
        <w:outlineLvl w:val="0"/>
      </w:pPr>
      <w:r>
        <w:t>4) требования к содержанию предложения о выполнении работ, оказании услуг (при проведении открытого двухэтапного конкурса);</w:t>
      </w:r>
    </w:p>
    <w:p w:rsidR="000D6B6F" w:rsidRDefault="000D6B6F" w:rsidP="007F74CF">
      <w:pPr>
        <w:autoSpaceDE w:val="0"/>
        <w:autoSpaceDN w:val="0"/>
        <w:adjustRightInd w:val="0"/>
        <w:ind w:firstLine="540"/>
        <w:jc w:val="both"/>
        <w:outlineLvl w:val="0"/>
      </w:pPr>
      <w:r>
        <w:t>5)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rsidR="000D6B6F" w:rsidRDefault="000D6B6F" w:rsidP="007F74CF">
      <w:pPr>
        <w:autoSpaceDE w:val="0"/>
        <w:autoSpaceDN w:val="0"/>
        <w:adjustRightInd w:val="0"/>
        <w:ind w:firstLine="540"/>
        <w:jc w:val="both"/>
        <w:outlineLvl w:val="0"/>
      </w:pPr>
      <w:r>
        <w:t>6) место, условия и сроки (периоды) поставки товара, выполнения работы, оказания услуги;</w:t>
      </w:r>
    </w:p>
    <w:p w:rsidR="000D6B6F" w:rsidRDefault="000D6B6F" w:rsidP="00EC0EC3">
      <w:pPr>
        <w:autoSpaceDE w:val="0"/>
        <w:autoSpaceDN w:val="0"/>
        <w:adjustRightInd w:val="0"/>
        <w:ind w:firstLine="540"/>
        <w:jc w:val="both"/>
        <w:outlineLvl w:val="0"/>
      </w:pPr>
      <w:r>
        <w:t>7) сведения о начальной (максимальной) цене договора (цене лота)</w:t>
      </w:r>
      <w:r w:rsidRPr="00EC0EC3">
        <w:t xml:space="preserve"> </w:t>
      </w:r>
      <w:r>
        <w:t>и (или) цене единицы товара, работы, услуги;</w:t>
      </w:r>
    </w:p>
    <w:p w:rsidR="000D6B6F" w:rsidRDefault="000D6B6F" w:rsidP="007F74CF">
      <w:pPr>
        <w:autoSpaceDE w:val="0"/>
        <w:autoSpaceDN w:val="0"/>
        <w:adjustRightInd w:val="0"/>
        <w:ind w:firstLine="540"/>
        <w:jc w:val="both"/>
        <w:outlineLvl w:val="0"/>
      </w:pPr>
      <w:r>
        <w:t>8) форма, сроки и порядок оплаты товара, работы, услуги;</w:t>
      </w:r>
    </w:p>
    <w:p w:rsidR="000D6B6F" w:rsidRDefault="000D6B6F" w:rsidP="007F74CF">
      <w:pPr>
        <w:autoSpaceDE w:val="0"/>
        <w:autoSpaceDN w:val="0"/>
        <w:adjustRightInd w:val="0"/>
        <w:ind w:firstLine="540"/>
        <w:jc w:val="both"/>
        <w:outlineLvl w:val="0"/>
      </w:pPr>
      <w:r>
        <w:t>9) порядок формирования цены договора (цены лота)</w:t>
      </w:r>
      <w:r w:rsidRPr="00EC0EC3">
        <w:t xml:space="preserve"> </w:t>
      </w:r>
      <w:r>
        <w:t>и (или) цене единицы товара, работы, услуги (с учетом или без учета расходов на перевозку, страхование, уплату таможенных пошлин, налогов и других обязательных платежей);</w:t>
      </w:r>
    </w:p>
    <w:p w:rsidR="000D6B6F" w:rsidRDefault="000D6B6F" w:rsidP="007F74CF">
      <w:pPr>
        <w:autoSpaceDE w:val="0"/>
        <w:autoSpaceDN w:val="0"/>
        <w:adjustRightInd w:val="0"/>
        <w:ind w:firstLine="540"/>
        <w:jc w:val="both"/>
        <w:outlineLvl w:val="0"/>
      </w:pPr>
      <w:r>
        <w:t>10) размер, срок и порядок внесения денежных средств в качестве обеспечения заявки на участие в закупке, а также сроки и порядок возврата обеспечения такой заявки (если требование о внесении денежных средств в качестве обеспечения заявки на участие в закупке устанавливается заказчиком в соответствии с настоящим Положением);</w:t>
      </w:r>
    </w:p>
    <w:p w:rsidR="000D6B6F" w:rsidRDefault="000D6B6F" w:rsidP="007F74CF">
      <w:pPr>
        <w:autoSpaceDE w:val="0"/>
        <w:autoSpaceDN w:val="0"/>
        <w:adjustRightInd w:val="0"/>
        <w:ind w:firstLine="540"/>
        <w:jc w:val="both"/>
        <w:outlineLvl w:val="0"/>
      </w:pPr>
      <w:r>
        <w:t>11) порядок, место, дата начала и дата окончания срока подачи заявок на участие в закупке;</w:t>
      </w:r>
    </w:p>
    <w:p w:rsidR="000D6B6F" w:rsidRDefault="000D6B6F" w:rsidP="007F74CF">
      <w:pPr>
        <w:autoSpaceDE w:val="0"/>
        <w:autoSpaceDN w:val="0"/>
        <w:adjustRightInd w:val="0"/>
        <w:ind w:firstLine="540"/>
        <w:jc w:val="both"/>
        <w:outlineLvl w:val="0"/>
      </w:pPr>
      <w:r>
        <w:t>12) срок и порядок отзыва, изменения заявок на участие в закупке;</w:t>
      </w:r>
    </w:p>
    <w:p w:rsidR="000D6B6F" w:rsidRDefault="000D6B6F" w:rsidP="007F74CF">
      <w:pPr>
        <w:autoSpaceDE w:val="0"/>
        <w:autoSpaceDN w:val="0"/>
        <w:adjustRightInd w:val="0"/>
        <w:ind w:firstLine="540"/>
        <w:jc w:val="both"/>
        <w:outlineLvl w:val="0"/>
      </w:pPr>
      <w:r>
        <w:t>13)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p w:rsidR="000D6B6F" w:rsidRDefault="000D6B6F" w:rsidP="007F74CF">
      <w:pPr>
        <w:autoSpaceDE w:val="0"/>
        <w:autoSpaceDN w:val="0"/>
        <w:adjustRightInd w:val="0"/>
        <w:ind w:firstLine="540"/>
        <w:jc w:val="both"/>
        <w:outlineLvl w:val="0"/>
      </w:pPr>
      <w:r>
        <w:t>14) формы, порядок, дата начала и дата окончания срока предоставления участникам закупки разъяснений положений документации о закупке;</w:t>
      </w:r>
    </w:p>
    <w:p w:rsidR="000D6B6F" w:rsidRDefault="000D6B6F" w:rsidP="007F74CF">
      <w:pPr>
        <w:autoSpaceDE w:val="0"/>
        <w:autoSpaceDN w:val="0"/>
        <w:adjustRightInd w:val="0"/>
        <w:ind w:firstLine="540"/>
        <w:jc w:val="both"/>
        <w:outlineLvl w:val="0"/>
      </w:pPr>
      <w:r>
        <w:t>15) место и дата рассмотрения предложений (заявок) участников закупки и подведения итогов закупки;</w:t>
      </w:r>
    </w:p>
    <w:p w:rsidR="000D6B6F" w:rsidRDefault="000D6B6F" w:rsidP="007F74CF">
      <w:pPr>
        <w:autoSpaceDE w:val="0"/>
        <w:autoSpaceDN w:val="0"/>
        <w:adjustRightInd w:val="0"/>
        <w:ind w:firstLine="540"/>
        <w:jc w:val="both"/>
        <w:outlineLvl w:val="0"/>
      </w:pPr>
      <w:r>
        <w:t>16) критерии оценки и сопоставления заявок на участие в закупке (при проведении конкурса);</w:t>
      </w:r>
    </w:p>
    <w:p w:rsidR="000D6B6F" w:rsidRDefault="000D6B6F" w:rsidP="007F74CF">
      <w:pPr>
        <w:autoSpaceDE w:val="0"/>
        <w:autoSpaceDN w:val="0"/>
        <w:adjustRightInd w:val="0"/>
        <w:ind w:firstLine="540"/>
        <w:jc w:val="both"/>
        <w:outlineLvl w:val="0"/>
      </w:pPr>
      <w:r>
        <w:t>17) порядок оценки и сопоставления заявок на участие в закупке (при проведении конкурса);</w:t>
      </w:r>
    </w:p>
    <w:p w:rsidR="000D6B6F" w:rsidRDefault="000D6B6F" w:rsidP="007F74CF">
      <w:pPr>
        <w:autoSpaceDE w:val="0"/>
        <w:autoSpaceDN w:val="0"/>
        <w:adjustRightInd w:val="0"/>
        <w:ind w:firstLine="540"/>
        <w:jc w:val="both"/>
        <w:outlineLvl w:val="0"/>
      </w:pPr>
      <w:r>
        <w:t>18) порядок проведения аукциона (при проведении аукциона);</w:t>
      </w:r>
    </w:p>
    <w:p w:rsidR="000D6B6F" w:rsidRDefault="000D6B6F" w:rsidP="00F35B5A">
      <w:pPr>
        <w:autoSpaceDE w:val="0"/>
        <w:autoSpaceDN w:val="0"/>
        <w:adjustRightInd w:val="0"/>
        <w:ind w:firstLine="540"/>
        <w:jc w:val="both"/>
        <w:outlineLvl w:val="0"/>
      </w:pPr>
      <w:r>
        <w:t xml:space="preserve">19) размер, вид и порядок предоставления обеспечения исполнения договора (если требование </w:t>
      </w:r>
      <w:r w:rsidRPr="002A7572">
        <w:t>о</w:t>
      </w:r>
      <w:r>
        <w:t xml:space="preserve"> предоставлении обеспечения исполнения договора установлено заказчиком);</w:t>
      </w:r>
    </w:p>
    <w:p w:rsidR="000D6B6F" w:rsidRDefault="000D6B6F" w:rsidP="00F35B5A">
      <w:pPr>
        <w:autoSpaceDE w:val="0"/>
        <w:autoSpaceDN w:val="0"/>
        <w:adjustRightInd w:val="0"/>
        <w:ind w:firstLine="540"/>
        <w:jc w:val="both"/>
        <w:outlineLvl w:val="0"/>
      </w:pPr>
      <w:r>
        <w:t xml:space="preserve">20) срок и порядок заключения договора; </w:t>
      </w:r>
    </w:p>
    <w:p w:rsidR="000D6B6F" w:rsidRPr="00105233" w:rsidRDefault="000D6B6F" w:rsidP="00F35B5A">
      <w:pPr>
        <w:autoSpaceDE w:val="0"/>
        <w:autoSpaceDN w:val="0"/>
        <w:adjustRightInd w:val="0"/>
        <w:ind w:firstLine="539"/>
        <w:jc w:val="both"/>
        <w:outlineLvl w:val="1"/>
      </w:pPr>
      <w:r>
        <w:t>21) проект договора</w:t>
      </w:r>
      <w:r w:rsidRPr="00105233">
        <w:t xml:space="preserve"> (в случае проведения конкурса</w:t>
      </w:r>
      <w:r>
        <w:t>, аукциона</w:t>
      </w:r>
      <w:r w:rsidRPr="00105233">
        <w:t xml:space="preserve"> по нес</w:t>
      </w:r>
      <w:r>
        <w:t>кольким лотам - проект договора</w:t>
      </w:r>
      <w:r w:rsidRPr="00105233">
        <w:t xml:space="preserve"> в отношении каждого лота).</w:t>
      </w:r>
    </w:p>
    <w:p w:rsidR="000D6B6F" w:rsidRDefault="000D6B6F" w:rsidP="007F74CF">
      <w:pPr>
        <w:autoSpaceDE w:val="0"/>
        <w:autoSpaceDN w:val="0"/>
        <w:adjustRightInd w:val="0"/>
        <w:ind w:firstLine="540"/>
        <w:jc w:val="both"/>
        <w:outlineLvl w:val="0"/>
      </w:pPr>
      <w:r>
        <w:t>4.9. Изменения, вносимые в извещение о проведении открытого конкурса, аукциона, конкурсную документацию, документацию об аукционе, разъяснения положений такой документации размещаются заказчиком на официальном сайте не позднее чем в течение трех дней со дня принятия решения о внесении указанных изменений, предоставления указанных разъяснений. В случае если изменения в извещение о проведении открытого конкурса, аукциона, конкурсную документацию, документацию об аукционе внесены заказчиком позднее, чем за пятнадцать дней до даты окончания подачи заявок на участие в торгах, срок подачи заявок на участие в торгах продлевается так, чтобы со дня размещения на официальном сайте внесенных в извещение о проведении открытого конкурса, аукциона, конкурсную документацию, документацию об аукционе изменений до даты окончания подачи заявок на участие в торгах такой срок составлял не менее чем пятнадцать дней.</w:t>
      </w:r>
    </w:p>
    <w:p w:rsidR="000D6B6F" w:rsidRPr="00105233" w:rsidRDefault="000D6B6F" w:rsidP="00C0203B">
      <w:pPr>
        <w:autoSpaceDE w:val="0"/>
        <w:autoSpaceDN w:val="0"/>
        <w:adjustRightInd w:val="0"/>
        <w:ind w:firstLine="539"/>
        <w:jc w:val="both"/>
        <w:outlineLvl w:val="1"/>
      </w:pPr>
      <w:r>
        <w:t>4.10</w:t>
      </w:r>
      <w:r w:rsidRPr="00105233">
        <w:t>. Со дня размещения извещения о проведении открытого конкурса</w:t>
      </w:r>
      <w:r>
        <w:t>, открытого аукциона, конкурсной документации, документации об аукционе</w:t>
      </w:r>
      <w:r w:rsidRPr="00105233">
        <w:t xml:space="preserve"> заказчик на основании заявления любого заинтересованного лица, поданного в </w:t>
      </w:r>
      <w:r>
        <w:t>письменной форме, в течение трех</w:t>
      </w:r>
      <w:r w:rsidRPr="00105233">
        <w:t xml:space="preserve"> рабочих дней со дня получения соответствующего заявления обяз</w:t>
      </w:r>
      <w:r>
        <w:t>ан</w:t>
      </w:r>
      <w:r w:rsidRPr="00105233">
        <w:t xml:space="preserve"> </w:t>
      </w:r>
      <w:r w:rsidRPr="0053009C">
        <w:t>предоставить т</w:t>
      </w:r>
      <w:r w:rsidRPr="00105233">
        <w:t>акому лицу конкурсную документацию</w:t>
      </w:r>
      <w:r>
        <w:t>, документацию об аукционе</w:t>
      </w:r>
      <w:r w:rsidRPr="00105233">
        <w:t xml:space="preserve"> в порядке, указанном в извещении о проведении открытого конкурса</w:t>
      </w:r>
      <w:r>
        <w:t>, открытого аукциона</w:t>
      </w:r>
      <w:r w:rsidRPr="00105233">
        <w:t>. При этом конкурсная документация</w:t>
      </w:r>
      <w:r>
        <w:t>, документация об аукционе</w:t>
      </w:r>
      <w:r w:rsidRPr="00105233">
        <w:t xml:space="preserve"> предоставляется в письменной форме после внесения таким лицом платы за предоставление конкурсной документации</w:t>
      </w:r>
      <w:r>
        <w:t>, документации об аукционе</w:t>
      </w:r>
      <w:r w:rsidRPr="00105233">
        <w:t>, если такая плата установлена заказчиком и указание об этом содержится в извещении о проведении открытого конкурса</w:t>
      </w:r>
      <w:r>
        <w:t>, открытого аукциона</w:t>
      </w:r>
      <w:r w:rsidRPr="0053009C">
        <w:t>, за исключением случаев предоставления конкурсной документации</w:t>
      </w:r>
      <w:r>
        <w:t>, документации об аукционе</w:t>
      </w:r>
      <w:r w:rsidRPr="0053009C">
        <w:t xml:space="preserve"> в форме электронного документа.</w:t>
      </w:r>
      <w:r w:rsidRPr="00105233">
        <w:t xml:space="preserve"> Размер указанной платы не должен превышать расходы заказчика на изготовление копии конкурсной документации</w:t>
      </w:r>
      <w:r>
        <w:t>, документации об аукционе</w:t>
      </w:r>
      <w:r w:rsidRPr="00105233">
        <w:t xml:space="preserve"> и доставку ее лицу, подавшему указанное заявление, посредством почтовой связи. Предоставление конкурсной документации</w:t>
      </w:r>
      <w:r>
        <w:t>, документации об аукционе</w:t>
      </w:r>
      <w:r w:rsidRPr="00105233">
        <w:t xml:space="preserve"> в форме электронного документа осуществляется без взимания платы.</w:t>
      </w:r>
    </w:p>
    <w:p w:rsidR="000D6B6F" w:rsidRDefault="000D6B6F" w:rsidP="00C0203B">
      <w:pPr>
        <w:autoSpaceDE w:val="0"/>
        <w:autoSpaceDN w:val="0"/>
        <w:adjustRightInd w:val="0"/>
        <w:ind w:firstLine="539"/>
        <w:jc w:val="both"/>
        <w:outlineLvl w:val="1"/>
      </w:pPr>
      <w:r>
        <w:t>4.11.</w:t>
      </w:r>
      <w:r w:rsidRPr="00105233">
        <w:t xml:space="preserve"> Любой участник </w:t>
      </w:r>
      <w:r>
        <w:t>открытого конкурса</w:t>
      </w:r>
      <w:r w:rsidRPr="00105233">
        <w:t xml:space="preserve"> вправе направить в письменной форме заказчику </w:t>
      </w:r>
      <w:r w:rsidRPr="0053009C">
        <w:t>запрос о разъяснении</w:t>
      </w:r>
      <w:r w:rsidRPr="00105233">
        <w:t xml:space="preserve"> положений конкурсной документации</w:t>
      </w:r>
      <w:r>
        <w:t>, документации об аукционе</w:t>
      </w:r>
      <w:r w:rsidRPr="00105233">
        <w:t>. В течение двух рабочих дней со дня поступления указанного запроса заказчик обязан направить в письменной форме или в форме электронного документа разъяснения положений конкурсной документации</w:t>
      </w:r>
      <w:r>
        <w:t>, документации об аукционе</w:t>
      </w:r>
      <w:r w:rsidRPr="00105233">
        <w:t xml:space="preserve">, если указанный запрос поступил </w:t>
      </w:r>
      <w:r>
        <w:t>к заказчику не позднее чем за деся</w:t>
      </w:r>
      <w:r w:rsidRPr="00105233">
        <w:t>ть дней до дня окончания подачи заявок на участие в конкурсе</w:t>
      </w:r>
      <w:r>
        <w:t>, аукционе</w:t>
      </w:r>
      <w:r w:rsidRPr="00105233">
        <w:t>.</w:t>
      </w:r>
      <w:r w:rsidRPr="0053009C">
        <w:t xml:space="preserve"> </w:t>
      </w:r>
      <w:r w:rsidRPr="00105233">
        <w:t>Разъяснение положений конкурсной документации</w:t>
      </w:r>
      <w:r>
        <w:t>, документации об аукционе</w:t>
      </w:r>
      <w:r w:rsidRPr="00105233">
        <w:t xml:space="preserve"> не должно изменять ее суть.</w:t>
      </w:r>
    </w:p>
    <w:p w:rsidR="000D6B6F" w:rsidRDefault="000D6B6F" w:rsidP="00C0203B">
      <w:pPr>
        <w:autoSpaceDE w:val="0"/>
        <w:autoSpaceDN w:val="0"/>
        <w:adjustRightInd w:val="0"/>
        <w:ind w:firstLine="539"/>
        <w:jc w:val="both"/>
        <w:outlineLvl w:val="1"/>
      </w:pPr>
      <w:r>
        <w:t>4</w:t>
      </w:r>
      <w:r w:rsidRPr="00105233">
        <w:t>.</w:t>
      </w:r>
      <w:r>
        <w:t>12. В течение трех</w:t>
      </w:r>
      <w:r w:rsidRPr="00105233">
        <w:t xml:space="preserve"> дн</w:t>
      </w:r>
      <w:r>
        <w:t>ей</w:t>
      </w:r>
      <w:r w:rsidRPr="00105233">
        <w:t xml:space="preserve"> со дня направления разъяснения положений конкурсной документации</w:t>
      </w:r>
      <w:r>
        <w:t>, документации об аукционе</w:t>
      </w:r>
      <w:r w:rsidRPr="00105233">
        <w:t xml:space="preserve"> такое </w:t>
      </w:r>
      <w:r w:rsidRPr="0053009C">
        <w:t>разъяснение</w:t>
      </w:r>
      <w:r w:rsidRPr="00105233">
        <w:t xml:space="preserve"> должно быть размещено заказчиком </w:t>
      </w:r>
      <w:r>
        <w:t xml:space="preserve">на официальном сайте </w:t>
      </w:r>
      <w:r w:rsidRPr="00105233">
        <w:t xml:space="preserve">с указанием предмета запроса, но без указания лица, от которого поступил запрос. </w:t>
      </w:r>
    </w:p>
    <w:p w:rsidR="000D6B6F" w:rsidRDefault="000D6B6F" w:rsidP="007F74CF">
      <w:pPr>
        <w:autoSpaceDE w:val="0"/>
        <w:autoSpaceDN w:val="0"/>
        <w:adjustRightInd w:val="0"/>
        <w:ind w:firstLine="540"/>
        <w:jc w:val="both"/>
        <w:outlineLvl w:val="0"/>
      </w:pPr>
      <w:r>
        <w:t xml:space="preserve">4.13. В </w:t>
      </w:r>
      <w:r w:rsidRPr="006A7990">
        <w:t>объявлении</w:t>
      </w:r>
      <w:r>
        <w:t xml:space="preserve"> о проведении запроса котировок должны быть указаны следующие сведения:</w:t>
      </w:r>
    </w:p>
    <w:p w:rsidR="000D6B6F" w:rsidRDefault="000D6B6F" w:rsidP="001D6B17">
      <w:pPr>
        <w:autoSpaceDE w:val="0"/>
        <w:autoSpaceDN w:val="0"/>
        <w:adjustRightInd w:val="0"/>
        <w:ind w:firstLine="540"/>
        <w:jc w:val="both"/>
        <w:outlineLvl w:val="0"/>
      </w:pPr>
      <w:r>
        <w:t>1) наименование, место нахождения, почтовый адрес, адрес электронной почты, номер контактного телефона заказчика;</w:t>
      </w:r>
    </w:p>
    <w:p w:rsidR="000D6B6F" w:rsidRDefault="000D6B6F" w:rsidP="001D6B17">
      <w:pPr>
        <w:autoSpaceDE w:val="0"/>
        <w:autoSpaceDN w:val="0"/>
        <w:adjustRightInd w:val="0"/>
        <w:ind w:firstLine="540"/>
        <w:jc w:val="both"/>
        <w:outlineLvl w:val="0"/>
      </w:pPr>
      <w:r>
        <w:t>2) предмет договора с указанием количества поставляемого товара, объема выполняемых работ, оказываемых услуг;</w:t>
      </w:r>
    </w:p>
    <w:p w:rsidR="000D6B6F" w:rsidRPr="00C81777" w:rsidRDefault="000D6B6F" w:rsidP="00A2651B">
      <w:pPr>
        <w:autoSpaceDE w:val="0"/>
        <w:autoSpaceDN w:val="0"/>
        <w:adjustRightInd w:val="0"/>
        <w:ind w:firstLine="540"/>
        <w:jc w:val="both"/>
        <w:outlineLvl w:val="0"/>
      </w:pPr>
      <w:r>
        <w:t>3) сведения о начальной (максимальной) цене договора и (или) цене единицы товара, работы, услуги;</w:t>
      </w:r>
    </w:p>
    <w:p w:rsidR="000D6B6F" w:rsidRDefault="000D6B6F" w:rsidP="001129FB">
      <w:pPr>
        <w:autoSpaceDE w:val="0"/>
        <w:autoSpaceDN w:val="0"/>
        <w:adjustRightInd w:val="0"/>
        <w:ind w:firstLine="540"/>
        <w:jc w:val="both"/>
        <w:outlineLvl w:val="0"/>
      </w:pPr>
      <w:r>
        <w:t>4)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p w:rsidR="000D6B6F" w:rsidRDefault="000D6B6F" w:rsidP="00A2651B">
      <w:pPr>
        <w:autoSpaceDE w:val="0"/>
        <w:autoSpaceDN w:val="0"/>
        <w:adjustRightInd w:val="0"/>
        <w:ind w:firstLine="540"/>
        <w:jc w:val="both"/>
        <w:outlineLvl w:val="0"/>
      </w:pPr>
      <w:r>
        <w:t>5</w:t>
      </w:r>
      <w:r w:rsidRPr="004475F2">
        <w:t>) дата, врем</w:t>
      </w:r>
      <w:r>
        <w:t xml:space="preserve">я окончания подачи котировочных </w:t>
      </w:r>
      <w:r w:rsidRPr="004475F2">
        <w:t xml:space="preserve">заявок, место подачи </w:t>
      </w:r>
      <w:r>
        <w:t xml:space="preserve">котировочных </w:t>
      </w:r>
      <w:r w:rsidRPr="004475F2">
        <w:t>заявок;</w:t>
      </w:r>
    </w:p>
    <w:p w:rsidR="000D6B6F" w:rsidRDefault="000D6B6F" w:rsidP="00A2651B">
      <w:pPr>
        <w:autoSpaceDE w:val="0"/>
        <w:autoSpaceDN w:val="0"/>
        <w:adjustRightInd w:val="0"/>
        <w:ind w:firstLine="540"/>
        <w:jc w:val="both"/>
        <w:outlineLvl w:val="0"/>
      </w:pPr>
      <w:r>
        <w:t>6) место и дата рассмотрения и оценки котировочных заявок;</w:t>
      </w:r>
    </w:p>
    <w:p w:rsidR="000D6B6F" w:rsidRDefault="000D6B6F" w:rsidP="00A2651B">
      <w:pPr>
        <w:autoSpaceDE w:val="0"/>
        <w:autoSpaceDN w:val="0"/>
        <w:adjustRightInd w:val="0"/>
        <w:ind w:firstLine="540"/>
        <w:jc w:val="both"/>
        <w:outlineLvl w:val="0"/>
      </w:pPr>
      <w:r>
        <w:t>7) срок, в течение которого заказчик вправе отказаться от проведения запроса котировок;</w:t>
      </w:r>
    </w:p>
    <w:p w:rsidR="000D6B6F" w:rsidRDefault="000D6B6F" w:rsidP="001129FB">
      <w:pPr>
        <w:autoSpaceDE w:val="0"/>
        <w:autoSpaceDN w:val="0"/>
        <w:adjustRightInd w:val="0"/>
        <w:ind w:firstLine="540"/>
        <w:jc w:val="both"/>
        <w:outlineLvl w:val="0"/>
      </w:pPr>
      <w:r>
        <w:t xml:space="preserve">8) срок и порядок заключения договора; </w:t>
      </w:r>
    </w:p>
    <w:p w:rsidR="000D6B6F" w:rsidRDefault="000D6B6F" w:rsidP="001129FB">
      <w:pPr>
        <w:autoSpaceDE w:val="0"/>
        <w:autoSpaceDN w:val="0"/>
        <w:adjustRightInd w:val="0"/>
        <w:ind w:firstLine="539"/>
        <w:outlineLvl w:val="1"/>
      </w:pPr>
      <w:r>
        <w:t>9) проект договора</w:t>
      </w:r>
      <w:r w:rsidRPr="00105233">
        <w:t>.</w:t>
      </w:r>
    </w:p>
    <w:p w:rsidR="000D6B6F" w:rsidRDefault="000D6B6F" w:rsidP="004A71F7">
      <w:pPr>
        <w:autoSpaceDE w:val="0"/>
        <w:autoSpaceDN w:val="0"/>
        <w:adjustRightInd w:val="0"/>
        <w:ind w:firstLine="540"/>
        <w:jc w:val="both"/>
        <w:outlineLvl w:val="1"/>
      </w:pPr>
      <w:r>
        <w:t>4.14 Протоколы, составленные в ходе проведения конкурса, аукциона, запроса котировок, заявки на участие в конкурсе, аукционе, котировочные заявки, извещение о проведении открытого конкурса, открытого аукциона, объявление о проведении запроса котировок, конкурсная документация, документация об аукционе, изменения, внесенные в конкурсную документацию, документацию об аукционе, разъяснения конкурсной документации, документации об аукционе, а также аудиозапись вскрытия конвертов с заявками на участие в конкурсе, аудиозапись проведения аукциона хранятся заказчиком не менее чем три года.</w:t>
      </w:r>
    </w:p>
    <w:p w:rsidR="000D6B6F" w:rsidRDefault="000D6B6F" w:rsidP="004A71F7">
      <w:pPr>
        <w:autoSpaceDE w:val="0"/>
        <w:autoSpaceDN w:val="0"/>
        <w:adjustRightInd w:val="0"/>
        <w:ind w:firstLine="539"/>
        <w:jc w:val="both"/>
        <w:outlineLvl w:val="1"/>
      </w:pPr>
      <w:r>
        <w:t>4.15. В случае проведения закупки у</w:t>
      </w:r>
      <w:r w:rsidRPr="00A26C2D">
        <w:t xml:space="preserve"> </w:t>
      </w:r>
      <w:r>
        <w:t>единственного источника в соответствии с настоящим Положением заказчик обязан разместить на официальном сайте соответствующий договор в течение трех дней от даты его заключения. Заказчик вправе не размещать на официальном сайте сведения о закупке товаров, работ, услуг, (в том числе соответствующий договор) стоимость которых не превышает сто</w:t>
      </w:r>
      <w:r w:rsidRPr="00792067">
        <w:t xml:space="preserve"> тысяч</w:t>
      </w:r>
      <w:r>
        <w:t xml:space="preserve"> рублей.</w:t>
      </w:r>
    </w:p>
    <w:p w:rsidR="000D6B6F" w:rsidRDefault="000D6B6F" w:rsidP="007F74CF">
      <w:pPr>
        <w:autoSpaceDE w:val="0"/>
        <w:autoSpaceDN w:val="0"/>
        <w:adjustRightInd w:val="0"/>
        <w:ind w:firstLine="540"/>
        <w:jc w:val="both"/>
        <w:outlineLvl w:val="0"/>
      </w:pPr>
      <w:r>
        <w:t>4.16. В случае возникновения при ведении официального сайта федеральным органом исполнительной власти, уполномоченным на ведение официального сайта, технических или иных неполадок, блокирующих доступ к официальному сайту в течение более чем одного рабочего дня, информация, подлежащая размещению на официальном сайте в соответствии с настоящим Федеральным законом и положением о закупке, размещается заказчиком на сайте заказчика с последующим размещением ее на официальном сайте в течение одного рабочего дня со дня устранения технических или иных неполадок, блокирующих доступ к официальному сайту.</w:t>
      </w:r>
    </w:p>
    <w:p w:rsidR="000D6B6F" w:rsidRDefault="000D6B6F" w:rsidP="00A202E4">
      <w:pPr>
        <w:autoSpaceDE w:val="0"/>
        <w:autoSpaceDN w:val="0"/>
        <w:adjustRightInd w:val="0"/>
        <w:ind w:firstLine="540"/>
        <w:jc w:val="both"/>
        <w:outlineLvl w:val="0"/>
      </w:pPr>
      <w:r>
        <w:t xml:space="preserve">4.17. Не подлежат размещению на официальном сайте сведения о закупке, составляющие государственную тайну, при условии, что такие сведения содержатся в извещении о закупке, документации о закупке или в проекте договора, а также сведения о закупке, по которым принято решение Правительства Российской Федерации в соответствии с </w:t>
      </w:r>
      <w:hyperlink r:id="rId10" w:history="1">
        <w:r w:rsidRPr="00A202E4">
          <w:t>ч.16</w:t>
        </w:r>
      </w:hyperlink>
      <w:r>
        <w:t xml:space="preserve"> ст.4 Закона. </w:t>
      </w:r>
    </w:p>
    <w:p w:rsidR="000D6B6F" w:rsidRDefault="000D6B6F" w:rsidP="00FF7C1D">
      <w:pPr>
        <w:autoSpaceDE w:val="0"/>
        <w:autoSpaceDN w:val="0"/>
        <w:adjustRightInd w:val="0"/>
        <w:ind w:firstLine="540"/>
        <w:jc w:val="both"/>
        <w:outlineLvl w:val="0"/>
      </w:pPr>
      <w:r>
        <w:t>4.18.</w:t>
      </w:r>
      <w:r w:rsidRPr="00FF7C1D">
        <w:t xml:space="preserve"> </w:t>
      </w:r>
      <w:r>
        <w:t>До 01.07.2012, если иной срок не предусмотрен решением Правительства Российской Федерации, положение о закупке, изменения, вносимые в такое положение, планы закупки, иная информация о закупке, подлежащая в соответствии с Законом и настоящим Положением размещению на официальном сайте, размещаются на сайте заказчика в информационно-телекоммуникационной сети "Интернет" (</w:t>
      </w:r>
      <w:r w:rsidRPr="004C594B">
        <w:rPr>
          <w:lang w:val="en-US"/>
        </w:rPr>
        <w:t>www</w:t>
      </w:r>
      <w:r>
        <w:t>.</w:t>
      </w:r>
      <w:r>
        <w:rPr>
          <w:lang w:val="en-US"/>
        </w:rPr>
        <w:t>gorodperm</w:t>
      </w:r>
      <w:r w:rsidRPr="004C594B">
        <w:t>.</w:t>
      </w:r>
      <w:r>
        <w:rPr>
          <w:lang w:val="en-US"/>
        </w:rPr>
        <w:t>ru</w:t>
      </w:r>
      <w:r>
        <w:t>,</w:t>
      </w:r>
      <w:r>
        <w:rPr>
          <w:lang w:val="en-US"/>
        </w:rPr>
        <w:t>www</w:t>
      </w:r>
      <w:r w:rsidRPr="00A26C2D">
        <w:t>.</w:t>
      </w:r>
      <w:r>
        <w:rPr>
          <w:lang w:val="en-US"/>
        </w:rPr>
        <w:t>pronas</w:t>
      </w:r>
      <w:r>
        <w:t>40</w:t>
      </w:r>
      <w:r w:rsidRPr="00A26C2D">
        <w:t>.</w:t>
      </w:r>
      <w:r>
        <w:rPr>
          <w:lang w:val="en-US"/>
        </w:rPr>
        <w:t>permedu</w:t>
      </w:r>
      <w:r w:rsidRPr="00A26C2D">
        <w:t>.</w:t>
      </w:r>
      <w:r>
        <w:rPr>
          <w:lang w:val="en-US"/>
        </w:rPr>
        <w:t>ru</w:t>
      </w:r>
      <w:r w:rsidRPr="007F74CF">
        <w:t>)</w:t>
      </w:r>
      <w:r>
        <w:t>.</w:t>
      </w:r>
    </w:p>
    <w:p w:rsidR="000D6B6F" w:rsidRDefault="000D6B6F" w:rsidP="00FF7C1D">
      <w:pPr>
        <w:autoSpaceDE w:val="0"/>
        <w:autoSpaceDN w:val="0"/>
        <w:adjustRightInd w:val="0"/>
        <w:ind w:firstLine="540"/>
        <w:jc w:val="both"/>
        <w:outlineLvl w:val="0"/>
      </w:pPr>
    </w:p>
    <w:p w:rsidR="000D6B6F" w:rsidRPr="00602E21" w:rsidRDefault="000D6B6F" w:rsidP="00633F5C">
      <w:pPr>
        <w:autoSpaceDE w:val="0"/>
        <w:autoSpaceDN w:val="0"/>
        <w:adjustRightInd w:val="0"/>
        <w:ind w:firstLine="540"/>
        <w:jc w:val="center"/>
        <w:outlineLvl w:val="0"/>
        <w:rPr>
          <w:b/>
        </w:rPr>
      </w:pPr>
      <w:r>
        <w:rPr>
          <w:b/>
        </w:rPr>
        <w:t xml:space="preserve">5. </w:t>
      </w:r>
      <w:r w:rsidRPr="00602E21">
        <w:rPr>
          <w:b/>
        </w:rPr>
        <w:t>Способы закупки</w:t>
      </w:r>
      <w:r>
        <w:rPr>
          <w:b/>
        </w:rPr>
        <w:t xml:space="preserve"> и </w:t>
      </w:r>
      <w:r w:rsidRPr="00633F5C">
        <w:rPr>
          <w:b/>
        </w:rPr>
        <w:t>условия их применения</w:t>
      </w:r>
    </w:p>
    <w:p w:rsidR="000D6B6F" w:rsidRPr="00602E21" w:rsidRDefault="000D6B6F" w:rsidP="00A202E4">
      <w:pPr>
        <w:autoSpaceDE w:val="0"/>
        <w:autoSpaceDN w:val="0"/>
        <w:adjustRightInd w:val="0"/>
        <w:ind w:firstLine="540"/>
        <w:jc w:val="both"/>
        <w:outlineLvl w:val="0"/>
      </w:pPr>
    </w:p>
    <w:p w:rsidR="000D6B6F" w:rsidRDefault="000D6B6F" w:rsidP="002A7572">
      <w:pPr>
        <w:ind w:firstLine="540"/>
        <w:jc w:val="both"/>
      </w:pPr>
      <w:r>
        <w:t>5.1. Заказчик</w:t>
      </w:r>
      <w:r w:rsidRPr="00105233">
        <w:t xml:space="preserve"> при осуществлении закупок вправе использовать следующие способы:</w:t>
      </w:r>
    </w:p>
    <w:p w:rsidR="000D6B6F" w:rsidRDefault="000D6B6F" w:rsidP="002A7572">
      <w:pPr>
        <w:ind w:firstLine="540"/>
        <w:jc w:val="both"/>
      </w:pPr>
      <w:r>
        <w:t xml:space="preserve">1) </w:t>
      </w:r>
      <w:r w:rsidRPr="003738FB">
        <w:t>открыт</w:t>
      </w:r>
      <w:r>
        <w:t>ый</w:t>
      </w:r>
      <w:r w:rsidRPr="003738FB">
        <w:t xml:space="preserve"> конкурс</w:t>
      </w:r>
      <w:r>
        <w:t>;</w:t>
      </w:r>
    </w:p>
    <w:p w:rsidR="000D6B6F" w:rsidRDefault="000D6B6F" w:rsidP="002A7572">
      <w:pPr>
        <w:ind w:firstLine="540"/>
        <w:jc w:val="both"/>
      </w:pPr>
      <w:r>
        <w:t>2)</w:t>
      </w:r>
      <w:r w:rsidRPr="0079552D">
        <w:t xml:space="preserve">  </w:t>
      </w:r>
      <w:r>
        <w:t xml:space="preserve">открытый </w:t>
      </w:r>
      <w:r w:rsidRPr="003738FB">
        <w:t>аукцион</w:t>
      </w:r>
      <w:r>
        <w:t>;</w:t>
      </w:r>
    </w:p>
    <w:p w:rsidR="000D6B6F" w:rsidRDefault="000D6B6F" w:rsidP="002A7572">
      <w:pPr>
        <w:ind w:firstLine="540"/>
        <w:jc w:val="both"/>
      </w:pPr>
      <w:r w:rsidRPr="00A65429">
        <w:t>3</w:t>
      </w:r>
      <w:r>
        <w:t>) запрос котировок;</w:t>
      </w:r>
    </w:p>
    <w:p w:rsidR="000D6B6F" w:rsidRDefault="000D6B6F" w:rsidP="002A7572">
      <w:pPr>
        <w:ind w:firstLine="540"/>
        <w:jc w:val="both"/>
      </w:pPr>
      <w:r>
        <w:t>5) у</w:t>
      </w:r>
      <w:r w:rsidRPr="00BB1C1E">
        <w:t xml:space="preserve"> </w:t>
      </w:r>
      <w:r>
        <w:t>единственного источника.</w:t>
      </w:r>
    </w:p>
    <w:p w:rsidR="000D6B6F" w:rsidRDefault="000D6B6F" w:rsidP="002A7572">
      <w:pPr>
        <w:ind w:firstLine="540"/>
        <w:jc w:val="both"/>
      </w:pPr>
      <w:r>
        <w:t>5.2. Открытый конкурс и открытый аукцион, в том числе в электронной форме, могут применяться при закупках любых товаров, работ, услуг без каких-либо ограничений.</w:t>
      </w:r>
    </w:p>
    <w:p w:rsidR="000D6B6F" w:rsidRDefault="000D6B6F" w:rsidP="00A26C2D">
      <w:pPr>
        <w:ind w:firstLine="540"/>
        <w:jc w:val="both"/>
      </w:pPr>
      <w:r>
        <w:t xml:space="preserve">5.3. Запрос котировок может применяться при закупках любых товаров, работ, услуг при этом начальная (максимальная) цена договора на поставку товаров, выполнение работ, оказание услуг не может превышать двести пятьдесят тысяч рублей. </w:t>
      </w:r>
    </w:p>
    <w:p w:rsidR="000D6B6F" w:rsidRDefault="000D6B6F" w:rsidP="00886F2E">
      <w:pPr>
        <w:ind w:firstLine="708"/>
        <w:jc w:val="both"/>
      </w:pPr>
      <w:r>
        <w:t>5.</w:t>
      </w:r>
      <w:r w:rsidRPr="00A26C2D">
        <w:t>4</w:t>
      </w:r>
      <w:r>
        <w:t>. Закупка товаров, работ, услуг у единственного источника может применяться в случае, если:</w:t>
      </w:r>
    </w:p>
    <w:p w:rsidR="000D6B6F" w:rsidRDefault="000D6B6F" w:rsidP="00886F2E">
      <w:pPr>
        <w:ind w:firstLine="708"/>
        <w:jc w:val="both"/>
      </w:pPr>
      <w:r>
        <w:t>начальная (максимальная) цена договора на поставку товаров, выполнение работ, оказание услуг не превышает сто тысяч рублей в квартал;</w:t>
      </w:r>
    </w:p>
    <w:p w:rsidR="000D6B6F" w:rsidRDefault="000D6B6F" w:rsidP="00886F2E">
      <w:pPr>
        <w:autoSpaceDE w:val="0"/>
        <w:autoSpaceDN w:val="0"/>
        <w:adjustRightInd w:val="0"/>
        <w:ind w:firstLine="540"/>
        <w:jc w:val="both"/>
        <w:outlineLvl w:val="1"/>
      </w:pPr>
      <w:r>
        <w:t xml:space="preserve">поставки товаров, выполнение работ, оказание услуг относятся к сфере деятельности субъектов естественных монополий в соответствии с Федеральным </w:t>
      </w:r>
      <w:hyperlink r:id="rId11" w:history="1">
        <w:r w:rsidRPr="00BD5BC1">
          <w:t>законом</w:t>
        </w:r>
      </w:hyperlink>
      <w:r>
        <w:t xml:space="preserve"> от 17 августа 1995 года № 147-ФЗ «О естественных монополиях»;</w:t>
      </w:r>
    </w:p>
    <w:p w:rsidR="000D6B6F" w:rsidRDefault="000D6B6F" w:rsidP="00886F2E">
      <w:pPr>
        <w:autoSpaceDE w:val="0"/>
        <w:autoSpaceDN w:val="0"/>
        <w:adjustRightInd w:val="0"/>
        <w:ind w:firstLine="540"/>
        <w:jc w:val="both"/>
        <w:outlineLvl w:val="1"/>
      </w:pPr>
      <w:r>
        <w:t>осуществляется оказание услуг водоснабжения, водоотведения, канализации, теплоснабжения, газоснабжения (за исключением услуг по реализации сжиженного газа), подключение (присоединение) к сетям инженерно-технического обеспечения по регулируемым в соответствии с законодательством Российской Федерации ценам (тарифам);</w:t>
      </w:r>
    </w:p>
    <w:p w:rsidR="000D6B6F" w:rsidRDefault="000D6B6F" w:rsidP="00886F2E">
      <w:pPr>
        <w:autoSpaceDE w:val="0"/>
        <w:autoSpaceDN w:val="0"/>
        <w:adjustRightInd w:val="0"/>
        <w:ind w:firstLine="540"/>
        <w:jc w:val="both"/>
        <w:outlineLvl w:val="1"/>
      </w:pPr>
      <w:r>
        <w:t>заключается договор энергоснабжения или купли-продажи электрической энергии с гарантирующим поставщиком электрической энергии;</w:t>
      </w:r>
    </w:p>
    <w:p w:rsidR="000D6B6F" w:rsidRDefault="000D6B6F" w:rsidP="00BD5BC1">
      <w:pPr>
        <w:autoSpaceDE w:val="0"/>
        <w:autoSpaceDN w:val="0"/>
        <w:adjustRightInd w:val="0"/>
        <w:ind w:firstLine="540"/>
        <w:jc w:val="both"/>
        <w:outlineLvl w:val="1"/>
      </w:pPr>
      <w:r>
        <w:t>осуществляются поставки культурных ценностей, в том числе музейных предметов и музейных коллекций, а также редких и ценных изданий, рукописей, архивных документов, включая копии, имеющие историческое, художественное или иное культурное значение, предназначенных для пополнения государственных музейного, библиотечного, архивного фондов, кино-, фотофонда и иных аналогичных фондов;</w:t>
      </w:r>
    </w:p>
    <w:p w:rsidR="000D6B6F" w:rsidRDefault="000D6B6F" w:rsidP="00BD5BC1">
      <w:pPr>
        <w:autoSpaceDE w:val="0"/>
        <w:autoSpaceDN w:val="0"/>
        <w:adjustRightInd w:val="0"/>
        <w:ind w:firstLine="540"/>
        <w:jc w:val="both"/>
        <w:outlineLvl w:val="1"/>
      </w:pPr>
      <w:r>
        <w:t xml:space="preserve">возникла потребность в работах или услугах, выполнение или оказание которых может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 </w:t>
      </w:r>
    </w:p>
    <w:p w:rsidR="000D6B6F" w:rsidRPr="0094049F" w:rsidRDefault="000D6B6F" w:rsidP="0094049F">
      <w:pPr>
        <w:tabs>
          <w:tab w:val="left" w:pos="709"/>
        </w:tabs>
        <w:autoSpaceDE w:val="0"/>
        <w:autoSpaceDN w:val="0"/>
        <w:adjustRightInd w:val="0"/>
        <w:spacing w:after="120"/>
        <w:jc w:val="both"/>
        <w:rPr>
          <w:szCs w:val="22"/>
        </w:rPr>
      </w:pPr>
      <w:r>
        <w:t xml:space="preserve">         возникла потребность в определенных товарах, работах, услугах вследствие непреодолимой силы, необходимости срочного медицинского вмешательства, в связи с чем применение иных способов закупки, требующих затрат времени, нецелесообразно. Заказчик вправе заключить в соответствии с настоящим пунктом договор на поставку товаров, выполнение работ, оказание услуг в количестве, объеме, необходимых для ликвидации последствий непреодолимой силы или оказания срочной медицинской помощи;</w:t>
      </w:r>
    </w:p>
    <w:p w:rsidR="000D6B6F" w:rsidRDefault="000D6B6F" w:rsidP="0094049F">
      <w:pPr>
        <w:tabs>
          <w:tab w:val="left" w:pos="709"/>
        </w:tabs>
        <w:autoSpaceDE w:val="0"/>
        <w:autoSpaceDN w:val="0"/>
        <w:adjustRightInd w:val="0"/>
        <w:spacing w:after="120"/>
        <w:jc w:val="both"/>
      </w:pPr>
      <w:r>
        <w:t xml:space="preserve">          </w:t>
      </w:r>
      <w:r w:rsidRPr="0050281C">
        <w:rPr>
          <w:szCs w:val="22"/>
        </w:rPr>
        <w:t>необходимо проведение закупки и смена поставщика (исполнителя, подрядчика) не целесообразна по соображениям стандартизации или ввиду необходимости обеспечения совместимости с имеющимися товарами, оборудованием, технологией или услугами, учитывая эффективность первоначальной закупки с точки зрения удовлетворения потребностей Учреждения;</w:t>
      </w:r>
    </w:p>
    <w:p w:rsidR="000D6B6F" w:rsidRDefault="000D6B6F" w:rsidP="00BD5BC1">
      <w:pPr>
        <w:autoSpaceDE w:val="0"/>
        <w:autoSpaceDN w:val="0"/>
        <w:adjustRightInd w:val="0"/>
        <w:ind w:firstLine="540"/>
        <w:jc w:val="both"/>
        <w:outlineLvl w:val="1"/>
      </w:pPr>
      <w:r>
        <w:t>только одно заинтересованное лицо, подавшее заявку на участие в конкурсе или заявку на участие в аукционе, признано участником конкурса или участником аукциона в соответствии с настоящим Положением. При этом договор с таким участникам конкурса заключается на условиях конкурсной документации и заявки на участие в конкурсе такого участника конкурса. Договор с таким участником аукциона заключается на условиях документации об аукционе по цене, не превышающей начальную (максимальную) цену договора, установленную в документации об аукционе;</w:t>
      </w:r>
    </w:p>
    <w:p w:rsidR="000D6B6F" w:rsidRDefault="000D6B6F" w:rsidP="00DC172C">
      <w:pPr>
        <w:autoSpaceDE w:val="0"/>
        <w:autoSpaceDN w:val="0"/>
        <w:adjustRightInd w:val="0"/>
        <w:ind w:firstLine="540"/>
        <w:jc w:val="both"/>
        <w:outlineLvl w:val="1"/>
      </w:pPr>
      <w:r>
        <w:t>победитель в проведении запроса котировок, участник запроса котировок, предложивший такую же, как победитель в проведении запроса котировок, цену договора, участник запроса котировок, предложение о цене договора которого является следующим по степени выгодности после предложения о цене договора победителя в проведении запроса котировок признаны уклонившимся от заключения договора. При этом договор может быть заключен с заинтересованным лицом, соответствующим требованиям, установленным в объявлении о проведении запроса котировок, на условиях объявления о проведении запроса котировок, по цене, не превышающей начальную (максимальную) цену договора, установленную в объявлении о проведении запроса котировок;</w:t>
      </w:r>
    </w:p>
    <w:p w:rsidR="000D6B6F" w:rsidRDefault="000D6B6F" w:rsidP="00BD5BC1">
      <w:pPr>
        <w:autoSpaceDE w:val="0"/>
        <w:autoSpaceDN w:val="0"/>
        <w:adjustRightInd w:val="0"/>
        <w:ind w:firstLine="540"/>
        <w:jc w:val="both"/>
        <w:outlineLvl w:val="1"/>
      </w:pPr>
      <w:r>
        <w:t>при проведении запроса котировок в установленный срок не подана ни одна котировочная заявка. При этом договор может быть заключен с заинтересованным лицом, соответствующим требованиям, установленным в объявлении о проведении запроса котировок, на условиях объявления о проведении запроса котировок, по цене, не превышающей начальную (максимальную) цену договора, установленную в объявлении о проведении запроса котировок;</w:t>
      </w:r>
    </w:p>
    <w:p w:rsidR="000D6B6F" w:rsidRDefault="000D6B6F" w:rsidP="00BD5BC1">
      <w:pPr>
        <w:autoSpaceDE w:val="0"/>
        <w:autoSpaceDN w:val="0"/>
        <w:adjustRightInd w:val="0"/>
        <w:ind w:firstLine="540"/>
        <w:jc w:val="both"/>
        <w:outlineLvl w:val="1"/>
      </w:pPr>
      <w:r>
        <w:t>в аукционе участвовал только один участник аукциона в соответствии с настоящим Положением. При этом</w:t>
      </w:r>
      <w:r w:rsidRPr="00D67E5C">
        <w:t xml:space="preserve"> </w:t>
      </w:r>
      <w:r>
        <w:t>договор с таким участником аукциона заключается на условиях документации об аукционе по цене, не превышающей начальную (максимальную) цену договора, установленную в документации об аукционе;</w:t>
      </w:r>
    </w:p>
    <w:p w:rsidR="000D6B6F" w:rsidRDefault="000D6B6F" w:rsidP="00BD5BC1">
      <w:pPr>
        <w:autoSpaceDE w:val="0"/>
        <w:autoSpaceDN w:val="0"/>
        <w:adjustRightInd w:val="0"/>
        <w:ind w:firstLine="540"/>
        <w:jc w:val="both"/>
        <w:outlineLvl w:val="1"/>
      </w:pPr>
      <w:r>
        <w:t>осуществляется закупка произведений литературы и искусства определенных авторов, исполнений конкретных исполнителей, фонограмм конкретных изготовителей для нужд заказчиков в случае, если единственному лицу принадлежат исключительные права на такие произведения, исполнения, фонограммы;</w:t>
      </w:r>
    </w:p>
    <w:p w:rsidR="000D6B6F" w:rsidRDefault="000D6B6F" w:rsidP="00BD5BC1">
      <w:pPr>
        <w:autoSpaceDE w:val="0"/>
        <w:autoSpaceDN w:val="0"/>
        <w:adjustRightInd w:val="0"/>
        <w:ind w:firstLine="540"/>
        <w:jc w:val="both"/>
        <w:outlineLvl w:val="1"/>
      </w:pPr>
      <w:r>
        <w:t>осуществляется закупка печатных и электронных изданий определенных авторов,  услуг по предоставлению доступа к электронным изданиям у издателей таких печатных и электронных изданий в случае, если указанным издателям принадлежат исключительные права на использование таких изданий;</w:t>
      </w:r>
    </w:p>
    <w:p w:rsidR="000D6B6F" w:rsidRDefault="000D6B6F" w:rsidP="00BD5BC1">
      <w:pPr>
        <w:autoSpaceDE w:val="0"/>
        <w:autoSpaceDN w:val="0"/>
        <w:adjustRightInd w:val="0"/>
        <w:ind w:firstLine="540"/>
        <w:jc w:val="both"/>
        <w:outlineLvl w:val="1"/>
      </w:pPr>
      <w:r>
        <w:t>осуществляется закупка услуг (билетов) на посещение зоопарка, театра, кинотеатра, концерта, цирка, музея, выставки, спортивного мероприятия;</w:t>
      </w:r>
    </w:p>
    <w:p w:rsidR="000D6B6F" w:rsidRDefault="000D6B6F" w:rsidP="00BD5BC1">
      <w:pPr>
        <w:autoSpaceDE w:val="0"/>
        <w:autoSpaceDN w:val="0"/>
        <w:adjustRightInd w:val="0"/>
        <w:ind w:firstLine="540"/>
        <w:jc w:val="both"/>
        <w:outlineLvl w:val="1"/>
      </w:pPr>
      <w:r>
        <w:t>осуществляется закупка услуг нескольким заказчикам по участию в мероприятии если заказчиком, являющимся организатором такого мероприятия, выбран поставщик (исполнитель, подрядчик) в порядке, предусмотренном Федеральным законом от 21.07.2005 № 94-ФЗ «О размещении заказов на поставки товаров, выполнение работ, оказание услуг для государственных и муниципальных нужд» или Законом;</w:t>
      </w:r>
    </w:p>
    <w:p w:rsidR="000D6B6F" w:rsidRDefault="000D6B6F" w:rsidP="00BD5BC1">
      <w:pPr>
        <w:autoSpaceDE w:val="0"/>
        <w:autoSpaceDN w:val="0"/>
        <w:adjustRightInd w:val="0"/>
        <w:ind w:firstLine="540"/>
        <w:jc w:val="both"/>
        <w:outlineLvl w:val="1"/>
      </w:pPr>
      <w:r>
        <w:t>осуществляется закупка преподавательских услуг у физического лица;</w:t>
      </w:r>
    </w:p>
    <w:p w:rsidR="000D6B6F" w:rsidRDefault="000D6B6F" w:rsidP="0035223C">
      <w:pPr>
        <w:autoSpaceDE w:val="0"/>
        <w:autoSpaceDN w:val="0"/>
        <w:adjustRightInd w:val="0"/>
        <w:ind w:firstLine="540"/>
        <w:jc w:val="both"/>
        <w:outlineLvl w:val="1"/>
      </w:pPr>
      <w:r>
        <w:t xml:space="preserve">осуществляется закупка услуг (работ) по созданию произведений литературы или искусства,  у конкретного физического лица или конкретных физических лиц либо на исполнение, а также по изготовлению и поставке декораций, сценических мебели, костюмов (в том числе головных уборов и обуви) и необходимых для создания декораций и костюмов материалов, театрального реквизита, бутафории, грима, постижерских изделий, театральных кукол, необходимых для создания и (или) исполнения произведений; </w:t>
      </w:r>
    </w:p>
    <w:p w:rsidR="000D6B6F" w:rsidRDefault="000D6B6F" w:rsidP="00BD5BC1">
      <w:pPr>
        <w:autoSpaceDE w:val="0"/>
        <w:autoSpaceDN w:val="0"/>
        <w:adjustRightInd w:val="0"/>
        <w:ind w:firstLine="540"/>
        <w:jc w:val="both"/>
        <w:outlineLvl w:val="1"/>
      </w:pPr>
      <w:r>
        <w:t>осуществляется закупка услуг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соответствующими авторами;</w:t>
      </w:r>
    </w:p>
    <w:p w:rsidR="000D6B6F" w:rsidRDefault="000D6B6F" w:rsidP="00BD5BC1">
      <w:pPr>
        <w:autoSpaceDE w:val="0"/>
        <w:autoSpaceDN w:val="0"/>
        <w:adjustRightInd w:val="0"/>
        <w:ind w:firstLine="540"/>
        <w:jc w:val="both"/>
        <w:outlineLvl w:val="1"/>
      </w:pPr>
      <w:r>
        <w:t>осуществляется закупка услуг по проведению технического и авторского надзора за проведением работ по сохранению объекта культурного наследия (памятника истории и культуры) народов Российской Федерации авторами проекта;</w:t>
      </w:r>
    </w:p>
    <w:p w:rsidR="000D6B6F" w:rsidRDefault="000D6B6F" w:rsidP="00BD5BC1">
      <w:pPr>
        <w:autoSpaceDE w:val="0"/>
        <w:autoSpaceDN w:val="0"/>
        <w:adjustRightInd w:val="0"/>
        <w:ind w:firstLine="540"/>
        <w:jc w:val="both"/>
        <w:outlineLvl w:val="1"/>
      </w:pPr>
      <w:r>
        <w:t>осуществляется закупка услуг, связанных с направлением работника в служебную командировку (проезд к месту служебной командировки и обратно, наем жилого помещения, транспортное обслуживание, обеспечение питания);</w:t>
      </w:r>
    </w:p>
    <w:p w:rsidR="000D6B6F" w:rsidRDefault="000D6B6F" w:rsidP="00BD5BC1">
      <w:pPr>
        <w:autoSpaceDE w:val="0"/>
        <w:autoSpaceDN w:val="0"/>
        <w:adjustRightInd w:val="0"/>
        <w:ind w:firstLine="540"/>
        <w:jc w:val="both"/>
        <w:outlineLvl w:val="1"/>
      </w:pPr>
      <w:r>
        <w:t>осуществляется закупка услуг по техническому содержанию, охране и обслуживанию одного или нескольких нежилых помещений, переданных в безвозмездное пользование заказчику, в случае, если данные услуги оказываются другому лицу или лицам, пользующимся нежилыми помещениями, находящимися в здании, в котором расположены помещения, переданные в безвозмездное пользование заказчику;</w:t>
      </w:r>
    </w:p>
    <w:p w:rsidR="000D6B6F" w:rsidRPr="00D077A8" w:rsidRDefault="000D6B6F" w:rsidP="00BD5BC1">
      <w:pPr>
        <w:autoSpaceDE w:val="0"/>
        <w:autoSpaceDN w:val="0"/>
        <w:adjustRightInd w:val="0"/>
        <w:ind w:firstLine="540"/>
        <w:jc w:val="both"/>
        <w:outlineLvl w:val="1"/>
      </w:pPr>
      <w:r>
        <w:t>выполнение научно-исследовательских, опытно-конструкторских или технологических работ осуществляется бюджетным учреждением за счет денежных и иных средств (за исключением средств бюджетов бюджетной системы Российской Федерации), передаваемых безвозмездно и безвозвратно гражданами и юридическими лицами на проведение конкретных исследований на условиях, предусмотренных грантодателями.</w:t>
      </w:r>
    </w:p>
    <w:p w:rsidR="000D6B6F" w:rsidRPr="00D077A8" w:rsidRDefault="000D6B6F" w:rsidP="00D077A8">
      <w:pPr>
        <w:ind w:firstLine="708"/>
        <w:jc w:val="both"/>
      </w:pPr>
      <w:r w:rsidRPr="00D077A8">
        <w:t>5.5. Закупка товаров, работ, услуг у единственного источника может применяться в случае, если:</w:t>
      </w:r>
    </w:p>
    <w:p w:rsidR="000D6B6F" w:rsidRPr="00D077A8" w:rsidRDefault="000D6B6F" w:rsidP="00D077A8">
      <w:pPr>
        <w:ind w:firstLine="708"/>
        <w:jc w:val="both"/>
      </w:pPr>
      <w:r w:rsidRPr="00D077A8">
        <w:t>осуществляется закупка услуги по организации питания детей арендатором помещения пищеблока и части групповых, с которым заключен договор аренды по результатам аукциона (конкурса);</w:t>
      </w:r>
    </w:p>
    <w:p w:rsidR="000D6B6F" w:rsidRDefault="000D6B6F" w:rsidP="00D077A8">
      <w:pPr>
        <w:ind w:firstLine="708"/>
        <w:jc w:val="both"/>
      </w:pPr>
      <w:r w:rsidRPr="00D077A8">
        <w:t xml:space="preserve"> осуществляется закупка услуги по организации питания детей в период  летней оздоровительной кампании арендатором помещения пищеблока и обеденного зала, с которым заключен договор аренды по результатам аукциона (конкурса) и договор по организации основного (горячего) питания и бесплатного питания учащихся;</w:t>
      </w:r>
    </w:p>
    <w:p w:rsidR="000D6B6F" w:rsidRDefault="000D6B6F" w:rsidP="00D077A8">
      <w:pPr>
        <w:ind w:firstLine="708"/>
      </w:pPr>
    </w:p>
    <w:p w:rsidR="000D6B6F" w:rsidRPr="00D077A8" w:rsidRDefault="000D6B6F" w:rsidP="00BD5BC1">
      <w:pPr>
        <w:autoSpaceDE w:val="0"/>
        <w:autoSpaceDN w:val="0"/>
        <w:adjustRightInd w:val="0"/>
        <w:ind w:firstLine="540"/>
        <w:jc w:val="both"/>
        <w:outlineLvl w:val="1"/>
      </w:pPr>
    </w:p>
    <w:p w:rsidR="000D6B6F" w:rsidRDefault="000D6B6F" w:rsidP="008C7B40">
      <w:pPr>
        <w:ind w:firstLine="708"/>
      </w:pPr>
      <w:r>
        <w:t xml:space="preserve"> </w:t>
      </w:r>
    </w:p>
    <w:p w:rsidR="000D6B6F" w:rsidRPr="0096470C" w:rsidRDefault="000D6B6F" w:rsidP="00633F5C">
      <w:pPr>
        <w:jc w:val="center"/>
        <w:rPr>
          <w:b/>
        </w:rPr>
      </w:pPr>
      <w:r w:rsidRPr="0096470C">
        <w:rPr>
          <w:b/>
        </w:rPr>
        <w:t>6. Участие в закупках</w:t>
      </w:r>
    </w:p>
    <w:p w:rsidR="000D6B6F" w:rsidRDefault="000D6B6F" w:rsidP="0096470C"/>
    <w:p w:rsidR="000D6B6F" w:rsidRDefault="000D6B6F" w:rsidP="00046840">
      <w:pPr>
        <w:pStyle w:val="ConsPlusNormal"/>
        <w:ind w:firstLine="540"/>
        <w:jc w:val="both"/>
        <w:outlineLvl w:val="0"/>
        <w:rPr>
          <w:rFonts w:ascii="Times New Roman" w:hAnsi="Times New Roman" w:cs="Times New Roman"/>
          <w:sz w:val="24"/>
          <w:szCs w:val="24"/>
        </w:rPr>
      </w:pPr>
      <w:r>
        <w:rPr>
          <w:rFonts w:ascii="Times New Roman" w:hAnsi="Times New Roman" w:cs="Times New Roman"/>
          <w:sz w:val="24"/>
          <w:szCs w:val="24"/>
        </w:rPr>
        <w:t xml:space="preserve">6.1. Заинтересованным лицом в заключении договора поставки товаров, выполнения работ, оказания услуг для удовлетворения потребностей заказчика (далее – заинтересованное лицо) </w:t>
      </w:r>
      <w:r w:rsidRPr="00046840">
        <w:rPr>
          <w:rFonts w:ascii="Times New Roman" w:hAnsi="Times New Roman" w:cs="Times New Roman"/>
          <w:sz w:val="24"/>
          <w:szCs w:val="24"/>
        </w:rPr>
        <w:t xml:space="preserve">может быть любое юридическое лицо или несколько юридических лиц, выступающих на </w:t>
      </w:r>
      <w:r>
        <w:rPr>
          <w:rFonts w:ascii="Times New Roman" w:hAnsi="Times New Roman" w:cs="Times New Roman"/>
          <w:sz w:val="24"/>
          <w:szCs w:val="24"/>
        </w:rPr>
        <w:t>стороне одного заинтересованного лица</w:t>
      </w:r>
      <w:r w:rsidRPr="00046840">
        <w:rPr>
          <w:rFonts w:ascii="Times New Roman" w:hAnsi="Times New Roman" w:cs="Times New Roman"/>
          <w:sz w:val="24"/>
          <w:szCs w:val="24"/>
        </w:rPr>
        <w:t xml:space="preserve">,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w:t>
      </w:r>
      <w:r>
        <w:rPr>
          <w:rFonts w:ascii="Times New Roman" w:hAnsi="Times New Roman" w:cs="Times New Roman"/>
          <w:sz w:val="24"/>
          <w:szCs w:val="24"/>
        </w:rPr>
        <w:t>стороне одного заинтересованного лица</w:t>
      </w:r>
      <w:r w:rsidRPr="00046840">
        <w:rPr>
          <w:rFonts w:ascii="Times New Roman" w:hAnsi="Times New Roman" w:cs="Times New Roman"/>
          <w:sz w:val="24"/>
          <w:szCs w:val="24"/>
        </w:rPr>
        <w:t xml:space="preserve">, в том числе индивидуальный предприниматель или несколько индивидуальных предпринимателей, выступающих на </w:t>
      </w:r>
      <w:r>
        <w:rPr>
          <w:rFonts w:ascii="Times New Roman" w:hAnsi="Times New Roman" w:cs="Times New Roman"/>
          <w:sz w:val="24"/>
          <w:szCs w:val="24"/>
        </w:rPr>
        <w:t>стороне одного заинтересованного лица.</w:t>
      </w:r>
    </w:p>
    <w:p w:rsidR="000D6B6F" w:rsidRDefault="000D6B6F" w:rsidP="00046840">
      <w:pPr>
        <w:pStyle w:val="ConsPlusNormal"/>
        <w:ind w:firstLine="540"/>
        <w:jc w:val="both"/>
        <w:outlineLvl w:val="0"/>
      </w:pPr>
      <w:r>
        <w:rPr>
          <w:rFonts w:ascii="Times New Roman" w:hAnsi="Times New Roman" w:cs="Times New Roman"/>
          <w:sz w:val="24"/>
          <w:szCs w:val="24"/>
        </w:rPr>
        <w:t>6.2</w:t>
      </w:r>
      <w:r w:rsidRPr="00046840">
        <w:rPr>
          <w:rFonts w:ascii="Times New Roman" w:hAnsi="Times New Roman" w:cs="Times New Roman"/>
          <w:sz w:val="24"/>
          <w:szCs w:val="24"/>
        </w:rPr>
        <w:t xml:space="preserve">. 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w:t>
      </w:r>
      <w:r w:rsidRPr="007857A5">
        <w:rPr>
          <w:rFonts w:ascii="Times New Roman" w:hAnsi="Times New Roman" w:cs="Times New Roman"/>
          <w:sz w:val="24"/>
          <w:szCs w:val="24"/>
        </w:rPr>
        <w:t>которые соответствуют требованиям, установленным заказчиком в соответствии с настоящим Положением</w:t>
      </w:r>
      <w:r w:rsidRPr="007857A5">
        <w:t>.</w:t>
      </w:r>
    </w:p>
    <w:p w:rsidR="000D6B6F" w:rsidRDefault="000D6B6F" w:rsidP="00046840">
      <w:pPr>
        <w:pStyle w:val="ConsPlusNormal"/>
        <w:ind w:firstLine="540"/>
        <w:jc w:val="both"/>
        <w:outlineLvl w:val="0"/>
        <w:rPr>
          <w:rFonts w:ascii="Times New Roman" w:hAnsi="Times New Roman" w:cs="Times New Roman"/>
          <w:sz w:val="24"/>
          <w:szCs w:val="24"/>
        </w:rPr>
      </w:pPr>
      <w:r w:rsidRPr="00412200">
        <w:rPr>
          <w:rFonts w:ascii="Times New Roman" w:hAnsi="Times New Roman" w:cs="Times New Roman"/>
          <w:sz w:val="24"/>
          <w:szCs w:val="24"/>
        </w:rPr>
        <w:t xml:space="preserve">6.3. </w:t>
      </w:r>
      <w:r>
        <w:rPr>
          <w:rFonts w:ascii="Times New Roman" w:hAnsi="Times New Roman" w:cs="Times New Roman"/>
          <w:sz w:val="24"/>
          <w:szCs w:val="24"/>
        </w:rPr>
        <w:t xml:space="preserve">При рассмотрении заявок (предложений) на участие в конкурсе, заявок на участие в аукционе, рассмотрении и оценке котировочных заявок </w:t>
      </w:r>
      <w:r w:rsidRPr="00412200">
        <w:rPr>
          <w:rFonts w:ascii="Times New Roman" w:hAnsi="Times New Roman" w:cs="Times New Roman"/>
          <w:sz w:val="24"/>
          <w:szCs w:val="24"/>
        </w:rPr>
        <w:t>заинтересованно</w:t>
      </w:r>
      <w:r>
        <w:rPr>
          <w:rFonts w:ascii="Times New Roman" w:hAnsi="Times New Roman" w:cs="Times New Roman"/>
          <w:sz w:val="24"/>
          <w:szCs w:val="24"/>
        </w:rPr>
        <w:t xml:space="preserve">е лицо не допускается </w:t>
      </w:r>
      <w:r w:rsidRPr="00412200">
        <w:rPr>
          <w:rFonts w:ascii="Times New Roman" w:hAnsi="Times New Roman" w:cs="Times New Roman"/>
          <w:sz w:val="24"/>
          <w:szCs w:val="24"/>
        </w:rPr>
        <w:t xml:space="preserve">к участию в </w:t>
      </w:r>
      <w:r>
        <w:rPr>
          <w:rFonts w:ascii="Times New Roman" w:hAnsi="Times New Roman" w:cs="Times New Roman"/>
          <w:sz w:val="24"/>
          <w:szCs w:val="24"/>
        </w:rPr>
        <w:t>соответствующей закупке в случае:</w:t>
      </w:r>
    </w:p>
    <w:p w:rsidR="000D6B6F" w:rsidRDefault="000D6B6F" w:rsidP="00046840">
      <w:pPr>
        <w:pStyle w:val="ConsPlusNormal"/>
        <w:ind w:firstLine="540"/>
        <w:jc w:val="both"/>
        <w:outlineLvl w:val="0"/>
        <w:rPr>
          <w:rFonts w:ascii="Times New Roman" w:hAnsi="Times New Roman" w:cs="Times New Roman"/>
          <w:sz w:val="24"/>
          <w:szCs w:val="24"/>
        </w:rPr>
      </w:pPr>
      <w:r>
        <w:rPr>
          <w:rFonts w:ascii="Times New Roman" w:hAnsi="Times New Roman" w:cs="Times New Roman"/>
          <w:sz w:val="24"/>
          <w:szCs w:val="24"/>
        </w:rPr>
        <w:t>несоответствия заявки на участие в соответствующей закупке требованиям документации о закупке, объявлении о проведении запроса котировок;</w:t>
      </w:r>
    </w:p>
    <w:p w:rsidR="000D6B6F" w:rsidRDefault="000D6B6F" w:rsidP="00046840">
      <w:pPr>
        <w:pStyle w:val="ConsPlusNormal"/>
        <w:ind w:firstLine="540"/>
        <w:jc w:val="both"/>
        <w:outlineLvl w:val="0"/>
        <w:rPr>
          <w:rFonts w:ascii="Times New Roman" w:hAnsi="Times New Roman" w:cs="Times New Roman"/>
          <w:sz w:val="24"/>
          <w:szCs w:val="24"/>
        </w:rPr>
      </w:pPr>
      <w:r>
        <w:rPr>
          <w:rFonts w:ascii="Times New Roman" w:hAnsi="Times New Roman" w:cs="Times New Roman"/>
          <w:sz w:val="24"/>
          <w:szCs w:val="24"/>
        </w:rPr>
        <w:t>несоответствия заинтересованного лица требованиям к участникам закупки, установленным в документации о закупке, объявлении о проведении запроса котировок, в соответствии с настоящим Положением;</w:t>
      </w:r>
    </w:p>
    <w:p w:rsidR="000D6B6F" w:rsidRPr="00412200" w:rsidRDefault="000D6B6F" w:rsidP="00046840">
      <w:pPr>
        <w:pStyle w:val="ConsPlusNormal"/>
        <w:ind w:firstLine="540"/>
        <w:jc w:val="both"/>
        <w:outlineLvl w:val="0"/>
        <w:rPr>
          <w:rFonts w:ascii="Times New Roman" w:hAnsi="Times New Roman" w:cs="Times New Roman"/>
          <w:sz w:val="24"/>
          <w:szCs w:val="24"/>
        </w:rPr>
      </w:pPr>
      <w:r>
        <w:rPr>
          <w:rFonts w:ascii="Times New Roman" w:hAnsi="Times New Roman" w:cs="Times New Roman"/>
          <w:sz w:val="24"/>
          <w:szCs w:val="24"/>
        </w:rPr>
        <w:t xml:space="preserve">наличия в заявке на участие в закупке </w:t>
      </w:r>
      <w:r w:rsidRPr="00E54F0D">
        <w:rPr>
          <w:rFonts w:ascii="Times New Roman" w:hAnsi="Times New Roman" w:cs="Times New Roman"/>
          <w:sz w:val="24"/>
          <w:szCs w:val="24"/>
        </w:rPr>
        <w:t>недостоверных (в том числе неполных, противоречивых) сведений.</w:t>
      </w:r>
      <w:r>
        <w:rPr>
          <w:rFonts w:ascii="Times New Roman" w:hAnsi="Times New Roman" w:cs="Times New Roman"/>
          <w:sz w:val="24"/>
          <w:szCs w:val="24"/>
        </w:rPr>
        <w:t xml:space="preserve"> </w:t>
      </w:r>
    </w:p>
    <w:p w:rsidR="000D6B6F" w:rsidRDefault="000D6B6F" w:rsidP="00792067">
      <w:pPr>
        <w:autoSpaceDE w:val="0"/>
        <w:autoSpaceDN w:val="0"/>
        <w:adjustRightInd w:val="0"/>
        <w:ind w:firstLine="540"/>
        <w:jc w:val="both"/>
        <w:outlineLvl w:val="1"/>
      </w:pPr>
      <w:r>
        <w:t>6.4. Не допускается взимание платы с заинтересованных лиц, участников закупок за участие в закупках, за исключением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0D6B6F" w:rsidRDefault="000D6B6F" w:rsidP="0096470C">
      <w:pPr>
        <w:autoSpaceDE w:val="0"/>
        <w:autoSpaceDN w:val="0"/>
        <w:adjustRightInd w:val="0"/>
        <w:ind w:firstLine="540"/>
        <w:outlineLvl w:val="1"/>
      </w:pPr>
    </w:p>
    <w:p w:rsidR="000D6B6F" w:rsidRPr="00046840" w:rsidRDefault="000D6B6F" w:rsidP="00633F5C">
      <w:pPr>
        <w:autoSpaceDE w:val="0"/>
        <w:autoSpaceDN w:val="0"/>
        <w:adjustRightInd w:val="0"/>
        <w:ind w:firstLine="540"/>
        <w:jc w:val="center"/>
        <w:outlineLvl w:val="1"/>
        <w:rPr>
          <w:b/>
        </w:rPr>
      </w:pPr>
      <w:r>
        <w:rPr>
          <w:b/>
        </w:rPr>
        <w:t xml:space="preserve">7. </w:t>
      </w:r>
      <w:r w:rsidRPr="00046840">
        <w:rPr>
          <w:b/>
        </w:rPr>
        <w:t>Требования к участникам закупок</w:t>
      </w:r>
    </w:p>
    <w:p w:rsidR="000D6B6F" w:rsidRDefault="000D6B6F" w:rsidP="0096470C">
      <w:pPr>
        <w:autoSpaceDE w:val="0"/>
        <w:autoSpaceDN w:val="0"/>
        <w:adjustRightInd w:val="0"/>
        <w:ind w:firstLine="540"/>
        <w:outlineLvl w:val="1"/>
      </w:pPr>
    </w:p>
    <w:p w:rsidR="000D6B6F" w:rsidRPr="00105233" w:rsidRDefault="000D6B6F" w:rsidP="00C31185">
      <w:pPr>
        <w:ind w:firstLine="540"/>
        <w:jc w:val="both"/>
      </w:pPr>
      <w:r>
        <w:t xml:space="preserve">7.1. </w:t>
      </w:r>
      <w:r w:rsidRPr="00105233">
        <w:t xml:space="preserve">При </w:t>
      </w:r>
      <w:r>
        <w:t xml:space="preserve">осуществлении </w:t>
      </w:r>
      <w:r w:rsidRPr="00105233">
        <w:t xml:space="preserve">закупок заказчик устанавливает следующие единые </w:t>
      </w:r>
      <w:r>
        <w:t xml:space="preserve">обязательные </w:t>
      </w:r>
      <w:r w:rsidRPr="00105233">
        <w:t>требования к участникам закупок:</w:t>
      </w:r>
    </w:p>
    <w:p w:rsidR="000D6B6F" w:rsidRPr="00B6693B" w:rsidRDefault="000D6B6F" w:rsidP="00C31185">
      <w:pPr>
        <w:jc w:val="both"/>
      </w:pPr>
      <w:r w:rsidRPr="00B6693B">
        <w:t xml:space="preserve">1) соответствие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w:t>
      </w:r>
      <w:r>
        <w:t>предметом</w:t>
      </w:r>
      <w:r w:rsidRPr="00B6693B">
        <w:t xml:space="preserve"> </w:t>
      </w:r>
      <w:r>
        <w:t>закупки</w:t>
      </w:r>
      <w:r w:rsidRPr="00B6693B">
        <w:t>;</w:t>
      </w:r>
    </w:p>
    <w:p w:rsidR="000D6B6F" w:rsidRPr="00105233" w:rsidRDefault="000D6B6F" w:rsidP="00C31185">
      <w:pPr>
        <w:jc w:val="both"/>
      </w:pPr>
      <w:r>
        <w:t>2</w:t>
      </w:r>
      <w:r w:rsidRPr="00105233">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0D6B6F" w:rsidRPr="00105233" w:rsidRDefault="000D6B6F" w:rsidP="00C31185">
      <w:pPr>
        <w:jc w:val="both"/>
      </w:pPr>
      <w:r>
        <w:t>3</w:t>
      </w:r>
      <w:r w:rsidRPr="00105233">
        <w:t>)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w:t>
      </w:r>
      <w:r>
        <w:t>е</w:t>
      </w:r>
      <w:r w:rsidRPr="00105233">
        <w:t>;</w:t>
      </w:r>
    </w:p>
    <w:p w:rsidR="000D6B6F" w:rsidRDefault="000D6B6F" w:rsidP="00C31185">
      <w:pPr>
        <w:jc w:val="both"/>
      </w:pPr>
      <w:r>
        <w:t>4</w:t>
      </w:r>
      <w:r w:rsidRPr="00105233">
        <w:t>) отсутствие у участника закупок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закупок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w:t>
      </w:r>
      <w:r>
        <w:t xml:space="preserve"> в процедуре закупки не принято.</w:t>
      </w:r>
    </w:p>
    <w:p w:rsidR="000D6B6F" w:rsidRPr="00105233" w:rsidRDefault="000D6B6F" w:rsidP="00C31185">
      <w:pPr>
        <w:ind w:firstLine="708"/>
        <w:jc w:val="both"/>
      </w:pPr>
      <w:r>
        <w:t xml:space="preserve">7.2. </w:t>
      </w:r>
      <w:r w:rsidRPr="00105233">
        <w:t xml:space="preserve">При </w:t>
      </w:r>
      <w:r>
        <w:t xml:space="preserve">осуществлении </w:t>
      </w:r>
      <w:r w:rsidRPr="00105233">
        <w:t xml:space="preserve">закупок </w:t>
      </w:r>
      <w:r>
        <w:t xml:space="preserve">путем проведения открытого конкурса, открытого двухэтапного конкурса, открытого аукциона, запроса котировок </w:t>
      </w:r>
      <w:r w:rsidRPr="00105233">
        <w:t xml:space="preserve">заказчик </w:t>
      </w:r>
      <w:r>
        <w:t xml:space="preserve">вправе </w:t>
      </w:r>
      <w:r w:rsidRPr="00105233">
        <w:t>устан</w:t>
      </w:r>
      <w:r>
        <w:t>о</w:t>
      </w:r>
      <w:r w:rsidRPr="00105233">
        <w:t>вит</w:t>
      </w:r>
      <w:r>
        <w:t>ь</w:t>
      </w:r>
      <w:r w:rsidRPr="00105233">
        <w:t xml:space="preserve"> следующие единые </w:t>
      </w:r>
      <w:r>
        <w:t xml:space="preserve"> </w:t>
      </w:r>
      <w:r w:rsidRPr="00105233">
        <w:t>требования к участникам закупок:</w:t>
      </w:r>
    </w:p>
    <w:p w:rsidR="000D6B6F" w:rsidRPr="00105233" w:rsidRDefault="000D6B6F" w:rsidP="002A7572">
      <w:pPr>
        <w:ind w:firstLine="709"/>
        <w:jc w:val="both"/>
      </w:pPr>
      <w:r w:rsidRPr="00724DD4">
        <w:t>1) наличие необходимой профессиональной и технической квалификации;</w:t>
      </w:r>
    </w:p>
    <w:p w:rsidR="000D6B6F" w:rsidRPr="00105233" w:rsidRDefault="000D6B6F" w:rsidP="002A7572">
      <w:pPr>
        <w:ind w:firstLine="709"/>
        <w:jc w:val="both"/>
      </w:pPr>
      <w:r w:rsidRPr="00105233">
        <w:t xml:space="preserve">2) наличие </w:t>
      </w:r>
      <w:r>
        <w:t xml:space="preserve">необходимых </w:t>
      </w:r>
      <w:r w:rsidRPr="00105233">
        <w:t>финансовых ресурсов</w:t>
      </w:r>
      <w:r>
        <w:t xml:space="preserve"> для исполнения договора</w:t>
      </w:r>
      <w:r w:rsidRPr="00105233">
        <w:t>;</w:t>
      </w:r>
    </w:p>
    <w:p w:rsidR="000D6B6F" w:rsidRPr="00105233" w:rsidRDefault="000D6B6F" w:rsidP="002A7572">
      <w:pPr>
        <w:ind w:firstLine="709"/>
        <w:jc w:val="both"/>
      </w:pPr>
      <w:r w:rsidRPr="00105233">
        <w:t xml:space="preserve">3) наличие  </w:t>
      </w:r>
      <w:r>
        <w:t xml:space="preserve">необходимого </w:t>
      </w:r>
      <w:r w:rsidRPr="00105233">
        <w:t xml:space="preserve">оборудования и других материальных </w:t>
      </w:r>
      <w:r>
        <w:t>ресурсов для исполнения договора</w:t>
      </w:r>
      <w:r w:rsidRPr="00105233">
        <w:t>;</w:t>
      </w:r>
    </w:p>
    <w:p w:rsidR="000D6B6F" w:rsidRDefault="000D6B6F" w:rsidP="002A7572">
      <w:pPr>
        <w:ind w:firstLine="709"/>
        <w:jc w:val="both"/>
      </w:pPr>
      <w:r>
        <w:t>4</w:t>
      </w:r>
      <w:r w:rsidRPr="00105233">
        <w:t xml:space="preserve">) </w:t>
      </w:r>
      <w:r>
        <w:t xml:space="preserve">наличие необходимых </w:t>
      </w:r>
      <w:r w:rsidRPr="00105233">
        <w:t>трудовы</w:t>
      </w:r>
      <w:r>
        <w:t>х</w:t>
      </w:r>
      <w:r w:rsidRPr="00105233">
        <w:t xml:space="preserve"> ресурс</w:t>
      </w:r>
      <w:r>
        <w:t>ов</w:t>
      </w:r>
      <w:r w:rsidRPr="00105233">
        <w:t xml:space="preserve"> для исполнения </w:t>
      </w:r>
      <w:r>
        <w:t>договора;</w:t>
      </w:r>
    </w:p>
    <w:p w:rsidR="000D6B6F" w:rsidRPr="00105233" w:rsidRDefault="000D6B6F" w:rsidP="002A7572">
      <w:pPr>
        <w:ind w:firstLine="709"/>
        <w:jc w:val="both"/>
      </w:pPr>
      <w:r>
        <w:t xml:space="preserve">5) </w:t>
      </w:r>
      <w:r w:rsidRPr="00105233">
        <w:t>управленческая компетентность;</w:t>
      </w:r>
    </w:p>
    <w:p w:rsidR="000D6B6F" w:rsidRDefault="000D6B6F" w:rsidP="002A7572">
      <w:pPr>
        <w:ind w:firstLine="709"/>
        <w:jc w:val="both"/>
      </w:pPr>
      <w:r w:rsidRPr="00105233">
        <w:t>5) опыт</w:t>
      </w:r>
      <w:r>
        <w:t xml:space="preserve"> и деловая репутация;</w:t>
      </w:r>
    </w:p>
    <w:p w:rsidR="000D6B6F" w:rsidRPr="00105233" w:rsidRDefault="000D6B6F" w:rsidP="002A7572">
      <w:pPr>
        <w:ind w:firstLine="709"/>
        <w:jc w:val="both"/>
      </w:pPr>
      <w:r>
        <w:t xml:space="preserve">6) отсутствие в предусмотренном Законом и (или) Федеральным </w:t>
      </w:r>
      <w:hyperlink r:id="rId12" w:history="1">
        <w:r w:rsidRPr="008F3E84">
          <w:t>законом</w:t>
        </w:r>
      </w:hyperlink>
      <w:r w:rsidRPr="008F3E84">
        <w:t xml:space="preserve"> </w:t>
      </w:r>
      <w:r>
        <w:t>от 21.07.2005</w:t>
      </w:r>
      <w:r w:rsidRPr="00B35F4C">
        <w:t xml:space="preserve"> </w:t>
      </w:r>
      <w:r>
        <w:t>№ 94-ФЗ «О размещении заказов на поставки товаров, выполнение работ, оказание услуг для государственных и муниципальных нужд» реестре недобросовестных поставщиков сведений об участнике закупки;</w:t>
      </w:r>
    </w:p>
    <w:p w:rsidR="000D6B6F" w:rsidRPr="00105233" w:rsidRDefault="000D6B6F" w:rsidP="002A7572">
      <w:pPr>
        <w:ind w:firstLine="709"/>
        <w:jc w:val="both"/>
      </w:pPr>
      <w:r>
        <w:t>7</w:t>
      </w:r>
      <w:r w:rsidRPr="00105233">
        <w:t>) отсутствие у физического лица - участника закупки либо у руководителя, членов коллегиального исполнительного органа, главного бухгалтера юридического лица - участника закупки судимости за преступления, связанные с их профессиональной деятельностью или предоставление</w:t>
      </w:r>
      <w:r>
        <w:t>м</w:t>
      </w:r>
      <w:r w:rsidRPr="00105233">
        <w:t xml:space="preserve"> заведомо ложных или недостоверных сведений, а также неприменение в отношении указанных лиц наказания в виде </w:t>
      </w:r>
      <w:r>
        <w:t>л</w:t>
      </w:r>
      <w:r w:rsidRPr="00F02231">
        <w:t>ишени</w:t>
      </w:r>
      <w:r>
        <w:t>я</w:t>
      </w:r>
      <w:r w:rsidRPr="00F02231">
        <w:t xml:space="preserve"> права занимать определенные должности или заниматься определенной деятельностью</w:t>
      </w:r>
      <w:r>
        <w:t xml:space="preserve"> и административного наказания в виде</w:t>
      </w:r>
      <w:r w:rsidRPr="00105233">
        <w:t xml:space="preserve"> дисквалификации;</w:t>
      </w:r>
    </w:p>
    <w:p w:rsidR="000D6B6F" w:rsidRPr="00105233" w:rsidRDefault="000D6B6F" w:rsidP="002A7572">
      <w:pPr>
        <w:ind w:firstLine="709"/>
        <w:jc w:val="both"/>
      </w:pPr>
      <w:r>
        <w:t>8</w:t>
      </w:r>
      <w:r w:rsidRPr="00105233">
        <w:t xml:space="preserve">) обладание участниками закупок исключительными правами на </w:t>
      </w:r>
      <w:r>
        <w:t xml:space="preserve">результаты </w:t>
      </w:r>
      <w:r w:rsidRPr="00105233">
        <w:t xml:space="preserve">интеллектуальной </w:t>
      </w:r>
      <w:r>
        <w:t>деятельности</w:t>
      </w:r>
      <w:r w:rsidRPr="00105233">
        <w:t xml:space="preserve">, если в связи с исполнением </w:t>
      </w:r>
      <w:r>
        <w:t>договора</w:t>
      </w:r>
      <w:r w:rsidRPr="00105233">
        <w:t xml:space="preserve"> заказчик приобретает права на </w:t>
      </w:r>
      <w:r>
        <w:t>такие результаты</w:t>
      </w:r>
      <w:r w:rsidRPr="00105233">
        <w:t xml:space="preserve">, за исключением случаев заключения </w:t>
      </w:r>
      <w:r>
        <w:t>договор</w:t>
      </w:r>
      <w:r w:rsidRPr="00105233">
        <w:t xml:space="preserve">а на создание </w:t>
      </w:r>
      <w:r w:rsidRPr="00724DD4">
        <w:t>произведения литературы или искусства (за исключением программ д</w:t>
      </w:r>
      <w:r>
        <w:t>ля ЭВМ, баз данных), исполнения.</w:t>
      </w:r>
    </w:p>
    <w:p w:rsidR="000D6B6F" w:rsidRPr="00105233" w:rsidRDefault="000D6B6F" w:rsidP="00C31185">
      <w:pPr>
        <w:ind w:firstLine="708"/>
        <w:jc w:val="both"/>
      </w:pPr>
      <w:r>
        <w:t>7.3.</w:t>
      </w:r>
      <w:r w:rsidRPr="00105233">
        <w:t xml:space="preserve"> Указанные в  </w:t>
      </w:r>
      <w:r>
        <w:t>п.7.1., п.7.2. настоящего Положения</w:t>
      </w:r>
      <w:r w:rsidRPr="00105233">
        <w:t xml:space="preserve"> требования предъявляются в равной мере ко всем участникам закупок.</w:t>
      </w:r>
    </w:p>
    <w:p w:rsidR="000D6B6F" w:rsidRPr="00EE1F53" w:rsidRDefault="000D6B6F" w:rsidP="00C31185">
      <w:pPr>
        <w:ind w:firstLine="708"/>
        <w:jc w:val="both"/>
      </w:pPr>
      <w:r>
        <w:t>7.4. Комиссия по проведению закупок, з</w:t>
      </w:r>
      <w:r w:rsidRPr="00105233">
        <w:t xml:space="preserve">аказчик </w:t>
      </w:r>
      <w:r w:rsidRPr="00C31185">
        <w:t>отстраняет</w:t>
      </w:r>
      <w:r>
        <w:t xml:space="preserve"> </w:t>
      </w:r>
      <w:r w:rsidRPr="00105233">
        <w:t xml:space="preserve">участника закупок </w:t>
      </w:r>
      <w:r>
        <w:t xml:space="preserve">от участия в соответствующей  закупке </w:t>
      </w:r>
      <w:r w:rsidRPr="00105233">
        <w:t>в любой момент</w:t>
      </w:r>
      <w:r>
        <w:t xml:space="preserve"> до заключения договора</w:t>
      </w:r>
      <w:r w:rsidRPr="00105233">
        <w:t>, если обнаружит, что участник</w:t>
      </w:r>
      <w:r>
        <w:t xml:space="preserve"> закупки представил недостоверную (в том числе неполную, противоречивую) </w:t>
      </w:r>
      <w:r w:rsidRPr="00702E9A">
        <w:t xml:space="preserve">информацию в отношении его </w:t>
      </w:r>
      <w:r>
        <w:t>соответствия требованиям, указанным в п.7.1., п.7.2. настоящего Положения</w:t>
      </w:r>
      <w:r w:rsidRPr="00105233">
        <w:t xml:space="preserve">. </w:t>
      </w:r>
    </w:p>
    <w:p w:rsidR="000D6B6F" w:rsidRPr="00EE1F53" w:rsidRDefault="000D6B6F" w:rsidP="00C31185">
      <w:pPr>
        <w:ind w:firstLine="708"/>
        <w:jc w:val="both"/>
      </w:pPr>
    </w:p>
    <w:p w:rsidR="000D6B6F" w:rsidRDefault="000D6B6F" w:rsidP="00D85DA0"/>
    <w:p w:rsidR="000D6B6F" w:rsidRPr="005404F4" w:rsidRDefault="000D6B6F" w:rsidP="00D81212">
      <w:pPr>
        <w:autoSpaceDE w:val="0"/>
        <w:autoSpaceDN w:val="0"/>
        <w:adjustRightInd w:val="0"/>
        <w:ind w:firstLine="540"/>
        <w:jc w:val="center"/>
        <w:outlineLvl w:val="0"/>
        <w:rPr>
          <w:b/>
        </w:rPr>
      </w:pPr>
      <w:r>
        <w:rPr>
          <w:b/>
        </w:rPr>
        <w:t xml:space="preserve">8. </w:t>
      </w:r>
      <w:r w:rsidRPr="005404F4">
        <w:rPr>
          <w:b/>
        </w:rPr>
        <w:t>Комиссии</w:t>
      </w:r>
      <w:r>
        <w:rPr>
          <w:b/>
        </w:rPr>
        <w:t xml:space="preserve"> по проведению закупок</w:t>
      </w:r>
    </w:p>
    <w:p w:rsidR="000D6B6F" w:rsidRDefault="000D6B6F" w:rsidP="00A202E4">
      <w:pPr>
        <w:autoSpaceDE w:val="0"/>
        <w:autoSpaceDN w:val="0"/>
        <w:adjustRightInd w:val="0"/>
        <w:ind w:firstLine="540"/>
        <w:jc w:val="both"/>
        <w:outlineLvl w:val="0"/>
      </w:pPr>
    </w:p>
    <w:p w:rsidR="000D6B6F" w:rsidRPr="00105233" w:rsidRDefault="000D6B6F" w:rsidP="00BE34A6">
      <w:pPr>
        <w:autoSpaceDE w:val="0"/>
        <w:autoSpaceDN w:val="0"/>
        <w:adjustRightInd w:val="0"/>
        <w:ind w:firstLine="540"/>
        <w:jc w:val="both"/>
        <w:outlineLvl w:val="1"/>
      </w:pPr>
      <w:r>
        <w:t xml:space="preserve">8.1. Для проведения </w:t>
      </w:r>
      <w:r w:rsidRPr="00105233">
        <w:t xml:space="preserve">закупок </w:t>
      </w:r>
      <w:r>
        <w:t xml:space="preserve">(за исключением закупок у единственного источника) </w:t>
      </w:r>
      <w:r w:rsidRPr="00105233">
        <w:t>созда</w:t>
      </w:r>
      <w:r>
        <w:t>ю</w:t>
      </w:r>
      <w:r w:rsidRPr="00105233">
        <w:t>тся</w:t>
      </w:r>
      <w:r>
        <w:t xml:space="preserve"> комиссии по проведению закупок</w:t>
      </w:r>
      <w:r w:rsidRPr="00105233">
        <w:t xml:space="preserve"> (далее также - комисси</w:t>
      </w:r>
      <w:r>
        <w:t>и</w:t>
      </w:r>
      <w:r w:rsidRPr="00105233">
        <w:t>).</w:t>
      </w:r>
    </w:p>
    <w:p w:rsidR="000D6B6F" w:rsidRDefault="000D6B6F" w:rsidP="00BE34A6">
      <w:pPr>
        <w:autoSpaceDE w:val="0"/>
        <w:autoSpaceDN w:val="0"/>
        <w:adjustRightInd w:val="0"/>
        <w:ind w:firstLine="540"/>
        <w:jc w:val="both"/>
        <w:outlineLvl w:val="0"/>
      </w:pPr>
      <w:r>
        <w:t>8.</w:t>
      </w:r>
      <w:r w:rsidRPr="00105233">
        <w:t xml:space="preserve">2. </w:t>
      </w:r>
      <w:r>
        <w:t>Р</w:t>
      </w:r>
      <w:r w:rsidRPr="00105233">
        <w:t>ешени</w:t>
      </w:r>
      <w:r>
        <w:t>е</w:t>
      </w:r>
      <w:r w:rsidRPr="00105233">
        <w:t xml:space="preserve"> о создании комиссии</w:t>
      </w:r>
      <w:r>
        <w:t xml:space="preserve"> принимается з</w:t>
      </w:r>
      <w:r w:rsidRPr="00105233">
        <w:t xml:space="preserve">аказчиком до </w:t>
      </w:r>
      <w:r>
        <w:t xml:space="preserve">начала проведения  закупок, в том числе до </w:t>
      </w:r>
      <w:r w:rsidRPr="00105233">
        <w:t>размещения извещений</w:t>
      </w:r>
      <w:r>
        <w:t>, объявлений</w:t>
      </w:r>
      <w:r w:rsidRPr="00105233">
        <w:t xml:space="preserve"> о проведении </w:t>
      </w:r>
      <w:r>
        <w:t>закупок.</w:t>
      </w:r>
      <w:r w:rsidRPr="00105233">
        <w:t xml:space="preserve"> </w:t>
      </w:r>
      <w:r>
        <w:t>При этом заказчиком</w:t>
      </w:r>
      <w:r w:rsidRPr="00105233">
        <w:t xml:space="preserve"> определяются состав и порядок работы</w:t>
      </w:r>
      <w:r>
        <w:t xml:space="preserve"> комиссии</w:t>
      </w:r>
      <w:r w:rsidRPr="00105233">
        <w:t>, назначается председатель комиссии.</w:t>
      </w:r>
    </w:p>
    <w:p w:rsidR="000D6B6F" w:rsidRDefault="000D6B6F" w:rsidP="00BE34A6">
      <w:pPr>
        <w:autoSpaceDE w:val="0"/>
        <w:autoSpaceDN w:val="0"/>
        <w:adjustRightInd w:val="0"/>
        <w:ind w:firstLine="540"/>
        <w:jc w:val="both"/>
        <w:outlineLvl w:val="1"/>
      </w:pPr>
      <w:r>
        <w:t xml:space="preserve">8.3. Заказчиком могут создаваться конкурсные, аукционные, котировочные и единые комиссии. </w:t>
      </w:r>
      <w:r w:rsidRPr="00105233">
        <w:t xml:space="preserve"> Число членов </w:t>
      </w:r>
      <w:r>
        <w:t xml:space="preserve">конкурсной, аукционной и единой </w:t>
      </w:r>
      <w:r w:rsidRPr="00105233">
        <w:t>комиссии должно быть не менее чем пять человек</w:t>
      </w:r>
      <w:r>
        <w:t>, число членов котировочной комиссии должно быть не менее чем три человека</w:t>
      </w:r>
      <w:r w:rsidRPr="00105233">
        <w:t xml:space="preserve">. </w:t>
      </w:r>
    </w:p>
    <w:p w:rsidR="000D6B6F" w:rsidRPr="00105233" w:rsidRDefault="000D6B6F" w:rsidP="00BE34A6">
      <w:pPr>
        <w:autoSpaceDE w:val="0"/>
        <w:autoSpaceDN w:val="0"/>
        <w:adjustRightInd w:val="0"/>
        <w:ind w:firstLine="540"/>
        <w:jc w:val="both"/>
        <w:outlineLvl w:val="1"/>
      </w:pPr>
      <w:r>
        <w:t>8.</w:t>
      </w:r>
      <w:r w:rsidRPr="00105233">
        <w:t>4. Заказчик включа</w:t>
      </w:r>
      <w:r>
        <w:t>ет</w:t>
      </w:r>
      <w:r w:rsidRPr="00105233">
        <w:t xml:space="preserve"> в состав комиссии преимущественно лиц, прошедших профессиональную переподготовку или повышение квалификации в сфере </w:t>
      </w:r>
      <w:r>
        <w:t>закупок</w:t>
      </w:r>
      <w:r w:rsidRPr="00105233">
        <w:t xml:space="preserve">, а также лиц, обладающих специальными знаниями, относящимися к </w:t>
      </w:r>
      <w:r>
        <w:t>предмету</w:t>
      </w:r>
      <w:r w:rsidRPr="00105233">
        <w:t xml:space="preserve"> закупки.</w:t>
      </w:r>
    </w:p>
    <w:p w:rsidR="000D6B6F" w:rsidRDefault="000D6B6F" w:rsidP="00BE34A6">
      <w:pPr>
        <w:autoSpaceDE w:val="0"/>
        <w:autoSpaceDN w:val="0"/>
        <w:adjustRightInd w:val="0"/>
        <w:ind w:firstLine="540"/>
        <w:jc w:val="both"/>
        <w:outlineLvl w:val="1"/>
      </w:pPr>
      <w:r>
        <w:t>8.</w:t>
      </w:r>
      <w:r w:rsidRPr="00105233">
        <w:t>5. Членами комиссии не могут быть физические лица, лично заинтересованные в результатах осуществления закупок (в том числе физические лица, подавшие заявки (предложения) на участие в закупк</w:t>
      </w:r>
      <w:r>
        <w:t>ах</w:t>
      </w:r>
      <w:r w:rsidRPr="00105233">
        <w:t xml:space="preserve"> либо состоящие в штате организаций, подавших указанные заявки (предложения), либо физические лица, на которых способны оказывать влияние </w:t>
      </w:r>
      <w:r>
        <w:t>заинтересованные лица, подавшие заявки на участие в</w:t>
      </w:r>
      <w:r w:rsidRPr="00105233">
        <w:t xml:space="preserve"> закупк</w:t>
      </w:r>
      <w:r>
        <w:t>ах</w:t>
      </w:r>
      <w:r w:rsidRPr="00105233">
        <w:t xml:space="preserve"> (в том числе физические лица, являющиеся участниками (акционерами) этих организаций, членами их органов управления, кредиторами участников процедур закупок), а также непосредственно осуществляющие контроль в сфере осуществления закупок должностные лица контрольных органов. В случае выявления в составе комиссии указанных лиц заказчик, принявший решение о создании комиссии, обязан незамедлительно заменить их иными физическими лицами, которые лично не заинтересованы в результатах осуществления закупок и на которых не способны оказывать влияние </w:t>
      </w:r>
      <w:r>
        <w:t>заинтересованные лица, подавшие заявки на участие в</w:t>
      </w:r>
      <w:r w:rsidRPr="00105233">
        <w:t xml:space="preserve"> закупк</w:t>
      </w:r>
      <w:r>
        <w:t>ах</w:t>
      </w:r>
      <w:r w:rsidRPr="00105233">
        <w:t>, а также которые не являются непосредственно осуществляющими контроль в сфере осуществления закупок должностными лицами контрольных органов.</w:t>
      </w:r>
    </w:p>
    <w:p w:rsidR="000D6B6F" w:rsidRPr="00105233" w:rsidRDefault="000D6B6F" w:rsidP="00BE34A6">
      <w:pPr>
        <w:ind w:firstLine="540"/>
        <w:jc w:val="both"/>
      </w:pPr>
      <w:r>
        <w:t>8.6</w:t>
      </w:r>
      <w:r w:rsidRPr="00105233">
        <w:t xml:space="preserve">. При проведении </w:t>
      </w:r>
      <w:r>
        <w:t xml:space="preserve">закупок </w:t>
      </w:r>
      <w:r w:rsidRPr="00F44551">
        <w:t>переговоры</w:t>
      </w:r>
      <w:r w:rsidRPr="00105233">
        <w:t xml:space="preserve"> </w:t>
      </w:r>
      <w:r w:rsidRPr="00BE34A6">
        <w:t>заказчика</w:t>
      </w:r>
      <w:r>
        <w:t>,</w:t>
      </w:r>
      <w:r w:rsidRPr="00105233">
        <w:t xml:space="preserve"> член</w:t>
      </w:r>
      <w:r>
        <w:t>ов</w:t>
      </w:r>
      <w:r w:rsidRPr="00105233">
        <w:t xml:space="preserve"> комиссии </w:t>
      </w:r>
      <w:r>
        <w:t xml:space="preserve">по проведению закупок в отношении конкретной закупки </w:t>
      </w:r>
      <w:r w:rsidRPr="00105233">
        <w:t xml:space="preserve">с </w:t>
      </w:r>
      <w:r>
        <w:t xml:space="preserve">заинтересованными лицами, </w:t>
      </w:r>
      <w:r w:rsidRPr="00105233">
        <w:t>участник</w:t>
      </w:r>
      <w:r>
        <w:t>а</w:t>
      </w:r>
      <w:r w:rsidRPr="00105233">
        <w:t>м</w:t>
      </w:r>
      <w:r>
        <w:t>и</w:t>
      </w:r>
      <w:r w:rsidRPr="00105233">
        <w:t xml:space="preserve"> </w:t>
      </w:r>
      <w:r>
        <w:t>закупок</w:t>
      </w:r>
      <w:r w:rsidRPr="00105233">
        <w:t xml:space="preserve"> не допускаются</w:t>
      </w:r>
      <w:r>
        <w:t>, если иное прямо не предусмотрено настоящим Положением</w:t>
      </w:r>
      <w:r w:rsidRPr="00105233">
        <w:t xml:space="preserve">. </w:t>
      </w:r>
    </w:p>
    <w:p w:rsidR="000D6B6F" w:rsidRPr="00105233" w:rsidRDefault="000D6B6F" w:rsidP="00BE34A6">
      <w:pPr>
        <w:autoSpaceDE w:val="0"/>
        <w:autoSpaceDN w:val="0"/>
        <w:adjustRightInd w:val="0"/>
        <w:ind w:firstLine="540"/>
        <w:jc w:val="both"/>
        <w:outlineLvl w:val="1"/>
      </w:pPr>
      <w:r>
        <w:t>8.7</w:t>
      </w:r>
      <w:r w:rsidRPr="00105233">
        <w:t>. Замена члена комиссии допускается только по решению заказчика, принявшего решение о создании комиссии.</w:t>
      </w:r>
    </w:p>
    <w:p w:rsidR="000D6B6F" w:rsidRDefault="000D6B6F" w:rsidP="00BE34A6">
      <w:pPr>
        <w:autoSpaceDE w:val="0"/>
        <w:autoSpaceDN w:val="0"/>
        <w:adjustRightInd w:val="0"/>
        <w:ind w:firstLine="540"/>
        <w:jc w:val="both"/>
        <w:outlineLvl w:val="1"/>
      </w:pPr>
      <w:r>
        <w:t>8.8</w:t>
      </w:r>
      <w:r w:rsidRPr="00105233">
        <w:t xml:space="preserve">. Комиссия правомочна осуществлять свои функции, если на заседании комиссии присутствует не менее </w:t>
      </w:r>
      <w:r>
        <w:t>половины</w:t>
      </w:r>
      <w:r w:rsidRPr="00105233">
        <w:t xml:space="preserve"> ее членов. Члены комиссии должны быть своевременно уведомлены </w:t>
      </w:r>
      <w:r>
        <w:t xml:space="preserve">председателем комиссии </w:t>
      </w:r>
      <w:r w:rsidRPr="00105233">
        <w:t>о месте, дате и времени проведения заседания комиссии. Принятие решения членами комиссии путем проведения заочного голосования, а также делегирование ими своих полномочий иным лицам не допускается.</w:t>
      </w:r>
    </w:p>
    <w:p w:rsidR="000D6B6F" w:rsidRDefault="000D6B6F" w:rsidP="00A202E4">
      <w:pPr>
        <w:autoSpaceDE w:val="0"/>
        <w:autoSpaceDN w:val="0"/>
        <w:adjustRightInd w:val="0"/>
        <w:ind w:firstLine="540"/>
        <w:jc w:val="both"/>
        <w:outlineLvl w:val="0"/>
      </w:pPr>
    </w:p>
    <w:p w:rsidR="000D6B6F" w:rsidRPr="00745E85" w:rsidRDefault="000D6B6F" w:rsidP="00745E85">
      <w:pPr>
        <w:autoSpaceDE w:val="0"/>
        <w:autoSpaceDN w:val="0"/>
        <w:adjustRightInd w:val="0"/>
        <w:ind w:firstLine="540"/>
        <w:jc w:val="center"/>
        <w:outlineLvl w:val="0"/>
        <w:rPr>
          <w:b/>
        </w:rPr>
      </w:pPr>
      <w:r>
        <w:rPr>
          <w:b/>
        </w:rPr>
        <w:t xml:space="preserve">9. </w:t>
      </w:r>
      <w:r w:rsidRPr="00745E85">
        <w:rPr>
          <w:b/>
        </w:rPr>
        <w:t>Открытый конкурс</w:t>
      </w:r>
    </w:p>
    <w:p w:rsidR="000D6B6F" w:rsidRDefault="000D6B6F" w:rsidP="00A202E4">
      <w:pPr>
        <w:autoSpaceDE w:val="0"/>
        <w:autoSpaceDN w:val="0"/>
        <w:adjustRightInd w:val="0"/>
        <w:ind w:firstLine="540"/>
        <w:jc w:val="both"/>
        <w:outlineLvl w:val="0"/>
      </w:pPr>
    </w:p>
    <w:p w:rsidR="000D6B6F" w:rsidRDefault="000D6B6F" w:rsidP="0053009C">
      <w:pPr>
        <w:autoSpaceDE w:val="0"/>
        <w:autoSpaceDN w:val="0"/>
        <w:adjustRightInd w:val="0"/>
        <w:ind w:firstLine="539"/>
        <w:jc w:val="both"/>
        <w:outlineLvl w:val="0"/>
      </w:pPr>
      <w:r>
        <w:t>9.</w:t>
      </w:r>
      <w:r w:rsidRPr="003F347E">
        <w:t xml:space="preserve">1. Под открытым конкурсом понимается способ осуществления закупок, при котором информация о закупке сообщается заказчиком неограниченному кругу лиц путем размещения извещения о проведении </w:t>
      </w:r>
      <w:r>
        <w:t xml:space="preserve">открытого </w:t>
      </w:r>
      <w:r w:rsidRPr="003F347E">
        <w:t xml:space="preserve">конкурса и конкурсной документации </w:t>
      </w:r>
      <w:r>
        <w:t xml:space="preserve">на официальном сайте, </w:t>
      </w:r>
      <w:r w:rsidRPr="003F347E">
        <w:t xml:space="preserve">и </w:t>
      </w:r>
      <w:r>
        <w:t>выигравшим торги на конкурсе признается лицо, которое предложило лучшие условия исполнения договора в соответствии с критериями и порядком оценки и сопоставления заявок, которые установлены в конкурсной документации на основании настоящего Положения.</w:t>
      </w:r>
    </w:p>
    <w:p w:rsidR="000D6B6F" w:rsidRDefault="000D6B6F" w:rsidP="0053009C">
      <w:pPr>
        <w:ind w:firstLine="539"/>
        <w:jc w:val="both"/>
      </w:pPr>
      <w:r>
        <w:t>9.2. Извещение о проведении открытого конкурса, конкурсная документация должны соответствовать требованиям, установленным настоящим Положением.</w:t>
      </w:r>
    </w:p>
    <w:p w:rsidR="000D6B6F" w:rsidRPr="00105233" w:rsidRDefault="000D6B6F" w:rsidP="0053009C">
      <w:pPr>
        <w:shd w:val="clear" w:color="auto" w:fill="FFFFFF"/>
        <w:autoSpaceDE w:val="0"/>
        <w:autoSpaceDN w:val="0"/>
        <w:adjustRightInd w:val="0"/>
        <w:ind w:firstLine="539"/>
        <w:jc w:val="both"/>
        <w:rPr>
          <w:color w:val="000000"/>
        </w:rPr>
      </w:pPr>
      <w:r>
        <w:t>9.3</w:t>
      </w:r>
      <w:r w:rsidRPr="00105233">
        <w:t>. Извещение о проведении открытого конкурса</w:t>
      </w:r>
      <w:r>
        <w:t>, конкурсная документация размещаю</w:t>
      </w:r>
      <w:r w:rsidRPr="00105233">
        <w:t xml:space="preserve">тся заказчиком </w:t>
      </w:r>
      <w:r>
        <w:t xml:space="preserve">на официальном сайте </w:t>
      </w:r>
      <w:r w:rsidRPr="00105233">
        <w:t>не менее че</w:t>
      </w:r>
      <w:r>
        <w:t>м за двадцать</w:t>
      </w:r>
      <w:r w:rsidRPr="00105233">
        <w:t xml:space="preserve"> дней до дня </w:t>
      </w:r>
      <w:r>
        <w:t xml:space="preserve">окончания подачи </w:t>
      </w:r>
      <w:r w:rsidRPr="00105233">
        <w:t>заяв</w:t>
      </w:r>
      <w:r>
        <w:t>о</w:t>
      </w:r>
      <w:r w:rsidRPr="00105233">
        <w:t xml:space="preserve">к на участие в </w:t>
      </w:r>
      <w:r>
        <w:t xml:space="preserve">открытом </w:t>
      </w:r>
      <w:r w:rsidRPr="00105233">
        <w:t>конкурсе.</w:t>
      </w:r>
    </w:p>
    <w:p w:rsidR="000D6B6F" w:rsidRPr="00105233" w:rsidRDefault="000D6B6F" w:rsidP="0053009C">
      <w:pPr>
        <w:shd w:val="clear" w:color="auto" w:fill="FFFFFF"/>
        <w:autoSpaceDE w:val="0"/>
        <w:autoSpaceDN w:val="0"/>
        <w:adjustRightInd w:val="0"/>
        <w:ind w:firstLine="539"/>
        <w:jc w:val="both"/>
        <w:rPr>
          <w:color w:val="000000"/>
        </w:rPr>
      </w:pPr>
      <w:r>
        <w:t>9.4</w:t>
      </w:r>
      <w:r w:rsidRPr="00105233">
        <w:t xml:space="preserve">. Заказчик также вправе </w:t>
      </w:r>
      <w:r>
        <w:t xml:space="preserve">дополнительно </w:t>
      </w:r>
      <w:r w:rsidRPr="00105233">
        <w:t>опубликовать извещение о проведении открытого конкурса в любых средствах массовой информации.</w:t>
      </w:r>
    </w:p>
    <w:p w:rsidR="000D6B6F" w:rsidRDefault="000D6B6F" w:rsidP="00100BE8">
      <w:pPr>
        <w:autoSpaceDE w:val="0"/>
        <w:autoSpaceDN w:val="0"/>
        <w:adjustRightInd w:val="0"/>
        <w:ind w:firstLine="539"/>
        <w:jc w:val="both"/>
        <w:outlineLvl w:val="1"/>
      </w:pPr>
      <w:r>
        <w:t>9.5. Заказчиком при проведении открытого конкурса может быть установлено требование о внесении денежных средств в качестве обеспечения заявки на участие в закупке. При этом размер такого обеспечения не может превышать пять процентов начальной (максимальной) цены договора (цены лота).</w:t>
      </w:r>
    </w:p>
    <w:p w:rsidR="000D6B6F" w:rsidRDefault="000D6B6F" w:rsidP="0053009C">
      <w:pPr>
        <w:autoSpaceDE w:val="0"/>
        <w:autoSpaceDN w:val="0"/>
        <w:adjustRightInd w:val="0"/>
        <w:ind w:firstLine="539"/>
        <w:jc w:val="both"/>
        <w:outlineLvl w:val="1"/>
      </w:pPr>
    </w:p>
    <w:p w:rsidR="000D6B6F" w:rsidRDefault="000D6B6F" w:rsidP="0053009C">
      <w:pPr>
        <w:autoSpaceDE w:val="0"/>
        <w:autoSpaceDN w:val="0"/>
        <w:adjustRightInd w:val="0"/>
        <w:ind w:firstLine="540"/>
        <w:jc w:val="center"/>
        <w:outlineLvl w:val="0"/>
        <w:rPr>
          <w:b/>
        </w:rPr>
      </w:pPr>
      <w:r>
        <w:rPr>
          <w:b/>
        </w:rPr>
        <w:t>10. Порядок п</w:t>
      </w:r>
      <w:r w:rsidRPr="00A90B71">
        <w:rPr>
          <w:b/>
        </w:rPr>
        <w:t>одач</w:t>
      </w:r>
      <w:r>
        <w:rPr>
          <w:b/>
        </w:rPr>
        <w:t>и</w:t>
      </w:r>
      <w:r w:rsidRPr="00A90B71">
        <w:rPr>
          <w:b/>
        </w:rPr>
        <w:t xml:space="preserve"> заявок</w:t>
      </w:r>
      <w:r>
        <w:rPr>
          <w:b/>
        </w:rPr>
        <w:t xml:space="preserve"> на участие в открытом конкурсе</w:t>
      </w:r>
    </w:p>
    <w:p w:rsidR="000D6B6F" w:rsidRPr="00A90B71" w:rsidRDefault="000D6B6F" w:rsidP="00A202E4">
      <w:pPr>
        <w:autoSpaceDE w:val="0"/>
        <w:autoSpaceDN w:val="0"/>
        <w:adjustRightInd w:val="0"/>
        <w:ind w:firstLine="540"/>
        <w:jc w:val="both"/>
        <w:outlineLvl w:val="0"/>
        <w:rPr>
          <w:b/>
        </w:rPr>
      </w:pPr>
    </w:p>
    <w:p w:rsidR="000D6B6F" w:rsidRDefault="000D6B6F" w:rsidP="00F44551">
      <w:pPr>
        <w:ind w:firstLine="539"/>
        <w:jc w:val="both"/>
      </w:pPr>
      <w:r>
        <w:t>10.1.З</w:t>
      </w:r>
      <w:r w:rsidRPr="00105233">
        <w:t xml:space="preserve">аявки </w:t>
      </w:r>
      <w:r>
        <w:t xml:space="preserve">на участие в открытом конкурсе </w:t>
      </w:r>
      <w:r w:rsidRPr="00105233">
        <w:t>п</w:t>
      </w:r>
      <w:r>
        <w:t>ода</w:t>
      </w:r>
      <w:r w:rsidRPr="00105233">
        <w:t xml:space="preserve">ются в порядке, в месте и до истечения срока, указанных в конкурсной документации. </w:t>
      </w:r>
      <w:r>
        <w:t>Заявки на участие в открытом конкурсе должны соответствовать требованиям к форме, оформлению, составу, установленным в конкурсной документации.</w:t>
      </w:r>
    </w:p>
    <w:p w:rsidR="000D6B6F" w:rsidRDefault="000D6B6F" w:rsidP="00F44551">
      <w:pPr>
        <w:autoSpaceDE w:val="0"/>
        <w:autoSpaceDN w:val="0"/>
        <w:adjustRightInd w:val="0"/>
        <w:ind w:firstLine="540"/>
        <w:jc w:val="both"/>
        <w:outlineLvl w:val="1"/>
      </w:pPr>
      <w:r>
        <w:t>10.2. Заинтересованное лицо</w:t>
      </w:r>
      <w:r w:rsidRPr="00105233">
        <w:t xml:space="preserve"> подает заявку на участие в </w:t>
      </w:r>
      <w:r>
        <w:t xml:space="preserve">открытом </w:t>
      </w:r>
      <w:r w:rsidRPr="00105233">
        <w:t xml:space="preserve">конкурсе в письменной форме в запечатанном </w:t>
      </w:r>
      <w:r>
        <w:t>виде, не позволяющем просматривать содержимое заявки до вскрытия в установленном порядке (далее также – конверт с заявкой)</w:t>
      </w:r>
      <w:r w:rsidRPr="00105233">
        <w:t xml:space="preserve">. </w:t>
      </w:r>
      <w:r>
        <w:t>При этом на таком конверте указывается наименование открытого конкурса (лота), на участие в котором подается данная заявка.</w:t>
      </w:r>
    </w:p>
    <w:p w:rsidR="000D6B6F" w:rsidRDefault="000D6B6F" w:rsidP="00F44551">
      <w:pPr>
        <w:ind w:firstLine="540"/>
        <w:jc w:val="both"/>
      </w:pPr>
      <w:r>
        <w:t xml:space="preserve">10.3. </w:t>
      </w:r>
      <w:r w:rsidRPr="00105233">
        <w:t xml:space="preserve">Заявка должна содержать все </w:t>
      </w:r>
      <w:r>
        <w:t xml:space="preserve">документы и </w:t>
      </w:r>
      <w:r w:rsidRPr="002E7A5D">
        <w:t>сведения</w:t>
      </w:r>
      <w:r w:rsidRPr="00105233">
        <w:t>, указанные заказчиком в конкурсной документации</w:t>
      </w:r>
      <w:r>
        <w:t>,  а именно:</w:t>
      </w:r>
      <w:r w:rsidRPr="00105233">
        <w:t xml:space="preserve"> </w:t>
      </w:r>
    </w:p>
    <w:p w:rsidR="000D6B6F" w:rsidRPr="002E7A5D" w:rsidRDefault="000D6B6F" w:rsidP="00FD1301">
      <w:pPr>
        <w:autoSpaceDE w:val="0"/>
        <w:autoSpaceDN w:val="0"/>
        <w:adjustRightInd w:val="0"/>
        <w:jc w:val="both"/>
        <w:outlineLvl w:val="1"/>
      </w:pPr>
      <w:r w:rsidRPr="002E7A5D">
        <w:t>1) сведения и документы о</w:t>
      </w:r>
      <w:r>
        <w:t xml:space="preserve"> заинтересованном лице</w:t>
      </w:r>
      <w:r w:rsidRPr="002E7A5D">
        <w:t>, подавшем заявку:</w:t>
      </w:r>
    </w:p>
    <w:p w:rsidR="000D6B6F" w:rsidRPr="002E7A5D" w:rsidRDefault="000D6B6F" w:rsidP="00FD1301">
      <w:pPr>
        <w:autoSpaceDE w:val="0"/>
        <w:autoSpaceDN w:val="0"/>
        <w:adjustRightInd w:val="0"/>
        <w:jc w:val="both"/>
        <w:outlineLvl w:val="1"/>
      </w:pPr>
      <w:r w:rsidRPr="002E7A5D">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0D6B6F" w:rsidRDefault="000D6B6F" w:rsidP="00FD1301">
      <w:pPr>
        <w:autoSpaceDE w:val="0"/>
        <w:autoSpaceDN w:val="0"/>
        <w:adjustRightInd w:val="0"/>
        <w:jc w:val="both"/>
        <w:outlineLvl w:val="1"/>
      </w:pPr>
      <w:r w:rsidRPr="002E7A5D">
        <w:t xml:space="preserve">б) полученную не ранее чем за </w:t>
      </w:r>
      <w:r>
        <w:t>один</w:t>
      </w:r>
      <w:r w:rsidRPr="002E7A5D">
        <w:t xml:space="preserve"> месяц</w:t>
      </w:r>
      <w:r w:rsidRPr="00406254">
        <w:t xml:space="preserve"> до дня размещения </w:t>
      </w:r>
      <w:r>
        <w:t>на официальном сайте</w:t>
      </w:r>
      <w:r w:rsidRPr="00406254">
        <w:t xml:space="preserve"> извещения о проведении открытого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w:t>
      </w:r>
      <w:r>
        <w:t>один</w:t>
      </w:r>
      <w:r w:rsidRPr="00406254">
        <w:t xml:space="preserve"> месяц до дня размещения на официальном сайте извещения о проведении открытого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w:t>
      </w:r>
      <w:r>
        <w:t>один</w:t>
      </w:r>
      <w:r w:rsidRPr="00406254">
        <w:t xml:space="preserve"> месяц до дня размещения </w:t>
      </w:r>
      <w:r>
        <w:t>на официальном сайте</w:t>
      </w:r>
      <w:r w:rsidRPr="00406254">
        <w:t xml:space="preserve"> извещения о проведении открытого конкурса;</w:t>
      </w:r>
    </w:p>
    <w:p w:rsidR="000D6B6F" w:rsidRDefault="000D6B6F" w:rsidP="00FD1301">
      <w:pPr>
        <w:autoSpaceDE w:val="0"/>
        <w:autoSpaceDN w:val="0"/>
        <w:adjustRightInd w:val="0"/>
        <w:jc w:val="both"/>
        <w:outlineLvl w:val="1"/>
      </w:pPr>
      <w:r w:rsidRPr="00406254">
        <w:t xml:space="preserve">в) документ, подтверждающий полномочия лица на осуществление действий от имени </w:t>
      </w:r>
      <w:r>
        <w:t>заинтересованного лица</w:t>
      </w:r>
      <w:r w:rsidRPr="00406254">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t>заинтересованного лица</w:t>
      </w:r>
      <w:r w:rsidRPr="00406254">
        <w:t xml:space="preserve"> без доверенности (далее для целей настоящей главы - руководитель). В случае, если от имени </w:t>
      </w:r>
      <w:r>
        <w:t>заинтересованного лица</w:t>
      </w:r>
      <w:r w:rsidRPr="00406254">
        <w:t xml:space="preserve"> действует ин</w:t>
      </w:r>
      <w:r>
        <w:t xml:space="preserve">ое лицо, </w:t>
      </w:r>
      <w:r w:rsidRPr="00406254">
        <w:t xml:space="preserve">заявка </w:t>
      </w:r>
      <w:r>
        <w:t xml:space="preserve">на участие в конкурсе </w:t>
      </w:r>
      <w:r w:rsidRPr="00406254">
        <w:t xml:space="preserve">должна содержать также доверенность на осуществление действий от имени </w:t>
      </w:r>
      <w:r>
        <w:t>заинтересованного лица</w:t>
      </w:r>
      <w:r w:rsidRPr="00406254">
        <w:t xml:space="preserve">, заверенную печатью </w:t>
      </w:r>
      <w:r>
        <w:t>заинтересованного лица</w:t>
      </w:r>
      <w:r w:rsidRPr="00406254">
        <w:t xml:space="preserve"> и подписанную руководителем </w:t>
      </w:r>
      <w:r>
        <w:t>заинтересованного лица</w:t>
      </w:r>
      <w:r w:rsidRPr="00406254">
        <w:t xml:space="preserve">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t>заинтересованного лица</w:t>
      </w:r>
      <w:r w:rsidRPr="00406254">
        <w:t>, конкурсная заявка должна содержать также документ, подтверждающий полномочия такого лица;</w:t>
      </w:r>
    </w:p>
    <w:p w:rsidR="000D6B6F" w:rsidRDefault="000D6B6F" w:rsidP="00FD1301">
      <w:pPr>
        <w:autoSpaceDE w:val="0"/>
        <w:autoSpaceDN w:val="0"/>
        <w:adjustRightInd w:val="0"/>
        <w:jc w:val="both"/>
        <w:outlineLvl w:val="1"/>
      </w:pPr>
      <w:r w:rsidRPr="00406254">
        <w:t xml:space="preserve">г) документы, </w:t>
      </w:r>
      <w:r>
        <w:t xml:space="preserve">указанные в конкурсной документации и </w:t>
      </w:r>
      <w:r w:rsidRPr="00406254">
        <w:t xml:space="preserve">подтверждающие соответствие </w:t>
      </w:r>
      <w:r>
        <w:t>заинтересованного лица</w:t>
      </w:r>
      <w:r w:rsidRPr="00406254">
        <w:t xml:space="preserve"> требованиям к участникам</w:t>
      </w:r>
      <w:r>
        <w:t xml:space="preserve"> закупок, установленным</w:t>
      </w:r>
      <w:r w:rsidRPr="00406254">
        <w:t xml:space="preserve"> в конкурсной документации в соответстви</w:t>
      </w:r>
      <w:r>
        <w:t>и с пп.1) п.7.1., п.7.2.</w:t>
      </w:r>
      <w:r w:rsidRPr="00406254">
        <w:t xml:space="preserve"> настоящего </w:t>
      </w:r>
      <w:r>
        <w:t>Порядка (в случае если такие требования установлены в конкурсной документации)</w:t>
      </w:r>
      <w:r w:rsidRPr="00406254">
        <w:t>;</w:t>
      </w:r>
    </w:p>
    <w:p w:rsidR="000D6B6F" w:rsidRDefault="000D6B6F" w:rsidP="00FD1301">
      <w:pPr>
        <w:autoSpaceDE w:val="0"/>
        <w:autoSpaceDN w:val="0"/>
        <w:adjustRightInd w:val="0"/>
        <w:jc w:val="both"/>
        <w:outlineLvl w:val="1"/>
      </w:pPr>
      <w:r w:rsidRPr="00406254">
        <w:t>д) копии учредительн</w:t>
      </w:r>
      <w:r>
        <w:t>ых документов заинтересованного лица</w:t>
      </w:r>
      <w:r w:rsidRPr="00406254">
        <w:t xml:space="preserve"> (для юридических лиц);</w:t>
      </w:r>
    </w:p>
    <w:p w:rsidR="000D6B6F" w:rsidRDefault="000D6B6F" w:rsidP="00FD1301">
      <w:pPr>
        <w:autoSpaceDE w:val="0"/>
        <w:autoSpaceDN w:val="0"/>
        <w:adjustRightInd w:val="0"/>
        <w:jc w:val="both"/>
        <w:outlineLvl w:val="1"/>
      </w:pPr>
      <w:r w:rsidRPr="00406254">
        <w:t xml:space="preserve">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w:t>
      </w:r>
      <w:r>
        <w:t>заинтересованного лица</w:t>
      </w:r>
      <w:r w:rsidRPr="00406254">
        <w:t xml:space="preserve"> поставка товаров, выполнение работ, оказание услуг, являющихся предметом </w:t>
      </w:r>
      <w:r>
        <w:t>договор</w:t>
      </w:r>
      <w:r w:rsidRPr="00406254">
        <w:t xml:space="preserve">а, </w:t>
      </w:r>
      <w:r>
        <w:t>и (</w:t>
      </w:r>
      <w:r w:rsidRPr="00406254">
        <w:t>или</w:t>
      </w:r>
      <w:r>
        <w:t>)</w:t>
      </w:r>
      <w:r w:rsidRPr="00406254">
        <w:t xml:space="preserve"> внесение денежных средств в качестве </w:t>
      </w:r>
      <w:r>
        <w:t>обеспечения заявки на участие в открытом конкурсе</w:t>
      </w:r>
      <w:r w:rsidRPr="00406254">
        <w:t xml:space="preserve">, обеспечения исполнения </w:t>
      </w:r>
      <w:r>
        <w:t>договора</w:t>
      </w:r>
      <w:r w:rsidRPr="00406254">
        <w:t xml:space="preserve"> являются крупной сделкой;</w:t>
      </w:r>
    </w:p>
    <w:p w:rsidR="000D6B6F" w:rsidRDefault="000D6B6F" w:rsidP="00166A53">
      <w:pPr>
        <w:autoSpaceDE w:val="0"/>
        <w:autoSpaceDN w:val="0"/>
        <w:adjustRightInd w:val="0"/>
        <w:jc w:val="both"/>
        <w:outlineLvl w:val="1"/>
      </w:pPr>
      <w:r>
        <w:t>ж) декларирование соответствия заинтересованного лица требованиям, установленным в соответствии с пп.2)-4) п.7.1. настоящего Положения.</w:t>
      </w:r>
    </w:p>
    <w:p w:rsidR="000D6B6F" w:rsidRDefault="000D6B6F" w:rsidP="00FD1301">
      <w:pPr>
        <w:autoSpaceDE w:val="0"/>
        <w:autoSpaceDN w:val="0"/>
        <w:adjustRightInd w:val="0"/>
        <w:jc w:val="both"/>
        <w:outlineLvl w:val="1"/>
      </w:pPr>
      <w:r w:rsidRPr="00406254">
        <w:t xml:space="preserve">2) </w:t>
      </w:r>
      <w:r>
        <w:t xml:space="preserve">предложение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исполнения договора, в том числе предложение о цене договора и (или) о цене единицы товара, работы, услуги; </w:t>
      </w:r>
    </w:p>
    <w:p w:rsidR="000D6B6F" w:rsidRDefault="000D6B6F" w:rsidP="00FD1301">
      <w:pPr>
        <w:autoSpaceDE w:val="0"/>
        <w:autoSpaceDN w:val="0"/>
        <w:adjustRightInd w:val="0"/>
        <w:jc w:val="both"/>
        <w:outlineLvl w:val="1"/>
      </w:pPr>
      <w:r w:rsidRPr="00406254">
        <w:t xml:space="preserve">3) документы, подтверждающие внесение </w:t>
      </w:r>
      <w:r>
        <w:t>денежных средств в качестве обеспечения заявки на участие в конкурсе</w:t>
      </w:r>
      <w:r w:rsidRPr="00406254">
        <w:t xml:space="preserve">, в случае, если в конкурсной документации содержится </w:t>
      </w:r>
      <w:r>
        <w:t xml:space="preserve">указание на </w:t>
      </w:r>
      <w:r w:rsidRPr="00406254">
        <w:t xml:space="preserve">требование </w:t>
      </w:r>
      <w:r>
        <w:t>обеспечения такой заявки.</w:t>
      </w:r>
    </w:p>
    <w:p w:rsidR="000D6B6F" w:rsidRDefault="000D6B6F" w:rsidP="007337E5">
      <w:pPr>
        <w:autoSpaceDE w:val="0"/>
        <w:autoSpaceDN w:val="0"/>
        <w:adjustRightInd w:val="0"/>
        <w:ind w:firstLine="540"/>
        <w:jc w:val="both"/>
        <w:outlineLvl w:val="1"/>
      </w:pPr>
      <w:r>
        <w:t xml:space="preserve">10.4. Требовать от заинтересованного лица иное, за исключением предусмотренных п.10.3. настоящего Положения документов и сведений, не допускается. </w:t>
      </w:r>
    </w:p>
    <w:p w:rsidR="000D6B6F" w:rsidRPr="00105233" w:rsidRDefault="000D6B6F" w:rsidP="001248EC">
      <w:pPr>
        <w:ind w:firstLine="540"/>
        <w:jc w:val="both"/>
      </w:pPr>
      <w:r>
        <w:t>10.5</w:t>
      </w:r>
      <w:r w:rsidRPr="0007190F">
        <w:t>. Заявка на участие в открытом конкурсе может содержать эскиз, рисунок, чертеж, фотографию, иное изображение товара, образец (пробу) товара, закупка которого осуществляется.</w:t>
      </w:r>
    </w:p>
    <w:p w:rsidR="000D6B6F" w:rsidRDefault="000D6B6F" w:rsidP="00314C3C">
      <w:pPr>
        <w:autoSpaceDE w:val="0"/>
        <w:autoSpaceDN w:val="0"/>
        <w:adjustRightInd w:val="0"/>
        <w:ind w:firstLine="540"/>
        <w:jc w:val="both"/>
        <w:outlineLvl w:val="1"/>
      </w:pPr>
      <w:r>
        <w:t>10.6.</w:t>
      </w:r>
      <w:r w:rsidRPr="00105233">
        <w:t xml:space="preserve"> Каждый </w:t>
      </w:r>
      <w:r>
        <w:t xml:space="preserve">поступивший </w:t>
      </w:r>
      <w:r w:rsidRPr="00105233">
        <w:t>конверт с заявкой регистриру</w:t>
      </w:r>
      <w:r>
        <w:t>е</w:t>
      </w:r>
      <w:r w:rsidRPr="00105233">
        <w:t xml:space="preserve">тся заказчиком. </w:t>
      </w:r>
      <w:r w:rsidRPr="00FD1301">
        <w:t xml:space="preserve">При этом отказ в приеме и регистрации конверта с заявкой, на котором не указаны сведения о подавшем его лице, а также требование предоставления таких сведений, в том числе в форме документов, подтверждающих полномочия лица, подавшего конверт с заявкой, на осуществление таких действий от имени </w:t>
      </w:r>
      <w:r>
        <w:t>заинтересованного лица</w:t>
      </w:r>
      <w:r w:rsidRPr="00FD1301">
        <w:t>, не допускается.</w:t>
      </w:r>
      <w:r w:rsidRPr="00314C3C">
        <w:t xml:space="preserve"> </w:t>
      </w:r>
      <w:r>
        <w:t>По требованию заинтересованного лица, подавшего заявку на участие в конкурсе, заказчик выдает расписку в получении такой заявки с указанием даты и времени ее получения.</w:t>
      </w:r>
    </w:p>
    <w:p w:rsidR="000D6B6F" w:rsidRPr="00105233" w:rsidRDefault="000D6B6F" w:rsidP="001248EC">
      <w:pPr>
        <w:ind w:firstLine="540"/>
        <w:jc w:val="both"/>
      </w:pPr>
      <w:r>
        <w:t>10.7. Заинтересованное лицо</w:t>
      </w:r>
      <w:r w:rsidRPr="00105233">
        <w:t xml:space="preserve"> вправе подать только одну заявку на участие в конкурсе в отношении </w:t>
      </w:r>
      <w:r w:rsidRPr="00FD1301">
        <w:t>каждого предмета</w:t>
      </w:r>
      <w:r w:rsidRPr="00105233">
        <w:t xml:space="preserve"> конкурса (лота). </w:t>
      </w:r>
    </w:p>
    <w:p w:rsidR="000D6B6F" w:rsidRPr="00105233" w:rsidRDefault="000D6B6F" w:rsidP="001248EC">
      <w:pPr>
        <w:shd w:val="clear" w:color="auto" w:fill="FFFFFF"/>
        <w:autoSpaceDE w:val="0"/>
        <w:autoSpaceDN w:val="0"/>
        <w:adjustRightInd w:val="0"/>
        <w:ind w:firstLine="540"/>
        <w:jc w:val="both"/>
        <w:rPr>
          <w:color w:val="000000"/>
        </w:rPr>
      </w:pPr>
      <w:r>
        <w:t>10.8.</w:t>
      </w:r>
      <w:r w:rsidRPr="00105233">
        <w:t xml:space="preserve"> Заказчик </w:t>
      </w:r>
      <w:r w:rsidRPr="00105233">
        <w:rPr>
          <w:color w:val="000000"/>
        </w:rPr>
        <w:t>сохраняет</w:t>
      </w:r>
      <w:r w:rsidRPr="00105233">
        <w:rPr>
          <w:rFonts w:ascii="Arial" w:hAnsi="Arial" w:cs="Arial"/>
          <w:color w:val="000000"/>
        </w:rPr>
        <w:t xml:space="preserve"> </w:t>
      </w:r>
      <w:r w:rsidRPr="00FD1301">
        <w:rPr>
          <w:color w:val="000000"/>
        </w:rPr>
        <w:t>защищенность</w:t>
      </w:r>
      <w:r w:rsidRPr="00105233">
        <w:rPr>
          <w:color w:val="000000"/>
        </w:rPr>
        <w:t xml:space="preserve"> и конфиденциальность </w:t>
      </w:r>
      <w:r>
        <w:rPr>
          <w:color w:val="000000"/>
        </w:rPr>
        <w:t>сведений, содержащихся в  конвертах с</w:t>
      </w:r>
      <w:r w:rsidRPr="00105233">
        <w:rPr>
          <w:color w:val="000000"/>
        </w:rPr>
        <w:t xml:space="preserve"> заявк</w:t>
      </w:r>
      <w:r>
        <w:rPr>
          <w:color w:val="000000"/>
        </w:rPr>
        <w:t>ами,</w:t>
      </w:r>
      <w:r w:rsidRPr="00105233">
        <w:rPr>
          <w:color w:val="000000"/>
        </w:rPr>
        <w:t xml:space="preserve"> и обеспечивает, чтобы содержание заявки </w:t>
      </w:r>
      <w:r>
        <w:rPr>
          <w:color w:val="000000"/>
        </w:rPr>
        <w:t xml:space="preserve">на участие в конкурсе </w:t>
      </w:r>
      <w:r w:rsidRPr="00105233">
        <w:rPr>
          <w:color w:val="000000"/>
        </w:rPr>
        <w:t>рассматривалось только после вскрытия</w:t>
      </w:r>
      <w:r>
        <w:rPr>
          <w:color w:val="000000"/>
        </w:rPr>
        <w:t xml:space="preserve"> конвертов с заявками</w:t>
      </w:r>
      <w:r w:rsidRPr="00105233">
        <w:rPr>
          <w:color w:val="000000"/>
        </w:rPr>
        <w:t xml:space="preserve"> в соответствии</w:t>
      </w:r>
      <w:r>
        <w:rPr>
          <w:color w:val="000000"/>
        </w:rPr>
        <w:t xml:space="preserve"> с настоящим Порядком</w:t>
      </w:r>
      <w:r w:rsidRPr="00105233">
        <w:rPr>
          <w:color w:val="000000"/>
        </w:rPr>
        <w:t xml:space="preserve">. </w:t>
      </w:r>
      <w:r w:rsidRPr="00105233">
        <w:t>Лица, осуществляющие хранение конвертов с заявками</w:t>
      </w:r>
      <w:r>
        <w:t>,</w:t>
      </w:r>
      <w:r w:rsidRPr="00105233">
        <w:t xml:space="preserve"> не вправе допускать повреждение таких конвертов до момента их вскрытия в соответствии</w:t>
      </w:r>
      <w:r>
        <w:t xml:space="preserve"> с настоящим Порядком</w:t>
      </w:r>
      <w:r w:rsidRPr="00105233">
        <w:t>.</w:t>
      </w:r>
    </w:p>
    <w:p w:rsidR="000D6B6F" w:rsidRPr="00105233" w:rsidRDefault="000D6B6F" w:rsidP="001248EC">
      <w:pPr>
        <w:ind w:firstLine="540"/>
        <w:jc w:val="both"/>
      </w:pPr>
      <w:r w:rsidRPr="00105233">
        <w:t>10.</w:t>
      </w:r>
      <w:r>
        <w:t>9.</w:t>
      </w:r>
      <w:r w:rsidRPr="00105233">
        <w:t xml:space="preserve"> </w:t>
      </w:r>
      <w:r w:rsidRPr="003E47F3">
        <w:t>Заинтересованное лицо, подавшее заявку на участие в конкурсе, вправе изменить или отозвать заявку на участие в конкурсе в любое время до момента вскрытия конкурсной комиссией конвертов с заявками.</w:t>
      </w:r>
      <w:r w:rsidRPr="00105233">
        <w:t xml:space="preserve"> В случае, если было установлено требование </w:t>
      </w:r>
      <w:r>
        <w:t>внесения денежных средств в качестве обеспечения заявки на участие в конкурсе</w:t>
      </w:r>
      <w:r w:rsidRPr="00105233">
        <w:t xml:space="preserve">, заказчик обязан вернуть </w:t>
      </w:r>
      <w:r>
        <w:t>внесенные в качестве обеспечения заявки на участие в конкурсе денежные средства заинтересованному лицу</w:t>
      </w:r>
      <w:r w:rsidRPr="00105233">
        <w:t xml:space="preserve">, отозвавшему заявку на участие в конкурсе, в течение пяти рабочих дней со дня поступления заказчику </w:t>
      </w:r>
      <w:r>
        <w:t xml:space="preserve">письменного </w:t>
      </w:r>
      <w:r w:rsidRPr="00105233">
        <w:t>уведомления об отзыве заявки на участие в конкурсе.</w:t>
      </w:r>
    </w:p>
    <w:p w:rsidR="000D6B6F" w:rsidRPr="00105233" w:rsidRDefault="000D6B6F" w:rsidP="001248EC">
      <w:pPr>
        <w:shd w:val="clear" w:color="auto" w:fill="FFFFFF"/>
        <w:autoSpaceDE w:val="0"/>
        <w:autoSpaceDN w:val="0"/>
        <w:adjustRightInd w:val="0"/>
        <w:ind w:firstLine="540"/>
        <w:jc w:val="both"/>
        <w:rPr>
          <w:color w:val="000000"/>
        </w:rPr>
      </w:pPr>
      <w:r>
        <w:t>10.10.</w:t>
      </w:r>
      <w:r w:rsidRPr="00105233">
        <w:t xml:space="preserve"> </w:t>
      </w:r>
      <w:r w:rsidRPr="00105233">
        <w:rPr>
          <w:color w:val="000000"/>
        </w:rPr>
        <w:t>К</w:t>
      </w:r>
      <w:r>
        <w:rPr>
          <w:color w:val="000000"/>
        </w:rPr>
        <w:t>онверт с</w:t>
      </w:r>
      <w:r w:rsidRPr="00105233">
        <w:rPr>
          <w:color w:val="000000"/>
        </w:rPr>
        <w:t xml:space="preserve"> заявк</w:t>
      </w:r>
      <w:r>
        <w:rPr>
          <w:color w:val="000000"/>
        </w:rPr>
        <w:t>ой</w:t>
      </w:r>
      <w:r w:rsidRPr="00105233">
        <w:rPr>
          <w:color w:val="000000"/>
        </w:rPr>
        <w:t xml:space="preserve">, </w:t>
      </w:r>
      <w:r>
        <w:rPr>
          <w:color w:val="000000"/>
        </w:rPr>
        <w:t>поступивший</w:t>
      </w:r>
      <w:r w:rsidRPr="00105233">
        <w:rPr>
          <w:color w:val="000000"/>
        </w:rPr>
        <w:t xml:space="preserve"> после истечения</w:t>
      </w:r>
      <w:r>
        <w:rPr>
          <w:color w:val="000000"/>
        </w:rPr>
        <w:t xml:space="preserve"> срока окончания подачи</w:t>
      </w:r>
      <w:r w:rsidRPr="00105233">
        <w:rPr>
          <w:color w:val="000000"/>
        </w:rPr>
        <w:t xml:space="preserve"> заявок</w:t>
      </w:r>
      <w:r>
        <w:rPr>
          <w:color w:val="000000"/>
        </w:rPr>
        <w:t xml:space="preserve"> на участие в конкурсе</w:t>
      </w:r>
      <w:r w:rsidRPr="00105233">
        <w:rPr>
          <w:color w:val="000000"/>
        </w:rPr>
        <w:t xml:space="preserve">, </w:t>
      </w:r>
      <w:r w:rsidRPr="003E47F3">
        <w:rPr>
          <w:color w:val="000000"/>
        </w:rPr>
        <w:t>вскрывается</w:t>
      </w:r>
      <w:r>
        <w:rPr>
          <w:color w:val="000000"/>
        </w:rPr>
        <w:t xml:space="preserve"> заказчиком и возвращается заинтересованному лицу, подавшему такую заявку.</w:t>
      </w:r>
    </w:p>
    <w:p w:rsidR="000D6B6F" w:rsidRDefault="000D6B6F" w:rsidP="001248EC">
      <w:pPr>
        <w:ind w:firstLine="540"/>
        <w:jc w:val="both"/>
      </w:pPr>
      <w:r>
        <w:t>10.11.</w:t>
      </w:r>
      <w:r w:rsidRPr="00105233">
        <w:t xml:space="preserve"> В случае, если по окончании срока подачи заявок на участие в конкурсе подана только одна заявка на участие в конкурсе или не подана ни одна заявка на участие в конкурсе,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в конкурсе или не подана ни одна заявка на участие в конкурсе.</w:t>
      </w:r>
    </w:p>
    <w:p w:rsidR="000D6B6F" w:rsidRPr="0094049F" w:rsidRDefault="000D6B6F" w:rsidP="001248EC">
      <w:pPr>
        <w:ind w:firstLine="540"/>
        <w:jc w:val="both"/>
      </w:pPr>
      <w:r>
        <w:t xml:space="preserve">10.12. </w:t>
      </w:r>
      <w:r w:rsidRPr="00BE1531">
        <w:t xml:space="preserve">В случае, если по окончании срока подачи заявок на участие в </w:t>
      </w:r>
      <w:r>
        <w:t>конкурсе</w:t>
      </w:r>
      <w:r w:rsidRPr="00BE1531">
        <w:t xml:space="preserve"> подана только одна заявка на уч</w:t>
      </w:r>
      <w:r>
        <w:t>астие в конкурсе</w:t>
      </w:r>
      <w:r w:rsidRPr="00BE1531">
        <w:t xml:space="preserve">, </w:t>
      </w:r>
      <w:r>
        <w:t xml:space="preserve">конверт с </w:t>
      </w:r>
      <w:r w:rsidRPr="00BE1531">
        <w:t>указанн</w:t>
      </w:r>
      <w:r>
        <w:t>ой</w:t>
      </w:r>
      <w:r w:rsidRPr="00BE1531">
        <w:t xml:space="preserve"> заявк</w:t>
      </w:r>
      <w:r>
        <w:t>ой вскрывается и заявка</w:t>
      </w:r>
      <w:r w:rsidRPr="00BE1531">
        <w:t xml:space="preserve"> рассматривается в порядке, установленном настоящ</w:t>
      </w:r>
      <w:r>
        <w:t>им</w:t>
      </w:r>
      <w:r w:rsidRPr="00BE1531">
        <w:t xml:space="preserve"> </w:t>
      </w:r>
      <w:r>
        <w:t>Положением</w:t>
      </w:r>
      <w:r w:rsidRPr="00BE1531">
        <w:t>.</w:t>
      </w:r>
    </w:p>
    <w:p w:rsidR="000D6B6F" w:rsidRDefault="000D6B6F" w:rsidP="001922AD">
      <w:pPr>
        <w:ind w:firstLine="540"/>
        <w:jc w:val="both"/>
        <w:rPr>
          <w:b/>
        </w:rPr>
      </w:pPr>
      <w:r w:rsidRPr="00C16FAC">
        <w:t>10</w:t>
      </w:r>
      <w:r>
        <w:t xml:space="preserve">.13. Не позднее, чем за три дня до даты окончания срока подачи заявок на участие в конкурсе извещение об отказе от проведения конкурса размещается на официальном сайте </w:t>
      </w:r>
      <w:r w:rsidRPr="00C16FAC">
        <w:t>(</w:t>
      </w:r>
      <w:hyperlink r:id="rId13" w:history="1">
        <w:r w:rsidRPr="00C16FAC">
          <w:rPr>
            <w:rStyle w:val="Hyperlink"/>
            <w:color w:val="auto"/>
            <w:lang w:val="en-US"/>
          </w:rPr>
          <w:t>www</w:t>
        </w:r>
        <w:r w:rsidRPr="00C16FAC">
          <w:rPr>
            <w:rStyle w:val="Hyperlink"/>
            <w:color w:val="auto"/>
          </w:rPr>
          <w:t>.</w:t>
        </w:r>
        <w:r w:rsidRPr="00C16FAC">
          <w:rPr>
            <w:rStyle w:val="Hyperlink"/>
            <w:color w:val="auto"/>
            <w:lang w:val="en-US"/>
          </w:rPr>
          <w:t>gorodperm</w:t>
        </w:r>
        <w:r w:rsidRPr="00C16FAC">
          <w:rPr>
            <w:rStyle w:val="Hyperlink"/>
            <w:color w:val="auto"/>
          </w:rPr>
          <w:t>.</w:t>
        </w:r>
        <w:r w:rsidRPr="00C16FAC">
          <w:rPr>
            <w:rStyle w:val="Hyperlink"/>
            <w:color w:val="auto"/>
            <w:lang w:val="en-US"/>
          </w:rPr>
          <w:t>ru</w:t>
        </w:r>
      </w:hyperlink>
      <w:r>
        <w:t>) в течение одного дня с даты об отказе от проведения конкурса.</w:t>
      </w:r>
    </w:p>
    <w:p w:rsidR="000D6B6F" w:rsidRDefault="000D6B6F" w:rsidP="000B53D8">
      <w:pPr>
        <w:jc w:val="center"/>
        <w:rPr>
          <w:b/>
        </w:rPr>
      </w:pPr>
    </w:p>
    <w:p w:rsidR="000D6B6F" w:rsidRDefault="000D6B6F" w:rsidP="000B53D8">
      <w:pPr>
        <w:jc w:val="center"/>
        <w:rPr>
          <w:b/>
        </w:rPr>
      </w:pPr>
    </w:p>
    <w:p w:rsidR="000D6B6F" w:rsidRPr="000C39CC" w:rsidRDefault="000D6B6F" w:rsidP="000B53D8">
      <w:pPr>
        <w:jc w:val="center"/>
        <w:rPr>
          <w:b/>
        </w:rPr>
      </w:pPr>
      <w:r w:rsidRPr="007F322D">
        <w:rPr>
          <w:b/>
        </w:rPr>
        <w:t>11</w:t>
      </w:r>
      <w:r>
        <w:rPr>
          <w:b/>
        </w:rPr>
        <w:t xml:space="preserve">. </w:t>
      </w:r>
      <w:r w:rsidRPr="000C39CC">
        <w:rPr>
          <w:b/>
        </w:rPr>
        <w:t>Вскрытие</w:t>
      </w:r>
      <w:r>
        <w:rPr>
          <w:b/>
        </w:rPr>
        <w:t xml:space="preserve"> конвертов с заявками</w:t>
      </w:r>
    </w:p>
    <w:p w:rsidR="000D6B6F" w:rsidRDefault="000D6B6F" w:rsidP="008525A6">
      <w:pPr>
        <w:jc w:val="both"/>
      </w:pPr>
    </w:p>
    <w:p w:rsidR="000D6B6F" w:rsidRPr="00105233" w:rsidRDefault="000D6B6F" w:rsidP="00633F5C">
      <w:pPr>
        <w:shd w:val="clear" w:color="auto" w:fill="FFFFFF"/>
        <w:autoSpaceDE w:val="0"/>
        <w:autoSpaceDN w:val="0"/>
        <w:adjustRightInd w:val="0"/>
        <w:ind w:firstLine="708"/>
        <w:jc w:val="both"/>
        <w:rPr>
          <w:color w:val="000000"/>
        </w:rPr>
      </w:pPr>
      <w:r w:rsidRPr="007F322D">
        <w:rPr>
          <w:color w:val="000000"/>
        </w:rPr>
        <w:t xml:space="preserve">11.1. Конверты с заявками </w:t>
      </w:r>
      <w:r w:rsidRPr="00105233">
        <w:rPr>
          <w:color w:val="000000"/>
        </w:rPr>
        <w:t xml:space="preserve">вскрываются </w:t>
      </w:r>
      <w:r>
        <w:rPr>
          <w:color w:val="000000"/>
        </w:rPr>
        <w:t>во время, в месте и в соответствии с порядком</w:t>
      </w:r>
      <w:r w:rsidRPr="00105233">
        <w:rPr>
          <w:color w:val="000000"/>
        </w:rPr>
        <w:t>, у</w:t>
      </w:r>
      <w:r>
        <w:rPr>
          <w:color w:val="000000"/>
        </w:rPr>
        <w:t>становленными</w:t>
      </w:r>
      <w:r w:rsidRPr="00105233">
        <w:rPr>
          <w:color w:val="000000"/>
        </w:rPr>
        <w:t xml:space="preserve"> </w:t>
      </w:r>
      <w:r>
        <w:rPr>
          <w:color w:val="000000"/>
        </w:rPr>
        <w:t xml:space="preserve">настоящим Положением. </w:t>
      </w:r>
      <w:r w:rsidRPr="00105233">
        <w:rPr>
          <w:color w:val="000000"/>
        </w:rPr>
        <w:t>Вскрытие конвертов с заявками на участие в конкурсе осуществля</w:t>
      </w:r>
      <w:r>
        <w:rPr>
          <w:color w:val="000000"/>
        </w:rPr>
        <w:t>е</w:t>
      </w:r>
      <w:r w:rsidRPr="00105233">
        <w:rPr>
          <w:color w:val="000000"/>
        </w:rPr>
        <w:t>тся в один день.</w:t>
      </w:r>
    </w:p>
    <w:p w:rsidR="000D6B6F" w:rsidRPr="00105233" w:rsidRDefault="000D6B6F" w:rsidP="00633F5C">
      <w:pPr>
        <w:shd w:val="clear" w:color="auto" w:fill="FFFFFF"/>
        <w:autoSpaceDE w:val="0"/>
        <w:autoSpaceDN w:val="0"/>
        <w:adjustRightInd w:val="0"/>
        <w:ind w:firstLine="708"/>
        <w:jc w:val="both"/>
        <w:rPr>
          <w:color w:val="000000"/>
        </w:rPr>
      </w:pPr>
      <w:r>
        <w:rPr>
          <w:color w:val="000000"/>
        </w:rPr>
        <w:t>11.</w:t>
      </w:r>
      <w:r w:rsidRPr="00105233">
        <w:rPr>
          <w:color w:val="000000"/>
        </w:rPr>
        <w:t xml:space="preserve">2. Заказчик обязан предоставить возможность всем </w:t>
      </w:r>
      <w:r>
        <w:rPr>
          <w:color w:val="000000"/>
        </w:rPr>
        <w:t>заинтересованным лицам</w:t>
      </w:r>
      <w:r w:rsidRPr="00105233">
        <w:rPr>
          <w:color w:val="000000"/>
        </w:rPr>
        <w:t xml:space="preserve"> или их представителям присутствовать при вскрытии </w:t>
      </w:r>
      <w:r>
        <w:rPr>
          <w:color w:val="000000"/>
        </w:rPr>
        <w:t xml:space="preserve">конвертов с </w:t>
      </w:r>
      <w:r w:rsidRPr="00105233">
        <w:rPr>
          <w:color w:val="000000"/>
        </w:rPr>
        <w:t>заявк</w:t>
      </w:r>
      <w:r>
        <w:rPr>
          <w:color w:val="000000"/>
        </w:rPr>
        <w:t>ами</w:t>
      </w:r>
      <w:r w:rsidRPr="007F322D">
        <w:rPr>
          <w:color w:val="000000"/>
        </w:rPr>
        <w:t>.</w:t>
      </w:r>
    </w:p>
    <w:p w:rsidR="000D6B6F" w:rsidRPr="00105233" w:rsidRDefault="000D6B6F" w:rsidP="00633F5C">
      <w:pPr>
        <w:shd w:val="clear" w:color="auto" w:fill="FFFFFF"/>
        <w:autoSpaceDE w:val="0"/>
        <w:autoSpaceDN w:val="0"/>
        <w:adjustRightInd w:val="0"/>
        <w:ind w:firstLine="708"/>
        <w:jc w:val="both"/>
        <w:rPr>
          <w:color w:val="000000"/>
        </w:rPr>
      </w:pPr>
      <w:r>
        <w:rPr>
          <w:color w:val="000000"/>
        </w:rPr>
        <w:t>11.</w:t>
      </w:r>
      <w:r w:rsidRPr="00105233">
        <w:rPr>
          <w:color w:val="000000"/>
        </w:rPr>
        <w:t xml:space="preserve">3. Непосредственно перед вскрытием конвертов с заявками на участие в конкурсе или в случае проведения конкурса по нескольким лотам перед вскрытием конвертов с заявками на участие в конкурсе, поданными в отношении каждого лота, </w:t>
      </w:r>
      <w:r>
        <w:rPr>
          <w:color w:val="000000"/>
        </w:rPr>
        <w:t xml:space="preserve">заинтересованным лицам или их представителям конкурсной комиссией объявляется </w:t>
      </w:r>
      <w:r w:rsidRPr="00105233">
        <w:rPr>
          <w:color w:val="000000"/>
        </w:rPr>
        <w:t xml:space="preserve">о возможности подать заявки на участие в конкурсе, изменить или отозвать поданные заявки на участие в конкурсе до </w:t>
      </w:r>
      <w:r>
        <w:rPr>
          <w:color w:val="000000"/>
        </w:rPr>
        <w:t xml:space="preserve">начала </w:t>
      </w:r>
      <w:r w:rsidRPr="00105233">
        <w:rPr>
          <w:color w:val="000000"/>
        </w:rPr>
        <w:t xml:space="preserve">вскрытия конвертов с заявками на участие в конкурсе. Одновременно конкурсной комиссией объявляются последствия подачи двух и более заявок </w:t>
      </w:r>
      <w:r>
        <w:rPr>
          <w:color w:val="000000"/>
        </w:rPr>
        <w:t xml:space="preserve">на участие в конкурсе </w:t>
      </w:r>
      <w:r w:rsidRPr="00105233">
        <w:rPr>
          <w:color w:val="000000"/>
        </w:rPr>
        <w:t xml:space="preserve">одним </w:t>
      </w:r>
      <w:r>
        <w:rPr>
          <w:color w:val="000000"/>
        </w:rPr>
        <w:t>заинтересованным лицом</w:t>
      </w:r>
      <w:r w:rsidRPr="00105233">
        <w:rPr>
          <w:color w:val="000000"/>
        </w:rPr>
        <w:t>.</w:t>
      </w:r>
    </w:p>
    <w:p w:rsidR="000D6B6F" w:rsidRPr="00105233" w:rsidRDefault="000D6B6F" w:rsidP="00633F5C">
      <w:pPr>
        <w:shd w:val="clear" w:color="auto" w:fill="FFFFFF"/>
        <w:autoSpaceDE w:val="0"/>
        <w:autoSpaceDN w:val="0"/>
        <w:adjustRightInd w:val="0"/>
        <w:ind w:firstLine="708"/>
        <w:jc w:val="both"/>
        <w:rPr>
          <w:color w:val="000000"/>
        </w:rPr>
      </w:pPr>
      <w:r>
        <w:rPr>
          <w:color w:val="000000"/>
        </w:rPr>
        <w:t>11.</w:t>
      </w:r>
      <w:r w:rsidRPr="00105233">
        <w:rPr>
          <w:color w:val="000000"/>
        </w:rPr>
        <w:t xml:space="preserve">4. Конкурсной комиссией вскрываются конверты с заявками на участие в конкурсе, которые поступили заказчику до </w:t>
      </w:r>
      <w:r>
        <w:rPr>
          <w:color w:val="000000"/>
        </w:rPr>
        <w:t xml:space="preserve">начала </w:t>
      </w:r>
      <w:r w:rsidRPr="00105233">
        <w:rPr>
          <w:color w:val="000000"/>
        </w:rPr>
        <w:t xml:space="preserve">вскрытия заявок на участие в конкурсе. В случае установления факта подачи одним </w:t>
      </w:r>
      <w:r>
        <w:rPr>
          <w:color w:val="000000"/>
        </w:rPr>
        <w:t>заинтересованным лицом</w:t>
      </w:r>
      <w:r w:rsidRPr="00105233">
        <w:rPr>
          <w:color w:val="000000"/>
        </w:rPr>
        <w:t xml:space="preserve"> двух и более заявок на участие в конкурсе в отношении одного и того же лота при условии, что поданные ранее </w:t>
      </w:r>
      <w:r>
        <w:rPr>
          <w:color w:val="000000"/>
        </w:rPr>
        <w:t>заявки таким заинтересованным лицом</w:t>
      </w:r>
      <w:r w:rsidRPr="00105233">
        <w:rPr>
          <w:color w:val="000000"/>
        </w:rPr>
        <w:t xml:space="preserve"> не отозваны, все заявки на учас</w:t>
      </w:r>
      <w:r>
        <w:rPr>
          <w:color w:val="000000"/>
        </w:rPr>
        <w:t>тие в конкурсе такого заинтересованного лица</w:t>
      </w:r>
      <w:r w:rsidRPr="00105233">
        <w:rPr>
          <w:color w:val="000000"/>
        </w:rPr>
        <w:t>, поданные в отношении данного лота, не рассматриваются</w:t>
      </w:r>
      <w:r>
        <w:rPr>
          <w:color w:val="000000"/>
        </w:rPr>
        <w:t xml:space="preserve"> и возвращаются такому заинтересованному лицу</w:t>
      </w:r>
      <w:r w:rsidRPr="00105233">
        <w:rPr>
          <w:color w:val="000000"/>
        </w:rPr>
        <w:t>.</w:t>
      </w:r>
    </w:p>
    <w:p w:rsidR="000D6B6F" w:rsidRPr="00105233" w:rsidRDefault="000D6B6F" w:rsidP="00633F5C">
      <w:pPr>
        <w:shd w:val="clear" w:color="auto" w:fill="FFFFFF"/>
        <w:autoSpaceDE w:val="0"/>
        <w:autoSpaceDN w:val="0"/>
        <w:adjustRightInd w:val="0"/>
        <w:ind w:firstLine="708"/>
        <w:jc w:val="both"/>
        <w:rPr>
          <w:color w:val="000000"/>
        </w:rPr>
      </w:pPr>
      <w:r>
        <w:rPr>
          <w:color w:val="000000"/>
        </w:rPr>
        <w:t>11.</w:t>
      </w:r>
      <w:r w:rsidRPr="00105233">
        <w:rPr>
          <w:color w:val="000000"/>
        </w:rPr>
        <w:t xml:space="preserve">5. Наименование (для юридического лица), фамилия, имя, отчество (для физического лица) и </w:t>
      </w:r>
      <w:r>
        <w:rPr>
          <w:color w:val="000000"/>
        </w:rPr>
        <w:t xml:space="preserve">почтовый адрес каждого </w:t>
      </w:r>
      <w:r w:rsidRPr="002D75BF">
        <w:rPr>
          <w:color w:val="000000"/>
        </w:rPr>
        <w:t xml:space="preserve">заинтересованного лица, конверт с заявкой на участие в конкурсе которого вскрывается, наличие сведений и документов, предусмотренных конкурсной документацией, условия исполнения </w:t>
      </w:r>
      <w:r>
        <w:rPr>
          <w:color w:val="000000"/>
        </w:rPr>
        <w:t>договор</w:t>
      </w:r>
      <w:r w:rsidRPr="002D75BF">
        <w:rPr>
          <w:color w:val="000000"/>
        </w:rPr>
        <w:t>а</w:t>
      </w:r>
      <w:r w:rsidRPr="00474373">
        <w:rPr>
          <w:color w:val="000000"/>
        </w:rPr>
        <w:t xml:space="preserve">, указанные в такой заявке и являющиеся критерием оценки </w:t>
      </w:r>
      <w:r>
        <w:rPr>
          <w:color w:val="000000"/>
        </w:rPr>
        <w:t xml:space="preserve">и сопоставления </w:t>
      </w:r>
      <w:r w:rsidRPr="00474373">
        <w:rPr>
          <w:color w:val="000000"/>
        </w:rPr>
        <w:t>заявок на участие в конкурсе,</w:t>
      </w:r>
      <w:r w:rsidRPr="00105233">
        <w:rPr>
          <w:color w:val="000000"/>
        </w:rPr>
        <w:t xml:space="preserve"> объявляются при вскрытии конвертов с заявками на участие в конкурсе и заносятся в протокол вскрытия конвертов с заявками. В случае, если по окончании срока подачи заявок на участие в конкурсе подана только одна заявка на участие в конкурсе или не подано ни одной заявки на участие в конкурсе, в указанный протокол вносится информация о признании конкурса несостоявшимся.</w:t>
      </w:r>
    </w:p>
    <w:p w:rsidR="000D6B6F" w:rsidRPr="00105233" w:rsidRDefault="000D6B6F" w:rsidP="00633F5C">
      <w:pPr>
        <w:shd w:val="clear" w:color="auto" w:fill="FFFFFF"/>
        <w:autoSpaceDE w:val="0"/>
        <w:autoSpaceDN w:val="0"/>
        <w:adjustRightInd w:val="0"/>
        <w:ind w:firstLine="708"/>
        <w:jc w:val="both"/>
        <w:rPr>
          <w:color w:val="000000"/>
        </w:rPr>
      </w:pPr>
      <w:r>
        <w:rPr>
          <w:color w:val="000000"/>
        </w:rPr>
        <w:t>11.6</w:t>
      </w:r>
      <w:r w:rsidRPr="00105233">
        <w:rPr>
          <w:color w:val="000000"/>
        </w:rPr>
        <w:t>. Протокол вскрытия конвертов с заявками на участие в конкурсе ведется конкурсной комиссией</w:t>
      </w:r>
      <w:r>
        <w:rPr>
          <w:color w:val="000000"/>
        </w:rPr>
        <w:t>,</w:t>
      </w:r>
      <w:r w:rsidRPr="00105233">
        <w:rPr>
          <w:color w:val="000000"/>
        </w:rPr>
        <w:t xml:space="preserve"> подписывается всеми присутствующими </w:t>
      </w:r>
      <w:r>
        <w:rPr>
          <w:color w:val="000000"/>
        </w:rPr>
        <w:t xml:space="preserve">на заседании </w:t>
      </w:r>
      <w:r w:rsidRPr="00105233">
        <w:rPr>
          <w:color w:val="000000"/>
        </w:rPr>
        <w:t xml:space="preserve">членами конкурсной комиссии </w:t>
      </w:r>
      <w:r>
        <w:rPr>
          <w:color w:val="000000"/>
        </w:rPr>
        <w:t>и заказчиком в день</w:t>
      </w:r>
      <w:r w:rsidRPr="00105233">
        <w:rPr>
          <w:color w:val="000000"/>
        </w:rPr>
        <w:t xml:space="preserve"> вскрытия конвертов с заявками на участие в конкурсе</w:t>
      </w:r>
      <w:r>
        <w:rPr>
          <w:color w:val="000000"/>
        </w:rPr>
        <w:t xml:space="preserve"> и не позднее</w:t>
      </w:r>
      <w:r w:rsidRPr="00105233">
        <w:rPr>
          <w:color w:val="000000"/>
        </w:rPr>
        <w:t xml:space="preserve"> дня, следующего после дня подписания такого протокола, </w:t>
      </w:r>
      <w:r>
        <w:rPr>
          <w:color w:val="000000"/>
        </w:rPr>
        <w:t>размещается заказчиком на официальном сайте</w:t>
      </w:r>
      <w:r w:rsidRPr="00105233">
        <w:rPr>
          <w:color w:val="000000"/>
        </w:rPr>
        <w:t xml:space="preserve">. </w:t>
      </w:r>
    </w:p>
    <w:p w:rsidR="000D6B6F" w:rsidRDefault="000D6B6F" w:rsidP="00EA403F">
      <w:pPr>
        <w:ind w:firstLine="708"/>
        <w:jc w:val="both"/>
        <w:rPr>
          <w:color w:val="000000"/>
        </w:rPr>
      </w:pPr>
      <w:r>
        <w:rPr>
          <w:color w:val="000000"/>
        </w:rPr>
        <w:t>11.7</w:t>
      </w:r>
      <w:r w:rsidRPr="00105233">
        <w:rPr>
          <w:color w:val="000000"/>
        </w:rPr>
        <w:t xml:space="preserve">. </w:t>
      </w:r>
      <w:r w:rsidRPr="00474373">
        <w:rPr>
          <w:color w:val="000000"/>
        </w:rPr>
        <w:t>Заказчик обязан осуществлять аудиозапись вскрытия конвертов с заявками на участие в конкурсе.</w:t>
      </w:r>
      <w:r>
        <w:rPr>
          <w:color w:val="000000"/>
        </w:rPr>
        <w:t xml:space="preserve"> Любое заинтересованное лицо или его представитель</w:t>
      </w:r>
      <w:r w:rsidRPr="00105233">
        <w:rPr>
          <w:color w:val="000000"/>
        </w:rPr>
        <w:t>, присутствующий при вскрытии конвертов с заявками на участие в конкурсе, вправе осуществлять аудио- и видеозапись вскрытия таких конвертов.</w:t>
      </w:r>
    </w:p>
    <w:p w:rsidR="000D6B6F" w:rsidRDefault="000D6B6F" w:rsidP="00EA403F">
      <w:pPr>
        <w:jc w:val="center"/>
        <w:rPr>
          <w:b/>
        </w:rPr>
      </w:pPr>
    </w:p>
    <w:p w:rsidR="000D6B6F" w:rsidRDefault="000D6B6F" w:rsidP="00EA403F">
      <w:pPr>
        <w:jc w:val="center"/>
        <w:rPr>
          <w:b/>
        </w:rPr>
      </w:pPr>
      <w:r>
        <w:rPr>
          <w:b/>
        </w:rPr>
        <w:t xml:space="preserve">12. </w:t>
      </w:r>
      <w:r w:rsidRPr="00CB59E4">
        <w:rPr>
          <w:b/>
        </w:rPr>
        <w:t>Рассмотрение</w:t>
      </w:r>
      <w:r>
        <w:rPr>
          <w:b/>
        </w:rPr>
        <w:t xml:space="preserve"> заявок на участие в конкурсе</w:t>
      </w:r>
    </w:p>
    <w:p w:rsidR="000D6B6F" w:rsidRDefault="000D6B6F" w:rsidP="00EA403F">
      <w:pPr>
        <w:jc w:val="center"/>
        <w:rPr>
          <w:b/>
        </w:rPr>
      </w:pPr>
    </w:p>
    <w:p w:rsidR="000D6B6F" w:rsidRDefault="000D6B6F" w:rsidP="00633F5C">
      <w:pPr>
        <w:autoSpaceDE w:val="0"/>
        <w:autoSpaceDN w:val="0"/>
        <w:adjustRightInd w:val="0"/>
        <w:ind w:firstLine="708"/>
        <w:jc w:val="both"/>
        <w:outlineLvl w:val="1"/>
      </w:pPr>
      <w:r>
        <w:t xml:space="preserve">12.1. Конкурсная комиссия рассматривает заявки на участие в конкурсе на соответствие требованиям, установленным конкурсной документацией, </w:t>
      </w:r>
      <w:r w:rsidRPr="008525A6">
        <w:t>и соответствие заинтересованных лиц, подавших заявки на участие в конкурсе, требованиям, установленным в конкурсной документации в соответствии с настоящим Положением</w:t>
      </w:r>
      <w:r>
        <w:t xml:space="preserve">. Срок рассмотрения заявок на участие в конкурсе не может превышать </w:t>
      </w:r>
      <w:r w:rsidRPr="00E31050">
        <w:t>двадцать дней со</w:t>
      </w:r>
      <w:r>
        <w:t xml:space="preserve"> дня вскрытия конвертов с заявками на участие в конкурсе. </w:t>
      </w:r>
    </w:p>
    <w:p w:rsidR="000D6B6F" w:rsidRDefault="000D6B6F" w:rsidP="00633F5C">
      <w:pPr>
        <w:autoSpaceDE w:val="0"/>
        <w:autoSpaceDN w:val="0"/>
        <w:adjustRightInd w:val="0"/>
        <w:ind w:firstLine="540"/>
        <w:jc w:val="both"/>
        <w:outlineLvl w:val="1"/>
      </w:pPr>
      <w:r>
        <w:t xml:space="preserve">12.2. На основании результатов рассмотрения заявок на участие в конкурсе конкурсной комиссией принимается решение о допуске к участию в конкурсе заинтересованного лица, подавшего заявку на участие в конкурсе, и о признании такого заинтересованного лица участником закупки (далее также – участником конкурса) или об отказе в допуске такого заинтересованного лица к участию в конкурсе в порядке и по основаниям, которые предусмотрены </w:t>
      </w:r>
      <w:r w:rsidRPr="008525A6">
        <w:t>настоящим Положением</w:t>
      </w:r>
      <w:r>
        <w:t>.</w:t>
      </w:r>
    </w:p>
    <w:p w:rsidR="000D6B6F" w:rsidRDefault="000D6B6F" w:rsidP="00106D6C">
      <w:pPr>
        <w:autoSpaceDE w:val="0"/>
        <w:autoSpaceDN w:val="0"/>
        <w:adjustRightInd w:val="0"/>
        <w:ind w:firstLine="540"/>
        <w:jc w:val="both"/>
        <w:outlineLvl w:val="1"/>
      </w:pPr>
      <w:r>
        <w:t xml:space="preserve">12.3. Результаты рассмотрения заявок на участие в конкурсе оформляются протоколом рассмотрения заявок на участие в конкурсе, который </w:t>
      </w:r>
      <w:r w:rsidRPr="002002B5">
        <w:t>ведется конкурсной комиссией и подписывается всеми присутствующими на заседании</w:t>
      </w:r>
      <w:r>
        <w:t xml:space="preserve"> членами конкурсной комиссии и заказчиком в день окончания рассмотрения заявок на участие в конкурсе. Протокол должен содержать:</w:t>
      </w:r>
    </w:p>
    <w:p w:rsidR="000D6B6F" w:rsidRDefault="000D6B6F" w:rsidP="00106D6C">
      <w:pPr>
        <w:autoSpaceDE w:val="0"/>
        <w:autoSpaceDN w:val="0"/>
        <w:adjustRightInd w:val="0"/>
        <w:ind w:firstLine="540"/>
        <w:jc w:val="both"/>
        <w:outlineLvl w:val="1"/>
      </w:pPr>
      <w:r>
        <w:t>сведения о заинтересованных лицах, подавших заявки на участие в конкурсе;</w:t>
      </w:r>
    </w:p>
    <w:p w:rsidR="000D6B6F" w:rsidRDefault="000D6B6F" w:rsidP="00106D6C">
      <w:pPr>
        <w:autoSpaceDE w:val="0"/>
        <w:autoSpaceDN w:val="0"/>
        <w:adjustRightInd w:val="0"/>
        <w:ind w:firstLine="540"/>
        <w:jc w:val="both"/>
        <w:outlineLvl w:val="1"/>
      </w:pPr>
      <w:r>
        <w:t xml:space="preserve">решение о допуске заинтересованного лица к участию в конкурсе и о признании его участником конкурса или об отказе в допуске заинтересованного лица к участию в конкурсе с обоснованием такого решения и с указанием </w:t>
      </w:r>
      <w:r w:rsidRPr="00E31050">
        <w:t>положений конкурсной документации, которым не соответствует заявка на участие в конкурсе этого заинтересованного лица, и (или) такое заинтересованное лицо, положений</w:t>
      </w:r>
      <w:r>
        <w:t xml:space="preserve"> такой заявки, не соответствующих требованиям конкурсной документации;</w:t>
      </w:r>
    </w:p>
    <w:p w:rsidR="000D6B6F" w:rsidRDefault="000D6B6F" w:rsidP="00106D6C">
      <w:pPr>
        <w:autoSpaceDE w:val="0"/>
        <w:autoSpaceDN w:val="0"/>
        <w:adjustRightInd w:val="0"/>
        <w:ind w:firstLine="540"/>
        <w:jc w:val="both"/>
        <w:outlineLvl w:val="1"/>
      </w:pPr>
      <w:r w:rsidRPr="002002B5">
        <w:t>сведения о решении каждого члена конкурсной комиссии о допуске заинтересованного лица к участию в конкурсе или об отказе ему в допуске к участию в конкурсе;</w:t>
      </w:r>
    </w:p>
    <w:p w:rsidR="000D6B6F" w:rsidRDefault="000D6B6F" w:rsidP="00106D6C">
      <w:pPr>
        <w:autoSpaceDE w:val="0"/>
        <w:autoSpaceDN w:val="0"/>
        <w:adjustRightInd w:val="0"/>
        <w:ind w:firstLine="540"/>
        <w:jc w:val="both"/>
        <w:outlineLvl w:val="1"/>
      </w:pPr>
      <w:r>
        <w:t xml:space="preserve">сведений о признании конкурса несостоявшимся (в случае признания конкурса несостоявшимся). </w:t>
      </w:r>
    </w:p>
    <w:p w:rsidR="000D6B6F" w:rsidRDefault="000D6B6F" w:rsidP="00106D6C">
      <w:pPr>
        <w:autoSpaceDE w:val="0"/>
        <w:autoSpaceDN w:val="0"/>
        <w:adjustRightInd w:val="0"/>
        <w:ind w:firstLine="540"/>
        <w:jc w:val="both"/>
        <w:outlineLvl w:val="1"/>
      </w:pPr>
      <w:r>
        <w:t xml:space="preserve">12.4. Протокол рассмотрения заявок на участие в конкурсе размещается заказчиком на официальном сайте в день окончания рассмотрения заявок на участие в конкурсе. </w:t>
      </w:r>
    </w:p>
    <w:p w:rsidR="000D6B6F" w:rsidRDefault="000D6B6F" w:rsidP="00106D6C">
      <w:pPr>
        <w:autoSpaceDE w:val="0"/>
        <w:autoSpaceDN w:val="0"/>
        <w:adjustRightInd w:val="0"/>
        <w:ind w:firstLine="540"/>
        <w:jc w:val="both"/>
        <w:outlineLvl w:val="1"/>
      </w:pPr>
      <w:r>
        <w:t>12.5. В случае, если было установлено требование обеспечения заявки на участие в конкурсе</w:t>
      </w:r>
      <w:r w:rsidRPr="002D75BF">
        <w:t xml:space="preserve">, заказчик обязан вернуть </w:t>
      </w:r>
      <w:r>
        <w:t>внесенные в качестве обеспечения заявки на участие в конкурсе денежные средства</w:t>
      </w:r>
      <w:r w:rsidRPr="002D75BF">
        <w:t xml:space="preserve"> заинтересованному лицу, подавшему заявку на участие в конкурсе и не допущенному</w:t>
      </w:r>
      <w:r>
        <w:t xml:space="preserve"> к участию в конкурсе, в течение пяти рабочих дней со дня подписания протокола рассмотрения заявок на участие в конкурсе.</w:t>
      </w:r>
    </w:p>
    <w:p w:rsidR="000D6B6F" w:rsidRDefault="000D6B6F" w:rsidP="00106D6C">
      <w:pPr>
        <w:autoSpaceDE w:val="0"/>
        <w:autoSpaceDN w:val="0"/>
        <w:adjustRightInd w:val="0"/>
        <w:ind w:firstLine="540"/>
        <w:jc w:val="both"/>
        <w:outlineLvl w:val="1"/>
      </w:pPr>
      <w:r>
        <w:t>12.6. В случае, если на основании результатов рассмотрения заявок на участие в конкурсе принято решение об отказе в допуске к участию в конкурсе всех заинтересованных лиц, подавших заявки на участие в конкурсе,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заинтересованных лиц, подавших заявки на участие в конкурсе в отношении этого лота. При этом заказчик в случае, если было установлено требование обеспечения заявки на участие в конкурсе</w:t>
      </w:r>
      <w:r w:rsidRPr="00E51ED2">
        <w:t>,</w:t>
      </w:r>
      <w:r>
        <w:t xml:space="preserve"> обязан вернуть внесенные в качестве обеспечения заявки на участие в конкурсе денежные средства заинтересованным лицам, подавшим заявки на участие в конкурсе, в течение пяти рабочих дней со дня признания конкурса несостоявшимся. </w:t>
      </w:r>
    </w:p>
    <w:p w:rsidR="000D6B6F" w:rsidRDefault="000D6B6F" w:rsidP="005836B3">
      <w:pPr>
        <w:autoSpaceDE w:val="0"/>
        <w:autoSpaceDN w:val="0"/>
        <w:adjustRightInd w:val="0"/>
        <w:ind w:firstLine="540"/>
        <w:jc w:val="both"/>
        <w:outlineLvl w:val="1"/>
      </w:pPr>
      <w:r>
        <w:t>12.7. В случае, если на основании результатов рассмотрения заявок на участие в конкурсе принято решение о допуске к участию в конкурсе и признании участником конкурса только одного заинтересованного лица, подавшего заявку на участие в конкурсе, конкурс признается несостоявшимся, при этом договор с таким участником конкурса заключается в соответствии с п.5.4. настоящего Порядка. В случае, если конкурсной документацией предусмотрено два и более лота, конкурс признается не состоявшимся только в отношении того лота, решение о допуске к участию в котором и признании участником конкурса принято относительно только одного заинтересованного лица, подавшего заявку на участие в конкурсе в отношении этого лота, при этом договор с таким участником конкурса заключается в соответствии с п.5.4. настоящего Порядка в отношении этого лота. При этом заказчик в случае, если было установлено обеспечения заявки на участие в конкурсе</w:t>
      </w:r>
      <w:r w:rsidRPr="00E51ED2">
        <w:t>,</w:t>
      </w:r>
      <w:r>
        <w:t xml:space="preserve"> обязан вернуть внесенные в качестве обеспечения заявки на участие в конкурсе денежные средства  заинтересованным лицам, подавшим заявки на участие в конкурсе, в течение пяти рабочих дней со дня признания конкурса несостоявшимся, за исключением заинтересованного лица, признанного участником конкурса. Внесенные в качестве обеспечения заявки на участие в конкурсе денежные средства возвращаются такому участнику конкурса в течение пяти рабочих дней со дня заключения с ним договора. </w:t>
      </w:r>
    </w:p>
    <w:p w:rsidR="000D6B6F" w:rsidRDefault="000D6B6F" w:rsidP="00106D6C">
      <w:pPr>
        <w:autoSpaceDE w:val="0"/>
        <w:autoSpaceDN w:val="0"/>
        <w:adjustRightInd w:val="0"/>
        <w:ind w:firstLine="540"/>
        <w:jc w:val="both"/>
        <w:outlineLvl w:val="1"/>
      </w:pPr>
    </w:p>
    <w:p w:rsidR="000D6B6F" w:rsidRDefault="000D6B6F" w:rsidP="00C45998">
      <w:pPr>
        <w:autoSpaceDE w:val="0"/>
        <w:autoSpaceDN w:val="0"/>
        <w:adjustRightInd w:val="0"/>
        <w:ind w:firstLine="540"/>
        <w:jc w:val="center"/>
        <w:outlineLvl w:val="1"/>
      </w:pPr>
      <w:r>
        <w:rPr>
          <w:b/>
        </w:rPr>
        <w:t xml:space="preserve">13. </w:t>
      </w:r>
      <w:r w:rsidRPr="00C859DE">
        <w:rPr>
          <w:b/>
        </w:rPr>
        <w:t>Оценка</w:t>
      </w:r>
      <w:r>
        <w:t xml:space="preserve"> </w:t>
      </w:r>
      <w:r w:rsidRPr="00710E5A">
        <w:rPr>
          <w:b/>
        </w:rPr>
        <w:t>и сопоставление</w:t>
      </w:r>
      <w:r>
        <w:t xml:space="preserve"> </w:t>
      </w:r>
      <w:r w:rsidRPr="007A2099">
        <w:rPr>
          <w:b/>
        </w:rPr>
        <w:t>заявок на участие в конкурсе</w:t>
      </w:r>
    </w:p>
    <w:p w:rsidR="000D6B6F" w:rsidRDefault="000D6B6F" w:rsidP="00106D6C">
      <w:pPr>
        <w:autoSpaceDE w:val="0"/>
        <w:autoSpaceDN w:val="0"/>
        <w:adjustRightInd w:val="0"/>
        <w:ind w:firstLine="540"/>
        <w:jc w:val="both"/>
        <w:outlineLvl w:val="1"/>
      </w:pPr>
    </w:p>
    <w:p w:rsidR="000D6B6F" w:rsidRDefault="000D6B6F" w:rsidP="00633F5C">
      <w:pPr>
        <w:autoSpaceDE w:val="0"/>
        <w:autoSpaceDN w:val="0"/>
        <w:adjustRightInd w:val="0"/>
        <w:ind w:firstLine="540"/>
        <w:jc w:val="both"/>
        <w:outlineLvl w:val="1"/>
      </w:pPr>
      <w:r>
        <w:t xml:space="preserve">13.1. Конкурсная комиссия осуществляет оценку и сопоставление заявок на участие в конкурсе, поданных заинтересованными лицами, признанными участниками конкурса (за исключением случая, предусмотренного п.12.7. настоящего Положения). Срок оценки и сопоставления таких заявок не может превышать </w:t>
      </w:r>
      <w:r w:rsidRPr="00E87841">
        <w:t>десять</w:t>
      </w:r>
      <w:r>
        <w:t xml:space="preserve"> дней со дня подписания протокола рассмотрения заявок на участие в конкурсе. </w:t>
      </w:r>
    </w:p>
    <w:p w:rsidR="000D6B6F" w:rsidRDefault="000D6B6F" w:rsidP="00633F5C">
      <w:pPr>
        <w:autoSpaceDE w:val="0"/>
        <w:autoSpaceDN w:val="0"/>
        <w:adjustRightInd w:val="0"/>
        <w:ind w:firstLine="540"/>
        <w:jc w:val="both"/>
        <w:outlineLvl w:val="1"/>
      </w:pPr>
      <w:r>
        <w:t xml:space="preserve">13.2. Оценка и сопоставление заявок на участие в конкурсе осуществляются конкурсной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 </w:t>
      </w:r>
    </w:p>
    <w:p w:rsidR="000D6B6F" w:rsidRDefault="000D6B6F" w:rsidP="00633F5C">
      <w:pPr>
        <w:autoSpaceDE w:val="0"/>
        <w:autoSpaceDN w:val="0"/>
        <w:adjustRightInd w:val="0"/>
        <w:ind w:firstLine="540"/>
        <w:jc w:val="both"/>
        <w:outlineLvl w:val="1"/>
      </w:pPr>
      <w:r>
        <w:t>13.3. Критериями оценки и сопоставления заявок на участие в конкурсе помимо цены договора могут быть:</w:t>
      </w:r>
    </w:p>
    <w:p w:rsidR="000D6B6F" w:rsidRDefault="000D6B6F" w:rsidP="00106D6C">
      <w:pPr>
        <w:autoSpaceDE w:val="0"/>
        <w:autoSpaceDN w:val="0"/>
        <w:adjustRightInd w:val="0"/>
        <w:ind w:firstLine="540"/>
        <w:jc w:val="both"/>
        <w:outlineLvl w:val="1"/>
      </w:pPr>
      <w:r>
        <w:t>1) функциональные характеристики (потребительские свойства) или качественные характеристики товара;</w:t>
      </w:r>
    </w:p>
    <w:p w:rsidR="000D6B6F" w:rsidRDefault="000D6B6F" w:rsidP="00106D6C">
      <w:pPr>
        <w:autoSpaceDE w:val="0"/>
        <w:autoSpaceDN w:val="0"/>
        <w:adjustRightInd w:val="0"/>
        <w:ind w:firstLine="540"/>
        <w:jc w:val="both"/>
        <w:outlineLvl w:val="1"/>
      </w:pPr>
      <w:r>
        <w:t>2) качество работ, услуг и (или) квалификация участника конкурса при размещении заказа на выполнение работ, оказание услуг;</w:t>
      </w:r>
    </w:p>
    <w:p w:rsidR="000D6B6F" w:rsidRDefault="000D6B6F" w:rsidP="00106D6C">
      <w:pPr>
        <w:autoSpaceDE w:val="0"/>
        <w:autoSpaceDN w:val="0"/>
        <w:adjustRightInd w:val="0"/>
        <w:ind w:firstLine="540"/>
        <w:jc w:val="both"/>
        <w:outlineLvl w:val="1"/>
      </w:pPr>
      <w:r>
        <w:t>3) расходы на эксплуатацию товара;</w:t>
      </w:r>
    </w:p>
    <w:p w:rsidR="000D6B6F" w:rsidRDefault="000D6B6F" w:rsidP="00106D6C">
      <w:pPr>
        <w:autoSpaceDE w:val="0"/>
        <w:autoSpaceDN w:val="0"/>
        <w:adjustRightInd w:val="0"/>
        <w:ind w:firstLine="540"/>
        <w:jc w:val="both"/>
        <w:outlineLvl w:val="1"/>
      </w:pPr>
      <w:r>
        <w:t>4) расходы на техническое обслуживание товара;</w:t>
      </w:r>
    </w:p>
    <w:p w:rsidR="000D6B6F" w:rsidRDefault="000D6B6F" w:rsidP="00106D6C">
      <w:pPr>
        <w:autoSpaceDE w:val="0"/>
        <w:autoSpaceDN w:val="0"/>
        <w:adjustRightInd w:val="0"/>
        <w:ind w:firstLine="540"/>
        <w:jc w:val="both"/>
        <w:outlineLvl w:val="1"/>
      </w:pPr>
      <w:r>
        <w:t>5) сроки (периоды) поставки товара, выполнения работ, оказания услуг;</w:t>
      </w:r>
    </w:p>
    <w:p w:rsidR="000D6B6F" w:rsidRDefault="000D6B6F" w:rsidP="00106D6C">
      <w:pPr>
        <w:autoSpaceDE w:val="0"/>
        <w:autoSpaceDN w:val="0"/>
        <w:adjustRightInd w:val="0"/>
        <w:ind w:firstLine="540"/>
        <w:jc w:val="both"/>
        <w:outlineLvl w:val="1"/>
      </w:pPr>
      <w:r>
        <w:t>6) срок предоставления гарантии качества товара, работ, услуг;</w:t>
      </w:r>
    </w:p>
    <w:p w:rsidR="000D6B6F" w:rsidRDefault="000D6B6F" w:rsidP="00106D6C">
      <w:pPr>
        <w:autoSpaceDE w:val="0"/>
        <w:autoSpaceDN w:val="0"/>
        <w:adjustRightInd w:val="0"/>
        <w:ind w:firstLine="540"/>
        <w:jc w:val="both"/>
        <w:outlineLvl w:val="1"/>
      </w:pPr>
      <w:r>
        <w:t>7) объем предоставления гарантий качества товара, работ, услуг.</w:t>
      </w:r>
    </w:p>
    <w:p w:rsidR="000D6B6F" w:rsidRDefault="000D6B6F" w:rsidP="00106D6C">
      <w:pPr>
        <w:autoSpaceDE w:val="0"/>
        <w:autoSpaceDN w:val="0"/>
        <w:adjustRightInd w:val="0"/>
        <w:ind w:firstLine="540"/>
        <w:jc w:val="both"/>
        <w:outlineLvl w:val="1"/>
      </w:pPr>
      <w:r>
        <w:t>Использование иных критериев оценки и сопоставления заявок на участие в конкурсе не допускается.</w:t>
      </w:r>
    </w:p>
    <w:p w:rsidR="000D6B6F" w:rsidRDefault="000D6B6F" w:rsidP="00633F5C">
      <w:pPr>
        <w:autoSpaceDE w:val="0"/>
        <w:autoSpaceDN w:val="0"/>
        <w:adjustRightInd w:val="0"/>
        <w:ind w:firstLine="540"/>
        <w:jc w:val="both"/>
        <w:outlineLvl w:val="1"/>
      </w:pPr>
      <w:r>
        <w:t xml:space="preserve">13.4. Конкурсная комиссия при оценке и сопоставлении заявок на участие в конкурсе в соответствии с критерием, предусмотренным пп. 2) п.13.3. настоящего Положения, </w:t>
      </w:r>
      <w:r w:rsidRPr="00E87841">
        <w:t xml:space="preserve">вправе оценивать </w:t>
      </w:r>
      <w:r>
        <w:t>п</w:t>
      </w:r>
      <w:r w:rsidRPr="00E87841">
        <w:t xml:space="preserve">оказатели, </w:t>
      </w:r>
      <w:r>
        <w:t>установленные в пп.1)-6) п.7.2. настоящего Положения</w:t>
      </w:r>
      <w:r w:rsidRPr="00E87841">
        <w:t>, в случае, если это установлено</w:t>
      </w:r>
      <w:r>
        <w:t xml:space="preserve"> содержащимся в конкурсной документации порядком оценки и сопоставления заявок на участие в конкурсе.</w:t>
      </w:r>
    </w:p>
    <w:p w:rsidR="000D6B6F" w:rsidRDefault="000D6B6F" w:rsidP="00633F5C">
      <w:pPr>
        <w:autoSpaceDE w:val="0"/>
        <w:autoSpaceDN w:val="0"/>
        <w:adjustRightInd w:val="0"/>
        <w:ind w:firstLine="540"/>
        <w:jc w:val="both"/>
        <w:outlineLvl w:val="1"/>
      </w:pPr>
      <w:r>
        <w:t xml:space="preserve">13.5. Совокупная значимость критериев оценки и сопоставления заявок, установленных в конкурсной документации, должна составлять сто процентов. Значимость критериев, указанных в пп. 1), пп.2) п.13.3. настоящего Положения, не может составлять более </w:t>
      </w:r>
      <w:r w:rsidRPr="00670E4D">
        <w:t>сорока пяти</w:t>
      </w:r>
      <w:r>
        <w:t xml:space="preserve"> процентов.</w:t>
      </w:r>
    </w:p>
    <w:p w:rsidR="000D6B6F" w:rsidRDefault="000D6B6F" w:rsidP="00633F5C">
      <w:pPr>
        <w:autoSpaceDE w:val="0"/>
        <w:autoSpaceDN w:val="0"/>
        <w:adjustRightInd w:val="0"/>
        <w:ind w:firstLine="540"/>
        <w:jc w:val="both"/>
        <w:outlineLvl w:val="1"/>
      </w:pPr>
      <w:r>
        <w:t xml:space="preserve">13.6. На основании результатов оценки и сопоставления </w:t>
      </w:r>
      <w:r w:rsidRPr="00D600FD">
        <w:t>заявок</w:t>
      </w:r>
      <w:r>
        <w:t xml:space="preserve"> на участие в конкурсе конкурсной комиссией каждой заявке на участие в конкурсе относительно других по мере уменьшения степени выгодности </w:t>
      </w:r>
      <w:r w:rsidRPr="00670E4D">
        <w:t>содержащихся в них условий исполнения договора присваивается порядковый номер. Заявке на участие в конкурсе, в которой содержатся лучшие условия исполнения договора в соответствии с порядком оценки</w:t>
      </w:r>
      <w:r>
        <w:t xml:space="preserve"> и сопоставления заявок</w:t>
      </w:r>
      <w:r w:rsidRPr="00670E4D">
        <w:t>, установленным в конкурсной документации, присваивается</w:t>
      </w:r>
      <w:r>
        <w:t xml:space="preserve"> первый номер. 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rsidR="000D6B6F" w:rsidRDefault="000D6B6F" w:rsidP="00633F5C">
      <w:pPr>
        <w:autoSpaceDE w:val="0"/>
        <w:autoSpaceDN w:val="0"/>
        <w:adjustRightInd w:val="0"/>
        <w:ind w:firstLine="540"/>
        <w:jc w:val="both"/>
        <w:outlineLvl w:val="1"/>
      </w:pPr>
      <w:r>
        <w:t>13.7. Победителем конкурса признается участник конкурса, который предложил лучшие условия исполнения договора и заявке на участие в конкурсе которого присвоен первый номер.</w:t>
      </w:r>
    </w:p>
    <w:p w:rsidR="000D6B6F" w:rsidRDefault="000D6B6F" w:rsidP="00633F5C">
      <w:pPr>
        <w:autoSpaceDE w:val="0"/>
        <w:autoSpaceDN w:val="0"/>
        <w:adjustRightInd w:val="0"/>
        <w:ind w:firstLine="540"/>
        <w:jc w:val="both"/>
        <w:outlineLvl w:val="1"/>
      </w:pPr>
      <w:r>
        <w:t xml:space="preserve">13.8. Конкурсная комиссия ведет протокол оценки и сопоставления заявок на участие в конкурсе, в котором должны содержаться сведения о месте, дате, времени проведения оценки и сопоставления таких заявок, об участниках конкурса, о порядке оценки и сопоставления заявок на участие в конкурсе, о принятом на основании результатов оценки и сопоставлении заявок на участие в конкурсе решении о присвоении заявкам на участие в конкурсе порядковых номеров, сведения о присвоении заявкам на участие в конкурсе значений по каждому из предусмотренных критериев оценки и сопоставления заявок на участие в конкурсе, а также наименования (для юридических лиц), фамилии, имена, отчества (для физических лиц) и почтовые адреса участников конкурса, заявкам на участие в конкурсе которых присвоен первый и второй номера. Протокол подписывается всеми присутствующими членами конкурсной комиссии и заказчиком в день окончания проведения оценки и сопоставления заявок на участие в конкурсе. Протокол составляется в двух экземплярах. Заказчик в течение </w:t>
      </w:r>
      <w:r w:rsidRPr="002778A0">
        <w:t>трех рабочих дней со дня подписания протокола оценки</w:t>
      </w:r>
      <w:r>
        <w:t xml:space="preserve"> и сопоставления</w:t>
      </w:r>
      <w:r w:rsidRPr="002778A0">
        <w:t xml:space="preserve"> заявок на участие в конкурсе передает победителю конкурса два экземпляра протокола. Победитель конкурса в течение двух рабочих дней со дня получения от заказчика протокола оценки</w:t>
      </w:r>
      <w:r>
        <w:t xml:space="preserve"> и сопоставления </w:t>
      </w:r>
      <w:r w:rsidRPr="002778A0">
        <w:t>заявок на участие в конкурсе подписывает такой протокол и</w:t>
      </w:r>
      <w:r>
        <w:t xml:space="preserve"> направляет один экземпляр протокола заказчику. </w:t>
      </w:r>
    </w:p>
    <w:p w:rsidR="000D6B6F" w:rsidRDefault="000D6B6F" w:rsidP="00633F5C">
      <w:pPr>
        <w:autoSpaceDE w:val="0"/>
        <w:autoSpaceDN w:val="0"/>
        <w:adjustRightInd w:val="0"/>
        <w:ind w:firstLine="540"/>
        <w:jc w:val="both"/>
        <w:outlineLvl w:val="1"/>
      </w:pPr>
      <w:r>
        <w:t>13.9. Протокол оценки и сопоставления заявок на участие в конкурсе размещается заказчиком на официальном сайте в течение дня, следующего после дня подписания указанного протокола членами конкурсной комиссии и заказчиком.</w:t>
      </w:r>
    </w:p>
    <w:p w:rsidR="000D6B6F" w:rsidRPr="00C65D2F" w:rsidRDefault="000D6B6F" w:rsidP="00633F5C">
      <w:pPr>
        <w:autoSpaceDE w:val="0"/>
        <w:autoSpaceDN w:val="0"/>
        <w:adjustRightInd w:val="0"/>
        <w:ind w:firstLine="540"/>
        <w:jc w:val="both"/>
        <w:outlineLvl w:val="1"/>
      </w:pPr>
      <w:r>
        <w:t xml:space="preserve">13.10. В случае, если было установлено требование обеспечения заявки на участие в конкурсе, заказчик обязан вернуть в течение пяти рабочих дней со дня подписания членами конкурсной комиссии и заказчиком протокола оценки и сопоставления заявок на участие в конкурсе внесенные в качестве обеспечения заявки на участие в конкурсе денежные средства участникам конкурса, которые участвовали в конкурсе, но не стали победителями конкурса, за исключением участника конкурса, заявке на участие в конкурсе которого присвоен второй </w:t>
      </w:r>
      <w:r w:rsidRPr="00C65D2F">
        <w:t xml:space="preserve">номер и которому денежные средства, внесенные в качестве обеспечения заявки на участие в конкурсе, возвращаются в порядке, предусмотренном </w:t>
      </w:r>
      <w:r>
        <w:t>п.21</w:t>
      </w:r>
      <w:r w:rsidRPr="00C65D2F">
        <w:t>. настоящего Порядка.</w:t>
      </w:r>
    </w:p>
    <w:p w:rsidR="000D6B6F" w:rsidRDefault="000D6B6F" w:rsidP="001922AD">
      <w:pPr>
        <w:autoSpaceDE w:val="0"/>
        <w:autoSpaceDN w:val="0"/>
        <w:adjustRightInd w:val="0"/>
        <w:ind w:firstLine="540"/>
        <w:jc w:val="both"/>
        <w:outlineLvl w:val="1"/>
        <w:rPr>
          <w:lang w:val="en-US"/>
        </w:rPr>
      </w:pPr>
      <w:r>
        <w:t>13.11. Любой участник конкурса после размещения протокола оценки и сопоставления заявок на участие в конкурсе вправе направить заказчику в письменной форме, запрос о разъяснении результатов конкурса. Заказчик в течение двух рабочих дней со дня поступления такого запроса обязаны представить участнику конкурса в письменной форме соответствующие разъяснения.</w:t>
      </w:r>
    </w:p>
    <w:p w:rsidR="000D6B6F" w:rsidRDefault="000D6B6F" w:rsidP="001922AD">
      <w:pPr>
        <w:autoSpaceDE w:val="0"/>
        <w:autoSpaceDN w:val="0"/>
        <w:adjustRightInd w:val="0"/>
        <w:ind w:firstLine="540"/>
        <w:jc w:val="both"/>
        <w:outlineLvl w:val="1"/>
        <w:rPr>
          <w:lang w:val="en-US"/>
        </w:rPr>
      </w:pPr>
    </w:p>
    <w:p w:rsidR="000D6B6F" w:rsidRDefault="000D6B6F" w:rsidP="001922AD">
      <w:pPr>
        <w:autoSpaceDE w:val="0"/>
        <w:autoSpaceDN w:val="0"/>
        <w:adjustRightInd w:val="0"/>
        <w:ind w:firstLine="540"/>
        <w:jc w:val="both"/>
        <w:outlineLvl w:val="1"/>
        <w:rPr>
          <w:lang w:val="en-US"/>
        </w:rPr>
      </w:pPr>
    </w:p>
    <w:p w:rsidR="000D6B6F" w:rsidRPr="00EE1F53" w:rsidRDefault="000D6B6F" w:rsidP="001922AD">
      <w:pPr>
        <w:autoSpaceDE w:val="0"/>
        <w:autoSpaceDN w:val="0"/>
        <w:adjustRightInd w:val="0"/>
        <w:ind w:firstLine="540"/>
        <w:jc w:val="both"/>
        <w:outlineLvl w:val="1"/>
        <w:rPr>
          <w:lang w:val="en-US"/>
        </w:rPr>
      </w:pPr>
    </w:p>
    <w:p w:rsidR="000D6B6F" w:rsidRDefault="000D6B6F" w:rsidP="001922AD">
      <w:pPr>
        <w:autoSpaceDE w:val="0"/>
        <w:autoSpaceDN w:val="0"/>
        <w:adjustRightInd w:val="0"/>
        <w:ind w:firstLine="540"/>
        <w:jc w:val="both"/>
        <w:outlineLvl w:val="1"/>
        <w:rPr>
          <w:b/>
        </w:rPr>
      </w:pPr>
    </w:p>
    <w:p w:rsidR="000D6B6F" w:rsidRPr="000A12FC" w:rsidRDefault="000D6B6F" w:rsidP="000A12FC">
      <w:pPr>
        <w:autoSpaceDE w:val="0"/>
        <w:autoSpaceDN w:val="0"/>
        <w:adjustRightInd w:val="0"/>
        <w:ind w:firstLine="540"/>
        <w:jc w:val="center"/>
        <w:outlineLvl w:val="0"/>
        <w:rPr>
          <w:b/>
        </w:rPr>
      </w:pPr>
      <w:r>
        <w:rPr>
          <w:b/>
        </w:rPr>
        <w:t>14</w:t>
      </w:r>
      <w:r w:rsidRPr="000A12FC">
        <w:rPr>
          <w:b/>
        </w:rPr>
        <w:t>. Открытый аукцион</w:t>
      </w:r>
    </w:p>
    <w:p w:rsidR="000D6B6F" w:rsidRDefault="000D6B6F" w:rsidP="007C573A">
      <w:pPr>
        <w:jc w:val="center"/>
        <w:rPr>
          <w:b/>
        </w:rPr>
      </w:pPr>
    </w:p>
    <w:p w:rsidR="000D6B6F" w:rsidRDefault="000D6B6F" w:rsidP="00F14527">
      <w:pPr>
        <w:autoSpaceDE w:val="0"/>
        <w:autoSpaceDN w:val="0"/>
        <w:adjustRightInd w:val="0"/>
        <w:ind w:firstLine="540"/>
        <w:jc w:val="both"/>
        <w:outlineLvl w:val="0"/>
      </w:pPr>
      <w:r>
        <w:t>14.1. Под аукционом на право заключить договор понимаются торги, победителем которых признается лицо, предложившее наиболее низкую цену договора или, если при проведении аукциона цена договора снижена до нуля и аукцион проводится на право заключить договор, наиболее высокую цену договора.</w:t>
      </w:r>
    </w:p>
    <w:p w:rsidR="000D6B6F" w:rsidRDefault="000D6B6F" w:rsidP="00FA5294">
      <w:pPr>
        <w:ind w:firstLine="539"/>
        <w:jc w:val="both"/>
      </w:pPr>
      <w:r>
        <w:t>14.2. Извещение о проведении открытого аукциона, документация об аукционе должны соответствовать требованиям, установленным настоящим Положением.</w:t>
      </w:r>
    </w:p>
    <w:p w:rsidR="000D6B6F" w:rsidRPr="00105233" w:rsidRDefault="000D6B6F" w:rsidP="00FA5294">
      <w:pPr>
        <w:shd w:val="clear" w:color="auto" w:fill="FFFFFF"/>
        <w:autoSpaceDE w:val="0"/>
        <w:autoSpaceDN w:val="0"/>
        <w:adjustRightInd w:val="0"/>
        <w:ind w:firstLine="539"/>
        <w:jc w:val="both"/>
        <w:rPr>
          <w:color w:val="000000"/>
        </w:rPr>
      </w:pPr>
      <w:r>
        <w:t>14.3</w:t>
      </w:r>
      <w:r w:rsidRPr="00105233">
        <w:t xml:space="preserve">. Извещение о проведении открытого </w:t>
      </w:r>
      <w:r>
        <w:t>аукциона, документация об аукционе размещаю</w:t>
      </w:r>
      <w:r w:rsidRPr="00105233">
        <w:t xml:space="preserve">тся заказчиком </w:t>
      </w:r>
      <w:r>
        <w:t xml:space="preserve">на официальном сайте </w:t>
      </w:r>
      <w:r w:rsidRPr="00105233">
        <w:t>не менее че</w:t>
      </w:r>
      <w:r>
        <w:t>м за двадцать</w:t>
      </w:r>
      <w:r w:rsidRPr="00105233">
        <w:t xml:space="preserve"> дней до дня </w:t>
      </w:r>
      <w:r>
        <w:t>окончания подачи</w:t>
      </w:r>
      <w:r w:rsidRPr="00105233">
        <w:t xml:space="preserve"> заяв</w:t>
      </w:r>
      <w:r>
        <w:t>ок</w:t>
      </w:r>
      <w:r w:rsidRPr="00105233">
        <w:t xml:space="preserve"> на участие в </w:t>
      </w:r>
      <w:r>
        <w:t>открытом аукцион</w:t>
      </w:r>
      <w:r w:rsidRPr="00105233">
        <w:t>е.</w:t>
      </w:r>
    </w:p>
    <w:p w:rsidR="000D6B6F" w:rsidRPr="00105233" w:rsidRDefault="000D6B6F" w:rsidP="00FA5294">
      <w:pPr>
        <w:shd w:val="clear" w:color="auto" w:fill="FFFFFF"/>
        <w:autoSpaceDE w:val="0"/>
        <w:autoSpaceDN w:val="0"/>
        <w:adjustRightInd w:val="0"/>
        <w:ind w:firstLine="539"/>
        <w:jc w:val="both"/>
        <w:rPr>
          <w:color w:val="000000"/>
        </w:rPr>
      </w:pPr>
      <w:r>
        <w:t>14.4</w:t>
      </w:r>
      <w:r w:rsidRPr="00105233">
        <w:t xml:space="preserve">. Заказчик также вправе </w:t>
      </w:r>
      <w:r>
        <w:t xml:space="preserve">дополнительно </w:t>
      </w:r>
      <w:r w:rsidRPr="00105233">
        <w:t xml:space="preserve">опубликовать извещение о проведении открытого </w:t>
      </w:r>
      <w:r>
        <w:t>аукциона</w:t>
      </w:r>
      <w:r w:rsidRPr="00105233">
        <w:t xml:space="preserve"> в любых средствах массовой информации.</w:t>
      </w:r>
    </w:p>
    <w:p w:rsidR="000D6B6F" w:rsidRDefault="000D6B6F" w:rsidP="00100BE8">
      <w:pPr>
        <w:autoSpaceDE w:val="0"/>
        <w:autoSpaceDN w:val="0"/>
        <w:adjustRightInd w:val="0"/>
        <w:ind w:firstLine="539"/>
        <w:jc w:val="both"/>
        <w:outlineLvl w:val="1"/>
      </w:pPr>
      <w:r>
        <w:t>14.5. Заказчиком при проведении открытого аукциона может быть установлено требование о внесении денежных средств в качестве обеспечения заявки на участие в аукционе. При этом размер обеспечения заявки на участие в аукционе не может превышать пять процентов начальной (максимальной) цены договора (цены лота).</w:t>
      </w:r>
    </w:p>
    <w:p w:rsidR="000D6B6F" w:rsidRPr="004F777F" w:rsidRDefault="000D6B6F" w:rsidP="004F777F">
      <w:pPr>
        <w:autoSpaceDE w:val="0"/>
        <w:autoSpaceDN w:val="0"/>
        <w:adjustRightInd w:val="0"/>
        <w:ind w:firstLine="540"/>
        <w:jc w:val="both"/>
        <w:outlineLvl w:val="1"/>
      </w:pPr>
      <w:r>
        <w:t>14</w:t>
      </w:r>
      <w:r w:rsidRPr="002D75BF">
        <w:t>.6. При проведении аукциона какие-либо переговоры заказчика</w:t>
      </w:r>
      <w:r>
        <w:t>,</w:t>
      </w:r>
      <w:r w:rsidRPr="002D75BF">
        <w:t xml:space="preserve"> аукционной комиссии с </w:t>
      </w:r>
      <w:r>
        <w:t xml:space="preserve">заинтересованными лицами, </w:t>
      </w:r>
      <w:r w:rsidRPr="002D75BF">
        <w:t>участник</w:t>
      </w:r>
      <w:r>
        <w:t>ами аукциона в отношении конкретного аукциона</w:t>
      </w:r>
      <w:r w:rsidRPr="002D75BF">
        <w:t xml:space="preserve"> не допускаются. </w:t>
      </w:r>
    </w:p>
    <w:p w:rsidR="000D6B6F" w:rsidRDefault="000D6B6F" w:rsidP="004F777F">
      <w:pPr>
        <w:jc w:val="center"/>
        <w:rPr>
          <w:b/>
        </w:rPr>
      </w:pPr>
    </w:p>
    <w:p w:rsidR="000D6B6F" w:rsidRPr="004F777F" w:rsidRDefault="000D6B6F" w:rsidP="004F777F">
      <w:pPr>
        <w:autoSpaceDE w:val="0"/>
        <w:autoSpaceDN w:val="0"/>
        <w:adjustRightInd w:val="0"/>
        <w:ind w:firstLine="540"/>
        <w:jc w:val="center"/>
        <w:outlineLvl w:val="1"/>
        <w:rPr>
          <w:b/>
        </w:rPr>
      </w:pPr>
      <w:r>
        <w:rPr>
          <w:b/>
        </w:rPr>
        <w:t>15</w:t>
      </w:r>
      <w:r w:rsidRPr="004F777F">
        <w:rPr>
          <w:b/>
        </w:rPr>
        <w:t>. Порядок подачи заявок на участие в аукционе</w:t>
      </w:r>
    </w:p>
    <w:p w:rsidR="000D6B6F" w:rsidRDefault="000D6B6F" w:rsidP="004F777F">
      <w:pPr>
        <w:autoSpaceDE w:val="0"/>
        <w:autoSpaceDN w:val="0"/>
        <w:adjustRightInd w:val="0"/>
        <w:ind w:firstLine="540"/>
        <w:jc w:val="both"/>
        <w:outlineLvl w:val="1"/>
      </w:pPr>
    </w:p>
    <w:p w:rsidR="000D6B6F" w:rsidRDefault="000D6B6F" w:rsidP="000F685F">
      <w:pPr>
        <w:ind w:firstLine="539"/>
        <w:jc w:val="both"/>
      </w:pPr>
      <w:r>
        <w:t>15.1. З</w:t>
      </w:r>
      <w:r w:rsidRPr="00105233">
        <w:t xml:space="preserve">аявки </w:t>
      </w:r>
      <w:r>
        <w:t xml:space="preserve">на участие в аукционе </w:t>
      </w:r>
      <w:r w:rsidRPr="00105233">
        <w:t>п</w:t>
      </w:r>
      <w:r>
        <w:t>ода</w:t>
      </w:r>
      <w:r w:rsidRPr="00105233">
        <w:t>ются в порядке, в месте и до истечения срока, указанных в документации</w:t>
      </w:r>
      <w:r>
        <w:t xml:space="preserve"> об аукционе</w:t>
      </w:r>
      <w:r w:rsidRPr="00105233">
        <w:t>.</w:t>
      </w:r>
      <w:r>
        <w:t xml:space="preserve"> </w:t>
      </w:r>
      <w:r w:rsidRPr="00105233">
        <w:t xml:space="preserve"> </w:t>
      </w:r>
      <w:r>
        <w:t>Заявки на участие в открытом аукционе должны соответствовать требованиям к форме, оформлению, составу, установленным в документации об аукционе.</w:t>
      </w:r>
    </w:p>
    <w:p w:rsidR="000D6B6F" w:rsidRDefault="000D6B6F" w:rsidP="004F777F">
      <w:pPr>
        <w:ind w:firstLine="540"/>
        <w:jc w:val="both"/>
      </w:pPr>
      <w:r>
        <w:t xml:space="preserve">15.2. </w:t>
      </w:r>
      <w:r w:rsidRPr="00105233">
        <w:t xml:space="preserve">Заявка должна содержать все </w:t>
      </w:r>
      <w:r>
        <w:t xml:space="preserve">документы и </w:t>
      </w:r>
      <w:r w:rsidRPr="002E7A5D">
        <w:t>сведения</w:t>
      </w:r>
      <w:r w:rsidRPr="00105233">
        <w:t xml:space="preserve">, указанные заказчиком </w:t>
      </w:r>
      <w:r>
        <w:t xml:space="preserve">в </w:t>
      </w:r>
      <w:r w:rsidRPr="00105233">
        <w:t>документации</w:t>
      </w:r>
      <w:r>
        <w:t xml:space="preserve"> об аукционе,  а именно:</w:t>
      </w:r>
      <w:r w:rsidRPr="00105233">
        <w:t xml:space="preserve"> </w:t>
      </w:r>
    </w:p>
    <w:p w:rsidR="000D6B6F" w:rsidRPr="002E7A5D" w:rsidRDefault="000D6B6F" w:rsidP="004F777F">
      <w:pPr>
        <w:autoSpaceDE w:val="0"/>
        <w:autoSpaceDN w:val="0"/>
        <w:adjustRightInd w:val="0"/>
        <w:jc w:val="both"/>
        <w:outlineLvl w:val="1"/>
      </w:pPr>
      <w:r w:rsidRPr="002E7A5D">
        <w:t>1) сведения и документы о</w:t>
      </w:r>
      <w:r>
        <w:t xml:space="preserve"> заинтересованном лице</w:t>
      </w:r>
      <w:r w:rsidRPr="002E7A5D">
        <w:t>, подавшем заявку:</w:t>
      </w:r>
    </w:p>
    <w:p w:rsidR="000D6B6F" w:rsidRPr="002E7A5D" w:rsidRDefault="000D6B6F" w:rsidP="004F777F">
      <w:pPr>
        <w:autoSpaceDE w:val="0"/>
        <w:autoSpaceDN w:val="0"/>
        <w:adjustRightInd w:val="0"/>
        <w:jc w:val="both"/>
        <w:outlineLvl w:val="1"/>
      </w:pPr>
      <w:r w:rsidRPr="002E7A5D">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0D6B6F" w:rsidRDefault="000D6B6F" w:rsidP="004F777F">
      <w:pPr>
        <w:autoSpaceDE w:val="0"/>
        <w:autoSpaceDN w:val="0"/>
        <w:adjustRightInd w:val="0"/>
        <w:jc w:val="both"/>
        <w:outlineLvl w:val="1"/>
      </w:pPr>
      <w:r w:rsidRPr="002E7A5D">
        <w:t xml:space="preserve">б) полученную не ранее чем за </w:t>
      </w:r>
      <w:r>
        <w:t>один</w:t>
      </w:r>
      <w:r w:rsidRPr="002E7A5D">
        <w:t xml:space="preserve"> месяц</w:t>
      </w:r>
      <w:r w:rsidRPr="00406254">
        <w:t xml:space="preserve"> до дня размещения </w:t>
      </w:r>
      <w:r>
        <w:t>на официальном сайте</w:t>
      </w:r>
      <w:r w:rsidRPr="00406254">
        <w:t xml:space="preserve"> извещения о проведении открытого </w:t>
      </w:r>
      <w:r>
        <w:t>аукциона</w:t>
      </w:r>
      <w:r w:rsidRPr="00406254">
        <w:t xml:space="preserve">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w:t>
      </w:r>
      <w:r>
        <w:t>один</w:t>
      </w:r>
      <w:r w:rsidRPr="00406254">
        <w:t xml:space="preserve"> месяц до дня размещения на официальном сайте извещения о проведении открытого </w:t>
      </w:r>
      <w:r>
        <w:t>аукциона</w:t>
      </w:r>
      <w:r w:rsidRPr="00406254">
        <w:t xml:space="preserve">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w:t>
      </w:r>
      <w:r>
        <w:t>один</w:t>
      </w:r>
      <w:r w:rsidRPr="00406254">
        <w:t xml:space="preserve"> месяц до дня размещения </w:t>
      </w:r>
      <w:r>
        <w:t>на официальном сайте</w:t>
      </w:r>
      <w:r w:rsidRPr="00406254">
        <w:t xml:space="preserve"> извещения</w:t>
      </w:r>
      <w:r>
        <w:t xml:space="preserve"> о проведении открытого аукциона</w:t>
      </w:r>
      <w:r w:rsidRPr="00406254">
        <w:t>;</w:t>
      </w:r>
    </w:p>
    <w:p w:rsidR="000D6B6F" w:rsidRDefault="000D6B6F" w:rsidP="004F777F">
      <w:pPr>
        <w:autoSpaceDE w:val="0"/>
        <w:autoSpaceDN w:val="0"/>
        <w:adjustRightInd w:val="0"/>
        <w:jc w:val="both"/>
        <w:outlineLvl w:val="1"/>
      </w:pPr>
      <w:r w:rsidRPr="00406254">
        <w:t xml:space="preserve">в) документ, подтверждающий полномочия лица на осуществление действий от имени </w:t>
      </w:r>
      <w:r>
        <w:t>заинтересованного лица</w:t>
      </w:r>
      <w:r w:rsidRPr="00406254">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t>заинтересованного лица</w:t>
      </w:r>
      <w:r w:rsidRPr="00406254">
        <w:t xml:space="preserve"> без доверенности (далее для целей настоящей главы - руководитель). В случае, если от имени </w:t>
      </w:r>
      <w:r>
        <w:t>заинтересованного лица</w:t>
      </w:r>
      <w:r w:rsidRPr="00406254">
        <w:t xml:space="preserve"> действует ин</w:t>
      </w:r>
      <w:r>
        <w:t xml:space="preserve">ое лицо, </w:t>
      </w:r>
      <w:r w:rsidRPr="00406254">
        <w:t xml:space="preserve">заявка </w:t>
      </w:r>
      <w:r>
        <w:t xml:space="preserve">на участие в аукционе </w:t>
      </w:r>
      <w:r w:rsidRPr="00406254">
        <w:t xml:space="preserve">должна содержать также доверенность на осуществление действий от имени </w:t>
      </w:r>
      <w:r>
        <w:t>заинтересованного лица</w:t>
      </w:r>
      <w:r w:rsidRPr="00406254">
        <w:t xml:space="preserve">, заверенную печатью </w:t>
      </w:r>
      <w:r>
        <w:t>заинтересованного лица</w:t>
      </w:r>
      <w:r w:rsidRPr="00406254">
        <w:t xml:space="preserve"> и подписанную руководителем </w:t>
      </w:r>
      <w:r>
        <w:t>заинтересованного лица</w:t>
      </w:r>
      <w:r w:rsidRPr="00406254">
        <w:t xml:space="preserve">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t>заинтересованного лица</w:t>
      </w:r>
      <w:r w:rsidRPr="00406254">
        <w:t xml:space="preserve">, заявка </w:t>
      </w:r>
      <w:r>
        <w:t xml:space="preserve">на участие в аукционе </w:t>
      </w:r>
      <w:r w:rsidRPr="00406254">
        <w:t>должна содержать также документ, подтверждающий полномочия такого лица;</w:t>
      </w:r>
    </w:p>
    <w:p w:rsidR="000D6B6F" w:rsidRDefault="000D6B6F" w:rsidP="00166A53">
      <w:pPr>
        <w:autoSpaceDE w:val="0"/>
        <w:autoSpaceDN w:val="0"/>
        <w:adjustRightInd w:val="0"/>
        <w:jc w:val="both"/>
        <w:outlineLvl w:val="1"/>
      </w:pPr>
      <w:r w:rsidRPr="00406254">
        <w:t xml:space="preserve">г) документы, </w:t>
      </w:r>
      <w:r>
        <w:t xml:space="preserve">указанные в документации об аукционе и </w:t>
      </w:r>
      <w:r w:rsidRPr="00406254">
        <w:t xml:space="preserve">подтверждающие соответствие </w:t>
      </w:r>
      <w:r>
        <w:t>заинтересованного лица</w:t>
      </w:r>
      <w:r w:rsidRPr="00406254">
        <w:t xml:space="preserve"> требованиям к участникам</w:t>
      </w:r>
      <w:r>
        <w:t xml:space="preserve"> закупок, установленным</w:t>
      </w:r>
      <w:r w:rsidRPr="00406254">
        <w:t xml:space="preserve"> в  документации </w:t>
      </w:r>
      <w:r>
        <w:t xml:space="preserve">об аукционе </w:t>
      </w:r>
      <w:r w:rsidRPr="00406254">
        <w:t>в соответстви</w:t>
      </w:r>
      <w:r>
        <w:t>и с пп.1) п.7.1., п.7.2.</w:t>
      </w:r>
      <w:r w:rsidRPr="00406254">
        <w:t xml:space="preserve"> настоящего </w:t>
      </w:r>
      <w:r>
        <w:t>Положения (в случае если такие требования установлены в конкурсной документации)</w:t>
      </w:r>
      <w:r w:rsidRPr="00406254">
        <w:t>;</w:t>
      </w:r>
    </w:p>
    <w:p w:rsidR="000D6B6F" w:rsidRDefault="000D6B6F" w:rsidP="004F777F">
      <w:pPr>
        <w:autoSpaceDE w:val="0"/>
        <w:autoSpaceDN w:val="0"/>
        <w:adjustRightInd w:val="0"/>
        <w:jc w:val="both"/>
        <w:outlineLvl w:val="1"/>
      </w:pPr>
      <w:r w:rsidRPr="00406254">
        <w:t>д) копии учредительн</w:t>
      </w:r>
      <w:r>
        <w:t>ых документов заинтересованного лица</w:t>
      </w:r>
      <w:r w:rsidRPr="00406254">
        <w:t xml:space="preserve"> (для юридических лиц);</w:t>
      </w:r>
    </w:p>
    <w:p w:rsidR="000D6B6F" w:rsidRDefault="000D6B6F" w:rsidP="004F777F">
      <w:pPr>
        <w:autoSpaceDE w:val="0"/>
        <w:autoSpaceDN w:val="0"/>
        <w:adjustRightInd w:val="0"/>
        <w:jc w:val="both"/>
        <w:outlineLvl w:val="1"/>
      </w:pPr>
      <w:r w:rsidRPr="00406254">
        <w:t xml:space="preserve">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w:t>
      </w:r>
      <w:r>
        <w:t>заинтересованного лица</w:t>
      </w:r>
      <w:r w:rsidRPr="00406254">
        <w:t xml:space="preserve"> поставка товаров, выполнение работ, оказание услуг, являющихся предметом </w:t>
      </w:r>
      <w:r>
        <w:t>договора</w:t>
      </w:r>
      <w:r w:rsidRPr="00406254">
        <w:t xml:space="preserve">, </w:t>
      </w:r>
      <w:r>
        <w:t>и (</w:t>
      </w:r>
      <w:r w:rsidRPr="00406254">
        <w:t>или</w:t>
      </w:r>
      <w:r>
        <w:t>)</w:t>
      </w:r>
      <w:r w:rsidRPr="00406254">
        <w:t xml:space="preserve"> внесение денежных средств в качестве </w:t>
      </w:r>
      <w:r>
        <w:t>обеспечения заявки на участие в аукционе</w:t>
      </w:r>
      <w:r w:rsidRPr="00406254">
        <w:t xml:space="preserve">, обеспечения исполнения </w:t>
      </w:r>
      <w:r>
        <w:t>договора</w:t>
      </w:r>
      <w:r w:rsidRPr="00406254">
        <w:t xml:space="preserve"> являются крупной сделкой;</w:t>
      </w:r>
    </w:p>
    <w:p w:rsidR="000D6B6F" w:rsidRDefault="000D6B6F" w:rsidP="004F777F">
      <w:pPr>
        <w:autoSpaceDE w:val="0"/>
        <w:autoSpaceDN w:val="0"/>
        <w:adjustRightInd w:val="0"/>
        <w:jc w:val="both"/>
        <w:outlineLvl w:val="1"/>
      </w:pPr>
      <w:r>
        <w:t>ж) декларирование соответствия заинтересованного лица требованиям, установленным в соответствии с пп.2)-4) п.7.1. настоящего Положения.</w:t>
      </w:r>
    </w:p>
    <w:p w:rsidR="000D6B6F" w:rsidRPr="00716D32" w:rsidRDefault="000D6B6F" w:rsidP="004F777F">
      <w:pPr>
        <w:autoSpaceDE w:val="0"/>
        <w:autoSpaceDN w:val="0"/>
        <w:adjustRightInd w:val="0"/>
        <w:jc w:val="both"/>
        <w:outlineLvl w:val="1"/>
      </w:pPr>
      <w:r w:rsidRPr="00406254">
        <w:t xml:space="preserve">2) </w:t>
      </w:r>
      <w:r>
        <w:t>предложения</w:t>
      </w:r>
      <w:r w:rsidRPr="00716D32">
        <w:t xml:space="preserve">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исполнения договора, за исключением предложения о цене договора или цене единицы товара, работы, услуги; </w:t>
      </w:r>
    </w:p>
    <w:p w:rsidR="000D6B6F" w:rsidRDefault="000D6B6F" w:rsidP="004F777F">
      <w:pPr>
        <w:autoSpaceDE w:val="0"/>
        <w:autoSpaceDN w:val="0"/>
        <w:adjustRightInd w:val="0"/>
        <w:jc w:val="both"/>
        <w:outlineLvl w:val="1"/>
      </w:pPr>
      <w:r w:rsidRPr="00716D32">
        <w:t>3) документы, подтверждающие внесение</w:t>
      </w:r>
      <w:r w:rsidRPr="00406254">
        <w:t xml:space="preserve"> </w:t>
      </w:r>
      <w:r>
        <w:t>денежных средств в качестве обеспечения заявки на участие в аукционе</w:t>
      </w:r>
      <w:r w:rsidRPr="00406254">
        <w:t>, в случае, если в документации</w:t>
      </w:r>
      <w:r>
        <w:t xml:space="preserve"> об аукционе</w:t>
      </w:r>
      <w:r w:rsidRPr="00406254">
        <w:t xml:space="preserve"> содержится</w:t>
      </w:r>
      <w:r>
        <w:t xml:space="preserve"> указание на</w:t>
      </w:r>
      <w:r w:rsidRPr="00406254">
        <w:t xml:space="preserve"> требование </w:t>
      </w:r>
      <w:r>
        <w:t>обеспечения такой заявки.</w:t>
      </w:r>
    </w:p>
    <w:p w:rsidR="000D6B6F" w:rsidRDefault="000D6B6F" w:rsidP="004F777F">
      <w:pPr>
        <w:autoSpaceDE w:val="0"/>
        <w:autoSpaceDN w:val="0"/>
        <w:adjustRightInd w:val="0"/>
        <w:ind w:firstLine="540"/>
        <w:jc w:val="both"/>
        <w:outlineLvl w:val="1"/>
      </w:pPr>
      <w:r>
        <w:t>15.3. Требовать от заинтересованного лица иное, за исключением предусмотренных п.16.2. настоящего Порядка документов и сведений, не допускается.</w:t>
      </w:r>
    </w:p>
    <w:p w:rsidR="000D6B6F" w:rsidRDefault="000D6B6F" w:rsidP="004F777F">
      <w:pPr>
        <w:autoSpaceDE w:val="0"/>
        <w:autoSpaceDN w:val="0"/>
        <w:adjustRightInd w:val="0"/>
        <w:ind w:firstLine="540"/>
        <w:jc w:val="both"/>
        <w:outlineLvl w:val="1"/>
      </w:pPr>
      <w:r>
        <w:t>15.4. Заинтересованное лицо вправе подать только одну заявку в отношении каждого предмета аукциона (лота).</w:t>
      </w:r>
    </w:p>
    <w:p w:rsidR="000D6B6F" w:rsidRDefault="000D6B6F" w:rsidP="004F777F">
      <w:pPr>
        <w:autoSpaceDE w:val="0"/>
        <w:autoSpaceDN w:val="0"/>
        <w:adjustRightInd w:val="0"/>
        <w:ind w:firstLine="540"/>
        <w:jc w:val="both"/>
        <w:outlineLvl w:val="1"/>
      </w:pPr>
      <w:r>
        <w:t>15.5. Каждая заявка на участие в аукционе, поступившая в срок, указанный в документации об аукционе, регистрируется заказчиком. По требованию заинтересованного лица, подавшего заявку на участие в аукционе, заказчик выдает расписку в получении такой заявки с указанием даты и времени ее получения.</w:t>
      </w:r>
    </w:p>
    <w:p w:rsidR="000D6B6F" w:rsidRDefault="000D6B6F" w:rsidP="004F777F">
      <w:pPr>
        <w:autoSpaceDE w:val="0"/>
        <w:autoSpaceDN w:val="0"/>
        <w:adjustRightInd w:val="0"/>
        <w:ind w:firstLine="540"/>
        <w:jc w:val="both"/>
        <w:outlineLvl w:val="1"/>
      </w:pPr>
      <w:r>
        <w:t xml:space="preserve">15.6. Полученные после окончания приема заявок на участие в аукционе заявки на участие в аукционе не рассматриваются и в тот же день возвращаются заинтересованным лицам, подавшим такие заявки. В случае, если было установлено требование обеспечения заявки на участие в аукционе, заказчик обязан вернуть внесенные в качестве обеспечения заявки на участие в аукционе денежные средства указанным заинтересованным лицам в течение пяти рабочих дней </w:t>
      </w:r>
      <w:r w:rsidRPr="00716D32">
        <w:t xml:space="preserve">со дня </w:t>
      </w:r>
      <w:r>
        <w:t>возврата таких заявок</w:t>
      </w:r>
      <w:r w:rsidRPr="00716D32">
        <w:t>.</w:t>
      </w:r>
    </w:p>
    <w:p w:rsidR="000D6B6F" w:rsidRDefault="000D6B6F" w:rsidP="004F777F">
      <w:pPr>
        <w:autoSpaceDE w:val="0"/>
        <w:autoSpaceDN w:val="0"/>
        <w:adjustRightInd w:val="0"/>
        <w:ind w:firstLine="540"/>
        <w:jc w:val="both"/>
        <w:outlineLvl w:val="1"/>
      </w:pPr>
      <w:r>
        <w:t>15.7. Заинтересованное лицо, подавшее заявку на участие в аукционе, вправе отозвать такую заявку в любое время до дня и времени начала рассмотрения заявок на участие в аукционе. В случае, если было установлено требование обеспечения заявки на участие в аукционе, заказчик обязан вернуть внесенные в качестве обеспечения заявки на участие в аукционе денежные средства указанному заинтересованному лицу в течение пяти рабочих дней со дня поступления заказчику уведомления об отзыве заявки на участие в аукционе.</w:t>
      </w:r>
    </w:p>
    <w:p w:rsidR="000D6B6F" w:rsidRDefault="000D6B6F" w:rsidP="004F777F">
      <w:pPr>
        <w:autoSpaceDE w:val="0"/>
        <w:autoSpaceDN w:val="0"/>
        <w:adjustRightInd w:val="0"/>
        <w:ind w:firstLine="540"/>
        <w:jc w:val="both"/>
        <w:outlineLvl w:val="1"/>
      </w:pPr>
      <w:r>
        <w:t>15.8. В случае, если по окончании срока подачи заявок на участие в аукционе подана только одна заявка на участие в аукционе или не подана ни одна заявка на участие в аукционе, аукцион признается несостоявшимся. В случае, если документацией об аукционе предусмотрено два и более лота, аукцион признается не состоявшимся только в отношении тех лотов, в отношении которых подана только одна заявка на участие в аукционе или не подана ни одна заявка на участие в аукционе.</w:t>
      </w:r>
    </w:p>
    <w:p w:rsidR="000D6B6F" w:rsidRDefault="000D6B6F" w:rsidP="00D57CB3">
      <w:pPr>
        <w:ind w:firstLine="540"/>
        <w:jc w:val="both"/>
      </w:pPr>
      <w:r>
        <w:t>15</w:t>
      </w:r>
      <w:r w:rsidRPr="00D57CB3">
        <w:t>.</w:t>
      </w:r>
      <w:r>
        <w:t>9.</w:t>
      </w:r>
      <w:r w:rsidRPr="00D57CB3">
        <w:t xml:space="preserve"> В случае, если по окончании срока подачи заявок на участие в аукционе подана только одна заявка на участие в аукционе, указанная заявка рассматривается в порядке, установленном настоящ</w:t>
      </w:r>
      <w:r>
        <w:t>им</w:t>
      </w:r>
      <w:r w:rsidRPr="00D57CB3">
        <w:t xml:space="preserve"> </w:t>
      </w:r>
      <w:r>
        <w:t>Положением</w:t>
      </w:r>
      <w:r w:rsidRPr="00D57CB3">
        <w:t>.</w:t>
      </w:r>
    </w:p>
    <w:p w:rsidR="000D6B6F" w:rsidRDefault="000D6B6F" w:rsidP="00D57CB3">
      <w:pPr>
        <w:ind w:firstLine="540"/>
        <w:jc w:val="both"/>
        <w:rPr>
          <w:b/>
        </w:rPr>
      </w:pPr>
    </w:p>
    <w:p w:rsidR="000D6B6F" w:rsidRDefault="000D6B6F" w:rsidP="007C573A">
      <w:pPr>
        <w:jc w:val="center"/>
        <w:rPr>
          <w:b/>
        </w:rPr>
      </w:pPr>
      <w:r>
        <w:rPr>
          <w:b/>
        </w:rPr>
        <w:t>16. Рассмотрение заявок на участие в аукционе</w:t>
      </w:r>
    </w:p>
    <w:p w:rsidR="000D6B6F" w:rsidRDefault="000D6B6F" w:rsidP="00324A11">
      <w:pPr>
        <w:jc w:val="both"/>
      </w:pPr>
    </w:p>
    <w:p w:rsidR="000D6B6F" w:rsidRDefault="000D6B6F" w:rsidP="00106CF1">
      <w:pPr>
        <w:autoSpaceDE w:val="0"/>
        <w:autoSpaceDN w:val="0"/>
        <w:adjustRightInd w:val="0"/>
        <w:ind w:firstLine="708"/>
        <w:jc w:val="both"/>
        <w:outlineLvl w:val="1"/>
      </w:pPr>
      <w:r>
        <w:t xml:space="preserve">16.1. Аукционная комиссия рассматривает заявки на участие в аукционе на соответствие требованиям, установленным документацией об аукционе, </w:t>
      </w:r>
      <w:r w:rsidRPr="008525A6">
        <w:t xml:space="preserve">и соответствие заинтересованных лиц, подавших заявки на участие в </w:t>
      </w:r>
      <w:r>
        <w:t>аукционе</w:t>
      </w:r>
      <w:r w:rsidRPr="008525A6">
        <w:t xml:space="preserve">, требованиям, установленным в документации </w:t>
      </w:r>
      <w:r>
        <w:t xml:space="preserve">об аукционе </w:t>
      </w:r>
      <w:r w:rsidRPr="008525A6">
        <w:t>в соответствии с настоящим Положением</w:t>
      </w:r>
      <w:r>
        <w:t xml:space="preserve">. Срок рассмотрения заявок на участие в аукционе не может превышать </w:t>
      </w:r>
      <w:r w:rsidRPr="0009762A">
        <w:t>двадцать дней со дня окончания срока подачи заявок на участие в аукционе.</w:t>
      </w:r>
      <w:r>
        <w:t xml:space="preserve"> </w:t>
      </w:r>
    </w:p>
    <w:p w:rsidR="000D6B6F" w:rsidRDefault="000D6B6F" w:rsidP="00106CF1">
      <w:pPr>
        <w:autoSpaceDE w:val="0"/>
        <w:autoSpaceDN w:val="0"/>
        <w:adjustRightInd w:val="0"/>
        <w:ind w:firstLine="540"/>
        <w:jc w:val="both"/>
        <w:outlineLvl w:val="1"/>
      </w:pPr>
      <w:r>
        <w:t xml:space="preserve">16.2. На основании результатов рассмотрения заявок на участие в аукционе аукционной комиссией принимается решение о допуске к участию в аукционе заинтересованного лица, подавшего заявку на участие в аукционе, и о признании такого заинтересованного лица участником закупки (далее также – участником аукциона) или об отказе в допуске такого заинтересованного лица к участию в аукционе в порядке и по основаниям, которые предусмотрены </w:t>
      </w:r>
      <w:r w:rsidRPr="008525A6">
        <w:t>настоящим Положением</w:t>
      </w:r>
      <w:r>
        <w:t>.</w:t>
      </w:r>
    </w:p>
    <w:p w:rsidR="000D6B6F" w:rsidRDefault="000D6B6F" w:rsidP="003303DE">
      <w:pPr>
        <w:autoSpaceDE w:val="0"/>
        <w:autoSpaceDN w:val="0"/>
        <w:adjustRightInd w:val="0"/>
        <w:ind w:firstLine="540"/>
        <w:jc w:val="both"/>
        <w:outlineLvl w:val="1"/>
      </w:pPr>
      <w:r>
        <w:t xml:space="preserve">16.3. Результаты рассмотрения заявок на участие в аукционе оформляются протоколом рассмотрения заявок на участие в аукционе, который </w:t>
      </w:r>
      <w:r w:rsidRPr="002002B5">
        <w:t xml:space="preserve">ведется </w:t>
      </w:r>
      <w:r>
        <w:t>аукционной</w:t>
      </w:r>
      <w:r w:rsidRPr="002002B5">
        <w:t xml:space="preserve"> комиссией и подписывается всеми присутствующими на заседании</w:t>
      </w:r>
      <w:r>
        <w:t xml:space="preserve"> членами аукционной комиссии и заказчиком </w:t>
      </w:r>
      <w:r w:rsidRPr="0009762A">
        <w:t>в день окончания рассмотрения заявок на участие в аукционе. Протокол должен содержать:</w:t>
      </w:r>
    </w:p>
    <w:p w:rsidR="000D6B6F" w:rsidRDefault="000D6B6F" w:rsidP="003303DE">
      <w:pPr>
        <w:autoSpaceDE w:val="0"/>
        <w:autoSpaceDN w:val="0"/>
        <w:adjustRightInd w:val="0"/>
        <w:ind w:firstLine="540"/>
        <w:jc w:val="both"/>
        <w:outlineLvl w:val="1"/>
      </w:pPr>
      <w:r>
        <w:t>сведения о заинтересованных лицах, подавших заявки на участие в аукционе;</w:t>
      </w:r>
    </w:p>
    <w:p w:rsidR="000D6B6F" w:rsidRDefault="000D6B6F" w:rsidP="003303DE">
      <w:pPr>
        <w:autoSpaceDE w:val="0"/>
        <w:autoSpaceDN w:val="0"/>
        <w:adjustRightInd w:val="0"/>
        <w:ind w:firstLine="540"/>
        <w:jc w:val="both"/>
        <w:outlineLvl w:val="1"/>
      </w:pPr>
      <w:r>
        <w:t xml:space="preserve">решение о допуске заинтересованного лица к участию в аукционе и о признании его участником аукциона или об отказе в допуске заинтересованного лица к участию в аукционе с обоснованием такого решения и с указанием </w:t>
      </w:r>
      <w:r w:rsidRPr="0009762A">
        <w:t>положений документации об аукционе, которым не соответствует заявка на участие в аукционе этого заинтересованного лица, и (или) такое заинтересованное лицо</w:t>
      </w:r>
      <w:r>
        <w:t>, положений такой заявки, не соответствующих требованиям документации об аукционе;</w:t>
      </w:r>
    </w:p>
    <w:p w:rsidR="000D6B6F" w:rsidRDefault="000D6B6F" w:rsidP="003303DE">
      <w:pPr>
        <w:autoSpaceDE w:val="0"/>
        <w:autoSpaceDN w:val="0"/>
        <w:adjustRightInd w:val="0"/>
        <w:ind w:firstLine="540"/>
        <w:jc w:val="both"/>
        <w:outlineLvl w:val="1"/>
      </w:pPr>
      <w:r w:rsidRPr="002002B5">
        <w:t xml:space="preserve">сведения о </w:t>
      </w:r>
      <w:r>
        <w:t>решении каждого члена аукционной</w:t>
      </w:r>
      <w:r w:rsidRPr="002002B5">
        <w:t xml:space="preserve"> комиссии о допуске заинтересованного лица</w:t>
      </w:r>
      <w:r>
        <w:t xml:space="preserve"> к участию в аукционе</w:t>
      </w:r>
      <w:r w:rsidRPr="002002B5">
        <w:t xml:space="preserve"> или об отказе ему</w:t>
      </w:r>
      <w:r>
        <w:t xml:space="preserve"> в допуске к участию в аукционе</w:t>
      </w:r>
      <w:r w:rsidRPr="002002B5">
        <w:t>;</w:t>
      </w:r>
    </w:p>
    <w:p w:rsidR="000D6B6F" w:rsidRDefault="000D6B6F" w:rsidP="003303DE">
      <w:pPr>
        <w:autoSpaceDE w:val="0"/>
        <w:autoSpaceDN w:val="0"/>
        <w:adjustRightInd w:val="0"/>
        <w:ind w:firstLine="540"/>
        <w:jc w:val="both"/>
        <w:outlineLvl w:val="1"/>
      </w:pPr>
      <w:r>
        <w:t xml:space="preserve">сведений о признании аукциона несостоявшимся (в случае признания аукциона несостоявшимся). </w:t>
      </w:r>
    </w:p>
    <w:p w:rsidR="000D6B6F" w:rsidRDefault="000D6B6F" w:rsidP="003303DE">
      <w:pPr>
        <w:autoSpaceDE w:val="0"/>
        <w:autoSpaceDN w:val="0"/>
        <w:adjustRightInd w:val="0"/>
        <w:ind w:firstLine="540"/>
        <w:jc w:val="both"/>
        <w:outlineLvl w:val="1"/>
      </w:pPr>
      <w:r>
        <w:t xml:space="preserve">16.4. Протокол рассмотрения заявок на участие в аукционе размещается заказчиком на официальном сайте одновременно с размещением на официальном сайте протокола аукциона. </w:t>
      </w:r>
    </w:p>
    <w:p w:rsidR="000D6B6F" w:rsidRDefault="000D6B6F" w:rsidP="003303DE">
      <w:pPr>
        <w:autoSpaceDE w:val="0"/>
        <w:autoSpaceDN w:val="0"/>
        <w:adjustRightInd w:val="0"/>
        <w:ind w:firstLine="540"/>
        <w:jc w:val="both"/>
        <w:outlineLvl w:val="1"/>
      </w:pPr>
      <w:r>
        <w:t>16.5. В случае, если было установлено требование обеспечения заявки на участие в аукционе</w:t>
      </w:r>
      <w:r w:rsidRPr="0009762A">
        <w:t xml:space="preserve">, заказчик обязан вернуть </w:t>
      </w:r>
      <w:r>
        <w:t>внесенные в качестве обеспечения заявки на участие в аукционе денежные средства</w:t>
      </w:r>
      <w:r w:rsidRPr="0009762A">
        <w:t xml:space="preserve"> заинтересованному лицу, подавшему заявку на участие в аукционе и не допущенному к участию в аукционе, в течение пяти рабочих дней со дня подписания</w:t>
      </w:r>
      <w:r>
        <w:t xml:space="preserve"> протокола рассмотрения заявок на участие в аукционе.</w:t>
      </w:r>
    </w:p>
    <w:p w:rsidR="000D6B6F" w:rsidRDefault="000D6B6F" w:rsidP="003303DE">
      <w:pPr>
        <w:autoSpaceDE w:val="0"/>
        <w:autoSpaceDN w:val="0"/>
        <w:adjustRightInd w:val="0"/>
        <w:ind w:firstLine="540"/>
        <w:jc w:val="both"/>
        <w:outlineLvl w:val="1"/>
      </w:pPr>
      <w:r>
        <w:t>16.6. В случае, если на основании результатов рассмотрения заявок на участие в аукционе принято решение об отказе в допуске к участию в аукционе всех заинтересованных лиц, подавших заявки на участие в аукционе, аукцион признается несостоявшимся. В случае, если документацией об аукционе предусмотрено два и более лота, аукцион признается не состоявшимся только в отношении того лота, решение об отказе в допуске к участию в котором принято относительно всех заинтересованных лиц, подавших заявки на участие в аукционе в отношении этого лота. При этом заказчик в случае, если было установлено требование обеспечения заявки на участие в аукционе</w:t>
      </w:r>
      <w:r w:rsidRPr="00E51ED2">
        <w:t>,</w:t>
      </w:r>
      <w:r>
        <w:t xml:space="preserve"> обязан </w:t>
      </w:r>
      <w:r w:rsidRPr="0009762A">
        <w:t xml:space="preserve">вернуть </w:t>
      </w:r>
      <w:r>
        <w:t>внесенные в качестве обеспечения заявки на участие в аукционе денежные средства</w:t>
      </w:r>
      <w:r w:rsidRPr="0009762A">
        <w:t xml:space="preserve"> заинтересованным</w:t>
      </w:r>
      <w:r>
        <w:t xml:space="preserve"> лицам, подавшим заявки на участие в аукционе, в течение пяти рабочих дней со дня признания аукциона несостоявшимся. </w:t>
      </w:r>
    </w:p>
    <w:p w:rsidR="000D6B6F" w:rsidRDefault="000D6B6F" w:rsidP="0009762A">
      <w:pPr>
        <w:autoSpaceDE w:val="0"/>
        <w:autoSpaceDN w:val="0"/>
        <w:adjustRightInd w:val="0"/>
        <w:ind w:firstLine="540"/>
        <w:jc w:val="both"/>
        <w:outlineLvl w:val="1"/>
      </w:pPr>
      <w:r>
        <w:t>16.7. В случае, если на основании результатов рассмотрения заявок на участие в аукционе принято решение о допуске к участию в аукционе и признании участником аукциона только одного заинтересованного лица, подавшего заявку на участие в аукционе, аукцион признается несостоявшимся, при этом договор с таким участником аукциона заключается в соответствии с п.5.5. настоящего Порядка. В случае, если документацией об аукционе предусмотрено два и более лота, аукцион признается не состоявшимся только в отношении того лота, решение о допуске к участию в котором и признании участником аукциона принято относительно только одного заинтересованного лица, подавшего заявку на участие в аукционе в отношении этого лота, при этом договор с таким участником аукциона заключается в соответствии с п.5.5. настоящего Порядка в отношении этого лота. При этом заказчик в случае, если было установлено требование обеспечения заявки на участие в аукционе</w:t>
      </w:r>
      <w:r w:rsidRPr="00E51ED2">
        <w:t>,</w:t>
      </w:r>
      <w:r>
        <w:t xml:space="preserve"> обязан вернуть внесенные в качестве обеспечения заявки на участие в аукционе денежные средства  заинтересованным лицам, подавшим заявки на участие в аукционе, в течение пяти рабочих дней со дня признания аукциона несостоявшимся, за исключением заинтересованного лица, признанного участником аукциона. Внесенные в качестве обеспечения заявки на участие в аукционе денежные средства</w:t>
      </w:r>
      <w:r w:rsidRPr="007A2099">
        <w:t xml:space="preserve"> </w:t>
      </w:r>
      <w:r>
        <w:t xml:space="preserve">возвращается такому участнику аукциона в течение пяти рабочих дней со дня заключения с ним договора. </w:t>
      </w:r>
    </w:p>
    <w:p w:rsidR="000D6B6F" w:rsidRPr="00324A11" w:rsidRDefault="000D6B6F" w:rsidP="00324A11">
      <w:pPr>
        <w:jc w:val="both"/>
      </w:pPr>
    </w:p>
    <w:p w:rsidR="000D6B6F" w:rsidRDefault="000D6B6F" w:rsidP="007C573A">
      <w:pPr>
        <w:jc w:val="center"/>
        <w:rPr>
          <w:b/>
        </w:rPr>
      </w:pPr>
      <w:r>
        <w:rPr>
          <w:b/>
        </w:rPr>
        <w:t>17. Порядок проведения аукциона</w:t>
      </w:r>
    </w:p>
    <w:p w:rsidR="000D6B6F" w:rsidRDefault="000D6B6F" w:rsidP="007C573A">
      <w:pPr>
        <w:jc w:val="center"/>
        <w:rPr>
          <w:b/>
        </w:rPr>
      </w:pPr>
    </w:p>
    <w:p w:rsidR="000D6B6F" w:rsidRDefault="000D6B6F" w:rsidP="00582035">
      <w:pPr>
        <w:autoSpaceDE w:val="0"/>
        <w:autoSpaceDN w:val="0"/>
        <w:adjustRightInd w:val="0"/>
        <w:ind w:firstLine="540"/>
        <w:jc w:val="both"/>
        <w:outlineLvl w:val="1"/>
      </w:pPr>
      <w:r>
        <w:t xml:space="preserve">17.1. Аукцион проводится заказчиком в присутствии членов аукционной комиссии, участников аукциона или их представителей, </w:t>
      </w:r>
      <w:r w:rsidRPr="00987D08">
        <w:t>в день, во время и в месте, установленном в документации об аукционе.</w:t>
      </w:r>
      <w:r>
        <w:t xml:space="preserve"> Аукцион должен быть проведен в течение трех дней со дня окончания рассмотрения заявок на участие в аукционе.</w:t>
      </w:r>
    </w:p>
    <w:p w:rsidR="000D6B6F" w:rsidRDefault="000D6B6F" w:rsidP="00582035">
      <w:pPr>
        <w:autoSpaceDE w:val="0"/>
        <w:autoSpaceDN w:val="0"/>
        <w:adjustRightInd w:val="0"/>
        <w:ind w:firstLine="540"/>
        <w:jc w:val="both"/>
        <w:outlineLvl w:val="1"/>
      </w:pPr>
      <w:r>
        <w:t>17.2. Аукцион проводится путем снижения начальной (максимальной) цены договора (цены лота) или цены единицы товара, работы, услуги (далее также – начальной цены), указанной в извещении о проведении открытого аукциона, на "шаг аукциона".</w:t>
      </w:r>
    </w:p>
    <w:p w:rsidR="000D6B6F" w:rsidRDefault="000D6B6F" w:rsidP="00582035">
      <w:pPr>
        <w:autoSpaceDE w:val="0"/>
        <w:autoSpaceDN w:val="0"/>
        <w:adjustRightInd w:val="0"/>
        <w:ind w:firstLine="540"/>
        <w:jc w:val="both"/>
        <w:outlineLvl w:val="1"/>
      </w:pPr>
      <w:r>
        <w:t>17.3. "Шаг аукциона" устанавливается в размере пяти процентов начальной цены, указанной в извещении о проведении аукциона.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договора (а в случае, указанном в пп.6) п.18.5. настоящего Порядка, более высокую цену договора), аукционист обязан снизить "шаг аукциона" на 0,5 процента начальной цены, но не ниже 0,5 процента начальной цены.</w:t>
      </w:r>
    </w:p>
    <w:p w:rsidR="000D6B6F" w:rsidRDefault="000D6B6F" w:rsidP="00582035">
      <w:pPr>
        <w:autoSpaceDE w:val="0"/>
        <w:autoSpaceDN w:val="0"/>
        <w:adjustRightInd w:val="0"/>
        <w:ind w:firstLine="540"/>
        <w:jc w:val="both"/>
        <w:outlineLvl w:val="1"/>
      </w:pPr>
      <w:r>
        <w:t>17.4. Аукционист выбирается из числа членов аукционной комиссии путем открытого голосования членов аукционной комиссии большинством голосов.</w:t>
      </w:r>
    </w:p>
    <w:p w:rsidR="000D6B6F" w:rsidRDefault="000D6B6F" w:rsidP="00582035">
      <w:pPr>
        <w:autoSpaceDE w:val="0"/>
        <w:autoSpaceDN w:val="0"/>
        <w:adjustRightInd w:val="0"/>
        <w:ind w:firstLine="540"/>
        <w:jc w:val="both"/>
        <w:outlineLvl w:val="1"/>
      </w:pPr>
      <w:r>
        <w:t>17.5. Аукцион проводится в следующем порядке:</w:t>
      </w:r>
    </w:p>
    <w:p w:rsidR="000D6B6F" w:rsidRDefault="000D6B6F" w:rsidP="00582035">
      <w:pPr>
        <w:autoSpaceDE w:val="0"/>
        <w:autoSpaceDN w:val="0"/>
        <w:adjustRightInd w:val="0"/>
        <w:ind w:firstLine="540"/>
        <w:jc w:val="both"/>
        <w:outlineLvl w:val="1"/>
      </w:pPr>
      <w:r>
        <w:t>1) аукционная комиссия непосредственно перед началом проведения аукциона регистрирует заинтересованных лиц, подавших заявки на участие в аукционе и явившихся на аукцион, или их представителей. В случае проведения аукциона по нескольким лотам аукционная комиссия перед началом каждого лота регистрирует заинтересованных лиц, подавших заявки в отношении такого лота и явившихся на аукцион, или их представителей;</w:t>
      </w:r>
    </w:p>
    <w:p w:rsidR="000D6B6F" w:rsidRPr="00525A87" w:rsidRDefault="000D6B6F" w:rsidP="00525A87">
      <w:pPr>
        <w:autoSpaceDE w:val="0"/>
        <w:autoSpaceDN w:val="0"/>
        <w:adjustRightInd w:val="0"/>
        <w:ind w:firstLine="540"/>
        <w:jc w:val="both"/>
        <w:outlineLvl w:val="1"/>
      </w:pPr>
      <w:r>
        <w:t>2) аукционная комиссия оглашает решение о допуске заинтересованного лица к участию в аукционе и о признании его участником аукциона или об отказе в допуске заинтересованного лица к участию в аукционе, содержащееся в протоколе рассмотрения заявок на участие в аукционе. Заинтересованные лица, в отношении которых аукционной комиссией оглашено решение об отказе в допуске заинтересованного лица к участию в аукционе, или их представители не могут участвовать в аукционе и обязаны незамедлительно покинуть место проведения аукциона. В аукционе могут участвовать только заинтересованные лица, признанные участниками аукциона, или их представители.</w:t>
      </w:r>
      <w:r w:rsidRPr="005E6CBF">
        <w:t xml:space="preserve"> </w:t>
      </w:r>
      <w:r>
        <w:t>Участникам аукциона или их представителям выдаются пронумерованные карточки (далее - карточки);</w:t>
      </w:r>
    </w:p>
    <w:p w:rsidR="000D6B6F" w:rsidRDefault="000D6B6F" w:rsidP="00582035">
      <w:pPr>
        <w:autoSpaceDE w:val="0"/>
        <w:autoSpaceDN w:val="0"/>
        <w:adjustRightInd w:val="0"/>
        <w:ind w:firstLine="540"/>
        <w:jc w:val="both"/>
        <w:outlineLvl w:val="1"/>
      </w:pPr>
      <w:r>
        <w:t>3)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цены, "шага аукциона", наименований участников аукциона, которые присутствуют на аукционе, аукционист предлагает участникам аукциона заявлять свои предложения о цене договора;</w:t>
      </w:r>
    </w:p>
    <w:p w:rsidR="000D6B6F" w:rsidRDefault="000D6B6F" w:rsidP="00582035">
      <w:pPr>
        <w:autoSpaceDE w:val="0"/>
        <w:autoSpaceDN w:val="0"/>
        <w:adjustRightInd w:val="0"/>
        <w:ind w:firstLine="540"/>
        <w:jc w:val="both"/>
        <w:outlineLvl w:val="1"/>
      </w:pPr>
      <w:r>
        <w:t>4) участник аукциона после объявления аукционистом начальной цены и цены договора, сниженной в соответствии с "шагом аукциона" в порядке, установленном п.18.3. настоящего Положения, поднимает карточки в случае, если он согласен заключить договор по объявленной цене;</w:t>
      </w:r>
    </w:p>
    <w:p w:rsidR="000D6B6F" w:rsidRDefault="000D6B6F" w:rsidP="00582035">
      <w:pPr>
        <w:autoSpaceDE w:val="0"/>
        <w:autoSpaceDN w:val="0"/>
        <w:adjustRightInd w:val="0"/>
        <w:ind w:firstLine="540"/>
        <w:jc w:val="both"/>
        <w:outlineLvl w:val="1"/>
      </w:pPr>
      <w:r>
        <w:t>5) аукционист объявляет номер карточки участника аукциона, который первым поднял карточку после объявления аукционистом цены договора, сниженной в соответствии с "шагом аукциона", а также новую цену договора, сниженную в соответствии с "шагом аукциона" в порядке, установленном п.17.3. настоящего Порядка, и "шаг аукциона", в соответствии с которым снижается цена;</w:t>
      </w:r>
    </w:p>
    <w:p w:rsidR="000D6B6F" w:rsidRDefault="000D6B6F" w:rsidP="00582035">
      <w:pPr>
        <w:autoSpaceDE w:val="0"/>
        <w:autoSpaceDN w:val="0"/>
        <w:adjustRightInd w:val="0"/>
        <w:ind w:firstLine="540"/>
        <w:jc w:val="both"/>
        <w:outlineLvl w:val="1"/>
      </w:pPr>
      <w:r>
        <w:t>6) в случае, если при проведении аукциона цена договора снижена до нуля, аукцион проводится на право заключить договор, а цена договора повышается в соответствии с «шагом аукциона» в порядке, установленном п.17.3. настоящего Порядка;</w:t>
      </w:r>
    </w:p>
    <w:p w:rsidR="000D6B6F" w:rsidRDefault="000D6B6F" w:rsidP="00582035">
      <w:pPr>
        <w:autoSpaceDE w:val="0"/>
        <w:autoSpaceDN w:val="0"/>
        <w:adjustRightInd w:val="0"/>
        <w:ind w:firstLine="540"/>
        <w:jc w:val="both"/>
        <w:outlineLvl w:val="1"/>
      </w:pPr>
      <w:r>
        <w:t>7) аукцион считается оконченным, если после троекратного объявления аукционистом цены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0D6B6F" w:rsidRDefault="000D6B6F" w:rsidP="00582035">
      <w:pPr>
        <w:autoSpaceDE w:val="0"/>
        <w:autoSpaceDN w:val="0"/>
        <w:adjustRightInd w:val="0"/>
        <w:ind w:firstLine="540"/>
        <w:jc w:val="both"/>
        <w:outlineLvl w:val="1"/>
      </w:pPr>
      <w:r>
        <w:t>17.6. Победителем аукциона признается лицо, предложившее наиболее низкую цену договора, за исключением случая, установленного п.18.7. настоящего Положения.</w:t>
      </w:r>
    </w:p>
    <w:p w:rsidR="000D6B6F" w:rsidRDefault="000D6B6F" w:rsidP="00582035">
      <w:pPr>
        <w:autoSpaceDE w:val="0"/>
        <w:autoSpaceDN w:val="0"/>
        <w:adjustRightInd w:val="0"/>
        <w:ind w:firstLine="540"/>
        <w:jc w:val="both"/>
        <w:outlineLvl w:val="1"/>
      </w:pPr>
      <w:r>
        <w:t>17.7. В случае, если при проведении аукциона цена договора снижена до нуля, и аукцион проводится на право заключить договор, победителем аукциона признается лицо, предложившее наиболее высокую цену договора.</w:t>
      </w:r>
    </w:p>
    <w:p w:rsidR="000D6B6F" w:rsidRDefault="000D6B6F" w:rsidP="009032B9">
      <w:pPr>
        <w:autoSpaceDE w:val="0"/>
        <w:autoSpaceDN w:val="0"/>
        <w:adjustRightInd w:val="0"/>
        <w:ind w:firstLine="540"/>
        <w:jc w:val="both"/>
        <w:outlineLvl w:val="1"/>
      </w:pPr>
      <w:r>
        <w:t xml:space="preserve">17.8. При проведении аукциона заказчик в обязательном порядке осуществляет аудиозапись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цене,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 лица) победителя аукциона и участника, который сделал предпоследнее предложение о цене договора, </w:t>
      </w:r>
      <w:r w:rsidRPr="00B01746">
        <w:t>сведения о признании аукциона несостоявшимся (в случае, если аукцион признан несостоявшимся). Протокол подписывается заказчиком, всеми присутствующими членами аукционной комиссии в день проведения аукциона. Заказчик в течение трех рабочих дней со дня подписания протокола аукциона передает победителю аукциона два экземпляра протокола. Победитель аукциона в течение двух рабочих дней со дня получения от заказчика протокола аукциона подписывает такой протокол и направляет один экземпляр протокола заказчику.</w:t>
      </w:r>
      <w:r>
        <w:t xml:space="preserve"> </w:t>
      </w:r>
    </w:p>
    <w:p w:rsidR="000D6B6F" w:rsidRDefault="000D6B6F" w:rsidP="005A61B8">
      <w:pPr>
        <w:autoSpaceDE w:val="0"/>
        <w:autoSpaceDN w:val="0"/>
        <w:adjustRightInd w:val="0"/>
        <w:ind w:firstLine="540"/>
        <w:jc w:val="both"/>
        <w:outlineLvl w:val="1"/>
      </w:pPr>
      <w:r>
        <w:t>17.9. Протокол аукциона размещается заказчиком на официальном сайте в день подписания указанного протокола членами аукционной комиссии и заказчиком.</w:t>
      </w:r>
    </w:p>
    <w:p w:rsidR="000D6B6F" w:rsidRDefault="000D6B6F" w:rsidP="005A61B8">
      <w:pPr>
        <w:autoSpaceDE w:val="0"/>
        <w:autoSpaceDN w:val="0"/>
        <w:adjustRightInd w:val="0"/>
        <w:ind w:firstLine="540"/>
        <w:jc w:val="both"/>
        <w:outlineLvl w:val="1"/>
      </w:pPr>
      <w:r>
        <w:t>17.10. В случае, если было установлено требование обеспечения заявки на участие в аукционе</w:t>
      </w:r>
      <w:r w:rsidRPr="00B01746">
        <w:t>, заказчик обязан в</w:t>
      </w:r>
      <w:r>
        <w:t>ернуть</w:t>
      </w:r>
      <w:r w:rsidRPr="00B01746">
        <w:t xml:space="preserve"> в течение пяти рабочих дней со дня подписания членами аукционной комиссии и заказчиком протокола аукциона </w:t>
      </w:r>
      <w:r>
        <w:t>внесенные в качестве обеспечения заявки на участие в аукционе денежные средства</w:t>
      </w:r>
      <w:r w:rsidRPr="00B01746">
        <w:t xml:space="preserve"> участникам аукциона, которые не стали победителями аукциона, за исключением участника аукциона, сделавшего предпоследнее предложение о цене договора и которому денежные средства, внесенные в качестве </w:t>
      </w:r>
      <w:r w:rsidRPr="00C65D2F">
        <w:t xml:space="preserve">обеспечения заявки на участие в аукционе, возвращаются в порядке, предусмотренном </w:t>
      </w:r>
      <w:r>
        <w:t>п.21</w:t>
      </w:r>
      <w:r w:rsidRPr="00C65D2F">
        <w:t>. настоящего Порядка.</w:t>
      </w:r>
    </w:p>
    <w:p w:rsidR="000D6B6F" w:rsidRDefault="000D6B6F" w:rsidP="002C499E">
      <w:pPr>
        <w:autoSpaceDE w:val="0"/>
        <w:autoSpaceDN w:val="0"/>
        <w:adjustRightInd w:val="0"/>
        <w:ind w:firstLine="540"/>
        <w:jc w:val="both"/>
        <w:outlineLvl w:val="1"/>
      </w:pPr>
      <w:r>
        <w:t>17.11. В случае, если при проведении аукциона не присутствовал ни один участник аукциона, либо в случае, если в связи с отсутствием предложений о цене договора, предусматривающих более низкую цену договора, чем начальная цена, аукцион признается несостоявшимся.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r w:rsidRPr="002C499E">
        <w:t xml:space="preserve"> </w:t>
      </w:r>
      <w:r>
        <w:t>При этом заказчик в случае, если было установлено требование обеспечения заявки на участие в аукционе</w:t>
      </w:r>
      <w:r w:rsidRPr="00E51ED2">
        <w:t>,</w:t>
      </w:r>
      <w:r>
        <w:t xml:space="preserve"> обязан вернуть внесенные в качестве обеспечения заявки на участие в аукционе денежные средства</w:t>
      </w:r>
      <w:r w:rsidRPr="00980F9F">
        <w:t xml:space="preserve"> </w:t>
      </w:r>
      <w:r>
        <w:t xml:space="preserve">участникам аукциона в течение пяти рабочих дней со дня признания аукциона несостоявшимся. </w:t>
      </w:r>
    </w:p>
    <w:p w:rsidR="000D6B6F" w:rsidRDefault="000D6B6F" w:rsidP="001208E4">
      <w:pPr>
        <w:autoSpaceDE w:val="0"/>
        <w:autoSpaceDN w:val="0"/>
        <w:adjustRightInd w:val="0"/>
        <w:ind w:firstLine="540"/>
        <w:jc w:val="both"/>
        <w:outlineLvl w:val="1"/>
      </w:pPr>
      <w:r>
        <w:t>17.12. В случае, если в аукционе участвовал один участник, аукцион признается несостоявшимся,</w:t>
      </w:r>
      <w:r w:rsidRPr="001208E4">
        <w:t xml:space="preserve"> </w:t>
      </w:r>
      <w:r>
        <w:t>при этом договор с таким участником аукциона заключается в соответствии с п.5.4. настоящего Порядка. В случае, если документацией об аукционе предусмотрено два и более лота, аукцион признается не состоявшимся только в отношении того лота, в котором участвовал один участник аукциона, при этом договор с таким участником аукциона заключается в соответствии с п.5.4. настоящего Порядка в отношении этого лота. При этом заказчик в случае, если было установлено требование обеспечения заявки на участие в аукционе</w:t>
      </w:r>
      <w:r w:rsidRPr="00E51ED2">
        <w:t>,</w:t>
      </w:r>
      <w:r>
        <w:t xml:space="preserve"> обязан вернуть внесенные в качестве обеспечения заявки на участие в аукционе денежные средства  участникам аукциона, в течение пяти рабочих дней со дня признания аукциона несостоявшимся, за исключением одного участника аукциона, участвовавшего в аукционе. Внесенные в качестве обеспечения заявки на участие в аукционе денежные средства</w:t>
      </w:r>
      <w:r w:rsidRPr="007A2099">
        <w:t xml:space="preserve"> </w:t>
      </w:r>
      <w:r>
        <w:t xml:space="preserve">возвращается такому участнику аукциона в течение пяти рабочих дней со дня заключения с ним договора. </w:t>
      </w:r>
    </w:p>
    <w:p w:rsidR="000D6B6F" w:rsidRDefault="000D6B6F" w:rsidP="00106CF1">
      <w:pPr>
        <w:autoSpaceDE w:val="0"/>
        <w:autoSpaceDN w:val="0"/>
        <w:adjustRightInd w:val="0"/>
        <w:ind w:firstLine="540"/>
        <w:jc w:val="both"/>
        <w:outlineLvl w:val="1"/>
      </w:pPr>
      <w:r>
        <w:t>17.13. Любой участник аукциона после размещения протокола аукциона вправе направить заказчику в письменной форме, запрос о разъяснении результатов аукциона. Заказчик в течение двух рабочих дней со дня поступления такого запроса обязаны представить участнику аукциона в письменной форме соответствующие разъяснения.</w:t>
      </w:r>
    </w:p>
    <w:p w:rsidR="000D6B6F" w:rsidRDefault="000D6B6F" w:rsidP="00582035">
      <w:pPr>
        <w:autoSpaceDE w:val="0"/>
        <w:autoSpaceDN w:val="0"/>
        <w:adjustRightInd w:val="0"/>
        <w:ind w:firstLine="540"/>
        <w:jc w:val="both"/>
        <w:outlineLvl w:val="1"/>
      </w:pPr>
    </w:p>
    <w:p w:rsidR="000D6B6F" w:rsidRPr="00936445" w:rsidRDefault="000D6B6F" w:rsidP="00936445">
      <w:pPr>
        <w:autoSpaceDE w:val="0"/>
        <w:autoSpaceDN w:val="0"/>
        <w:adjustRightInd w:val="0"/>
        <w:ind w:firstLine="540"/>
        <w:jc w:val="center"/>
        <w:outlineLvl w:val="1"/>
        <w:rPr>
          <w:b/>
        </w:rPr>
      </w:pPr>
      <w:r>
        <w:rPr>
          <w:b/>
        </w:rPr>
        <w:t>18</w:t>
      </w:r>
      <w:r w:rsidRPr="00936445">
        <w:rPr>
          <w:b/>
        </w:rPr>
        <w:t>. Запрос котировок</w:t>
      </w:r>
    </w:p>
    <w:p w:rsidR="000D6B6F" w:rsidRDefault="000D6B6F" w:rsidP="00582035">
      <w:pPr>
        <w:autoSpaceDE w:val="0"/>
        <w:autoSpaceDN w:val="0"/>
        <w:adjustRightInd w:val="0"/>
        <w:ind w:firstLine="540"/>
        <w:jc w:val="both"/>
        <w:outlineLvl w:val="1"/>
      </w:pPr>
    </w:p>
    <w:p w:rsidR="000D6B6F" w:rsidRDefault="000D6B6F" w:rsidP="00E44EF3">
      <w:pPr>
        <w:autoSpaceDE w:val="0"/>
        <w:autoSpaceDN w:val="0"/>
        <w:adjustRightInd w:val="0"/>
        <w:ind w:firstLine="540"/>
        <w:jc w:val="both"/>
        <w:outlineLvl w:val="1"/>
      </w:pPr>
      <w:r>
        <w:t>18.1. Под запросом котировок понимается способ закупки, победителем в котором признается заинтересованное лицо, предложившее наиболее низкую цену договора.</w:t>
      </w:r>
    </w:p>
    <w:p w:rsidR="000D6B6F" w:rsidRDefault="000D6B6F" w:rsidP="00855EB7">
      <w:pPr>
        <w:ind w:firstLine="539"/>
        <w:jc w:val="both"/>
      </w:pPr>
      <w:r>
        <w:t>18.2. Объявление о проведении запроса котировок должно соответствовать требованиям, установленным настоящим Положением.</w:t>
      </w:r>
    </w:p>
    <w:p w:rsidR="000D6B6F" w:rsidRPr="00105233" w:rsidRDefault="000D6B6F" w:rsidP="00855EB7">
      <w:pPr>
        <w:shd w:val="clear" w:color="auto" w:fill="FFFFFF"/>
        <w:autoSpaceDE w:val="0"/>
        <w:autoSpaceDN w:val="0"/>
        <w:adjustRightInd w:val="0"/>
        <w:ind w:firstLine="539"/>
        <w:jc w:val="both"/>
        <w:rPr>
          <w:color w:val="000000"/>
        </w:rPr>
      </w:pPr>
      <w:r>
        <w:t>18.3</w:t>
      </w:r>
      <w:r w:rsidRPr="00105233">
        <w:t xml:space="preserve">. </w:t>
      </w:r>
      <w:r>
        <w:t>Объявление</w:t>
      </w:r>
      <w:r w:rsidRPr="00105233">
        <w:t xml:space="preserve"> о проведении </w:t>
      </w:r>
      <w:r>
        <w:t>запроса котировок размещае</w:t>
      </w:r>
      <w:r w:rsidRPr="00105233">
        <w:t xml:space="preserve">тся заказчиком </w:t>
      </w:r>
      <w:r>
        <w:t xml:space="preserve">на официальном сайте </w:t>
      </w:r>
      <w:r w:rsidRPr="00105233">
        <w:t>не менее че</w:t>
      </w:r>
      <w:r>
        <w:t xml:space="preserve">м </w:t>
      </w:r>
      <w:r w:rsidRPr="009A275D">
        <w:t>за четыре рабочих дня</w:t>
      </w:r>
      <w:r w:rsidRPr="00105233">
        <w:t xml:space="preserve"> до дня </w:t>
      </w:r>
      <w:r>
        <w:t>окончания подачи</w:t>
      </w:r>
      <w:r w:rsidRPr="00105233">
        <w:t xml:space="preserve"> </w:t>
      </w:r>
      <w:r>
        <w:t xml:space="preserve">котировочных </w:t>
      </w:r>
      <w:r w:rsidRPr="00105233">
        <w:t>заяв</w:t>
      </w:r>
      <w:r>
        <w:t>ок</w:t>
      </w:r>
      <w:r w:rsidRPr="00105233">
        <w:t>.</w:t>
      </w:r>
    </w:p>
    <w:p w:rsidR="000D6B6F" w:rsidRPr="00105233" w:rsidRDefault="000D6B6F" w:rsidP="00855EB7">
      <w:pPr>
        <w:shd w:val="clear" w:color="auto" w:fill="FFFFFF"/>
        <w:autoSpaceDE w:val="0"/>
        <w:autoSpaceDN w:val="0"/>
        <w:adjustRightInd w:val="0"/>
        <w:ind w:firstLine="539"/>
        <w:jc w:val="both"/>
        <w:rPr>
          <w:color w:val="000000"/>
        </w:rPr>
      </w:pPr>
      <w:r>
        <w:t>18.4</w:t>
      </w:r>
      <w:r w:rsidRPr="00105233">
        <w:t xml:space="preserve">. Заказчик также вправе </w:t>
      </w:r>
      <w:r>
        <w:t xml:space="preserve">дополнительно </w:t>
      </w:r>
      <w:r w:rsidRPr="00105233">
        <w:t xml:space="preserve">опубликовать </w:t>
      </w:r>
      <w:r>
        <w:t>объявление</w:t>
      </w:r>
      <w:r w:rsidRPr="00105233">
        <w:t xml:space="preserve"> о проведении </w:t>
      </w:r>
      <w:r>
        <w:t>запроса котировок</w:t>
      </w:r>
      <w:r w:rsidRPr="00105233">
        <w:t xml:space="preserve"> в любых средствах массовой информации.</w:t>
      </w:r>
    </w:p>
    <w:p w:rsidR="000D6B6F" w:rsidRDefault="000D6B6F" w:rsidP="00582035">
      <w:pPr>
        <w:autoSpaceDE w:val="0"/>
        <w:autoSpaceDN w:val="0"/>
        <w:adjustRightInd w:val="0"/>
        <w:ind w:firstLine="540"/>
        <w:jc w:val="both"/>
        <w:outlineLvl w:val="1"/>
      </w:pPr>
    </w:p>
    <w:p w:rsidR="000D6B6F" w:rsidRPr="007A6F1A" w:rsidRDefault="000D6B6F" w:rsidP="007A6F1A">
      <w:pPr>
        <w:jc w:val="center"/>
        <w:rPr>
          <w:b/>
        </w:rPr>
      </w:pPr>
      <w:r>
        <w:rPr>
          <w:b/>
        </w:rPr>
        <w:t>19</w:t>
      </w:r>
      <w:r w:rsidRPr="007A6F1A">
        <w:rPr>
          <w:b/>
        </w:rPr>
        <w:t>. Порядок подачи котировочных заявок</w:t>
      </w:r>
    </w:p>
    <w:p w:rsidR="000D6B6F" w:rsidRDefault="000D6B6F" w:rsidP="00F15985">
      <w:pPr>
        <w:jc w:val="both"/>
      </w:pPr>
    </w:p>
    <w:p w:rsidR="000D6B6F" w:rsidRDefault="000D6B6F" w:rsidP="007A6F1A">
      <w:pPr>
        <w:autoSpaceDE w:val="0"/>
        <w:autoSpaceDN w:val="0"/>
        <w:adjustRightInd w:val="0"/>
        <w:ind w:firstLine="540"/>
        <w:jc w:val="both"/>
        <w:outlineLvl w:val="1"/>
      </w:pPr>
      <w:r>
        <w:t>19.1. Заинтересованное лицо вправе подать только одну котировочную заявку, внесение изменений в которую не допускается.</w:t>
      </w:r>
    </w:p>
    <w:p w:rsidR="000D6B6F" w:rsidRDefault="000D6B6F" w:rsidP="007A6F1A">
      <w:pPr>
        <w:autoSpaceDE w:val="0"/>
        <w:autoSpaceDN w:val="0"/>
        <w:adjustRightInd w:val="0"/>
        <w:ind w:firstLine="540"/>
        <w:jc w:val="both"/>
        <w:outlineLvl w:val="1"/>
      </w:pPr>
      <w:r>
        <w:t>19.2. Котировочная заявка подается заинтересованным лицом заказчику в письменной форме в срок и в месте, указанных в объявлении о проведении запроса котировок. Котировочная заявка может быть подана в запечатанном конверте, на котором должно быть указано наименование (предмет) запроса котировок. В случае, если котировочная заявка подана в запечатанном конверте, такой конверт может быть вскрыт только котировочной комиссией при рассмотрении котировочных заявок в соответствии с п.20. настоящего Положения.</w:t>
      </w:r>
    </w:p>
    <w:p w:rsidR="000D6B6F" w:rsidRDefault="000D6B6F" w:rsidP="007A6F1A">
      <w:pPr>
        <w:autoSpaceDE w:val="0"/>
        <w:autoSpaceDN w:val="0"/>
        <w:adjustRightInd w:val="0"/>
        <w:ind w:firstLine="540"/>
        <w:jc w:val="both"/>
        <w:outlineLvl w:val="1"/>
      </w:pPr>
      <w:r>
        <w:t>19.3. Котировочная заявка должна содержать:</w:t>
      </w:r>
    </w:p>
    <w:p w:rsidR="000D6B6F" w:rsidRPr="002E7A5D" w:rsidRDefault="000D6B6F" w:rsidP="00B66311">
      <w:pPr>
        <w:autoSpaceDE w:val="0"/>
        <w:autoSpaceDN w:val="0"/>
        <w:adjustRightInd w:val="0"/>
        <w:ind w:firstLine="540"/>
        <w:jc w:val="both"/>
        <w:outlineLvl w:val="1"/>
      </w:pPr>
      <w:r w:rsidRPr="002E7A5D">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0D6B6F" w:rsidRDefault="000D6B6F" w:rsidP="007A6F1A">
      <w:pPr>
        <w:autoSpaceDE w:val="0"/>
        <w:autoSpaceDN w:val="0"/>
        <w:adjustRightInd w:val="0"/>
        <w:ind w:firstLine="540"/>
        <w:jc w:val="both"/>
        <w:outlineLvl w:val="1"/>
      </w:pPr>
      <w:r>
        <w:t>копии документов, подтверждающих соответствие заинтересованного лица требованиям, установленным в объявлении о проведении запроса котировок в соответствии с настоящим Положением;</w:t>
      </w:r>
    </w:p>
    <w:p w:rsidR="000D6B6F" w:rsidRDefault="000D6B6F" w:rsidP="007A6F1A">
      <w:pPr>
        <w:autoSpaceDE w:val="0"/>
        <w:autoSpaceDN w:val="0"/>
        <w:adjustRightInd w:val="0"/>
        <w:ind w:firstLine="540"/>
        <w:jc w:val="both"/>
        <w:outlineLvl w:val="1"/>
      </w:pPr>
      <w:r>
        <w:t>согласие заинтересованного лица на поставку товара, выполнение работ, оказание услуг в соответствии с проектом договора, являющегося неотъемлемой частью объявления о проведении запроса котировок;</w:t>
      </w:r>
    </w:p>
    <w:p w:rsidR="000D6B6F" w:rsidRDefault="000D6B6F" w:rsidP="007A6F1A">
      <w:pPr>
        <w:autoSpaceDE w:val="0"/>
        <w:autoSpaceDN w:val="0"/>
        <w:adjustRightInd w:val="0"/>
        <w:ind w:firstLine="540"/>
        <w:jc w:val="both"/>
        <w:outlineLvl w:val="1"/>
      </w:pPr>
      <w:r>
        <w:t>предложение о цене договора.</w:t>
      </w:r>
    </w:p>
    <w:p w:rsidR="000D6B6F" w:rsidRDefault="000D6B6F" w:rsidP="007A6F1A">
      <w:pPr>
        <w:autoSpaceDE w:val="0"/>
        <w:autoSpaceDN w:val="0"/>
        <w:adjustRightInd w:val="0"/>
        <w:ind w:firstLine="540"/>
        <w:jc w:val="both"/>
        <w:outlineLvl w:val="1"/>
      </w:pPr>
      <w:r>
        <w:t>19.4. Поданная в срок, указанный в объявлении о проведении запроса котировок, котировочная заявка регистрируется заказчиком. По требованию заинтересованного лица, подавшего котировочную заявку, заказчик выдает расписку в получении котировочной заявки с указанием даты и времени ее получения.</w:t>
      </w:r>
    </w:p>
    <w:p w:rsidR="000D6B6F" w:rsidRDefault="000D6B6F" w:rsidP="007A6F1A">
      <w:pPr>
        <w:autoSpaceDE w:val="0"/>
        <w:autoSpaceDN w:val="0"/>
        <w:adjustRightInd w:val="0"/>
        <w:ind w:firstLine="540"/>
        <w:jc w:val="both"/>
        <w:outlineLvl w:val="1"/>
      </w:pPr>
      <w:r>
        <w:t>19.5. Проведение переговоров между заказчиком, котировочной комиссией и заинтересованным лицом в отношении поданной им котировочной заявки не допускается.</w:t>
      </w:r>
    </w:p>
    <w:p w:rsidR="000D6B6F" w:rsidRDefault="000D6B6F" w:rsidP="007A6F1A">
      <w:pPr>
        <w:autoSpaceDE w:val="0"/>
        <w:autoSpaceDN w:val="0"/>
        <w:adjustRightInd w:val="0"/>
        <w:ind w:firstLine="540"/>
        <w:jc w:val="both"/>
        <w:outlineLvl w:val="1"/>
      </w:pPr>
      <w:r>
        <w:t xml:space="preserve">19.6. Котировочные заявки, поданные после дня окончания срока подачи котировочных заявок, указанного в объявлении о проведении запроса котировок, не рассматриваются и в день их поступления возвращаются заинтересованным лицам, подавшим такие заявки. </w:t>
      </w:r>
    </w:p>
    <w:p w:rsidR="000D6B6F" w:rsidRDefault="000D6B6F" w:rsidP="007A6F1A">
      <w:pPr>
        <w:autoSpaceDE w:val="0"/>
        <w:autoSpaceDN w:val="0"/>
        <w:adjustRightInd w:val="0"/>
        <w:ind w:firstLine="540"/>
        <w:jc w:val="both"/>
        <w:outlineLvl w:val="1"/>
      </w:pPr>
      <w:r>
        <w:t>19.7. В случае, если после окончания срока подачи котировочных заявок подана только одна котировочная заявка, заказчик продлевает срок подачи котировочных заявок на четыре рабочих дня и в течение одного рабочего дня после дня окончания срока подачи котировочных заявок размещают на официальном сайте объявление о продлении срока подачи таких заявок. Поданная в срок, указанный в объявлении о продлении срока подачи котировочных заявок, котировочная заявка рассматривается в порядке, установленном для рассмотрения котировочных заявок, поданных в срок, указанный в объявлении о проведении запроса котировок. В случае, если после окончания срока подачи котировочных заявок, указанного в объявлении о продлении срока подачи котировочных заявок, не подана дополнительно ни одна котировочная заявка, а единственная поданная котировочная заявка соответствует требованиям, установленным объявлением о проведении запроса котировок, и содержит предложение о цене договора, не превышающей начальную (максимальную) цену договора, указанную в объявлении о проведении запроса котировок, заказчик обязан заключить договор с участником запроса котировок, подавшим такую котировочную заявку, на условиях, предусмотренных объявлением о проведении запроса котировок, и по цене, предложенной указанным участником запроса котировок в котировочной заявке. При непредставлении заказчику участником запроса котировок в срок, предусмотренный объявлением о проведении запроса котировок, подписанного договора участник запроса котировок признается уклонившимся от заключения договора.</w:t>
      </w:r>
    </w:p>
    <w:p w:rsidR="000D6B6F" w:rsidRDefault="000D6B6F" w:rsidP="007A6F1A">
      <w:pPr>
        <w:autoSpaceDE w:val="0"/>
        <w:autoSpaceDN w:val="0"/>
        <w:adjustRightInd w:val="0"/>
        <w:ind w:firstLine="540"/>
        <w:jc w:val="both"/>
        <w:outlineLvl w:val="1"/>
      </w:pPr>
      <w:r>
        <w:t>19</w:t>
      </w:r>
      <w:r w:rsidRPr="00EF57E2">
        <w:t>.8. В случае, если не подана ни одна котировочная заявка, заказчик вправе осуществить повторную закупку способом запроса котировок. При этом заказчик вправе изменить условия исполнения договора.</w:t>
      </w:r>
    </w:p>
    <w:p w:rsidR="000D6B6F" w:rsidRPr="00F15985" w:rsidRDefault="000D6B6F" w:rsidP="00F15985">
      <w:pPr>
        <w:jc w:val="both"/>
      </w:pPr>
    </w:p>
    <w:p w:rsidR="000D6B6F" w:rsidRDefault="000D6B6F" w:rsidP="007C573A">
      <w:pPr>
        <w:jc w:val="center"/>
        <w:rPr>
          <w:b/>
        </w:rPr>
      </w:pPr>
      <w:r>
        <w:rPr>
          <w:b/>
        </w:rPr>
        <w:t>20. Рассмотрение и оценка котировочных заявок</w:t>
      </w:r>
    </w:p>
    <w:p w:rsidR="000D6B6F" w:rsidRDefault="000D6B6F" w:rsidP="007C573A">
      <w:pPr>
        <w:jc w:val="center"/>
        <w:rPr>
          <w:b/>
        </w:rPr>
      </w:pPr>
    </w:p>
    <w:p w:rsidR="000D6B6F" w:rsidRDefault="000D6B6F" w:rsidP="00C843EC">
      <w:pPr>
        <w:autoSpaceDE w:val="0"/>
        <w:autoSpaceDN w:val="0"/>
        <w:adjustRightInd w:val="0"/>
        <w:ind w:firstLine="540"/>
        <w:jc w:val="both"/>
        <w:outlineLvl w:val="1"/>
      </w:pPr>
      <w:r>
        <w:t>20.1. Котировочная комиссия в течение одного рабочего дня, следующего за днем окончания срока подачи котировочных заявок, рассматривает котировочные заявки на соответствие их требованиям, установленным в извещении о проведении запроса котировок</w:t>
      </w:r>
      <w:r w:rsidRPr="0034561E">
        <w:t xml:space="preserve"> </w:t>
      </w:r>
      <w:r w:rsidRPr="008525A6">
        <w:t xml:space="preserve">и соответствие заинтересованных лиц, подавших </w:t>
      </w:r>
      <w:r>
        <w:t xml:space="preserve">котировочные </w:t>
      </w:r>
      <w:r w:rsidRPr="008525A6">
        <w:t xml:space="preserve">заявки, требованиям, установленным в </w:t>
      </w:r>
      <w:r>
        <w:t xml:space="preserve">объявлении о проведении запроса котировок </w:t>
      </w:r>
      <w:r w:rsidRPr="008525A6">
        <w:t>в соответствии с настоящим Положением</w:t>
      </w:r>
      <w:r>
        <w:t>, и оценивает котировочные заявки.</w:t>
      </w:r>
    </w:p>
    <w:p w:rsidR="000D6B6F" w:rsidRDefault="000D6B6F" w:rsidP="00C843EC">
      <w:pPr>
        <w:autoSpaceDE w:val="0"/>
        <w:autoSpaceDN w:val="0"/>
        <w:adjustRightInd w:val="0"/>
        <w:ind w:firstLine="540"/>
        <w:jc w:val="both"/>
        <w:outlineLvl w:val="1"/>
      </w:pPr>
      <w:r>
        <w:t>20.2. Победителем в проведении запроса котировок признается участник запроса котировок, подавший котировочную заявку, которая отвечает всем требованиям, установленным в объявлении о проведении запроса котировок, который соответствует требованиям к участникам закупок, установленным в объявлении о проведении запроса котировок в соответствии с настоящим Положением, и в котировочной заявке которого содержится предложение о наиболее низкой цене договора. При предложении наиболее низкой цены договора несколькими участниками запроса котировок победителем в проведении запроса котировок признается участник запроса котировок, котировочная заявка которого поступила ранее котировочных заявок других участников запроса котировок.</w:t>
      </w:r>
    </w:p>
    <w:p w:rsidR="000D6B6F" w:rsidRDefault="000D6B6F" w:rsidP="00C843EC">
      <w:pPr>
        <w:autoSpaceDE w:val="0"/>
        <w:autoSpaceDN w:val="0"/>
        <w:adjustRightInd w:val="0"/>
        <w:ind w:firstLine="540"/>
        <w:jc w:val="both"/>
        <w:outlineLvl w:val="1"/>
      </w:pPr>
      <w:r>
        <w:t>20.3. Котировочная комиссия отклоняет котировочные заявки, если они не соответствуют требованиям, установленным в извещении о проведении запроса котировок, или заинтересованное лицо, подавшее котировочную заявку не соответствует требованиям, установленным в объявлении о проведении запроса котировок в соответствии с настоящим Положением, или предложенная в котировочных заявках цена договора превышает начальную (максимальную) цену договора, указанную в объявлении о проведении запроса котировок. Отклонение котировочных заявок по иным основаниям не допускается.</w:t>
      </w:r>
    </w:p>
    <w:p w:rsidR="000D6B6F" w:rsidRDefault="000D6B6F" w:rsidP="00C843EC">
      <w:pPr>
        <w:autoSpaceDE w:val="0"/>
        <w:autoSpaceDN w:val="0"/>
        <w:adjustRightInd w:val="0"/>
        <w:ind w:firstLine="540"/>
        <w:jc w:val="both"/>
        <w:outlineLvl w:val="1"/>
      </w:pPr>
      <w:r>
        <w:t>20.4. Результаты рассмотрения и оценки котировочных заявок оформляются протоколом, в котором содержатся сведения о заказчике, о существенных условиях договора, о всех заинтересованных лицах, подавших котировочные заявки, об отклоненных котировочных заявках с обоснованием причин отклонения, предложение о наиболее низкой цене договора, сведения о победителе в проведении запроса котировок, об участнике запроса котировок, предложившем в котировочной заявке цену договора, такую же, как и победитель в проведении запроса котировок, или об участнике запроса котировок, предложение о цене договора которого является следующим по степени выгодности после предложения о цене договора победителя в проведении запроса котировок. Протокол рассмотрения и оценки котировочных заявок подписывается всеми присутствующими на заседании членами котировочной комиссии и заказчиком в день рассмотрения и оценки котировочных заявок и в тот же день размещается на официальном сайте. Протокол рассмотрения и оценки котировочных заявок составляется в двух экземплярах, один из которых остается у заказчика. Заказчик в течение двух рабочих дней со дня подписания указанного протокола передают победителю в проведении запроса котировок один экземпляр протокола и подписанный Заказчиком проект договора, который составляется путем включения в него цены, предложенной победителем запроса котировок в котировочной заявке.</w:t>
      </w:r>
    </w:p>
    <w:p w:rsidR="000D6B6F" w:rsidRDefault="000D6B6F" w:rsidP="00C843EC">
      <w:pPr>
        <w:autoSpaceDE w:val="0"/>
        <w:autoSpaceDN w:val="0"/>
        <w:adjustRightInd w:val="0"/>
        <w:ind w:firstLine="540"/>
        <w:jc w:val="both"/>
        <w:outlineLvl w:val="1"/>
      </w:pPr>
      <w:r>
        <w:t>20.5. Любое заинтересованное лицо, подавшее котировочную заявку, после размещения на официальном сайте протокола рассмотрения и оценки котировочных заявок вправе направить в письменной форме заказчику запрос о разъяснении результатов рассмотрения и оценки котировочных заявок. Заказчик в течение двух рабочих дней со дня поступления такого запроса обязаны предоставить указанному заинтересованному лицу соответствующие разъяснения в письменной форме.</w:t>
      </w:r>
    </w:p>
    <w:p w:rsidR="000D6B6F" w:rsidRDefault="000D6B6F" w:rsidP="00C843EC">
      <w:pPr>
        <w:autoSpaceDE w:val="0"/>
        <w:autoSpaceDN w:val="0"/>
        <w:adjustRightInd w:val="0"/>
        <w:ind w:firstLine="540"/>
        <w:jc w:val="both"/>
        <w:outlineLvl w:val="1"/>
      </w:pPr>
      <w:r>
        <w:t>20.6. В случае, если победитель в проведении запроса котировок в срок, указанный в объявлении о проведении запроса котировок, не представил заказчику подписанный договор, такой победитель признается уклонившимся от заключения договора.</w:t>
      </w:r>
    </w:p>
    <w:p w:rsidR="000D6B6F" w:rsidRDefault="000D6B6F" w:rsidP="00C843EC">
      <w:pPr>
        <w:autoSpaceDE w:val="0"/>
        <w:autoSpaceDN w:val="0"/>
        <w:adjustRightInd w:val="0"/>
        <w:ind w:firstLine="540"/>
        <w:jc w:val="both"/>
        <w:outlineLvl w:val="1"/>
      </w:pPr>
      <w:r>
        <w:t xml:space="preserve">20.7. В случае, если победитель в проведении запроса котировок признан уклонившимся от заключения договора, заказчик вправе заключить договор с участником запроса котировок, предложившим такую же, как победитель в проведении запроса котировок, цену договора, а при отсутствии такого участника запроса котировок - с участником запроса котировок, предложение о цене договора которого является следующим по степени выгодности после предложения о цене договора победителя в проведении запроса котировок. </w:t>
      </w:r>
      <w:r w:rsidRPr="00DC172C">
        <w:t xml:space="preserve">В случае уклонения указанных участников запроса котировок от заключения </w:t>
      </w:r>
      <w:r>
        <w:t>договор</w:t>
      </w:r>
      <w:r w:rsidRPr="00DC172C">
        <w:t xml:space="preserve">а заказчик вправе провести повторный запрос котировок либо заключить договор в порядке, предусмотренном </w:t>
      </w:r>
      <w:r>
        <w:t>п.5.4</w:t>
      </w:r>
      <w:r w:rsidRPr="00DC172C">
        <w:t>. настоящего Положения.</w:t>
      </w:r>
    </w:p>
    <w:p w:rsidR="000D6B6F" w:rsidRDefault="000D6B6F" w:rsidP="00C843EC">
      <w:pPr>
        <w:autoSpaceDE w:val="0"/>
        <w:autoSpaceDN w:val="0"/>
        <w:adjustRightInd w:val="0"/>
        <w:ind w:firstLine="540"/>
        <w:jc w:val="both"/>
        <w:outlineLvl w:val="1"/>
      </w:pPr>
      <w:r>
        <w:t>20.8. В случае отклонения котировочной комиссией всех котировочных заявок заказчик вправе осуществить повторное размещение заказа путем запроса котировок. При этом заказчик вправе изменить условия исполнения договора.</w:t>
      </w:r>
    </w:p>
    <w:p w:rsidR="000D6B6F" w:rsidRDefault="000D6B6F" w:rsidP="00C843EC">
      <w:pPr>
        <w:jc w:val="both"/>
      </w:pPr>
      <w:r>
        <w:t xml:space="preserve"> </w:t>
      </w:r>
    </w:p>
    <w:p w:rsidR="000D6B6F" w:rsidRPr="00807E25" w:rsidRDefault="000D6B6F" w:rsidP="007C573A">
      <w:pPr>
        <w:jc w:val="center"/>
      </w:pPr>
      <w:r>
        <w:rPr>
          <w:b/>
        </w:rPr>
        <w:t xml:space="preserve">21. </w:t>
      </w:r>
      <w:r w:rsidRPr="0027768C">
        <w:rPr>
          <w:b/>
        </w:rPr>
        <w:t xml:space="preserve">Порядок заключения и исполнения </w:t>
      </w:r>
      <w:r w:rsidRPr="00951F60">
        <w:rPr>
          <w:b/>
        </w:rPr>
        <w:t>договоров по итогам торгов</w:t>
      </w:r>
    </w:p>
    <w:p w:rsidR="000D6B6F" w:rsidRDefault="000D6B6F" w:rsidP="007C573A"/>
    <w:p w:rsidR="000D6B6F" w:rsidRDefault="000D6B6F" w:rsidP="007C573A">
      <w:pPr>
        <w:jc w:val="both"/>
      </w:pPr>
      <w:r>
        <w:tab/>
        <w:t>21</w:t>
      </w:r>
      <w:r w:rsidRPr="004A67AD">
        <w:t>.1.</w:t>
      </w:r>
      <w:r>
        <w:t xml:space="preserve"> При проведении торгов договоры поставки товаров, выполнения работ, оказания услуг заключаются по итогам торгов в соответствии с настоящим Положением, Гражданским кодексом Российской Федерации, иными нормативными правовыми актами и исполняются в соответствии с Гражданским кодексом Российской Федерации иными нормативными правовыми актами.</w:t>
      </w:r>
    </w:p>
    <w:p w:rsidR="000D6B6F" w:rsidRDefault="000D6B6F" w:rsidP="007C573A">
      <w:pPr>
        <w:autoSpaceDE w:val="0"/>
        <w:autoSpaceDN w:val="0"/>
        <w:adjustRightInd w:val="0"/>
        <w:ind w:firstLine="540"/>
        <w:jc w:val="both"/>
        <w:outlineLvl w:val="1"/>
      </w:pPr>
      <w:r>
        <w:tab/>
        <w:t xml:space="preserve">21.2. Заказчик в течение </w:t>
      </w:r>
      <w:r w:rsidRPr="007C573A">
        <w:t>трех рабочих дней</w:t>
      </w:r>
      <w:r>
        <w:t xml:space="preserve"> со дня подписания протокола оценки и сопоставления заявок на участие в конкурсе, или </w:t>
      </w:r>
      <w:r w:rsidRPr="007C573A">
        <w:t>прото</w:t>
      </w:r>
      <w:r>
        <w:t xml:space="preserve">кола подведения итогов аукциона </w:t>
      </w:r>
      <w:r w:rsidRPr="007C573A">
        <w:t>подписывает</w:t>
      </w:r>
      <w:r>
        <w:t xml:space="preserve"> и передает победителю конкурса или аукциона соответственно </w:t>
      </w:r>
      <w:r w:rsidRPr="007C573A">
        <w:t>проект договора, который составляется путем включения условий исполнения договора, предложенных победителем конкурса в заявке на участие в конкурсе, или цены договора, предложенной победителем аукциона, в проект договора, прилагаемый к документации о закупке, не менее чем в двух э</w:t>
      </w:r>
      <w:r>
        <w:t>кземплярах. Победитель конкурса</w:t>
      </w:r>
      <w:r w:rsidRPr="007C573A">
        <w:t xml:space="preserve"> или аукциона в течение </w:t>
      </w:r>
      <w:r>
        <w:t>пяти</w:t>
      </w:r>
      <w:r w:rsidRPr="007C573A">
        <w:t xml:space="preserve"> рабочих дней со дня получения от заказчика подп</w:t>
      </w:r>
      <w:r>
        <w:t>исывает такой договор</w:t>
      </w:r>
      <w:r w:rsidRPr="007C573A">
        <w:t xml:space="preserve"> и</w:t>
      </w:r>
      <w:r>
        <w:t xml:space="preserve"> направляет его заказчику вместе с обеспечением исполнения договора в случае, если заказчиком было установлено требование обеспечения исполнения договора. </w:t>
      </w:r>
    </w:p>
    <w:p w:rsidR="000D6B6F" w:rsidRDefault="000D6B6F" w:rsidP="002526DC">
      <w:pPr>
        <w:autoSpaceDE w:val="0"/>
        <w:autoSpaceDN w:val="0"/>
        <w:adjustRightInd w:val="0"/>
        <w:ind w:firstLine="540"/>
        <w:jc w:val="both"/>
        <w:outlineLvl w:val="1"/>
      </w:pPr>
      <w:r>
        <w:tab/>
        <w:t xml:space="preserve">21.3. Денежные средства, внесенные в качестве обеспечения заявки на участие в закупке, возвращаются победителю конкурса, аукциона и участнику конкурса, заявке на участие в конкурсе которого присвоен второй порядковый номер, участнику аукциона, подавшему </w:t>
      </w:r>
      <w:r w:rsidRPr="00BD7D17">
        <w:t>предпоследнее предложение</w:t>
      </w:r>
      <w:r>
        <w:t xml:space="preserve"> о цене договора, в течение пяти рабочих дней со дня заключения договора с победителем конкурса, аукциона. При непредставлении заказчику победителем конкурса, аукциона в срок, предусмотренный конкурсной документацией, документацией об аукционе, подписанного договора, а также обеспечения исполнения договора в случае, если заказчиком было установлено требование обеспечения исполнения договора, такой победитель конкурса, аукциона признается уклонившимся от заключения договора. В случае уклонения такого победителя конкурса, аукциона от заключения договора денежные средства, внесенные в качестве обеспечения заявки на участие в закупке, ему не возвращаются</w:t>
      </w:r>
      <w:r w:rsidRPr="00897DDF">
        <w:t xml:space="preserve">.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w:t>
      </w:r>
      <w:r>
        <w:t>внесенные в качестве обеспечения заявки на участие в аукционе денежные средств такому участнику</w:t>
      </w:r>
      <w:r w:rsidRPr="00897DDF">
        <w:t xml:space="preserve"> не возвращается.</w:t>
      </w:r>
    </w:p>
    <w:p w:rsidR="000D6B6F" w:rsidRDefault="000D6B6F" w:rsidP="007C573A">
      <w:pPr>
        <w:autoSpaceDE w:val="0"/>
        <w:autoSpaceDN w:val="0"/>
        <w:adjustRightInd w:val="0"/>
        <w:ind w:firstLine="540"/>
        <w:jc w:val="both"/>
        <w:outlineLvl w:val="1"/>
      </w:pPr>
      <w:r>
        <w:t xml:space="preserve">21.4. В случае, если с соответствии с п.21.3. настоящего Положения победитель конкурса, аукциона признан уклонившимся от заключения договора, договор заключается с участником конкурса, заявке на участие в конкурсе которого присвоен второй порядковый номер, или с участником аукциона, подавшем </w:t>
      </w:r>
      <w:r w:rsidRPr="00BD7D17">
        <w:t>предпоследнее предложение</w:t>
      </w:r>
      <w:r>
        <w:t xml:space="preserve"> о цене договора. Денежные средства, внесенные в качестве обеспечения заявки на участие в закупке, возвращаются такому участнику</w:t>
      </w:r>
      <w:r w:rsidRPr="0027089F">
        <w:t xml:space="preserve"> </w:t>
      </w:r>
      <w:r>
        <w:t>конкурса, аукциона в течение пяти рабочих дней со дня заключения с ним договора. При непредставлении заказчику таким участником  конкурса, аукциона в срок, предусмотренный конкурсной документацией, документацией об аукционе, подписанного договора, а также обеспечения исполнения договора в случае, если заказчиком было установлено требование обеспечения исполнения договора, такой участник конкурса, аукциона признается уклонившимся от заключения договора. В случае уклонения такого участника конкурса, аукциона от заключения договора денежные средства, внесенные в качестве обеспечения заявки на участие в закупке, не возвращаются.</w:t>
      </w:r>
    </w:p>
    <w:p w:rsidR="000D6B6F" w:rsidRDefault="000D6B6F" w:rsidP="00A202E4">
      <w:pPr>
        <w:autoSpaceDE w:val="0"/>
        <w:autoSpaceDN w:val="0"/>
        <w:adjustRightInd w:val="0"/>
        <w:ind w:firstLine="540"/>
        <w:jc w:val="both"/>
        <w:outlineLvl w:val="0"/>
      </w:pPr>
    </w:p>
    <w:p w:rsidR="000D6B6F" w:rsidRPr="00057C25" w:rsidRDefault="000D6B6F" w:rsidP="00057C25">
      <w:pPr>
        <w:autoSpaceDE w:val="0"/>
        <w:autoSpaceDN w:val="0"/>
        <w:adjustRightInd w:val="0"/>
        <w:ind w:firstLine="540"/>
        <w:jc w:val="center"/>
        <w:outlineLvl w:val="0"/>
        <w:rPr>
          <w:b/>
        </w:rPr>
      </w:pPr>
      <w:r>
        <w:rPr>
          <w:b/>
        </w:rPr>
        <w:t>22</w:t>
      </w:r>
      <w:r w:rsidRPr="00057C25">
        <w:rPr>
          <w:b/>
        </w:rPr>
        <w:t xml:space="preserve">. Порядок заключения и исполнения договоров по итогам запросов котировок, при закупках </w:t>
      </w:r>
      <w:r>
        <w:rPr>
          <w:b/>
        </w:rPr>
        <w:t xml:space="preserve">у </w:t>
      </w:r>
      <w:r w:rsidRPr="00057C25">
        <w:rPr>
          <w:b/>
        </w:rPr>
        <w:t>единственного источника</w:t>
      </w:r>
    </w:p>
    <w:p w:rsidR="000D6B6F" w:rsidRDefault="000D6B6F" w:rsidP="00A202E4">
      <w:pPr>
        <w:autoSpaceDE w:val="0"/>
        <w:autoSpaceDN w:val="0"/>
        <w:adjustRightInd w:val="0"/>
        <w:ind w:firstLine="540"/>
        <w:jc w:val="both"/>
        <w:outlineLvl w:val="0"/>
      </w:pPr>
    </w:p>
    <w:p w:rsidR="000D6B6F" w:rsidRDefault="000D6B6F" w:rsidP="00690092">
      <w:pPr>
        <w:ind w:firstLine="540"/>
        <w:jc w:val="both"/>
      </w:pPr>
      <w:r>
        <w:t>22.1. Договоры поставки товаров, выполнения работ, оказания услуг заключаются по итогам запросов котировок, при закупках у единственного источника в соответствии с Гражданским кодексом Российской Федерации, иными нормативными правовыми актами, с учетом настоящего Положения и исполняются в соответствии с Гражданским кодексом Российской Федерации иными нормативными правовыми актами.</w:t>
      </w:r>
    </w:p>
    <w:p w:rsidR="000D6B6F" w:rsidRDefault="000D6B6F" w:rsidP="00A202E4">
      <w:pPr>
        <w:autoSpaceDE w:val="0"/>
        <w:autoSpaceDN w:val="0"/>
        <w:adjustRightInd w:val="0"/>
        <w:ind w:firstLine="540"/>
        <w:jc w:val="both"/>
        <w:outlineLvl w:val="0"/>
      </w:pPr>
    </w:p>
    <w:p w:rsidR="000D6B6F" w:rsidRPr="00690092" w:rsidRDefault="000D6B6F" w:rsidP="00690092">
      <w:pPr>
        <w:autoSpaceDE w:val="0"/>
        <w:autoSpaceDN w:val="0"/>
        <w:adjustRightInd w:val="0"/>
        <w:ind w:firstLine="540"/>
        <w:jc w:val="center"/>
        <w:outlineLvl w:val="0"/>
        <w:rPr>
          <w:b/>
        </w:rPr>
      </w:pPr>
      <w:r>
        <w:rPr>
          <w:b/>
        </w:rPr>
        <w:t>23</w:t>
      </w:r>
      <w:r w:rsidRPr="00690092">
        <w:rPr>
          <w:b/>
        </w:rPr>
        <w:t>. Контроль за соблюдением требований настоящего Положения</w:t>
      </w:r>
    </w:p>
    <w:p w:rsidR="000D6B6F" w:rsidRDefault="000D6B6F" w:rsidP="00690092">
      <w:pPr>
        <w:autoSpaceDE w:val="0"/>
        <w:autoSpaceDN w:val="0"/>
        <w:adjustRightInd w:val="0"/>
        <w:ind w:firstLine="540"/>
        <w:jc w:val="both"/>
        <w:outlineLvl w:val="0"/>
      </w:pPr>
    </w:p>
    <w:p w:rsidR="000D6B6F" w:rsidRDefault="000D6B6F" w:rsidP="00690092">
      <w:pPr>
        <w:autoSpaceDE w:val="0"/>
        <w:autoSpaceDN w:val="0"/>
        <w:adjustRightInd w:val="0"/>
        <w:ind w:firstLine="540"/>
        <w:jc w:val="both"/>
        <w:outlineLvl w:val="0"/>
      </w:pPr>
      <w:r>
        <w:t>23.1. Контроль за соблюдением требований настоящего Положения осуществляется в порядке, установленном законодательством Российской Федерации.</w:t>
      </w:r>
    </w:p>
    <w:p w:rsidR="000D6B6F" w:rsidRDefault="000D6B6F" w:rsidP="00690092">
      <w:pPr>
        <w:autoSpaceDE w:val="0"/>
        <w:autoSpaceDN w:val="0"/>
        <w:adjustRightInd w:val="0"/>
        <w:ind w:firstLine="540"/>
        <w:jc w:val="both"/>
        <w:outlineLvl w:val="0"/>
      </w:pPr>
    </w:p>
    <w:p w:rsidR="000D6B6F" w:rsidRPr="00690092" w:rsidRDefault="000D6B6F" w:rsidP="00690092">
      <w:pPr>
        <w:autoSpaceDE w:val="0"/>
        <w:autoSpaceDN w:val="0"/>
        <w:adjustRightInd w:val="0"/>
        <w:ind w:firstLine="540"/>
        <w:jc w:val="center"/>
        <w:outlineLvl w:val="0"/>
        <w:rPr>
          <w:b/>
        </w:rPr>
      </w:pPr>
      <w:r>
        <w:rPr>
          <w:b/>
        </w:rPr>
        <w:t>24</w:t>
      </w:r>
      <w:r w:rsidRPr="00690092">
        <w:rPr>
          <w:b/>
        </w:rPr>
        <w:t>. Ответственность за нарушение требований настоящего Положения</w:t>
      </w:r>
    </w:p>
    <w:p w:rsidR="000D6B6F" w:rsidRDefault="000D6B6F" w:rsidP="00690092">
      <w:pPr>
        <w:autoSpaceDE w:val="0"/>
        <w:autoSpaceDN w:val="0"/>
        <w:adjustRightInd w:val="0"/>
        <w:ind w:firstLine="540"/>
        <w:jc w:val="both"/>
        <w:outlineLvl w:val="0"/>
      </w:pPr>
    </w:p>
    <w:p w:rsidR="000D6B6F" w:rsidRDefault="000D6B6F" w:rsidP="00690092">
      <w:pPr>
        <w:autoSpaceDE w:val="0"/>
        <w:autoSpaceDN w:val="0"/>
        <w:adjustRightInd w:val="0"/>
        <w:ind w:firstLine="540"/>
        <w:jc w:val="both"/>
        <w:outlineLvl w:val="0"/>
      </w:pPr>
      <w:r>
        <w:t>24.1. За нарушение требований настоящего Положения виновные лица несут ответственность в соответствии с законодательством Российской Федерации.</w:t>
      </w:r>
    </w:p>
    <w:p w:rsidR="000D6B6F" w:rsidRDefault="000D6B6F" w:rsidP="00CF7782">
      <w:pPr>
        <w:autoSpaceDE w:val="0"/>
        <w:autoSpaceDN w:val="0"/>
        <w:adjustRightInd w:val="0"/>
        <w:jc w:val="both"/>
        <w:outlineLvl w:val="0"/>
      </w:pPr>
    </w:p>
    <w:sectPr w:rsidR="000D6B6F" w:rsidSect="00F35B5A">
      <w:pgSz w:w="11906" w:h="16838"/>
      <w:pgMar w:top="1134" w:right="850"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531D14"/>
    <w:multiLevelType w:val="multilevel"/>
    <w:tmpl w:val="8C2E284A"/>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C1540"/>
    <w:rsid w:val="00021B46"/>
    <w:rsid w:val="00021B7A"/>
    <w:rsid w:val="000303C0"/>
    <w:rsid w:val="000367EE"/>
    <w:rsid w:val="00046840"/>
    <w:rsid w:val="00047D45"/>
    <w:rsid w:val="00057C25"/>
    <w:rsid w:val="0007190F"/>
    <w:rsid w:val="0009762A"/>
    <w:rsid w:val="000A12FC"/>
    <w:rsid w:val="000B46B6"/>
    <w:rsid w:val="000B53D8"/>
    <w:rsid w:val="000B7448"/>
    <w:rsid w:val="000C39CC"/>
    <w:rsid w:val="000C738F"/>
    <w:rsid w:val="000D0BBE"/>
    <w:rsid w:val="000D6B6F"/>
    <w:rsid w:val="000E398D"/>
    <w:rsid w:val="000F1A71"/>
    <w:rsid w:val="000F685F"/>
    <w:rsid w:val="00100BE8"/>
    <w:rsid w:val="00101764"/>
    <w:rsid w:val="00105233"/>
    <w:rsid w:val="00106CF1"/>
    <w:rsid w:val="00106D6C"/>
    <w:rsid w:val="001101F7"/>
    <w:rsid w:val="0011187E"/>
    <w:rsid w:val="001129FB"/>
    <w:rsid w:val="001208E4"/>
    <w:rsid w:val="001237EB"/>
    <w:rsid w:val="001248EC"/>
    <w:rsid w:val="00126757"/>
    <w:rsid w:val="00142248"/>
    <w:rsid w:val="00160899"/>
    <w:rsid w:val="0016167A"/>
    <w:rsid w:val="00166A53"/>
    <w:rsid w:val="0016711C"/>
    <w:rsid w:val="00190020"/>
    <w:rsid w:val="001922AD"/>
    <w:rsid w:val="001A1EE9"/>
    <w:rsid w:val="001B036C"/>
    <w:rsid w:val="001B2430"/>
    <w:rsid w:val="001B4273"/>
    <w:rsid w:val="001C4383"/>
    <w:rsid w:val="001C4CAD"/>
    <w:rsid w:val="001D2B85"/>
    <w:rsid w:val="001D5633"/>
    <w:rsid w:val="001D6B17"/>
    <w:rsid w:val="001D6CE1"/>
    <w:rsid w:val="002002B5"/>
    <w:rsid w:val="00201E6C"/>
    <w:rsid w:val="002038DD"/>
    <w:rsid w:val="002056D9"/>
    <w:rsid w:val="0023105D"/>
    <w:rsid w:val="00243FF9"/>
    <w:rsid w:val="002503CA"/>
    <w:rsid w:val="002526DC"/>
    <w:rsid w:val="00254252"/>
    <w:rsid w:val="0027089F"/>
    <w:rsid w:val="00273E9C"/>
    <w:rsid w:val="00275C31"/>
    <w:rsid w:val="0027768C"/>
    <w:rsid w:val="002778A0"/>
    <w:rsid w:val="00293BEB"/>
    <w:rsid w:val="00294D5D"/>
    <w:rsid w:val="002A0C0B"/>
    <w:rsid w:val="002A7572"/>
    <w:rsid w:val="002C499E"/>
    <w:rsid w:val="002D1485"/>
    <w:rsid w:val="002D47F0"/>
    <w:rsid w:val="002D75BF"/>
    <w:rsid w:val="002E29C0"/>
    <w:rsid w:val="002E4386"/>
    <w:rsid w:val="002E7A5D"/>
    <w:rsid w:val="002F2FDA"/>
    <w:rsid w:val="002F5A00"/>
    <w:rsid w:val="00312AE6"/>
    <w:rsid w:val="00314C3C"/>
    <w:rsid w:val="003167BB"/>
    <w:rsid w:val="00320A09"/>
    <w:rsid w:val="0032153C"/>
    <w:rsid w:val="00324A11"/>
    <w:rsid w:val="003303DE"/>
    <w:rsid w:val="00335998"/>
    <w:rsid w:val="003415E1"/>
    <w:rsid w:val="0034561E"/>
    <w:rsid w:val="0035223C"/>
    <w:rsid w:val="00362625"/>
    <w:rsid w:val="00370ABB"/>
    <w:rsid w:val="003738FB"/>
    <w:rsid w:val="00384237"/>
    <w:rsid w:val="0039386B"/>
    <w:rsid w:val="003A100B"/>
    <w:rsid w:val="003C1AF6"/>
    <w:rsid w:val="003C2680"/>
    <w:rsid w:val="003D5E5E"/>
    <w:rsid w:val="003D6492"/>
    <w:rsid w:val="003E3583"/>
    <w:rsid w:val="003E47F3"/>
    <w:rsid w:val="003F347E"/>
    <w:rsid w:val="00404A22"/>
    <w:rsid w:val="00406254"/>
    <w:rsid w:val="00406B2E"/>
    <w:rsid w:val="00406C01"/>
    <w:rsid w:val="00412200"/>
    <w:rsid w:val="00434849"/>
    <w:rsid w:val="00446C8E"/>
    <w:rsid w:val="004475F2"/>
    <w:rsid w:val="00466B57"/>
    <w:rsid w:val="00467F8C"/>
    <w:rsid w:val="00474373"/>
    <w:rsid w:val="004806F6"/>
    <w:rsid w:val="00492538"/>
    <w:rsid w:val="004947B6"/>
    <w:rsid w:val="004A031F"/>
    <w:rsid w:val="004A3C99"/>
    <w:rsid w:val="004A67AD"/>
    <w:rsid w:val="004A71F7"/>
    <w:rsid w:val="004B16D5"/>
    <w:rsid w:val="004C2B6F"/>
    <w:rsid w:val="004C594B"/>
    <w:rsid w:val="004D6693"/>
    <w:rsid w:val="004E612A"/>
    <w:rsid w:val="004F2CAE"/>
    <w:rsid w:val="004F7267"/>
    <w:rsid w:val="004F777F"/>
    <w:rsid w:val="0050002D"/>
    <w:rsid w:val="0050281C"/>
    <w:rsid w:val="00505465"/>
    <w:rsid w:val="00525A87"/>
    <w:rsid w:val="00526069"/>
    <w:rsid w:val="0053009C"/>
    <w:rsid w:val="0053321F"/>
    <w:rsid w:val="005404F4"/>
    <w:rsid w:val="005425D5"/>
    <w:rsid w:val="005551BC"/>
    <w:rsid w:val="00557523"/>
    <w:rsid w:val="00574671"/>
    <w:rsid w:val="00582035"/>
    <w:rsid w:val="00582F61"/>
    <w:rsid w:val="005836B3"/>
    <w:rsid w:val="00584DA7"/>
    <w:rsid w:val="005876ED"/>
    <w:rsid w:val="00596927"/>
    <w:rsid w:val="00597D1B"/>
    <w:rsid w:val="005A61B8"/>
    <w:rsid w:val="005A7302"/>
    <w:rsid w:val="005C1540"/>
    <w:rsid w:val="005C4E1E"/>
    <w:rsid w:val="005C636E"/>
    <w:rsid w:val="005D1B76"/>
    <w:rsid w:val="005E1DAF"/>
    <w:rsid w:val="005E543A"/>
    <w:rsid w:val="005E6CBF"/>
    <w:rsid w:val="005F1734"/>
    <w:rsid w:val="005F47FE"/>
    <w:rsid w:val="005F494C"/>
    <w:rsid w:val="005F5961"/>
    <w:rsid w:val="005F6235"/>
    <w:rsid w:val="00602E21"/>
    <w:rsid w:val="00602F84"/>
    <w:rsid w:val="00610BC4"/>
    <w:rsid w:val="006168B2"/>
    <w:rsid w:val="0062438B"/>
    <w:rsid w:val="00633F5C"/>
    <w:rsid w:val="00635E7E"/>
    <w:rsid w:val="00657161"/>
    <w:rsid w:val="00670E4D"/>
    <w:rsid w:val="006747D5"/>
    <w:rsid w:val="00690092"/>
    <w:rsid w:val="00692A3D"/>
    <w:rsid w:val="00693191"/>
    <w:rsid w:val="00696BE2"/>
    <w:rsid w:val="00697A75"/>
    <w:rsid w:val="006A0BBB"/>
    <w:rsid w:val="006A22A8"/>
    <w:rsid w:val="006A7990"/>
    <w:rsid w:val="006A79D0"/>
    <w:rsid w:val="006B062E"/>
    <w:rsid w:val="006B57FF"/>
    <w:rsid w:val="006C23DE"/>
    <w:rsid w:val="006C2835"/>
    <w:rsid w:val="006C5858"/>
    <w:rsid w:val="006F1045"/>
    <w:rsid w:val="006F1344"/>
    <w:rsid w:val="006F1F12"/>
    <w:rsid w:val="006F2B45"/>
    <w:rsid w:val="007018B0"/>
    <w:rsid w:val="00702E9A"/>
    <w:rsid w:val="00710E5A"/>
    <w:rsid w:val="00716D32"/>
    <w:rsid w:val="00724DD4"/>
    <w:rsid w:val="007307A4"/>
    <w:rsid w:val="007337E5"/>
    <w:rsid w:val="007419C6"/>
    <w:rsid w:val="00741D0C"/>
    <w:rsid w:val="00745E85"/>
    <w:rsid w:val="00750B6D"/>
    <w:rsid w:val="00771628"/>
    <w:rsid w:val="007857A5"/>
    <w:rsid w:val="007908FC"/>
    <w:rsid w:val="00792067"/>
    <w:rsid w:val="00792272"/>
    <w:rsid w:val="00793351"/>
    <w:rsid w:val="0079552D"/>
    <w:rsid w:val="007A2099"/>
    <w:rsid w:val="007A2A22"/>
    <w:rsid w:val="007A2BB8"/>
    <w:rsid w:val="007A6F1A"/>
    <w:rsid w:val="007B0000"/>
    <w:rsid w:val="007B5319"/>
    <w:rsid w:val="007C1469"/>
    <w:rsid w:val="007C573A"/>
    <w:rsid w:val="007C6CC3"/>
    <w:rsid w:val="007D5FBC"/>
    <w:rsid w:val="007E0835"/>
    <w:rsid w:val="007F322D"/>
    <w:rsid w:val="007F74CF"/>
    <w:rsid w:val="00800421"/>
    <w:rsid w:val="00802400"/>
    <w:rsid w:val="00807E25"/>
    <w:rsid w:val="008524D7"/>
    <w:rsid w:val="008525A6"/>
    <w:rsid w:val="00855EB7"/>
    <w:rsid w:val="00861FE7"/>
    <w:rsid w:val="00863F29"/>
    <w:rsid w:val="008712DE"/>
    <w:rsid w:val="00871C11"/>
    <w:rsid w:val="0087413A"/>
    <w:rsid w:val="00884A72"/>
    <w:rsid w:val="008855F9"/>
    <w:rsid w:val="00886D22"/>
    <w:rsid w:val="00886F2E"/>
    <w:rsid w:val="00894BFA"/>
    <w:rsid w:val="00897DDF"/>
    <w:rsid w:val="008B5FAF"/>
    <w:rsid w:val="008C2760"/>
    <w:rsid w:val="008C7B40"/>
    <w:rsid w:val="008E09DB"/>
    <w:rsid w:val="008E3F3A"/>
    <w:rsid w:val="008E4CC7"/>
    <w:rsid w:val="008E56A8"/>
    <w:rsid w:val="008E7939"/>
    <w:rsid w:val="008F3E84"/>
    <w:rsid w:val="008F47A5"/>
    <w:rsid w:val="0090165A"/>
    <w:rsid w:val="009026CD"/>
    <w:rsid w:val="009032B9"/>
    <w:rsid w:val="009136FF"/>
    <w:rsid w:val="00930865"/>
    <w:rsid w:val="00930985"/>
    <w:rsid w:val="0093547C"/>
    <w:rsid w:val="00936445"/>
    <w:rsid w:val="0094049F"/>
    <w:rsid w:val="00941589"/>
    <w:rsid w:val="00951F60"/>
    <w:rsid w:val="00952924"/>
    <w:rsid w:val="009539EB"/>
    <w:rsid w:val="00954EC3"/>
    <w:rsid w:val="00956354"/>
    <w:rsid w:val="0095699F"/>
    <w:rsid w:val="009608C3"/>
    <w:rsid w:val="0096470C"/>
    <w:rsid w:val="00971093"/>
    <w:rsid w:val="00972D84"/>
    <w:rsid w:val="00976C06"/>
    <w:rsid w:val="00976CDD"/>
    <w:rsid w:val="00980F9F"/>
    <w:rsid w:val="00987D08"/>
    <w:rsid w:val="009A275D"/>
    <w:rsid w:val="009D1116"/>
    <w:rsid w:val="009D5286"/>
    <w:rsid w:val="009E3D71"/>
    <w:rsid w:val="009F6585"/>
    <w:rsid w:val="00A0087B"/>
    <w:rsid w:val="00A01A46"/>
    <w:rsid w:val="00A11B65"/>
    <w:rsid w:val="00A15636"/>
    <w:rsid w:val="00A202E4"/>
    <w:rsid w:val="00A2651B"/>
    <w:rsid w:val="00A26C2D"/>
    <w:rsid w:val="00A32FF8"/>
    <w:rsid w:val="00A47532"/>
    <w:rsid w:val="00A5146A"/>
    <w:rsid w:val="00A523F6"/>
    <w:rsid w:val="00A65429"/>
    <w:rsid w:val="00A72A81"/>
    <w:rsid w:val="00A8720C"/>
    <w:rsid w:val="00A90B71"/>
    <w:rsid w:val="00AB20BE"/>
    <w:rsid w:val="00AB2ED2"/>
    <w:rsid w:val="00AC3F23"/>
    <w:rsid w:val="00AD2E9C"/>
    <w:rsid w:val="00AE0794"/>
    <w:rsid w:val="00AE5B10"/>
    <w:rsid w:val="00AF381E"/>
    <w:rsid w:val="00B01746"/>
    <w:rsid w:val="00B309A1"/>
    <w:rsid w:val="00B35082"/>
    <w:rsid w:val="00B35F4C"/>
    <w:rsid w:val="00B40924"/>
    <w:rsid w:val="00B47209"/>
    <w:rsid w:val="00B5184E"/>
    <w:rsid w:val="00B571A4"/>
    <w:rsid w:val="00B66311"/>
    <w:rsid w:val="00B66547"/>
    <w:rsid w:val="00B6693B"/>
    <w:rsid w:val="00B71582"/>
    <w:rsid w:val="00B719AC"/>
    <w:rsid w:val="00B7455F"/>
    <w:rsid w:val="00B82800"/>
    <w:rsid w:val="00B87566"/>
    <w:rsid w:val="00BA222C"/>
    <w:rsid w:val="00BB1C1E"/>
    <w:rsid w:val="00BB488D"/>
    <w:rsid w:val="00BD3A8A"/>
    <w:rsid w:val="00BD4534"/>
    <w:rsid w:val="00BD5BC1"/>
    <w:rsid w:val="00BD7D17"/>
    <w:rsid w:val="00BE1531"/>
    <w:rsid w:val="00BE34A6"/>
    <w:rsid w:val="00BE5EFA"/>
    <w:rsid w:val="00C0107E"/>
    <w:rsid w:val="00C0203B"/>
    <w:rsid w:val="00C02F57"/>
    <w:rsid w:val="00C0666D"/>
    <w:rsid w:val="00C11A3E"/>
    <w:rsid w:val="00C15F32"/>
    <w:rsid w:val="00C16FAC"/>
    <w:rsid w:val="00C26848"/>
    <w:rsid w:val="00C31185"/>
    <w:rsid w:val="00C33412"/>
    <w:rsid w:val="00C334DF"/>
    <w:rsid w:val="00C45998"/>
    <w:rsid w:val="00C54AE5"/>
    <w:rsid w:val="00C5698E"/>
    <w:rsid w:val="00C6037E"/>
    <w:rsid w:val="00C65D2F"/>
    <w:rsid w:val="00C76582"/>
    <w:rsid w:val="00C81777"/>
    <w:rsid w:val="00C843EC"/>
    <w:rsid w:val="00C859DE"/>
    <w:rsid w:val="00C954DA"/>
    <w:rsid w:val="00CA46AD"/>
    <w:rsid w:val="00CA707B"/>
    <w:rsid w:val="00CB4FA6"/>
    <w:rsid w:val="00CB59E4"/>
    <w:rsid w:val="00CC296F"/>
    <w:rsid w:val="00CF7782"/>
    <w:rsid w:val="00D04793"/>
    <w:rsid w:val="00D04C9F"/>
    <w:rsid w:val="00D077A8"/>
    <w:rsid w:val="00D15146"/>
    <w:rsid w:val="00D16687"/>
    <w:rsid w:val="00D16CA4"/>
    <w:rsid w:val="00D24D6A"/>
    <w:rsid w:val="00D25237"/>
    <w:rsid w:val="00D2671F"/>
    <w:rsid w:val="00D32646"/>
    <w:rsid w:val="00D47DD6"/>
    <w:rsid w:val="00D5525F"/>
    <w:rsid w:val="00D57CB3"/>
    <w:rsid w:val="00D600FD"/>
    <w:rsid w:val="00D60669"/>
    <w:rsid w:val="00D67C76"/>
    <w:rsid w:val="00D67E5C"/>
    <w:rsid w:val="00D715DD"/>
    <w:rsid w:val="00D7342E"/>
    <w:rsid w:val="00D7442A"/>
    <w:rsid w:val="00D80D3A"/>
    <w:rsid w:val="00D81212"/>
    <w:rsid w:val="00D85DA0"/>
    <w:rsid w:val="00D86BCD"/>
    <w:rsid w:val="00D86C03"/>
    <w:rsid w:val="00D976DB"/>
    <w:rsid w:val="00DB11F5"/>
    <w:rsid w:val="00DB39C6"/>
    <w:rsid w:val="00DC172C"/>
    <w:rsid w:val="00DC32E6"/>
    <w:rsid w:val="00DE7321"/>
    <w:rsid w:val="00DE7E3B"/>
    <w:rsid w:val="00DF66AE"/>
    <w:rsid w:val="00E02CB2"/>
    <w:rsid w:val="00E07D91"/>
    <w:rsid w:val="00E202AE"/>
    <w:rsid w:val="00E31050"/>
    <w:rsid w:val="00E42EB7"/>
    <w:rsid w:val="00E44EF3"/>
    <w:rsid w:val="00E47AA7"/>
    <w:rsid w:val="00E51ED2"/>
    <w:rsid w:val="00E54F0D"/>
    <w:rsid w:val="00E836D3"/>
    <w:rsid w:val="00E86539"/>
    <w:rsid w:val="00E871AE"/>
    <w:rsid w:val="00E87841"/>
    <w:rsid w:val="00EA403F"/>
    <w:rsid w:val="00EB2A74"/>
    <w:rsid w:val="00EB50A9"/>
    <w:rsid w:val="00EB5CBC"/>
    <w:rsid w:val="00EC0EC3"/>
    <w:rsid w:val="00EE1F53"/>
    <w:rsid w:val="00EF4254"/>
    <w:rsid w:val="00EF57E2"/>
    <w:rsid w:val="00F02231"/>
    <w:rsid w:val="00F14527"/>
    <w:rsid w:val="00F15985"/>
    <w:rsid w:val="00F17012"/>
    <w:rsid w:val="00F333F2"/>
    <w:rsid w:val="00F343FD"/>
    <w:rsid w:val="00F35B5A"/>
    <w:rsid w:val="00F36341"/>
    <w:rsid w:val="00F41023"/>
    <w:rsid w:val="00F44551"/>
    <w:rsid w:val="00F57DEB"/>
    <w:rsid w:val="00F60F2B"/>
    <w:rsid w:val="00F63695"/>
    <w:rsid w:val="00F63D64"/>
    <w:rsid w:val="00F7096C"/>
    <w:rsid w:val="00F91B8E"/>
    <w:rsid w:val="00F92992"/>
    <w:rsid w:val="00F93B4D"/>
    <w:rsid w:val="00F95545"/>
    <w:rsid w:val="00FA0845"/>
    <w:rsid w:val="00FA15C7"/>
    <w:rsid w:val="00FA5294"/>
    <w:rsid w:val="00FC1CA2"/>
    <w:rsid w:val="00FD1301"/>
    <w:rsid w:val="00FD190C"/>
    <w:rsid w:val="00FD2CD2"/>
    <w:rsid w:val="00FD6A36"/>
    <w:rsid w:val="00FF7C1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237"/>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nformat">
    <w:name w:val="ConsPlusNonformat"/>
    <w:uiPriority w:val="99"/>
    <w:rsid w:val="00BD3A8A"/>
    <w:pPr>
      <w:autoSpaceDE w:val="0"/>
      <w:autoSpaceDN w:val="0"/>
      <w:adjustRightInd w:val="0"/>
    </w:pPr>
    <w:rPr>
      <w:rFonts w:ascii="Courier New" w:hAnsi="Courier New" w:cs="Courier New"/>
      <w:sz w:val="20"/>
      <w:szCs w:val="20"/>
    </w:rPr>
  </w:style>
  <w:style w:type="character" w:styleId="Hyperlink">
    <w:name w:val="Hyperlink"/>
    <w:basedOn w:val="DefaultParagraphFont"/>
    <w:uiPriority w:val="99"/>
    <w:rsid w:val="007F74CF"/>
    <w:rPr>
      <w:rFonts w:cs="Times New Roman"/>
      <w:color w:val="0000FF"/>
      <w:u w:val="single"/>
    </w:rPr>
  </w:style>
  <w:style w:type="paragraph" w:customStyle="1" w:styleId="ConsPlusNormal">
    <w:name w:val="ConsPlusNormal"/>
    <w:uiPriority w:val="99"/>
    <w:rsid w:val="00046840"/>
    <w:pPr>
      <w:autoSpaceDE w:val="0"/>
      <w:autoSpaceDN w:val="0"/>
      <w:adjustRightInd w:val="0"/>
      <w:ind w:firstLine="720"/>
    </w:pPr>
    <w:rPr>
      <w:rFonts w:ascii="Arial" w:hAnsi="Arial" w:cs="Arial"/>
      <w:sz w:val="20"/>
      <w:szCs w:val="20"/>
    </w:rPr>
  </w:style>
  <w:style w:type="character" w:customStyle="1" w:styleId="FontStyle20">
    <w:name w:val="Font Style20"/>
    <w:uiPriority w:val="99"/>
    <w:rsid w:val="00D85DA0"/>
    <w:rPr>
      <w:rFonts w:ascii="Times New Roman" w:hAnsi="Times New Roman"/>
      <w:sz w:val="18"/>
    </w:rPr>
  </w:style>
  <w:style w:type="paragraph" w:styleId="BalloonText">
    <w:name w:val="Balloon Text"/>
    <w:basedOn w:val="Normal"/>
    <w:link w:val="BalloonTextChar"/>
    <w:uiPriority w:val="99"/>
    <w:semiHidden/>
    <w:rsid w:val="008E4CC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71582"/>
    <w:rPr>
      <w:rFonts w:cs="Times New Roman"/>
      <w:sz w:val="2"/>
    </w:rPr>
  </w:style>
</w:styles>
</file>

<file path=word/webSettings.xml><?xml version="1.0" encoding="utf-8"?>
<w:webSettings xmlns:r="http://schemas.openxmlformats.org/officeDocument/2006/relationships" xmlns:w="http://schemas.openxmlformats.org/wordprocessingml/2006/main">
  <w:divs>
    <w:div w:id="17279902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6964;fld=134;dst=100086" TargetMode="External"/><Relationship Id="rId13" Type="http://schemas.openxmlformats.org/officeDocument/2006/relationships/hyperlink" Target="http://www.gorodperm.ru" TargetMode="External"/><Relationship Id="rId3" Type="http://schemas.openxmlformats.org/officeDocument/2006/relationships/settings" Target="settings.xml"/><Relationship Id="rId7" Type="http://schemas.openxmlformats.org/officeDocument/2006/relationships/hyperlink" Target="consultantplus://offline/main?base=LAW;n=116964;fld=134;dst=100085" TargetMode="External"/><Relationship Id="rId12" Type="http://schemas.openxmlformats.org/officeDocument/2006/relationships/hyperlink" Target="consultantplus://offline/main?base=LAW;n=116038;fld=134;dst=10016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main?base=LAW;n=112770;fld=134" TargetMode="External"/><Relationship Id="rId11" Type="http://schemas.openxmlformats.org/officeDocument/2006/relationships/hyperlink" Target="consultantplus://offline/ref=3B5F10DF9DFF6F7A58E26B141B34925694222B16BC4807E44DE52D01E6i7D2L" TargetMode="External"/><Relationship Id="rId5" Type="http://schemas.openxmlformats.org/officeDocument/2006/relationships/hyperlink" Target="consultantplus://offline/main?base=LAW;n=2875;fld=134" TargetMode="External"/><Relationship Id="rId15" Type="http://schemas.openxmlformats.org/officeDocument/2006/relationships/theme" Target="theme/theme1.xml"/><Relationship Id="rId10" Type="http://schemas.openxmlformats.org/officeDocument/2006/relationships/hyperlink" Target="consultantplus://offline/main?base=LAW;n=116964;fld=134;dst=100086" TargetMode="External"/><Relationship Id="rId4" Type="http://schemas.openxmlformats.org/officeDocument/2006/relationships/webSettings" Target="webSettings.xml"/><Relationship Id="rId9" Type="http://schemas.openxmlformats.org/officeDocument/2006/relationships/hyperlink" Target="http://www.gorodperm.r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43</TotalTime>
  <Pages>26</Pages>
  <Words>13626</Words>
  <Characters>-32766</Characters>
  <Application>Microsoft Office Outlook</Application>
  <DocSecurity>0</DocSecurity>
  <Lines>0</Lines>
  <Paragraphs>0</Paragraphs>
  <ScaleCrop>false</ScaleCrop>
  <Company>Администрация г. Перми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Положение о закупке</dc:title>
  <dc:subject/>
  <dc:creator>ПЭД</dc:creator>
  <cp:keywords/>
  <dc:description/>
  <cp:lastModifiedBy>SamLab.ws</cp:lastModifiedBy>
  <cp:revision>10</cp:revision>
  <cp:lastPrinted>2011-12-29T06:18:00Z</cp:lastPrinted>
  <dcterms:created xsi:type="dcterms:W3CDTF">2012-02-06T11:37:00Z</dcterms:created>
  <dcterms:modified xsi:type="dcterms:W3CDTF">2012-03-30T06:10:00Z</dcterms:modified>
</cp:coreProperties>
</file>