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CE5" w:rsidRPr="004879B5" w:rsidRDefault="00D34CE5" w:rsidP="004879B5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879B5">
        <w:rPr>
          <w:rFonts w:ascii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34CE5" w:rsidRPr="004879B5" w:rsidRDefault="00D34CE5" w:rsidP="004879B5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879B5">
        <w:rPr>
          <w:rFonts w:ascii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34CE5" w:rsidRPr="004879B5" w:rsidRDefault="00D34CE5" w:rsidP="004879B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2376"/>
        <w:gridCol w:w="7129"/>
      </w:tblGrid>
      <w:tr w:rsidR="00D34CE5" w:rsidRPr="00BD45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34CE5" w:rsidRPr="004879B5" w:rsidRDefault="00D34CE5" w:rsidP="004879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79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4CE5" w:rsidRPr="004879B5" w:rsidRDefault="00D34CE5" w:rsidP="004879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2D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0156300008711000078</w:t>
            </w:r>
          </w:p>
        </w:tc>
      </w:tr>
      <w:tr w:rsidR="00D34CE5" w:rsidRPr="00BD45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34CE5" w:rsidRPr="004879B5" w:rsidRDefault="00D34CE5" w:rsidP="004879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79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4CE5" w:rsidRPr="004879B5" w:rsidRDefault="00D34CE5" w:rsidP="004879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79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Оказание услуг по развитию программного продукта – системы электронного документо</w:t>
            </w:r>
            <w:r w:rsidRPr="004879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оборота «Бионт-СКД» </w:t>
            </w:r>
          </w:p>
        </w:tc>
      </w:tr>
      <w:tr w:rsidR="00D34CE5" w:rsidRPr="00BD45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34CE5" w:rsidRPr="004879B5" w:rsidRDefault="00D34CE5" w:rsidP="004879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79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4CE5" w:rsidRPr="004879B5" w:rsidRDefault="00D34CE5" w:rsidP="004879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79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34CE5" w:rsidRPr="004879B5" w:rsidRDefault="00D34CE5" w:rsidP="004879B5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 w:rsidRPr="004879B5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2376"/>
        <w:gridCol w:w="7129"/>
      </w:tblGrid>
      <w:tr w:rsidR="00D34CE5" w:rsidRPr="00BD45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34CE5" w:rsidRPr="004879B5" w:rsidRDefault="00D34CE5" w:rsidP="004879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79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4CE5" w:rsidRPr="004879B5" w:rsidRDefault="00D34CE5" w:rsidP="004879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79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D34CE5" w:rsidRPr="00BD45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34CE5" w:rsidRPr="004879B5" w:rsidRDefault="00D34CE5" w:rsidP="004879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79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4CE5" w:rsidRPr="004879B5" w:rsidRDefault="00D34CE5" w:rsidP="004879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79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  <w:tr w:rsidR="00D34CE5" w:rsidRPr="00BD45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34CE5" w:rsidRPr="004879B5" w:rsidRDefault="00D34CE5" w:rsidP="004879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79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4CE5" w:rsidRPr="004879B5" w:rsidRDefault="00D34CE5" w:rsidP="004879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79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</w:tbl>
    <w:p w:rsidR="00D34CE5" w:rsidRPr="004879B5" w:rsidRDefault="00D34CE5" w:rsidP="004879B5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 w:rsidRPr="004879B5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34CE5" w:rsidRPr="004879B5" w:rsidRDefault="00D34CE5" w:rsidP="004879B5">
      <w:pPr>
        <w:spacing w:before="100" w:beforeAutospacing="1" w:after="100" w:afterAutospacing="1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4879B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2376"/>
        <w:gridCol w:w="7129"/>
      </w:tblGrid>
      <w:tr w:rsidR="00D34CE5" w:rsidRPr="00BD45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34CE5" w:rsidRPr="004879B5" w:rsidRDefault="00D34CE5" w:rsidP="004879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79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4CE5" w:rsidRPr="004879B5" w:rsidRDefault="00D34CE5" w:rsidP="004879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79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  <w:tr w:rsidR="00D34CE5" w:rsidRPr="00BD45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34CE5" w:rsidRPr="004879B5" w:rsidRDefault="00D34CE5" w:rsidP="004879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79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4CE5" w:rsidRPr="004879B5" w:rsidRDefault="00D34CE5" w:rsidP="004879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2D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solovyov-ds@gorodperm.ru</w:t>
            </w:r>
          </w:p>
        </w:tc>
      </w:tr>
      <w:tr w:rsidR="00D34CE5" w:rsidRPr="00BD45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34CE5" w:rsidRPr="004879B5" w:rsidRDefault="00D34CE5" w:rsidP="004879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79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4CE5" w:rsidRPr="004879B5" w:rsidRDefault="00D34CE5" w:rsidP="004879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2D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+7 (342) 2126469</w:t>
            </w:r>
          </w:p>
        </w:tc>
      </w:tr>
      <w:tr w:rsidR="00D34CE5" w:rsidRPr="00BD45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34CE5" w:rsidRPr="004879B5" w:rsidRDefault="00D34CE5" w:rsidP="004879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79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4CE5" w:rsidRPr="004879B5" w:rsidRDefault="00D34CE5" w:rsidP="004879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2D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+7 (342) 2128459</w:t>
            </w:r>
          </w:p>
        </w:tc>
      </w:tr>
      <w:tr w:rsidR="00D34CE5" w:rsidRPr="00BD45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34CE5" w:rsidRPr="004879B5" w:rsidRDefault="00D34CE5" w:rsidP="004879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79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4CE5" w:rsidRPr="004879B5" w:rsidRDefault="00D34CE5" w:rsidP="004879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2D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Соловьев Денис Сергеевич</w:t>
            </w:r>
          </w:p>
        </w:tc>
      </w:tr>
    </w:tbl>
    <w:p w:rsidR="00D34CE5" w:rsidRPr="004879B5" w:rsidRDefault="00D34CE5" w:rsidP="004879B5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 w:rsidRPr="004879B5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2376"/>
        <w:gridCol w:w="7129"/>
      </w:tblGrid>
      <w:tr w:rsidR="00D34CE5" w:rsidRPr="00BD45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34CE5" w:rsidRPr="004879B5" w:rsidRDefault="00D34CE5" w:rsidP="004879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79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4CE5" w:rsidRPr="004879B5" w:rsidRDefault="00D34CE5" w:rsidP="004879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79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Оказание услуг по развитию программного продукта – системы электронного документо</w:t>
            </w:r>
            <w:r w:rsidRPr="004879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оборота «Бионт-СКД» </w:t>
            </w:r>
          </w:p>
        </w:tc>
      </w:tr>
      <w:tr w:rsidR="00D34CE5" w:rsidRPr="00BD45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34CE5" w:rsidRPr="004879B5" w:rsidRDefault="00D34CE5" w:rsidP="004879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79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4CE5" w:rsidRPr="004879B5" w:rsidRDefault="00D34CE5" w:rsidP="004879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79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200 000,00 Российский рубль </w:t>
            </w:r>
          </w:p>
        </w:tc>
      </w:tr>
      <w:tr w:rsidR="00D34CE5" w:rsidRPr="00BD45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34CE5" w:rsidRPr="004879B5" w:rsidRDefault="00D34CE5" w:rsidP="004879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79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4CE5" w:rsidRPr="004879B5" w:rsidRDefault="00D34CE5" w:rsidP="004879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79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Цена контракта должна включать в себя все уплаченные или подлежащие уплате налоги и сборы, таможенные пошлины, выплаченные или подлежащие выплате, транспортные расходы, страхование и прочие расходы исполнителя, которые могут возникнуть при исполнении контракта. </w:t>
            </w:r>
          </w:p>
        </w:tc>
      </w:tr>
      <w:tr w:rsidR="00D34CE5" w:rsidRPr="00BD45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34CE5" w:rsidRPr="004879B5" w:rsidRDefault="00D34CE5" w:rsidP="004879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79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4CE5" w:rsidRPr="004879B5" w:rsidRDefault="00D34CE5" w:rsidP="004879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79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7241000 Автоматизированные информационные системы на основе компьютерных баз данных (документальные, документографические, реферативные, полнотекстовые, документально - фактографические, объектографические, базы данных показателей, лексикографические, гипертекстов</w:t>
            </w:r>
          </w:p>
        </w:tc>
      </w:tr>
      <w:tr w:rsidR="00D34CE5" w:rsidRPr="00BD45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34CE5" w:rsidRPr="004879B5" w:rsidRDefault="00D34CE5" w:rsidP="004879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79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4CE5" w:rsidRPr="004879B5" w:rsidRDefault="00D34CE5" w:rsidP="004879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79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 о проведении запроса котировок) </w:t>
            </w:r>
          </w:p>
        </w:tc>
      </w:tr>
    </w:tbl>
    <w:p w:rsidR="00D34CE5" w:rsidRPr="004879B5" w:rsidRDefault="00D34CE5" w:rsidP="004879B5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 w:rsidRPr="004879B5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2376"/>
        <w:gridCol w:w="7129"/>
      </w:tblGrid>
      <w:tr w:rsidR="00D34CE5" w:rsidRPr="00BD45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34CE5" w:rsidRPr="004879B5" w:rsidRDefault="00D34CE5" w:rsidP="004879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79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4CE5" w:rsidRPr="004879B5" w:rsidRDefault="00D34CE5" w:rsidP="004879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79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 </w:t>
            </w:r>
          </w:p>
        </w:tc>
      </w:tr>
      <w:tr w:rsidR="00D34CE5" w:rsidRPr="00BD45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34CE5" w:rsidRPr="004879B5" w:rsidRDefault="00D34CE5" w:rsidP="004879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79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4CE5" w:rsidRPr="004879B5" w:rsidRDefault="00D34CE5" w:rsidP="004879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79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01 июля 2011 по 31 декабря 2011 года </w:t>
            </w:r>
          </w:p>
        </w:tc>
      </w:tr>
      <w:tr w:rsidR="00D34CE5" w:rsidRPr="00BD45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34CE5" w:rsidRPr="004879B5" w:rsidRDefault="00D34CE5" w:rsidP="004879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79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4CE5" w:rsidRPr="004879B5" w:rsidRDefault="00D34CE5" w:rsidP="004879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E2D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Оплата производится ежеквартально равными частями от суммы контракта безналичным перечислением денежных средств на расчетный счет Исполнителя в течение 10 (десяти) банковских дней с момента подписания Заказчиком и Исполнителем акта сдачи-приемки оказанных услуг и на основании выставленного счета и счета-фактуры.</w:t>
            </w:r>
          </w:p>
        </w:tc>
      </w:tr>
    </w:tbl>
    <w:p w:rsidR="00D34CE5" w:rsidRPr="004879B5" w:rsidRDefault="00D34CE5" w:rsidP="004879B5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 w:rsidRPr="004879B5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D34CE5" w:rsidRPr="004879B5" w:rsidRDefault="00D34CE5" w:rsidP="004879B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879B5">
        <w:rPr>
          <w:rFonts w:ascii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34CE5" w:rsidRPr="004879B5" w:rsidRDefault="00D34CE5" w:rsidP="004879B5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 w:rsidRPr="004879B5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2376"/>
        <w:gridCol w:w="7129"/>
      </w:tblGrid>
      <w:tr w:rsidR="00D34CE5" w:rsidRPr="00BD45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34CE5" w:rsidRPr="004879B5" w:rsidRDefault="00D34CE5" w:rsidP="004879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79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4CE5" w:rsidRPr="004879B5" w:rsidRDefault="00D34CE5" w:rsidP="004879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79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975 0104 0020400 025 226 </w:t>
            </w:r>
          </w:p>
        </w:tc>
      </w:tr>
      <w:tr w:rsidR="00D34CE5" w:rsidRPr="00BD45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34CE5" w:rsidRPr="004879B5" w:rsidRDefault="00D34CE5" w:rsidP="004879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79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4CE5" w:rsidRPr="004879B5" w:rsidRDefault="00D34CE5" w:rsidP="004879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79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D34CE5" w:rsidRPr="004879B5" w:rsidRDefault="00D34CE5" w:rsidP="004879B5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 w:rsidRPr="004879B5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2376"/>
        <w:gridCol w:w="7129"/>
      </w:tblGrid>
      <w:tr w:rsidR="00D34CE5" w:rsidRPr="00BD45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34CE5" w:rsidRPr="004879B5" w:rsidRDefault="00D34CE5" w:rsidP="004879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79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4CE5" w:rsidRPr="004879B5" w:rsidRDefault="00D34CE5" w:rsidP="004879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79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каб. 315 </w:t>
            </w:r>
          </w:p>
        </w:tc>
      </w:tr>
      <w:tr w:rsidR="00D34CE5" w:rsidRPr="00BD45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34CE5" w:rsidRPr="004879B5" w:rsidRDefault="00D34CE5" w:rsidP="004879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79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4CE5" w:rsidRPr="004879B5" w:rsidRDefault="00D34CE5" w:rsidP="00F834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79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4879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.05.2011 09:00:00 </w:t>
            </w:r>
          </w:p>
        </w:tc>
      </w:tr>
      <w:tr w:rsidR="00D34CE5" w:rsidRPr="00BD45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34CE5" w:rsidRPr="004879B5" w:rsidRDefault="00D34CE5" w:rsidP="004879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79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4CE5" w:rsidRPr="004879B5" w:rsidRDefault="00D34CE5" w:rsidP="00F834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79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879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.06.2011 10:00:00 </w:t>
            </w:r>
          </w:p>
        </w:tc>
      </w:tr>
      <w:tr w:rsidR="00D34CE5" w:rsidRPr="00BD45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34CE5" w:rsidRPr="004879B5" w:rsidRDefault="00D34CE5" w:rsidP="004879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79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4CE5" w:rsidRPr="004879B5" w:rsidRDefault="00D34CE5" w:rsidP="004879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79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формой приложения №2 к извещению о проведении запроса котировок </w:t>
            </w:r>
          </w:p>
        </w:tc>
      </w:tr>
      <w:tr w:rsidR="00D34CE5" w:rsidRPr="00BD45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34CE5" w:rsidRPr="004879B5" w:rsidRDefault="00D34CE5" w:rsidP="004879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79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4CE5" w:rsidRPr="004879B5" w:rsidRDefault="00D34CE5" w:rsidP="004879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79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D34CE5" w:rsidRDefault="00D34CE5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879B5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4879B5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4879B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Опубликовано:</w:t>
      </w:r>
      <w:r w:rsidRPr="004879B5">
        <w:rPr>
          <w:rFonts w:ascii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Pr="004879B5">
        <w:rPr>
          <w:rFonts w:ascii="Times New Roman" w:hAnsi="Times New Roman" w:cs="Times New Roman"/>
          <w:sz w:val="24"/>
          <w:szCs w:val="24"/>
          <w:lang w:eastAsia="ru-RU"/>
        </w:rPr>
        <w:t>.05.2011</w:t>
      </w:r>
    </w:p>
    <w:p w:rsidR="00D34CE5" w:rsidRDefault="00D34CE5" w:rsidP="004879B5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4CE5" w:rsidRDefault="00D34CE5" w:rsidP="004879B5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Начальник управления информационных</w:t>
      </w:r>
    </w:p>
    <w:p w:rsidR="00D34CE5" w:rsidRDefault="00D34CE5" w:rsidP="004879B5">
      <w:pPr>
        <w:spacing w:line="240" w:lineRule="auto"/>
      </w:pPr>
      <w:r>
        <w:rPr>
          <w:rFonts w:ascii="Times New Roman" w:hAnsi="Times New Roman" w:cs="Times New Roman"/>
          <w:sz w:val="24"/>
          <w:szCs w:val="24"/>
          <w:lang w:eastAsia="ru-RU"/>
        </w:rPr>
        <w:t>технологий администрации города Перми               ______________               М.Н.Бобров</w:t>
      </w:r>
    </w:p>
    <w:sectPr w:rsidR="00D34CE5" w:rsidSect="00134F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3991"/>
    <w:rsid w:val="000E70C5"/>
    <w:rsid w:val="00134F14"/>
    <w:rsid w:val="00253DED"/>
    <w:rsid w:val="004233BF"/>
    <w:rsid w:val="00442E39"/>
    <w:rsid w:val="004879B5"/>
    <w:rsid w:val="006C2892"/>
    <w:rsid w:val="00883991"/>
    <w:rsid w:val="009D4822"/>
    <w:rsid w:val="00A14B7F"/>
    <w:rsid w:val="00BD45A8"/>
    <w:rsid w:val="00C17C32"/>
    <w:rsid w:val="00D34CE5"/>
    <w:rsid w:val="00DD69A7"/>
    <w:rsid w:val="00F8348B"/>
    <w:rsid w:val="00F921AA"/>
    <w:rsid w:val="00FE2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F14"/>
    <w:pPr>
      <w:spacing w:after="200" w:line="276" w:lineRule="auto"/>
    </w:pPr>
    <w:rPr>
      <w:rFonts w:cs="Calibri"/>
      <w:lang w:eastAsia="en-US"/>
    </w:rPr>
  </w:style>
  <w:style w:type="paragraph" w:styleId="Heading3">
    <w:name w:val="heading 3"/>
    <w:basedOn w:val="Normal"/>
    <w:link w:val="Heading3Char"/>
    <w:uiPriority w:val="99"/>
    <w:qFormat/>
    <w:rsid w:val="004879B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4879B5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Normal"/>
    <w:uiPriority w:val="99"/>
    <w:rsid w:val="004879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12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2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2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1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3</Pages>
  <Words>562</Words>
  <Characters>3205</Characters>
  <Application>Microsoft Office Outlook</Application>
  <DocSecurity>0</DocSecurity>
  <Lines>0</Lines>
  <Paragraphs>0</Paragraphs>
  <ScaleCrop>false</ScaleCrop>
  <Company>ДПиР &amp; Пермархбюро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subject/>
  <dc:creator>Бочкарева Екатерина Владимировна</dc:creator>
  <cp:keywords/>
  <dc:description/>
  <cp:lastModifiedBy>NMalykh</cp:lastModifiedBy>
  <cp:revision>3</cp:revision>
  <dcterms:created xsi:type="dcterms:W3CDTF">2011-05-27T06:19:00Z</dcterms:created>
  <dcterms:modified xsi:type="dcterms:W3CDTF">2011-05-27T06:41:00Z</dcterms:modified>
</cp:coreProperties>
</file>