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FD3" w:rsidRPr="009C6E8C" w:rsidRDefault="00877FD3" w:rsidP="00AE4046">
      <w:pPr>
        <w:pStyle w:val="BodyText"/>
        <w:jc w:val="center"/>
        <w:rPr>
          <w:b/>
          <w:szCs w:val="24"/>
        </w:rPr>
      </w:pPr>
      <w:r w:rsidRPr="009C6E8C">
        <w:rPr>
          <w:b/>
          <w:szCs w:val="24"/>
        </w:rPr>
        <w:t xml:space="preserve">ИЗВЕЩЕНИЕ № </w:t>
      </w:r>
      <w:r>
        <w:rPr>
          <w:b/>
          <w:szCs w:val="24"/>
        </w:rPr>
        <w:t>36/2 АЭ</w:t>
      </w:r>
      <w:r w:rsidRPr="009C6E8C">
        <w:rPr>
          <w:b/>
          <w:szCs w:val="24"/>
        </w:rPr>
        <w:t xml:space="preserve"> от «</w:t>
      </w:r>
      <w:r>
        <w:rPr>
          <w:b/>
          <w:szCs w:val="24"/>
        </w:rPr>
        <w:t>21</w:t>
      </w:r>
      <w:r w:rsidRPr="009C6E8C">
        <w:rPr>
          <w:b/>
          <w:szCs w:val="24"/>
        </w:rPr>
        <w:t xml:space="preserve"> </w:t>
      </w:r>
      <w:r>
        <w:rPr>
          <w:b/>
          <w:szCs w:val="24"/>
        </w:rPr>
        <w:t>июня</w:t>
      </w:r>
      <w:r w:rsidRPr="009C6E8C">
        <w:rPr>
          <w:b/>
          <w:szCs w:val="24"/>
        </w:rPr>
        <w:t xml:space="preserve"> 20</w:t>
      </w:r>
      <w:r>
        <w:rPr>
          <w:b/>
          <w:szCs w:val="24"/>
        </w:rPr>
        <w:t>11</w:t>
      </w:r>
      <w:r w:rsidRPr="009C6E8C">
        <w:rPr>
          <w:b/>
          <w:szCs w:val="24"/>
        </w:rPr>
        <w:t xml:space="preserve"> года</w:t>
      </w:r>
    </w:p>
    <w:p w:rsidR="00877FD3" w:rsidRDefault="00877FD3" w:rsidP="00AE4046">
      <w:pPr>
        <w:pStyle w:val="BodyText"/>
        <w:jc w:val="center"/>
        <w:rPr>
          <w:b/>
          <w:szCs w:val="24"/>
        </w:rPr>
      </w:pPr>
      <w:r w:rsidRPr="009C6E8C">
        <w:rPr>
          <w:b/>
          <w:szCs w:val="24"/>
        </w:rPr>
        <w:t>о проведении открытого аукциона</w:t>
      </w:r>
    </w:p>
    <w:p w:rsidR="00877FD3" w:rsidRPr="009C6E8C" w:rsidRDefault="00877FD3" w:rsidP="00AE4046">
      <w:pPr>
        <w:pStyle w:val="BodyText"/>
        <w:jc w:val="center"/>
        <w:rPr>
          <w:b/>
          <w:szCs w:val="24"/>
        </w:rPr>
      </w:pPr>
      <w:r>
        <w:rPr>
          <w:b/>
          <w:szCs w:val="24"/>
        </w:rPr>
        <w:t>в электронной форме</w:t>
      </w:r>
    </w:p>
    <w:p w:rsidR="00877FD3" w:rsidRPr="009C6E8C" w:rsidRDefault="00877FD3" w:rsidP="00AE4046">
      <w:pPr>
        <w:pStyle w:val="BodyText"/>
        <w:jc w:val="center"/>
        <w:rPr>
          <w:b/>
          <w:color w:val="000000"/>
          <w:szCs w:val="24"/>
        </w:rPr>
      </w:pPr>
      <w:r w:rsidRPr="009C6E8C">
        <w:rPr>
          <w:b/>
          <w:color w:val="000000"/>
          <w:szCs w:val="24"/>
        </w:rPr>
        <w:t xml:space="preserve">на право </w:t>
      </w:r>
      <w:r>
        <w:rPr>
          <w:b/>
          <w:color w:val="000000"/>
          <w:szCs w:val="24"/>
        </w:rPr>
        <w:t>заключения договора на поставку дезсредств для Муниципального учреждения здравоохранения «Медико-санитарная часть № 6»</w:t>
      </w:r>
      <w:r w:rsidRPr="009C6E8C">
        <w:rPr>
          <w:b/>
          <w:color w:val="000000"/>
          <w:szCs w:val="24"/>
        </w:rPr>
        <w:t xml:space="preserve"> </w:t>
      </w:r>
    </w:p>
    <w:p w:rsidR="00877FD3" w:rsidRPr="00745186" w:rsidRDefault="00877FD3" w:rsidP="00006A0E">
      <w:pPr>
        <w:pStyle w:val="BodyText"/>
        <w:jc w:val="center"/>
        <w:rPr>
          <w:i/>
          <w:sz w:val="22"/>
          <w:szCs w:val="22"/>
        </w:rPr>
      </w:pPr>
    </w:p>
    <w:p w:rsidR="00877FD3" w:rsidRDefault="00877FD3" w:rsidP="00AE4046">
      <w:pPr>
        <w:pStyle w:val="ConsPlusNormal"/>
        <w:widowControl/>
        <w:ind w:firstLine="540"/>
        <w:jc w:val="both"/>
      </w:pPr>
    </w:p>
    <w:tbl>
      <w:tblPr>
        <w:tblW w:w="10440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4860"/>
        <w:gridCol w:w="5580"/>
      </w:tblGrid>
      <w:tr w:rsidR="00877FD3" w:rsidRPr="00D43C02" w:rsidTr="00404766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877FD3" w:rsidRPr="00D43C02" w:rsidRDefault="00877FD3" w:rsidP="00404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Форма торгов</w:t>
            </w:r>
          </w:p>
        </w:tc>
        <w:tc>
          <w:tcPr>
            <w:tcW w:w="5520" w:type="dxa"/>
            <w:shd w:val="clear" w:color="auto" w:fill="FFFFFF"/>
          </w:tcPr>
          <w:p w:rsidR="00877FD3" w:rsidRPr="00D43C02" w:rsidRDefault="00877FD3" w:rsidP="00404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Открытый аукцион в электронной форме</w:t>
            </w:r>
          </w:p>
        </w:tc>
      </w:tr>
      <w:tr w:rsidR="00877FD3" w:rsidRPr="00D43C02" w:rsidTr="00404766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877FD3" w:rsidRPr="00D43C02" w:rsidRDefault="00877FD3" w:rsidP="00404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Адрес электронной площадки в сети «Интернет»</w:t>
            </w:r>
          </w:p>
        </w:tc>
        <w:tc>
          <w:tcPr>
            <w:tcW w:w="5520" w:type="dxa"/>
            <w:shd w:val="clear" w:color="auto" w:fill="FFFFFF"/>
          </w:tcPr>
          <w:p w:rsidR="00877FD3" w:rsidRPr="00006A0E" w:rsidRDefault="00877FD3" w:rsidP="00404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  <w:u w:val="single"/>
                <w:lang w:val="en-US"/>
              </w:rPr>
            </w:pPr>
            <w:r w:rsidRPr="00006A0E">
              <w:rPr>
                <w:rFonts w:ascii="Times New Roman" w:hAnsi="Times New Roman" w:cs="Times New Roman"/>
                <w:i/>
                <w:sz w:val="22"/>
                <w:szCs w:val="22"/>
                <w:u w:val="single"/>
                <w:lang w:val="en-US"/>
              </w:rPr>
              <w:t>www.sberbank-ast.ru</w:t>
            </w:r>
          </w:p>
        </w:tc>
      </w:tr>
      <w:tr w:rsidR="00877FD3" w:rsidRPr="00D43C02" w:rsidTr="00404766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877FD3" w:rsidRPr="00D43C02" w:rsidRDefault="00877FD3" w:rsidP="00404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</w:t>
            </w:r>
          </w:p>
        </w:tc>
        <w:tc>
          <w:tcPr>
            <w:tcW w:w="5520" w:type="dxa"/>
            <w:shd w:val="clear" w:color="auto" w:fill="FFFFFF"/>
          </w:tcPr>
          <w:p w:rsidR="00877FD3" w:rsidRPr="00006A0E" w:rsidRDefault="00877FD3" w:rsidP="00404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Муниципальное учреждение здравоохранения «Медико-санитарная часть № 6»</w:t>
            </w:r>
          </w:p>
        </w:tc>
      </w:tr>
      <w:tr w:rsidR="00877FD3" w:rsidRPr="00D43C02" w:rsidTr="00404766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877FD3" w:rsidRPr="00D43C02" w:rsidRDefault="00877FD3" w:rsidP="00404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520" w:type="dxa"/>
            <w:shd w:val="clear" w:color="auto" w:fill="FFFFFF"/>
          </w:tcPr>
          <w:p w:rsidR="00877FD3" w:rsidRPr="00D43C02" w:rsidRDefault="00877FD3" w:rsidP="00404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26, г"/>
              </w:smartTagPr>
              <w:r>
                <w:rPr>
                  <w:rFonts w:ascii="Times New Roman" w:hAnsi="Times New Roman" w:cs="Times New Roman"/>
                  <w:sz w:val="22"/>
                  <w:szCs w:val="22"/>
                </w:rPr>
                <w:t>614026, г</w:t>
              </w:r>
            </w:smartTag>
            <w:r>
              <w:rPr>
                <w:rFonts w:ascii="Times New Roman" w:hAnsi="Times New Roman" w:cs="Times New Roman"/>
                <w:sz w:val="22"/>
                <w:szCs w:val="22"/>
              </w:rPr>
              <w:t>. Пермь, ул. Лобачевского, 26</w:t>
            </w:r>
          </w:p>
        </w:tc>
      </w:tr>
      <w:tr w:rsidR="00877FD3" w:rsidRPr="00D43C02" w:rsidTr="00404766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877FD3" w:rsidRPr="00D43C02" w:rsidRDefault="00877FD3" w:rsidP="00404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5520" w:type="dxa"/>
            <w:shd w:val="clear" w:color="auto" w:fill="FFFFFF"/>
          </w:tcPr>
          <w:p w:rsidR="00877FD3" w:rsidRPr="00D43C02" w:rsidRDefault="00877FD3" w:rsidP="00A262E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26, г"/>
              </w:smartTagPr>
              <w:r>
                <w:rPr>
                  <w:rFonts w:ascii="Times New Roman" w:hAnsi="Times New Roman" w:cs="Times New Roman"/>
                  <w:sz w:val="22"/>
                  <w:szCs w:val="22"/>
                </w:rPr>
                <w:t>614026, г</w:t>
              </w:r>
            </w:smartTag>
            <w:r>
              <w:rPr>
                <w:rFonts w:ascii="Times New Roman" w:hAnsi="Times New Roman" w:cs="Times New Roman"/>
                <w:sz w:val="22"/>
                <w:szCs w:val="22"/>
              </w:rPr>
              <w:t>. Пермь, ул. Лобачевского, 26</w:t>
            </w:r>
          </w:p>
        </w:tc>
      </w:tr>
      <w:tr w:rsidR="00877FD3" w:rsidRPr="00D43C02" w:rsidTr="00404766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877FD3" w:rsidRPr="00D43C02" w:rsidRDefault="00877FD3" w:rsidP="00404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Адрес электронной почты </w:t>
            </w:r>
          </w:p>
        </w:tc>
        <w:tc>
          <w:tcPr>
            <w:tcW w:w="5520" w:type="dxa"/>
            <w:shd w:val="clear" w:color="auto" w:fill="FFFFFF"/>
          </w:tcPr>
          <w:p w:rsidR="00877FD3" w:rsidRPr="00006A0E" w:rsidRDefault="00877FD3" w:rsidP="00404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permmsch6@mail.ru</w:t>
            </w:r>
          </w:p>
        </w:tc>
      </w:tr>
      <w:tr w:rsidR="00877FD3" w:rsidRPr="00D43C02" w:rsidTr="00404766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877FD3" w:rsidRPr="00D43C02" w:rsidRDefault="00877FD3" w:rsidP="00404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5520" w:type="dxa"/>
            <w:shd w:val="clear" w:color="auto" w:fill="FFFFFF"/>
          </w:tcPr>
          <w:p w:rsidR="00877FD3" w:rsidRPr="00006A0E" w:rsidRDefault="00877FD3" w:rsidP="0044387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8(342)284-34-64; 284-32-90 (аптека)</w:t>
            </w:r>
          </w:p>
        </w:tc>
      </w:tr>
      <w:tr w:rsidR="00877FD3" w:rsidRPr="00D43C02" w:rsidTr="00404766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877FD3" w:rsidRPr="00D43C02" w:rsidRDefault="00877FD3" w:rsidP="00404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5520" w:type="dxa"/>
            <w:shd w:val="clear" w:color="auto" w:fill="FFFFFF"/>
          </w:tcPr>
          <w:p w:rsidR="00877FD3" w:rsidRPr="00D43C02" w:rsidRDefault="00877FD3" w:rsidP="0044387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Оксана Юрьевна Трефилова</w:t>
            </w:r>
          </w:p>
        </w:tc>
      </w:tr>
      <w:tr w:rsidR="00877FD3" w:rsidRPr="00D43C02" w:rsidTr="00404766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877FD3" w:rsidRPr="00D43C02" w:rsidRDefault="00877FD3" w:rsidP="00404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Предмет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договора</w:t>
            </w: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(лота)</w:t>
            </w:r>
          </w:p>
        </w:tc>
        <w:tc>
          <w:tcPr>
            <w:tcW w:w="5520" w:type="dxa"/>
            <w:shd w:val="clear" w:color="auto" w:fill="FFFFFF"/>
          </w:tcPr>
          <w:p w:rsidR="00877FD3" w:rsidRPr="00006A0E" w:rsidRDefault="00877FD3" w:rsidP="00AC46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r w:rsidRPr="00006A0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оставк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 дезсредств</w:t>
            </w:r>
            <w:r w:rsidRPr="00006A0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для Муниципального учреждения здравоохранения «Медико-санитарная часть № 6»</w:t>
            </w:r>
          </w:p>
        </w:tc>
      </w:tr>
      <w:tr w:rsidR="00877FD3" w:rsidRPr="00D43C02" w:rsidTr="00404766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877FD3" w:rsidRPr="00D43C02" w:rsidRDefault="00877FD3" w:rsidP="00404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Количество поставляемого товара </w:t>
            </w:r>
          </w:p>
          <w:p w:rsidR="00877FD3" w:rsidRPr="00D43C02" w:rsidRDefault="00877FD3" w:rsidP="00404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520" w:type="dxa"/>
            <w:shd w:val="clear" w:color="auto" w:fill="FFFFFF"/>
          </w:tcPr>
          <w:p w:rsidR="00877FD3" w:rsidRPr="00D43C02" w:rsidRDefault="00877FD3" w:rsidP="00A9422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поставляемого товара указано в Приложении № 1 к документации об открытом аукционе в электронной форме «Техническое задание»</w:t>
            </w:r>
          </w:p>
        </w:tc>
      </w:tr>
      <w:tr w:rsidR="00877FD3" w:rsidRPr="00D43C02" w:rsidTr="00404766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877FD3" w:rsidRPr="00D43C02" w:rsidRDefault="00877FD3" w:rsidP="00A942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Место поставки товар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а</w:t>
            </w:r>
          </w:p>
          <w:p w:rsidR="00877FD3" w:rsidRPr="00D43C02" w:rsidRDefault="00877FD3" w:rsidP="00404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20" w:type="dxa"/>
            <w:shd w:val="clear" w:color="auto" w:fill="FFFFFF"/>
          </w:tcPr>
          <w:p w:rsidR="00877FD3" w:rsidRPr="00D43C02" w:rsidRDefault="00877FD3" w:rsidP="00404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Лобачевского, 26 (аптека - двухэтажный пристрой к новому пятиэтажному зданию) транспортом поставщика</w:t>
            </w:r>
          </w:p>
        </w:tc>
      </w:tr>
      <w:tr w:rsidR="00877FD3" w:rsidRPr="00D43C02" w:rsidTr="00404766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877FD3" w:rsidRPr="00D43C02" w:rsidRDefault="00877FD3" w:rsidP="00404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Начальная (максимальная) цена контракта (цена лота)</w:t>
            </w:r>
          </w:p>
        </w:tc>
        <w:tc>
          <w:tcPr>
            <w:tcW w:w="5520" w:type="dxa"/>
            <w:shd w:val="clear" w:color="auto" w:fill="FFFFFF"/>
          </w:tcPr>
          <w:p w:rsidR="00877FD3" w:rsidRPr="00D43C02" w:rsidRDefault="00877FD3" w:rsidP="00CA14C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300 000,00 (триста тысяч) рублей 00 копеек.</w:t>
            </w:r>
          </w:p>
        </w:tc>
      </w:tr>
      <w:tr w:rsidR="00877FD3" w:rsidRPr="00D43C02" w:rsidTr="00404766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877FD3" w:rsidRPr="00D43C02" w:rsidRDefault="00877FD3" w:rsidP="00404766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D43C02">
              <w:rPr>
                <w:b/>
                <w:bCs/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5520" w:type="dxa"/>
            <w:shd w:val="clear" w:color="auto" w:fill="FFFFFF"/>
          </w:tcPr>
          <w:p w:rsidR="00877FD3" w:rsidRDefault="00877FD3" w:rsidP="00404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29.06.2011г. </w:t>
            </w:r>
          </w:p>
          <w:p w:rsidR="00877FD3" w:rsidRPr="00D43C02" w:rsidRDefault="00877FD3" w:rsidP="00404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10.00 (местное время)</w:t>
            </w:r>
          </w:p>
        </w:tc>
      </w:tr>
      <w:tr w:rsidR="00877FD3" w:rsidRPr="00D43C02" w:rsidTr="00404766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877FD3" w:rsidRPr="00D43C02" w:rsidRDefault="00877FD3" w:rsidP="00404766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sz w:val="22"/>
                <w:szCs w:val="22"/>
              </w:rPr>
            </w:pPr>
            <w:r w:rsidRPr="00D43C02">
              <w:rPr>
                <w:b/>
                <w:sz w:val="22"/>
                <w:szCs w:val="22"/>
              </w:rPr>
              <w:t xml:space="preserve">Дата окончания срока рассмотрения первых частей заявок на участие в открытом аукционе в электронной форме </w:t>
            </w:r>
          </w:p>
        </w:tc>
        <w:tc>
          <w:tcPr>
            <w:tcW w:w="5520" w:type="dxa"/>
            <w:shd w:val="clear" w:color="auto" w:fill="FFFFFF"/>
          </w:tcPr>
          <w:p w:rsidR="00877FD3" w:rsidRPr="00CA14C9" w:rsidRDefault="00877FD3" w:rsidP="005627B1">
            <w:pPr>
              <w:pStyle w:val="BodyText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01.07.2011г.</w:t>
            </w:r>
          </w:p>
        </w:tc>
      </w:tr>
      <w:tr w:rsidR="00877FD3" w:rsidRPr="00D43C02" w:rsidTr="00404766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877FD3" w:rsidRPr="00D43C02" w:rsidRDefault="00877FD3" w:rsidP="00404766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sz w:val="22"/>
                <w:szCs w:val="22"/>
              </w:rPr>
            </w:pPr>
            <w:r w:rsidRPr="00D43C02">
              <w:rPr>
                <w:b/>
                <w:bCs/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5520" w:type="dxa"/>
            <w:shd w:val="clear" w:color="auto" w:fill="FFFFFF"/>
          </w:tcPr>
          <w:p w:rsidR="00877FD3" w:rsidRPr="00CA14C9" w:rsidRDefault="00877FD3" w:rsidP="00894819">
            <w:pPr>
              <w:pStyle w:val="BodyTex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Pr="00CA14C9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7</w:t>
            </w:r>
            <w:r w:rsidRPr="00CA14C9">
              <w:rPr>
                <w:sz w:val="22"/>
                <w:szCs w:val="22"/>
              </w:rPr>
              <w:t>.2011г.</w:t>
            </w:r>
          </w:p>
        </w:tc>
      </w:tr>
    </w:tbl>
    <w:p w:rsidR="00877FD3" w:rsidRDefault="00877FD3" w:rsidP="00AE4046">
      <w:pPr>
        <w:pStyle w:val="BodyText"/>
        <w:ind w:firstLine="360"/>
        <w:jc w:val="center"/>
        <w:rPr>
          <w:b/>
          <w:szCs w:val="24"/>
        </w:rPr>
      </w:pPr>
    </w:p>
    <w:p w:rsidR="00877FD3" w:rsidRDefault="00877FD3" w:rsidP="00AE4046">
      <w:pPr>
        <w:pStyle w:val="BodyText"/>
        <w:ind w:firstLine="360"/>
        <w:jc w:val="center"/>
        <w:rPr>
          <w:b/>
          <w:szCs w:val="24"/>
        </w:rPr>
      </w:pPr>
    </w:p>
    <w:p w:rsidR="00877FD3" w:rsidRDefault="00877FD3">
      <w:pPr>
        <w:rPr>
          <w:sz w:val="24"/>
          <w:szCs w:val="24"/>
        </w:rPr>
      </w:pPr>
    </w:p>
    <w:p w:rsidR="00877FD3" w:rsidRDefault="00877FD3">
      <w:pPr>
        <w:rPr>
          <w:sz w:val="24"/>
          <w:szCs w:val="24"/>
        </w:rPr>
      </w:pPr>
    </w:p>
    <w:p w:rsidR="00877FD3" w:rsidRDefault="00877FD3">
      <w:pPr>
        <w:rPr>
          <w:sz w:val="24"/>
          <w:szCs w:val="24"/>
        </w:rPr>
      </w:pPr>
    </w:p>
    <w:p w:rsidR="00877FD3" w:rsidRDefault="00877FD3">
      <w:pPr>
        <w:rPr>
          <w:sz w:val="24"/>
          <w:szCs w:val="24"/>
        </w:rPr>
      </w:pPr>
    </w:p>
    <w:p w:rsidR="00877FD3" w:rsidRPr="00AE4046" w:rsidRDefault="00877FD3">
      <w:pPr>
        <w:rPr>
          <w:sz w:val="24"/>
          <w:szCs w:val="24"/>
        </w:rPr>
      </w:pPr>
    </w:p>
    <w:sectPr w:rsidR="00877FD3" w:rsidRPr="00AE4046" w:rsidSect="00AE4046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7FD3" w:rsidRDefault="00877FD3" w:rsidP="00AE4046">
      <w:r>
        <w:separator/>
      </w:r>
    </w:p>
  </w:endnote>
  <w:endnote w:type="continuationSeparator" w:id="1">
    <w:p w:rsidR="00877FD3" w:rsidRDefault="00877FD3" w:rsidP="00AE40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7FD3" w:rsidRDefault="00877FD3" w:rsidP="00AE4046">
      <w:r>
        <w:separator/>
      </w:r>
    </w:p>
  </w:footnote>
  <w:footnote w:type="continuationSeparator" w:id="1">
    <w:p w:rsidR="00877FD3" w:rsidRDefault="00877FD3" w:rsidP="00AE40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4046"/>
    <w:rsid w:val="00006A0E"/>
    <w:rsid w:val="000167AE"/>
    <w:rsid w:val="000A3A74"/>
    <w:rsid w:val="000B63D2"/>
    <w:rsid w:val="000C6A65"/>
    <w:rsid w:val="00141419"/>
    <w:rsid w:val="00234B98"/>
    <w:rsid w:val="00270F03"/>
    <w:rsid w:val="002B1432"/>
    <w:rsid w:val="0032554E"/>
    <w:rsid w:val="00354711"/>
    <w:rsid w:val="00404766"/>
    <w:rsid w:val="00443874"/>
    <w:rsid w:val="004B3945"/>
    <w:rsid w:val="005627B1"/>
    <w:rsid w:val="00583987"/>
    <w:rsid w:val="005D1C2C"/>
    <w:rsid w:val="005F2B9D"/>
    <w:rsid w:val="006F1152"/>
    <w:rsid w:val="00745186"/>
    <w:rsid w:val="0075619E"/>
    <w:rsid w:val="00786FE8"/>
    <w:rsid w:val="007876E8"/>
    <w:rsid w:val="00805713"/>
    <w:rsid w:val="00877FD3"/>
    <w:rsid w:val="00894819"/>
    <w:rsid w:val="008B6EE9"/>
    <w:rsid w:val="009940BB"/>
    <w:rsid w:val="009C6E8C"/>
    <w:rsid w:val="00A262EA"/>
    <w:rsid w:val="00A94225"/>
    <w:rsid w:val="00AC466C"/>
    <w:rsid w:val="00AE4046"/>
    <w:rsid w:val="00BA7FAB"/>
    <w:rsid w:val="00C07F73"/>
    <w:rsid w:val="00CA14C9"/>
    <w:rsid w:val="00D43C02"/>
    <w:rsid w:val="00D4612F"/>
    <w:rsid w:val="00EE48C9"/>
    <w:rsid w:val="00F22713"/>
    <w:rsid w:val="00F92877"/>
    <w:rsid w:val="00FC3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AE4046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6EE9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B6EE9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B6EE9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B6EE9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B6EE9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B6EE9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B6EE9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B6EE9"/>
    <w:pPr>
      <w:keepNext/>
      <w:keepLines/>
      <w:spacing w:before="200" w:line="276" w:lineRule="auto"/>
      <w:outlineLvl w:val="7"/>
    </w:pPr>
    <w:rPr>
      <w:rFonts w:ascii="Cambria" w:hAnsi="Cambria"/>
      <w:color w:val="4F81BD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B6EE9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B6EE9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B6EE9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B6EE9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B6EE9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B6EE9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B6EE9"/>
    <w:rPr>
      <w:rFonts w:ascii="Cambria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8B6EE9"/>
    <w:rPr>
      <w:rFonts w:ascii="Cambria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B6EE9"/>
    <w:rPr>
      <w:rFonts w:ascii="Cambria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B6EE9"/>
    <w:rPr>
      <w:rFonts w:ascii="Cambria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8B6EE9"/>
    <w:pPr>
      <w:spacing w:after="200"/>
    </w:pPr>
    <w:rPr>
      <w:rFonts w:ascii="Calibri" w:eastAsia="Calibri" w:hAnsi="Calibri"/>
      <w:b/>
      <w:bCs/>
      <w:color w:val="4F81BD"/>
      <w:sz w:val="18"/>
      <w:szCs w:val="18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8B6EE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8B6EE9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8B6EE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B6EE9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8B6EE9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8B6EE9"/>
    <w:rPr>
      <w:rFonts w:cs="Times New Roman"/>
      <w:i/>
      <w:iCs/>
    </w:rPr>
  </w:style>
  <w:style w:type="paragraph" w:styleId="NoSpacing">
    <w:name w:val="No Spacing"/>
    <w:uiPriority w:val="99"/>
    <w:qFormat/>
    <w:rsid w:val="008B6EE9"/>
    <w:rPr>
      <w:lang w:val="en-US" w:eastAsia="en-US"/>
    </w:rPr>
  </w:style>
  <w:style w:type="paragraph" w:styleId="ListParagraph">
    <w:name w:val="List Paragraph"/>
    <w:basedOn w:val="Normal"/>
    <w:uiPriority w:val="99"/>
    <w:qFormat/>
    <w:rsid w:val="008B6E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8B6EE9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8B6EE9"/>
    <w:rPr>
      <w:rFonts w:cs="Times New Roman"/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8B6EE9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8B6EE9"/>
    <w:rPr>
      <w:rFonts w:cs="Times New Roman"/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8B6EE9"/>
    <w:rPr>
      <w:rFonts w:cs="Times New Roman"/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8B6EE9"/>
    <w:rPr>
      <w:rFonts w:cs="Times New Roman"/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8B6EE9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8B6EE9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8B6EE9"/>
    <w:rPr>
      <w:rFonts w:cs="Times New Roman"/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8B6EE9"/>
    <w:pPr>
      <w:outlineLvl w:val="9"/>
    </w:pPr>
  </w:style>
  <w:style w:type="paragraph" w:customStyle="1" w:styleId="1">
    <w:name w:val="Стиль1"/>
    <w:basedOn w:val="Normal"/>
    <w:link w:val="10"/>
    <w:uiPriority w:val="99"/>
    <w:rsid w:val="008B6EE9"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10">
    <w:name w:val="Стиль1 Знак"/>
    <w:basedOn w:val="DefaultParagraphFont"/>
    <w:link w:val="1"/>
    <w:uiPriority w:val="99"/>
    <w:locked/>
    <w:rsid w:val="008B6EE9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AE4046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E4046"/>
    <w:rPr>
      <w:rFonts w:ascii="Times New Roman" w:hAnsi="Times New Roman" w:cs="Times New Roman"/>
      <w:sz w:val="20"/>
      <w:szCs w:val="20"/>
      <w:lang w:val="ru-RU" w:eastAsia="ru-RU" w:bidi="ar-SA"/>
    </w:rPr>
  </w:style>
  <w:style w:type="paragraph" w:customStyle="1" w:styleId="ConsPlusNormal">
    <w:name w:val="ConsPlusNormal"/>
    <w:uiPriority w:val="99"/>
    <w:rsid w:val="00AE404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AE4046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208</TotalTime>
  <Pages>1</Pages>
  <Words>228</Words>
  <Characters>1304</Characters>
  <Application>Microsoft Office Outlook</Application>
  <DocSecurity>0</DocSecurity>
  <Lines>0</Lines>
  <Paragraphs>0</Paragraphs>
  <ScaleCrop>false</ScaleCrop>
  <Company>МСЧ №6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user</cp:lastModifiedBy>
  <cp:revision>14</cp:revision>
  <cp:lastPrinted>2011-06-20T07:02:00Z</cp:lastPrinted>
  <dcterms:created xsi:type="dcterms:W3CDTF">2011-05-19T08:58:00Z</dcterms:created>
  <dcterms:modified xsi:type="dcterms:W3CDTF">2011-06-20T07:03:00Z</dcterms:modified>
</cp:coreProperties>
</file>