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23" w:rsidRPr="00F65F66" w:rsidRDefault="00B54723" w:rsidP="00F65F6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  <w:r w:rsidRPr="00F65F66">
        <w:rPr>
          <w:rFonts w:ascii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54723" w:rsidRPr="00F65F66" w:rsidRDefault="00B54723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F66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4723" w:rsidRPr="00F65F66" w:rsidRDefault="00B54723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F66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0356300030511000027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4723" w:rsidRPr="00F65F66" w:rsidRDefault="00B54723" w:rsidP="00F65F66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F65F6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Николая Островского, 27, -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mikhaylova@smi.perm.ru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и наладке охранной, тревожной сигнализации и системы контроля и управления доступом на объектах нежилого муниципального фонда города Перми.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549 761,55 Российский рубль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4530858 Пусконаладочные работы систем автоматики, сигнализации и взаимосвязанных устройств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№1) и условиями муниципального контракта (Приложение 2).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Нежилые помещения города Перми, согласно технического задания (Приложение №1)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 (тридцать) календарных дней с момента заключения муниципального контракта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2 748,81 Российский рубль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9355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документации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54723" w:rsidRPr="00F65F66" w:rsidRDefault="00B54723" w:rsidP="00F65F66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F65F66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354"/>
        <w:gridCol w:w="706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29.06.2011 10:00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05.07.2011 </w:t>
            </w:r>
          </w:p>
        </w:tc>
      </w:tr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08.07.2011 </w:t>
            </w:r>
          </w:p>
        </w:tc>
      </w:tr>
    </w:tbl>
    <w:p w:rsidR="00B54723" w:rsidRPr="00F65F66" w:rsidRDefault="00B54723" w:rsidP="00F65F66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5534"/>
        <w:gridCol w:w="3821"/>
      </w:tblGrid>
      <w:tr w:rsidR="00B54723" w:rsidRPr="00F65F66" w:rsidTr="00F65F66"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B54723" w:rsidRPr="00F65F66" w:rsidRDefault="00B54723" w:rsidP="00F65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65F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21.06.2011 </w:t>
            </w:r>
          </w:p>
        </w:tc>
      </w:tr>
    </w:tbl>
    <w:p w:rsidR="00B54723" w:rsidRDefault="00B54723" w:rsidP="00F65F66"/>
    <w:p w:rsidR="00B54723" w:rsidRDefault="00B54723" w:rsidP="00F65F66"/>
    <w:p w:rsidR="00B54723" w:rsidRDefault="00B54723" w:rsidP="00F65F66"/>
    <w:p w:rsidR="00B54723" w:rsidRPr="00F65F66" w:rsidRDefault="00B54723" w:rsidP="00F65F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F66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МУ «СМИ»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65F66">
        <w:rPr>
          <w:rFonts w:ascii="Times New Roman" w:hAnsi="Times New Roman" w:cs="Times New Roman"/>
          <w:b/>
          <w:bCs/>
          <w:sz w:val="28"/>
          <w:szCs w:val="28"/>
        </w:rPr>
        <w:t>И. Р. Хайдаров</w:t>
      </w:r>
    </w:p>
    <w:sectPr w:rsidR="00B54723" w:rsidRPr="00F65F66" w:rsidSect="00F1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9A4"/>
    <w:rsid w:val="00076AC0"/>
    <w:rsid w:val="002A1963"/>
    <w:rsid w:val="003070F0"/>
    <w:rsid w:val="00474C13"/>
    <w:rsid w:val="004B0628"/>
    <w:rsid w:val="0095351F"/>
    <w:rsid w:val="00B54723"/>
    <w:rsid w:val="00F110D8"/>
    <w:rsid w:val="00F65F66"/>
    <w:rsid w:val="00F9100F"/>
    <w:rsid w:val="00FA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0D8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F65F66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44F7F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title1">
    <w:name w:val="title1"/>
    <w:basedOn w:val="Normal"/>
    <w:uiPriority w:val="99"/>
    <w:rsid w:val="00F65F66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24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430</Words>
  <Characters>2452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SamLab.ws</cp:lastModifiedBy>
  <cp:revision>4</cp:revision>
  <dcterms:created xsi:type="dcterms:W3CDTF">2011-05-20T08:41:00Z</dcterms:created>
  <dcterms:modified xsi:type="dcterms:W3CDTF">2011-06-21T10:21:00Z</dcterms:modified>
</cp:coreProperties>
</file>