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BD" w:rsidRPr="00626F7D" w:rsidRDefault="007E59BD" w:rsidP="00FF6D18">
      <w:pPr>
        <w:spacing w:after="0" w:line="240" w:lineRule="auto"/>
        <w:ind w:left="6804"/>
        <w:outlineLvl w:val="0"/>
        <w:rPr>
          <w:rFonts w:ascii="Times New Roman" w:hAnsi="Times New Roman" w:cs="Times New Roman"/>
          <w:sz w:val="20"/>
          <w:szCs w:val="20"/>
        </w:rPr>
      </w:pPr>
      <w:r w:rsidRPr="00626F7D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626F7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7E59BD" w:rsidRPr="00626F7D" w:rsidRDefault="007E59BD" w:rsidP="00626F7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E59BD" w:rsidRPr="00626F7D" w:rsidRDefault="007E59BD" w:rsidP="00626F7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6F7D">
        <w:rPr>
          <w:rFonts w:ascii="Times New Roman" w:hAnsi="Times New Roman" w:cs="Times New Roman"/>
          <w:b/>
          <w:bCs/>
        </w:rPr>
        <w:t>Техническое задание на оказание услуг по организации и проведению</w:t>
      </w:r>
    </w:p>
    <w:p w:rsidR="007E59BD" w:rsidRPr="00626F7D" w:rsidRDefault="007E59BD" w:rsidP="00626F7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6F7D">
        <w:rPr>
          <w:rFonts w:ascii="Times New Roman" w:hAnsi="Times New Roman" w:cs="Times New Roman"/>
          <w:b/>
          <w:bCs/>
        </w:rPr>
        <w:t xml:space="preserve">спортивных мероприятий – </w:t>
      </w:r>
      <w:r w:rsidRPr="00626F7D">
        <w:rPr>
          <w:rFonts w:ascii="Times New Roman" w:hAnsi="Times New Roman" w:cs="Times New Roman"/>
          <w:b/>
          <w:bCs/>
          <w:color w:val="000000"/>
        </w:rPr>
        <w:t>районный фестиваль «Спорт и жизнь» в рамках поддержки спортсменов с ограниченными возможностями,</w:t>
      </w:r>
      <w:r w:rsidRPr="00626F7D">
        <w:rPr>
          <w:rFonts w:ascii="Times New Roman" w:hAnsi="Times New Roman" w:cs="Times New Roman"/>
          <w:b/>
          <w:bCs/>
        </w:rPr>
        <w:t xml:space="preserve"> фестиваль среди людей с ограниченными возможностями «Папа, мама, я – спортивная семья»</w:t>
      </w:r>
    </w:p>
    <w:p w:rsidR="007E59BD" w:rsidRPr="00626F7D" w:rsidRDefault="007E59BD" w:rsidP="00626F7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E59BD" w:rsidRPr="00626F7D" w:rsidRDefault="007E59BD" w:rsidP="00626F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  <w:b/>
          <w:bCs/>
        </w:rPr>
        <w:t>Сроки проведения</w:t>
      </w:r>
      <w:r w:rsidRPr="00626F7D">
        <w:rPr>
          <w:rFonts w:ascii="Times New Roman" w:hAnsi="Times New Roman" w:cs="Times New Roman"/>
        </w:rPr>
        <w:t>: июль 2011 г., ноябрь 2011 г., даты проведения мероприятий</w:t>
      </w:r>
      <w:r>
        <w:t xml:space="preserve"> </w:t>
      </w:r>
      <w:r w:rsidRPr="00626F7D">
        <w:rPr>
          <w:rFonts w:ascii="Times New Roman" w:hAnsi="Times New Roman" w:cs="Times New Roman"/>
        </w:rPr>
        <w:t>уточня</w:t>
      </w:r>
      <w:r>
        <w:rPr>
          <w:rFonts w:ascii="Times New Roman" w:hAnsi="Times New Roman" w:cs="Times New Roman"/>
        </w:rPr>
        <w:t>ю</w:t>
      </w:r>
      <w:r w:rsidRPr="00626F7D">
        <w:rPr>
          <w:rFonts w:ascii="Times New Roman" w:hAnsi="Times New Roman" w:cs="Times New Roman"/>
        </w:rPr>
        <w:t>тся с Заказчиком</w:t>
      </w:r>
      <w:r>
        <w:rPr>
          <w:rFonts w:ascii="Times New Roman" w:hAnsi="Times New Roman" w:cs="Times New Roman"/>
        </w:rPr>
        <w:t>.</w:t>
      </w:r>
    </w:p>
    <w:p w:rsidR="007E59BD" w:rsidRPr="00626F7D" w:rsidRDefault="007E59BD" w:rsidP="00626F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  <w:b/>
          <w:bCs/>
        </w:rPr>
        <w:t>Место проведения</w:t>
      </w:r>
      <w:r w:rsidRPr="00626F7D">
        <w:rPr>
          <w:rFonts w:ascii="Times New Roman" w:hAnsi="Times New Roman" w:cs="Times New Roman"/>
        </w:rPr>
        <w:t>: г. Пермь, Дзержинский район.</w:t>
      </w:r>
    </w:p>
    <w:p w:rsidR="007E59BD" w:rsidRPr="00626F7D" w:rsidRDefault="007E59BD" w:rsidP="00626F7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59BD" w:rsidRPr="00626F7D" w:rsidRDefault="007E59BD" w:rsidP="00626F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ab/>
      </w:r>
      <w:r w:rsidRPr="00626F7D">
        <w:rPr>
          <w:rFonts w:ascii="Times New Roman" w:hAnsi="Times New Roman" w:cs="Times New Roman"/>
          <w:u w:val="single"/>
        </w:rPr>
        <w:t>Требования по организации и проведению районного фестиваля «Спорт и жизнь» в рамках поддержки спортсменов с ограниченными возможностями</w:t>
      </w:r>
      <w:r w:rsidRPr="00626F7D">
        <w:rPr>
          <w:rFonts w:ascii="Times New Roman" w:hAnsi="Times New Roman" w:cs="Times New Roman"/>
        </w:rPr>
        <w:t>:</w:t>
      </w:r>
    </w:p>
    <w:p w:rsidR="007E59BD" w:rsidRPr="00626F7D" w:rsidRDefault="007E59BD" w:rsidP="00626F7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59BD" w:rsidRPr="00626F7D" w:rsidRDefault="007E59BD" w:rsidP="00626F7D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 xml:space="preserve">Разработать Положение о проведении районного фестиваля «Спорт и жизнь» в рамках поддержки спортсменов с ограниченными возможностями </w:t>
      </w:r>
      <w:r w:rsidRPr="00626F7D">
        <w:rPr>
          <w:rFonts w:ascii="Times New Roman" w:hAnsi="Times New Roman" w:cs="Times New Roman"/>
          <w:color w:val="000000"/>
        </w:rPr>
        <w:t xml:space="preserve">(далее Мероприятие) </w:t>
      </w:r>
      <w:r w:rsidRPr="00626F7D">
        <w:rPr>
          <w:rFonts w:ascii="Times New Roman" w:hAnsi="Times New Roman" w:cs="Times New Roman"/>
        </w:rPr>
        <w:t>и утвердить его с Заказчиком.</w:t>
      </w:r>
    </w:p>
    <w:p w:rsidR="007E59BD" w:rsidRPr="00626F7D" w:rsidRDefault="007E59BD" w:rsidP="00626F7D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 xml:space="preserve">Своевременно  проинформировать предполагаемых участников и жителей района о проведении </w:t>
      </w:r>
      <w:r w:rsidRPr="00626F7D">
        <w:rPr>
          <w:rFonts w:ascii="Times New Roman" w:hAnsi="Times New Roman" w:cs="Times New Roman"/>
          <w:color w:val="000000"/>
        </w:rPr>
        <w:t xml:space="preserve">Мероприятия, </w:t>
      </w:r>
      <w:r w:rsidRPr="00626F7D">
        <w:rPr>
          <w:rFonts w:ascii="Times New Roman" w:hAnsi="Times New Roman" w:cs="Times New Roman"/>
        </w:rPr>
        <w:t xml:space="preserve">не позднее 10 дней до начала  проведения Мероприятия. </w:t>
      </w:r>
    </w:p>
    <w:p w:rsidR="007E59BD" w:rsidRPr="00626F7D" w:rsidRDefault="007E59BD" w:rsidP="00626F7D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 xml:space="preserve">В случае каких-либо изменений, связанных с проведением Мероприятия, Исполнитель обязан своевременно проинформировать Заказчика. </w:t>
      </w:r>
    </w:p>
    <w:p w:rsidR="007E59BD" w:rsidRPr="00626F7D" w:rsidRDefault="007E59BD" w:rsidP="00626F7D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>Обеспечить место проведения Мероприятия спортивным инвентарем для организации «полосы препятствий» в соответствии со спецификой Мероприятия:</w:t>
      </w:r>
    </w:p>
    <w:p w:rsidR="007E59BD" w:rsidRPr="00626F7D" w:rsidRDefault="007E59BD" w:rsidP="00626F7D">
      <w:pPr>
        <w:tabs>
          <w:tab w:val="num" w:pos="0"/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 xml:space="preserve">  </w:t>
      </w:r>
      <w:r w:rsidRPr="00626F7D">
        <w:rPr>
          <w:rFonts w:ascii="Times New Roman" w:hAnsi="Times New Roman" w:cs="Times New Roman"/>
        </w:rPr>
        <w:tab/>
        <w:t>- брусья;</w:t>
      </w:r>
    </w:p>
    <w:p w:rsidR="007E59BD" w:rsidRPr="00626F7D" w:rsidRDefault="007E59BD" w:rsidP="00626F7D">
      <w:pPr>
        <w:tabs>
          <w:tab w:val="num" w:pos="0"/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ab/>
        <w:t>- ломаная лестница (турникет);</w:t>
      </w:r>
    </w:p>
    <w:p w:rsidR="007E59BD" w:rsidRPr="00626F7D" w:rsidRDefault="007E59BD" w:rsidP="00626F7D">
      <w:pPr>
        <w:tabs>
          <w:tab w:val="num" w:pos="0"/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ab/>
        <w:t>- ломаное бревно;</w:t>
      </w:r>
    </w:p>
    <w:p w:rsidR="007E59BD" w:rsidRPr="00626F7D" w:rsidRDefault="007E59BD" w:rsidP="00626F7D">
      <w:pPr>
        <w:tabs>
          <w:tab w:val="num" w:pos="0"/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ab/>
        <w:t>- скамейка и столбики;</w:t>
      </w:r>
    </w:p>
    <w:p w:rsidR="007E59BD" w:rsidRPr="00626F7D" w:rsidRDefault="007E59BD" w:rsidP="00626F7D">
      <w:pPr>
        <w:tabs>
          <w:tab w:val="num" w:pos="0"/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ab/>
        <w:t>- штанга;</w:t>
      </w:r>
    </w:p>
    <w:p w:rsidR="007E59BD" w:rsidRPr="00626F7D" w:rsidRDefault="007E59BD" w:rsidP="00626F7D">
      <w:pPr>
        <w:tabs>
          <w:tab w:val="num" w:pos="0"/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ab/>
        <w:t>- тягометр;</w:t>
      </w:r>
    </w:p>
    <w:p w:rsidR="007E59BD" w:rsidRPr="00626F7D" w:rsidRDefault="007E59BD" w:rsidP="00626F7D">
      <w:pPr>
        <w:tabs>
          <w:tab w:val="num" w:pos="0"/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ab/>
        <w:t>- перекладина;</w:t>
      </w:r>
    </w:p>
    <w:p w:rsidR="007E59BD" w:rsidRPr="00626F7D" w:rsidRDefault="007E59BD" w:rsidP="00626F7D">
      <w:pPr>
        <w:tabs>
          <w:tab w:val="num" w:pos="0"/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ab/>
        <w:t>- кольцеход;</w:t>
      </w:r>
    </w:p>
    <w:p w:rsidR="007E59BD" w:rsidRPr="00626F7D" w:rsidRDefault="007E59BD" w:rsidP="00626F7D">
      <w:pPr>
        <w:tabs>
          <w:tab w:val="num" w:pos="0"/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ab/>
        <w:t>- гимнастическая стенка.</w:t>
      </w:r>
    </w:p>
    <w:p w:rsidR="007E59BD" w:rsidRPr="00626F7D" w:rsidRDefault="007E59BD" w:rsidP="00626F7D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 xml:space="preserve">Обеспечить медицинское обслуживание </w:t>
      </w:r>
      <w:r w:rsidRPr="00626F7D">
        <w:rPr>
          <w:rFonts w:ascii="Times New Roman" w:hAnsi="Times New Roman" w:cs="Times New Roman"/>
          <w:color w:val="000000"/>
        </w:rPr>
        <w:t>Мероприятия</w:t>
      </w:r>
      <w:r w:rsidRPr="00626F7D">
        <w:rPr>
          <w:rFonts w:ascii="Times New Roman" w:hAnsi="Times New Roman" w:cs="Times New Roman"/>
        </w:rPr>
        <w:t>, включая дежурство врача, при необходимости своевременное оказание квалифицированной медицинской помощи участникам Мероприятия.</w:t>
      </w:r>
    </w:p>
    <w:p w:rsidR="007E59BD" w:rsidRPr="00626F7D" w:rsidRDefault="007E59BD" w:rsidP="00626F7D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 xml:space="preserve">Подвести итоги районного фестиваля «Спорт и жизнь» в рамках поддержки спортсменов с ограниченными возможностями и организовать церемонию награждения победителей и призеров, с обязательным исполнением гимна РФ. </w:t>
      </w:r>
    </w:p>
    <w:p w:rsidR="007E59BD" w:rsidRPr="00626F7D" w:rsidRDefault="007E59BD" w:rsidP="00626F7D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>Приобрести сувенирную продукцию: медали, кубки, дипломы (грамоты) на сумму не менее 10 % от стоимости услуги.</w:t>
      </w:r>
    </w:p>
    <w:p w:rsidR="007E59BD" w:rsidRPr="00626F7D" w:rsidRDefault="007E59BD" w:rsidP="00626F7D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 xml:space="preserve">Предоставить Заказчику отчет по установленной форме, протоколы, в том числе фотоматериалы на электронном носителе и в распечатанном виде с обязательным включением общих планов  в количестве 8 штук, формата А-4 , не позднее 3-х дней после проведения  </w:t>
      </w:r>
      <w:r w:rsidRPr="00626F7D">
        <w:rPr>
          <w:rFonts w:ascii="Times New Roman" w:hAnsi="Times New Roman" w:cs="Times New Roman"/>
          <w:color w:val="000000"/>
        </w:rPr>
        <w:t>Мероприятия.</w:t>
      </w:r>
    </w:p>
    <w:p w:rsidR="007E59BD" w:rsidRPr="00626F7D" w:rsidRDefault="007E59BD" w:rsidP="00626F7D">
      <w:pPr>
        <w:numPr>
          <w:ilvl w:val="0"/>
          <w:numId w:val="1"/>
        </w:numPr>
        <w:tabs>
          <w:tab w:val="clear" w:pos="900"/>
          <w:tab w:val="num" w:pos="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 xml:space="preserve"> Обеспечить сбор отходов и удаление мусора, образовавшихся в ходе проведения </w:t>
      </w:r>
      <w:r w:rsidRPr="00626F7D">
        <w:rPr>
          <w:rFonts w:ascii="Times New Roman" w:hAnsi="Times New Roman" w:cs="Times New Roman"/>
          <w:color w:val="000000"/>
        </w:rPr>
        <w:t xml:space="preserve">Мероприятия.                                                                                                                                            </w:t>
      </w:r>
    </w:p>
    <w:p w:rsidR="007E59BD" w:rsidRPr="0041021E" w:rsidRDefault="007E59BD" w:rsidP="00626F7D">
      <w:pPr>
        <w:numPr>
          <w:ilvl w:val="0"/>
          <w:numId w:val="1"/>
        </w:numPr>
        <w:tabs>
          <w:tab w:val="clear" w:pos="900"/>
          <w:tab w:val="num" w:pos="0"/>
          <w:tab w:val="num" w:pos="540"/>
        </w:tabs>
        <w:spacing w:after="0" w:line="240" w:lineRule="auto"/>
        <w:ind w:left="540" w:hanging="540"/>
        <w:jc w:val="both"/>
      </w:pPr>
      <w:r w:rsidRPr="00626F7D">
        <w:rPr>
          <w:rFonts w:ascii="Times New Roman" w:hAnsi="Times New Roman" w:cs="Times New Roman"/>
          <w:color w:val="000000"/>
        </w:rPr>
        <w:t xml:space="preserve">Обеспечить безопасность зрителей и участников при проведении Мероприятия.                          </w:t>
      </w:r>
      <w:r>
        <w:rPr>
          <w:color w:val="000000"/>
        </w:rPr>
        <w:t xml:space="preserve">                                                                                                               </w:t>
      </w:r>
    </w:p>
    <w:p w:rsidR="007E59BD" w:rsidRDefault="007E59BD" w:rsidP="00626F7D"/>
    <w:p w:rsidR="007E59BD" w:rsidRPr="00FF6D18" w:rsidRDefault="007E59BD" w:rsidP="00FF6D18">
      <w:pPr>
        <w:jc w:val="center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  <w:u w:val="single"/>
        </w:rPr>
        <w:t>Требования по организации и проведению Фестиваля среди детей с ограниченными возможностями «Папа, мама, я – спортивная семья»</w:t>
      </w:r>
      <w:r w:rsidRPr="00FF6D18">
        <w:rPr>
          <w:rFonts w:ascii="Times New Roman" w:hAnsi="Times New Roman" w:cs="Times New Roman"/>
        </w:rPr>
        <w:t>:</w:t>
      </w:r>
    </w:p>
    <w:p w:rsidR="007E59BD" w:rsidRPr="00FF6D18" w:rsidRDefault="007E59BD" w:rsidP="00FF6D18">
      <w:pPr>
        <w:rPr>
          <w:rFonts w:ascii="Times New Roman" w:hAnsi="Times New Roman" w:cs="Times New Roman"/>
        </w:rPr>
      </w:pPr>
    </w:p>
    <w:p w:rsidR="007E59BD" w:rsidRPr="00FF6D18" w:rsidRDefault="007E59BD" w:rsidP="00FF6D18">
      <w:pPr>
        <w:spacing w:after="0" w:line="240" w:lineRule="auto"/>
        <w:ind w:left="363" w:hanging="374"/>
        <w:jc w:val="both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</w:rPr>
        <w:t xml:space="preserve">1. Разработать Положение о проведении Фестиваля среди детей с ограниченными возможностями  </w:t>
      </w:r>
      <w:r w:rsidRPr="00FF6D18">
        <w:rPr>
          <w:rFonts w:ascii="Times New Roman" w:hAnsi="Times New Roman" w:cs="Times New Roman"/>
          <w:color w:val="000000"/>
        </w:rPr>
        <w:t xml:space="preserve">(далее Мероприятие) </w:t>
      </w:r>
      <w:r w:rsidRPr="00FF6D18">
        <w:rPr>
          <w:rFonts w:ascii="Times New Roman" w:hAnsi="Times New Roman" w:cs="Times New Roman"/>
        </w:rPr>
        <w:t>и утвердить его с Заказчиком.</w:t>
      </w:r>
    </w:p>
    <w:p w:rsidR="007E59BD" w:rsidRPr="00FF6D18" w:rsidRDefault="007E59BD" w:rsidP="00FF6D18">
      <w:pPr>
        <w:spacing w:after="0" w:line="240" w:lineRule="auto"/>
        <w:ind w:left="363" w:hanging="374"/>
        <w:jc w:val="both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</w:rPr>
        <w:t xml:space="preserve">2. Своевременно  проинформировать предполагаемых участников и жителей района о проведении </w:t>
      </w:r>
      <w:r w:rsidRPr="00FF6D18">
        <w:rPr>
          <w:rFonts w:ascii="Times New Roman" w:hAnsi="Times New Roman" w:cs="Times New Roman"/>
          <w:color w:val="000000"/>
        </w:rPr>
        <w:t xml:space="preserve">Мероприятия, </w:t>
      </w:r>
      <w:r w:rsidRPr="00FF6D18">
        <w:rPr>
          <w:rFonts w:ascii="Times New Roman" w:hAnsi="Times New Roman" w:cs="Times New Roman"/>
        </w:rPr>
        <w:t xml:space="preserve">не позднее 10 дней до начала  проведения Мероприятия. </w:t>
      </w:r>
    </w:p>
    <w:p w:rsidR="007E59BD" w:rsidRPr="00FF6D18" w:rsidRDefault="007E59BD" w:rsidP="00FF6D18">
      <w:pPr>
        <w:spacing w:after="0" w:line="240" w:lineRule="auto"/>
        <w:ind w:left="363" w:hanging="374"/>
        <w:jc w:val="both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</w:rPr>
        <w:t xml:space="preserve">3. В случае каких-либо изменений, связанных с проведением Мероприятия, Исполнитель обязан своевременно проинформировать Заказчика. </w:t>
      </w:r>
    </w:p>
    <w:p w:rsidR="007E59BD" w:rsidRPr="00FF6D18" w:rsidRDefault="007E59BD" w:rsidP="00FF6D18">
      <w:pPr>
        <w:spacing w:after="0" w:line="240" w:lineRule="auto"/>
        <w:ind w:left="363" w:hanging="374"/>
        <w:jc w:val="both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</w:rPr>
        <w:t>4. Обеспечить место проведения Мероприятия и спортивный инвентарь в соответствии с требованиями по данному виду спорта.</w:t>
      </w:r>
    </w:p>
    <w:p w:rsidR="007E59BD" w:rsidRPr="00FF6D18" w:rsidRDefault="007E59BD" w:rsidP="00FF6D18">
      <w:pPr>
        <w:spacing w:after="0" w:line="240" w:lineRule="auto"/>
        <w:ind w:left="363" w:hanging="374"/>
        <w:jc w:val="both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</w:rPr>
        <w:t>5.   Обеспечить  работу судейской бригады в соответствии с правилами по данному виду спорта.</w:t>
      </w:r>
    </w:p>
    <w:p w:rsidR="007E59BD" w:rsidRPr="00FF6D18" w:rsidRDefault="007E59BD" w:rsidP="00FF6D18">
      <w:pPr>
        <w:spacing w:after="0" w:line="240" w:lineRule="auto"/>
        <w:ind w:left="363" w:hanging="374"/>
        <w:jc w:val="both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</w:rPr>
        <w:t xml:space="preserve">6.  Обеспечить медицинское обслуживание </w:t>
      </w:r>
      <w:r w:rsidRPr="00FF6D18">
        <w:rPr>
          <w:rFonts w:ascii="Times New Roman" w:hAnsi="Times New Roman" w:cs="Times New Roman"/>
          <w:color w:val="000000"/>
        </w:rPr>
        <w:t>Мероприятия</w:t>
      </w:r>
      <w:r w:rsidRPr="00FF6D18">
        <w:rPr>
          <w:rFonts w:ascii="Times New Roman" w:hAnsi="Times New Roman" w:cs="Times New Roman"/>
        </w:rPr>
        <w:t>, включая дежурство врача, при необходимости своевременное оказание квалифицированной медицинской помощи участникам Мероприятия.</w:t>
      </w:r>
    </w:p>
    <w:p w:rsidR="007E59BD" w:rsidRPr="00FF6D18" w:rsidRDefault="007E59BD" w:rsidP="00FF6D18">
      <w:pPr>
        <w:spacing w:after="0" w:line="240" w:lineRule="auto"/>
        <w:ind w:left="363" w:hanging="374"/>
        <w:jc w:val="both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</w:rPr>
        <w:t xml:space="preserve">7. Подвести итоги Фестиваля среди детей с ограниченными возможностями и организовать церемонию награждения победителей и призеров, с обязательным исполнением гимна РФ. </w:t>
      </w:r>
    </w:p>
    <w:p w:rsidR="007E59BD" w:rsidRPr="00FF6D18" w:rsidRDefault="007E59BD" w:rsidP="00FF6D18">
      <w:pPr>
        <w:spacing w:after="0" w:line="240" w:lineRule="auto"/>
        <w:ind w:left="363" w:hanging="374"/>
        <w:jc w:val="both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</w:rPr>
        <w:t>8.  Обеспечить  наличие звукового оборудования мощностью не менее 2 кВт, не менее двух микрофонов, трансляцию высококачественных фонограмм.</w:t>
      </w:r>
    </w:p>
    <w:p w:rsidR="007E59BD" w:rsidRPr="00FF6D18" w:rsidRDefault="007E59BD" w:rsidP="00FF6D18">
      <w:pPr>
        <w:spacing w:after="0" w:line="240" w:lineRule="auto"/>
        <w:ind w:left="363" w:hanging="374"/>
        <w:jc w:val="both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</w:rPr>
        <w:t>9.  Приобрести сувенирную продукцию: медали, кубки, дипломы (грамоты) на сумму не менее 10 % от стоимости услуги.</w:t>
      </w:r>
    </w:p>
    <w:p w:rsidR="007E59BD" w:rsidRPr="00FF6D18" w:rsidRDefault="007E59BD" w:rsidP="00FF6D18">
      <w:pPr>
        <w:spacing w:after="0" w:line="240" w:lineRule="auto"/>
        <w:ind w:left="363" w:hanging="374"/>
        <w:jc w:val="both"/>
        <w:rPr>
          <w:rFonts w:ascii="Times New Roman" w:hAnsi="Times New Roman" w:cs="Times New Roman"/>
        </w:rPr>
      </w:pPr>
      <w:r w:rsidRPr="00FF6D18">
        <w:rPr>
          <w:rFonts w:ascii="Times New Roman" w:hAnsi="Times New Roman" w:cs="Times New Roman"/>
        </w:rPr>
        <w:t xml:space="preserve">10. Предоставить Заказчику отчет по установленной форме, протоколы, в том числе фотоматериалы на электронном носителе и в распечатанном виде с обязательным включением общих планов  в количестве 8 штук, формата А-4 , не позднее 3-х дней после проведения  </w:t>
      </w:r>
      <w:r w:rsidRPr="00FF6D18">
        <w:rPr>
          <w:rFonts w:ascii="Times New Roman" w:hAnsi="Times New Roman" w:cs="Times New Roman"/>
          <w:color w:val="000000"/>
        </w:rPr>
        <w:t>Мероприятия.</w:t>
      </w:r>
    </w:p>
    <w:p w:rsidR="007E59BD" w:rsidRPr="00FF6D18" w:rsidRDefault="007E59BD" w:rsidP="00FF6D18">
      <w:pPr>
        <w:spacing w:after="0" w:line="240" w:lineRule="auto"/>
        <w:ind w:left="363" w:hanging="374"/>
        <w:rPr>
          <w:rFonts w:ascii="Times New Roman" w:hAnsi="Times New Roman" w:cs="Times New Roman"/>
          <w:color w:val="000000"/>
        </w:rPr>
      </w:pPr>
      <w:r w:rsidRPr="00FF6D18">
        <w:rPr>
          <w:rFonts w:ascii="Times New Roman" w:hAnsi="Times New Roman" w:cs="Times New Roman"/>
        </w:rPr>
        <w:t xml:space="preserve">11. Обеспечить сбор отходов и удаление мусора, образовавшихся в ходе проведения </w:t>
      </w:r>
      <w:r w:rsidRPr="00FF6D18">
        <w:rPr>
          <w:rFonts w:ascii="Times New Roman" w:hAnsi="Times New Roman" w:cs="Times New Roman"/>
          <w:color w:val="000000"/>
        </w:rPr>
        <w:t xml:space="preserve">Мероприятия.  </w:t>
      </w:r>
    </w:p>
    <w:p w:rsidR="007E59BD" w:rsidRPr="00FF6D18" w:rsidRDefault="007E59BD" w:rsidP="00FF6D18">
      <w:pPr>
        <w:spacing w:after="0" w:line="240" w:lineRule="auto"/>
        <w:ind w:left="363" w:hanging="374"/>
        <w:rPr>
          <w:rFonts w:ascii="Times New Roman" w:hAnsi="Times New Roman" w:cs="Times New Roman"/>
          <w:color w:val="000000"/>
        </w:rPr>
      </w:pPr>
      <w:r w:rsidRPr="00FF6D18">
        <w:rPr>
          <w:rFonts w:ascii="Times New Roman" w:hAnsi="Times New Roman" w:cs="Times New Roman"/>
        </w:rPr>
        <w:t>12. Обеспечить безопасность зрителей и участников при проведении Мероприятия.</w:t>
      </w:r>
    </w:p>
    <w:p w:rsidR="007E59BD" w:rsidRDefault="007E59BD" w:rsidP="00FF6D18">
      <w:r>
        <w:t xml:space="preserve">                                                                            </w:t>
      </w:r>
    </w:p>
    <w:p w:rsidR="007E59BD" w:rsidRPr="00626F7D" w:rsidRDefault="007E59BD" w:rsidP="00626F7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6F7D">
        <w:rPr>
          <w:rFonts w:ascii="Times New Roman" w:hAnsi="Times New Roman" w:cs="Times New Roman"/>
          <w:b/>
          <w:bCs/>
        </w:rPr>
        <w:t>Расчетная стоимость</w:t>
      </w:r>
    </w:p>
    <w:p w:rsidR="007E59BD" w:rsidRPr="00626F7D" w:rsidRDefault="007E59BD" w:rsidP="00626F7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6F7D">
        <w:rPr>
          <w:rFonts w:ascii="Times New Roman" w:hAnsi="Times New Roman" w:cs="Times New Roman"/>
          <w:b/>
          <w:bCs/>
        </w:rPr>
        <w:t>на организацию и проведение</w:t>
      </w:r>
    </w:p>
    <w:p w:rsidR="007E59BD" w:rsidRPr="00626F7D" w:rsidRDefault="007E59BD" w:rsidP="00626F7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6F7D">
        <w:rPr>
          <w:rFonts w:ascii="Times New Roman" w:hAnsi="Times New Roman" w:cs="Times New Roman"/>
          <w:b/>
          <w:bCs/>
        </w:rPr>
        <w:t xml:space="preserve">спортивных мероприятий – </w:t>
      </w:r>
      <w:r w:rsidRPr="00626F7D">
        <w:rPr>
          <w:rFonts w:ascii="Times New Roman" w:hAnsi="Times New Roman" w:cs="Times New Roman"/>
          <w:b/>
          <w:bCs/>
          <w:color w:val="000000"/>
        </w:rPr>
        <w:t>районный фестиваль «Спорт и жизнь» в рамках поддержки спортсменов с ограниченными возможностями,</w:t>
      </w:r>
      <w:r w:rsidRPr="00626F7D">
        <w:rPr>
          <w:rFonts w:ascii="Times New Roman" w:hAnsi="Times New Roman" w:cs="Times New Roman"/>
          <w:b/>
          <w:bCs/>
        </w:rPr>
        <w:t xml:space="preserve"> </w:t>
      </w:r>
    </w:p>
    <w:p w:rsidR="007E59BD" w:rsidRPr="00626F7D" w:rsidRDefault="007E59BD" w:rsidP="00626F7D">
      <w:pPr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>1. Основные расходы.</w:t>
      </w:r>
    </w:p>
    <w:p w:rsidR="007E59BD" w:rsidRPr="00626F7D" w:rsidRDefault="007E59BD" w:rsidP="00626F7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5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2520"/>
        <w:gridCol w:w="1571"/>
        <w:gridCol w:w="1577"/>
      </w:tblGrid>
      <w:tr w:rsidR="007E59BD" w:rsidRPr="009E735E">
        <w:tc>
          <w:tcPr>
            <w:tcW w:w="82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060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520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Кол-во час.</w:t>
            </w:r>
          </w:p>
        </w:tc>
        <w:tc>
          <w:tcPr>
            <w:tcW w:w="1571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Цена за 1 час</w:t>
            </w:r>
          </w:p>
        </w:tc>
        <w:tc>
          <w:tcPr>
            <w:tcW w:w="1577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Сумма руб.</w:t>
            </w:r>
          </w:p>
        </w:tc>
      </w:tr>
      <w:tr w:rsidR="007E59BD" w:rsidRPr="009E735E">
        <w:tc>
          <w:tcPr>
            <w:tcW w:w="82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0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Прокат 2-х велокартов, тренажеров в соответствии с техническим заданием.</w:t>
            </w:r>
          </w:p>
        </w:tc>
        <w:tc>
          <w:tcPr>
            <w:tcW w:w="2520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1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2040</w:t>
            </w:r>
          </w:p>
        </w:tc>
        <w:tc>
          <w:tcPr>
            <w:tcW w:w="1577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20400-00</w:t>
            </w:r>
          </w:p>
        </w:tc>
      </w:tr>
      <w:tr w:rsidR="007E59BD" w:rsidRPr="009E735E">
        <w:tc>
          <w:tcPr>
            <w:tcW w:w="7979" w:type="dxa"/>
            <w:gridSpan w:val="4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77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20400-00</w:t>
            </w:r>
          </w:p>
        </w:tc>
      </w:tr>
    </w:tbl>
    <w:p w:rsidR="007E59BD" w:rsidRPr="00626F7D" w:rsidRDefault="007E59BD" w:rsidP="00626F7D">
      <w:pPr>
        <w:spacing w:after="0" w:line="240" w:lineRule="auto"/>
        <w:rPr>
          <w:rFonts w:ascii="Times New Roman" w:hAnsi="Times New Roman" w:cs="Times New Roman"/>
        </w:rPr>
      </w:pPr>
    </w:p>
    <w:p w:rsidR="007E59BD" w:rsidRPr="00626F7D" w:rsidRDefault="007E59BD" w:rsidP="00626F7D">
      <w:pPr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>2. Призы и памятные подарки</w:t>
      </w:r>
    </w:p>
    <w:p w:rsidR="007E59BD" w:rsidRPr="00626F7D" w:rsidRDefault="007E59BD" w:rsidP="00626F7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820"/>
        <w:gridCol w:w="1914"/>
        <w:gridCol w:w="1914"/>
        <w:gridCol w:w="1915"/>
      </w:tblGrid>
      <w:tr w:rsidR="007E59BD" w:rsidRPr="009E735E">
        <w:tc>
          <w:tcPr>
            <w:tcW w:w="100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20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Цена</w:t>
            </w:r>
          </w:p>
        </w:tc>
        <w:tc>
          <w:tcPr>
            <w:tcW w:w="1915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Сумма, руб.</w:t>
            </w:r>
          </w:p>
        </w:tc>
      </w:tr>
      <w:tr w:rsidR="007E59BD" w:rsidRPr="009E735E">
        <w:tc>
          <w:tcPr>
            <w:tcW w:w="100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0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Медали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98-00</w:t>
            </w:r>
          </w:p>
        </w:tc>
        <w:tc>
          <w:tcPr>
            <w:tcW w:w="1915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2 940-00</w:t>
            </w:r>
          </w:p>
        </w:tc>
      </w:tr>
      <w:tr w:rsidR="007E59BD" w:rsidRPr="009E735E">
        <w:tc>
          <w:tcPr>
            <w:tcW w:w="100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0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Сувениры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170-00</w:t>
            </w:r>
          </w:p>
        </w:tc>
      </w:tr>
      <w:tr w:rsidR="007E59BD" w:rsidRPr="009E735E">
        <w:tc>
          <w:tcPr>
            <w:tcW w:w="7656" w:type="dxa"/>
            <w:gridSpan w:val="4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15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3 110-00</w:t>
            </w:r>
          </w:p>
        </w:tc>
      </w:tr>
    </w:tbl>
    <w:p w:rsidR="007E59BD" w:rsidRPr="00626F7D" w:rsidRDefault="007E59BD" w:rsidP="00626F7D">
      <w:pPr>
        <w:spacing w:after="0" w:line="240" w:lineRule="auto"/>
        <w:rPr>
          <w:rFonts w:ascii="Times New Roman" w:hAnsi="Times New Roman" w:cs="Times New Roman"/>
        </w:rPr>
      </w:pPr>
      <w:r w:rsidRPr="00626F7D">
        <w:rPr>
          <w:rFonts w:ascii="Times New Roman" w:hAnsi="Times New Roman" w:cs="Times New Roman"/>
        </w:rPr>
        <w:t>3. Прочие расходы</w:t>
      </w:r>
    </w:p>
    <w:p w:rsidR="007E59BD" w:rsidRPr="00626F7D" w:rsidRDefault="007E59BD" w:rsidP="00626F7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00"/>
        <w:gridCol w:w="1914"/>
        <w:gridCol w:w="1914"/>
        <w:gridCol w:w="1915"/>
      </w:tblGrid>
      <w:tr w:rsidR="007E59BD" w:rsidRPr="009E735E">
        <w:tc>
          <w:tcPr>
            <w:tcW w:w="82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000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Цена</w:t>
            </w:r>
          </w:p>
        </w:tc>
        <w:tc>
          <w:tcPr>
            <w:tcW w:w="1915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Сумма, руб.</w:t>
            </w:r>
          </w:p>
        </w:tc>
      </w:tr>
      <w:tr w:rsidR="007E59BD" w:rsidRPr="009E735E">
        <w:tc>
          <w:tcPr>
            <w:tcW w:w="82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0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Дипломы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33-00</w:t>
            </w:r>
          </w:p>
        </w:tc>
        <w:tc>
          <w:tcPr>
            <w:tcW w:w="1915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990-00</w:t>
            </w:r>
          </w:p>
        </w:tc>
      </w:tr>
      <w:tr w:rsidR="007E59BD" w:rsidRPr="009E735E">
        <w:tc>
          <w:tcPr>
            <w:tcW w:w="82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0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Медицинское обслуживание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500-00</w:t>
            </w:r>
          </w:p>
        </w:tc>
        <w:tc>
          <w:tcPr>
            <w:tcW w:w="1915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500-00</w:t>
            </w:r>
          </w:p>
        </w:tc>
      </w:tr>
      <w:tr w:rsidR="007E59BD" w:rsidRPr="009E735E">
        <w:tc>
          <w:tcPr>
            <w:tcW w:w="7656" w:type="dxa"/>
            <w:gridSpan w:val="4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15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1490-00</w:t>
            </w:r>
          </w:p>
        </w:tc>
      </w:tr>
    </w:tbl>
    <w:p w:rsidR="007E59BD" w:rsidRPr="00626F7D" w:rsidRDefault="007E59BD" w:rsidP="00626F7D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</w:t>
      </w:r>
      <w:r w:rsidRPr="00626F7D">
        <w:rPr>
          <w:rFonts w:ascii="Times New Roman" w:hAnsi="Times New Roman" w:cs="Times New Roman"/>
          <w:b/>
          <w:bCs/>
        </w:rPr>
        <w:t xml:space="preserve"> по мероприятию: 25000,00 (двадцать пять тысяч рублей 00 копеек)</w:t>
      </w:r>
    </w:p>
    <w:p w:rsidR="007E59BD" w:rsidRPr="00626F7D" w:rsidRDefault="007E59BD" w:rsidP="00626F7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7E59BD" w:rsidRPr="00626F7D" w:rsidRDefault="007E59BD" w:rsidP="00626F7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6F7D">
        <w:rPr>
          <w:rFonts w:ascii="Times New Roman" w:hAnsi="Times New Roman" w:cs="Times New Roman"/>
          <w:b/>
          <w:bCs/>
        </w:rPr>
        <w:t xml:space="preserve">Расчетная стоимость на организацию и проведение спортивных мероприятий - фестиваль среди людей с ограниченными возможностями </w:t>
      </w:r>
    </w:p>
    <w:p w:rsidR="007E59BD" w:rsidRPr="00626F7D" w:rsidRDefault="007E59BD" w:rsidP="00626F7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6F7D">
        <w:rPr>
          <w:rFonts w:ascii="Times New Roman" w:hAnsi="Times New Roman" w:cs="Times New Roman"/>
          <w:b/>
          <w:bCs/>
        </w:rPr>
        <w:t>«Папа, мама, я – спортивная семья»</w:t>
      </w:r>
    </w:p>
    <w:p w:rsidR="007E59BD" w:rsidRPr="00626F7D" w:rsidRDefault="007E59BD" w:rsidP="00626F7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8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978"/>
        <w:gridCol w:w="1236"/>
      </w:tblGrid>
      <w:tr w:rsidR="007E59BD" w:rsidRPr="009E735E">
        <w:tc>
          <w:tcPr>
            <w:tcW w:w="709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978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236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 xml:space="preserve">Сумма </w:t>
            </w:r>
          </w:p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руб.</w:t>
            </w:r>
          </w:p>
        </w:tc>
      </w:tr>
      <w:tr w:rsidR="007E59BD" w:rsidRPr="009E735E">
        <w:tc>
          <w:tcPr>
            <w:tcW w:w="8923" w:type="dxa"/>
            <w:gridSpan w:val="3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Услуги включают в себя:</w:t>
            </w:r>
          </w:p>
        </w:tc>
      </w:tr>
      <w:tr w:rsidR="007E59BD" w:rsidRPr="009E735E">
        <w:trPr>
          <w:trHeight w:val="245"/>
        </w:trPr>
        <w:tc>
          <w:tcPr>
            <w:tcW w:w="709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7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организацию судейства и медицинское обслуживание фестиваля</w:t>
            </w:r>
          </w:p>
        </w:tc>
        <w:tc>
          <w:tcPr>
            <w:tcW w:w="1236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 6 000,00</w:t>
            </w:r>
          </w:p>
        </w:tc>
      </w:tr>
      <w:tr w:rsidR="007E59BD" w:rsidRPr="009E735E">
        <w:trPr>
          <w:trHeight w:val="245"/>
        </w:trPr>
        <w:tc>
          <w:tcPr>
            <w:tcW w:w="709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7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звуковое оборудование мощностью не менее 2 кВт</w:t>
            </w:r>
          </w:p>
        </w:tc>
        <w:tc>
          <w:tcPr>
            <w:tcW w:w="1236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5 000,00</w:t>
            </w:r>
          </w:p>
        </w:tc>
      </w:tr>
      <w:tr w:rsidR="007E59BD" w:rsidRPr="009E735E">
        <w:trPr>
          <w:trHeight w:val="245"/>
        </w:trPr>
        <w:tc>
          <w:tcPr>
            <w:tcW w:w="709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7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администрирование мероприятия (приглашение, встреча и размещение участников, оформление места проведения фестиваля).</w:t>
            </w:r>
          </w:p>
        </w:tc>
        <w:tc>
          <w:tcPr>
            <w:tcW w:w="1236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14000,00</w:t>
            </w:r>
          </w:p>
        </w:tc>
      </w:tr>
      <w:tr w:rsidR="007E59BD" w:rsidRPr="009E735E">
        <w:trPr>
          <w:trHeight w:val="245"/>
        </w:trPr>
        <w:tc>
          <w:tcPr>
            <w:tcW w:w="709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978" w:type="dxa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приобретение сувенирной продукции:</w:t>
            </w:r>
          </w:p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кубки, медали, сувениры</w:t>
            </w:r>
          </w:p>
        </w:tc>
        <w:tc>
          <w:tcPr>
            <w:tcW w:w="1236" w:type="dxa"/>
          </w:tcPr>
          <w:p w:rsidR="007E59BD" w:rsidRPr="009E735E" w:rsidRDefault="007E59BD" w:rsidP="00626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35E">
              <w:rPr>
                <w:rFonts w:ascii="Times New Roman" w:hAnsi="Times New Roman" w:cs="Times New Roman"/>
              </w:rPr>
              <w:t>5 000,00</w:t>
            </w:r>
          </w:p>
        </w:tc>
      </w:tr>
      <w:tr w:rsidR="007E59BD" w:rsidRPr="009E735E">
        <w:tc>
          <w:tcPr>
            <w:tcW w:w="8923" w:type="dxa"/>
            <w:gridSpan w:val="3"/>
          </w:tcPr>
          <w:p w:rsidR="007E59BD" w:rsidRPr="009E735E" w:rsidRDefault="007E59BD" w:rsidP="00626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35E">
              <w:rPr>
                <w:rFonts w:ascii="Times New Roman" w:hAnsi="Times New Roman" w:cs="Times New Roman"/>
                <w:b/>
                <w:bCs/>
              </w:rPr>
              <w:t>ИТОГО:                                                                                                                 30 000,00</w:t>
            </w:r>
          </w:p>
        </w:tc>
      </w:tr>
    </w:tbl>
    <w:p w:rsidR="007E59BD" w:rsidRPr="00626F7D" w:rsidRDefault="007E59BD" w:rsidP="00626F7D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</w:t>
      </w:r>
      <w:r w:rsidRPr="00626F7D">
        <w:rPr>
          <w:rFonts w:ascii="Times New Roman" w:hAnsi="Times New Roman" w:cs="Times New Roman"/>
          <w:b/>
          <w:bCs/>
        </w:rPr>
        <w:t xml:space="preserve"> по мероприятию: 30000,00 (тридцать тысяч рублей 00 копеек)</w:t>
      </w:r>
    </w:p>
    <w:p w:rsidR="007E59BD" w:rsidRDefault="007E59BD" w:rsidP="001B766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7E59BD" w:rsidRPr="001B766F" w:rsidRDefault="007E59BD" w:rsidP="001B766F">
      <w:pPr>
        <w:tabs>
          <w:tab w:val="left" w:pos="8040"/>
        </w:tabs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Всего</w:t>
      </w:r>
      <w:r w:rsidRPr="00626F7D">
        <w:rPr>
          <w:rFonts w:ascii="Times New Roman" w:hAnsi="Times New Roman" w:cs="Times New Roman"/>
          <w:b/>
          <w:bCs/>
        </w:rPr>
        <w:t xml:space="preserve">:                 </w:t>
      </w:r>
      <w:r>
        <w:rPr>
          <w:rFonts w:ascii="Times New Roman" w:hAnsi="Times New Roman" w:cs="Times New Roman"/>
          <w:b/>
          <w:bCs/>
        </w:rPr>
        <w:t xml:space="preserve">                 55 000,00 (Пятьдесят пять тысяч рублей 00 копеек)</w:t>
      </w:r>
    </w:p>
    <w:sectPr w:rsidR="007E59BD" w:rsidRPr="001B766F" w:rsidSect="00626F7D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E2B77"/>
    <w:multiLevelType w:val="hybridMultilevel"/>
    <w:tmpl w:val="149C20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F7D"/>
    <w:rsid w:val="000D2143"/>
    <w:rsid w:val="001B766F"/>
    <w:rsid w:val="002606DC"/>
    <w:rsid w:val="00357A25"/>
    <w:rsid w:val="0041021E"/>
    <w:rsid w:val="004C547B"/>
    <w:rsid w:val="004D70D9"/>
    <w:rsid w:val="00590A2E"/>
    <w:rsid w:val="00625393"/>
    <w:rsid w:val="00626F7D"/>
    <w:rsid w:val="007E59BD"/>
    <w:rsid w:val="009E735E"/>
    <w:rsid w:val="00AB4D26"/>
    <w:rsid w:val="00AE7D1B"/>
    <w:rsid w:val="00CB2F9F"/>
    <w:rsid w:val="00DF64EF"/>
    <w:rsid w:val="00FF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9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626F7D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915</Words>
  <Characters>5218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ИВ</dc:creator>
  <cp:keywords/>
  <dc:description/>
  <cp:lastModifiedBy>fin-1</cp:lastModifiedBy>
  <cp:revision>7</cp:revision>
  <dcterms:created xsi:type="dcterms:W3CDTF">2011-07-06T06:20:00Z</dcterms:created>
  <dcterms:modified xsi:type="dcterms:W3CDTF">2011-07-06T08:09:00Z</dcterms:modified>
</cp:coreProperties>
</file>