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EC2" w:rsidRPr="00F44A02" w:rsidRDefault="006D0EC2" w:rsidP="00F65F66">
      <w:pPr>
        <w:spacing w:after="0" w:line="240" w:lineRule="auto"/>
        <w:rPr>
          <w:rFonts w:ascii="Times New Roman" w:hAnsi="Times New Roman" w:cs="Times New Roman"/>
          <w:vanish/>
          <w:sz w:val="32"/>
          <w:szCs w:val="32"/>
          <w:lang w:eastAsia="ru-RU"/>
        </w:rPr>
      </w:pPr>
      <w:r w:rsidRPr="00F44A02">
        <w:rPr>
          <w:rFonts w:ascii="Times New Roman" w:hAnsi="Times New Roman" w:cs="Times New Roman"/>
          <w:vanish/>
          <w:sz w:val="32"/>
          <w:szCs w:val="32"/>
          <w:lang w:eastAsia="ru-RU"/>
        </w:rPr>
        <w:t>version 1</w:t>
      </w:r>
    </w:p>
    <w:p w:rsidR="006D0EC2" w:rsidRPr="00F44A02" w:rsidRDefault="006D0EC2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F44A02"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  <w:r>
        <w:rPr>
          <w:rFonts w:ascii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</w:p>
    <w:p w:rsidR="006D0EC2" w:rsidRDefault="006D0EC2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о приостановлении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размещения заказа (извещение № 58ЭА от 10.06.2011г.) на участие            в 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>открыто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м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аукцион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е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в электронной форме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10198">
        <w:rPr>
          <w:rFonts w:ascii="Times New Roman" w:hAnsi="Times New Roman" w:cs="Times New Roman"/>
          <w:sz w:val="24"/>
          <w:szCs w:val="24"/>
          <w:lang w:eastAsia="ru-RU"/>
        </w:rPr>
        <w:t xml:space="preserve">ыполнение работ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капитальному ремонту здания по адресу: г. Пермь, ул.Закамская,22 литер А.</w:t>
      </w:r>
    </w:p>
    <w:p w:rsidR="006D0EC2" w:rsidRDefault="006D0EC2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0EC2" w:rsidRDefault="006D0EC2" w:rsidP="00F65F66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D0EC2" w:rsidRPr="00310198" w:rsidRDefault="006D0EC2" w:rsidP="00F44A02">
      <w:pPr>
        <w:spacing w:before="100" w:beforeAutospacing="1" w:after="100" w:afterAutospacing="1" w:line="360" w:lineRule="auto"/>
        <w:ind w:firstLine="720"/>
        <w:jc w:val="both"/>
        <w:outlineLvl w:val="1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 связи с направленным в адрес МУ «СМИ» уведомлением</w:t>
      </w:r>
      <w:r w:rsidRPr="0031019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 поступлении жалобы о неправомерном отказе в допуске к участию в аукционе, сообщаем, что 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аукцион </w:t>
      </w: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                  </w:t>
      </w:r>
      <w:r w:rsidRPr="00310198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в электронной форме на </w:t>
      </w:r>
      <w:r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310198">
        <w:rPr>
          <w:rFonts w:ascii="Times New Roman" w:hAnsi="Times New Roman" w:cs="Times New Roman"/>
          <w:sz w:val="24"/>
          <w:szCs w:val="24"/>
          <w:lang w:eastAsia="ru-RU"/>
        </w:rPr>
        <w:t xml:space="preserve">ыполнение работ </w:t>
      </w:r>
      <w:r>
        <w:rPr>
          <w:rFonts w:ascii="Times New Roman" w:hAnsi="Times New Roman" w:cs="Times New Roman"/>
          <w:sz w:val="24"/>
          <w:szCs w:val="24"/>
          <w:lang w:eastAsia="ru-RU"/>
        </w:rPr>
        <w:t>по капитальному ремонту здания по адресу:              г. Пермь, ул. Закамская,22 литер А приостановлен до рассмотрения жалобы по существу, которое состоится 19.07.2011г.</w:t>
      </w:r>
    </w:p>
    <w:p w:rsidR="006D0EC2" w:rsidRDefault="006D0EC2" w:rsidP="00F65F66"/>
    <w:p w:rsidR="006D0EC2" w:rsidRDefault="006D0EC2" w:rsidP="00F65F66"/>
    <w:p w:rsidR="006D0EC2" w:rsidRDefault="006D0EC2" w:rsidP="00F65F66"/>
    <w:p w:rsidR="006D0EC2" w:rsidRPr="00F65F66" w:rsidRDefault="006D0EC2" w:rsidP="00F65F6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F66">
        <w:rPr>
          <w:rFonts w:ascii="Times New Roman" w:hAnsi="Times New Roman" w:cs="Times New Roman"/>
          <w:b/>
          <w:bCs/>
          <w:sz w:val="28"/>
          <w:szCs w:val="28"/>
        </w:rPr>
        <w:t xml:space="preserve">Директор МУ «СМИ»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Pr="00F65F66">
        <w:rPr>
          <w:rFonts w:ascii="Times New Roman" w:hAnsi="Times New Roman" w:cs="Times New Roman"/>
          <w:b/>
          <w:bCs/>
          <w:sz w:val="28"/>
          <w:szCs w:val="28"/>
        </w:rPr>
        <w:t>И. Р. Хайдаров</w:t>
      </w:r>
    </w:p>
    <w:sectPr w:rsidR="006D0EC2" w:rsidRPr="00F65F66" w:rsidSect="00F1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29A4"/>
    <w:rsid w:val="00053ABA"/>
    <w:rsid w:val="00076AC0"/>
    <w:rsid w:val="001555DA"/>
    <w:rsid w:val="002A1963"/>
    <w:rsid w:val="002B4CFC"/>
    <w:rsid w:val="003070F0"/>
    <w:rsid w:val="00310198"/>
    <w:rsid w:val="003F5B2A"/>
    <w:rsid w:val="00474C13"/>
    <w:rsid w:val="004B0628"/>
    <w:rsid w:val="006D0EC2"/>
    <w:rsid w:val="008B744F"/>
    <w:rsid w:val="0095351F"/>
    <w:rsid w:val="00B54723"/>
    <w:rsid w:val="00C66BD7"/>
    <w:rsid w:val="00F110D8"/>
    <w:rsid w:val="00F44A02"/>
    <w:rsid w:val="00F65F66"/>
    <w:rsid w:val="00F9100F"/>
    <w:rsid w:val="00FA2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0D8"/>
    <w:pPr>
      <w:spacing w:after="200" w:line="276" w:lineRule="auto"/>
    </w:pPr>
    <w:rPr>
      <w:rFonts w:cs="Calibri"/>
      <w:lang w:eastAsia="en-US"/>
    </w:rPr>
  </w:style>
  <w:style w:type="paragraph" w:styleId="Heading3">
    <w:name w:val="heading 3"/>
    <w:basedOn w:val="Normal"/>
    <w:link w:val="Heading3Char"/>
    <w:uiPriority w:val="99"/>
    <w:qFormat/>
    <w:locked/>
    <w:rsid w:val="00F65F66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B744F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title1">
    <w:name w:val="title1"/>
    <w:basedOn w:val="Normal"/>
    <w:uiPriority w:val="99"/>
    <w:rsid w:val="00F65F66"/>
    <w:pPr>
      <w:spacing w:before="100" w:beforeAutospacing="1" w:after="100" w:afterAutospacing="1" w:line="240" w:lineRule="auto"/>
    </w:pPr>
    <w:rPr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8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8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108</Words>
  <Characters>620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SamLab.ws</cp:lastModifiedBy>
  <cp:revision>6</cp:revision>
  <cp:lastPrinted>2011-06-29T06:08:00Z</cp:lastPrinted>
  <dcterms:created xsi:type="dcterms:W3CDTF">2011-05-20T08:41:00Z</dcterms:created>
  <dcterms:modified xsi:type="dcterms:W3CDTF">2011-07-14T09:13:00Z</dcterms:modified>
</cp:coreProperties>
</file>