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524" w:rsidRPr="0088372C" w:rsidRDefault="00221524" w:rsidP="0088372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88372C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21524" w:rsidRPr="0088372C" w:rsidRDefault="00221524" w:rsidP="0088372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88372C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21524" w:rsidRPr="0088372C" w:rsidRDefault="00221524" w:rsidP="0088372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EE617F" w:rsidRDefault="00221524" w:rsidP="00EE61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" w:history="1">
              <w:r w:rsidRPr="00EE617F">
                <w:rPr>
                  <w:rFonts w:ascii="Times New Roman" w:hAnsi="Times New Roman"/>
                  <w:sz w:val="24"/>
                  <w:szCs w:val="24"/>
                  <w:lang w:eastAsia="ru-RU"/>
                </w:rPr>
                <w:t>0156300008711000149</w:t>
              </w:r>
            </w:hyperlink>
          </w:p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муниципального служащего администрации города Перми </w:t>
            </w:r>
          </w:p>
        </w:tc>
      </w:tr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21524" w:rsidRPr="0088372C" w:rsidRDefault="00221524" w:rsidP="0088372C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88372C">
        <w:rPr>
          <w:rFonts w:ascii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</w:tbl>
    <w:p w:rsidR="00221524" w:rsidRPr="0088372C" w:rsidRDefault="00221524" w:rsidP="0088372C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88372C">
        <w:rPr>
          <w:rFonts w:ascii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221524" w:rsidRPr="0088372C" w:rsidRDefault="00221524" w:rsidP="0088372C">
      <w:pPr>
        <w:spacing w:before="100" w:beforeAutospacing="1" w:after="100" w:afterAutospacing="1" w:line="240" w:lineRule="auto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88372C">
        <w:rPr>
          <w:rFonts w:ascii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hozu7@perm.permregion.ru </w:t>
            </w:r>
          </w:p>
        </w:tc>
      </w:tr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</w:tbl>
    <w:p w:rsidR="00221524" w:rsidRPr="0088372C" w:rsidRDefault="00221524" w:rsidP="0088372C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88372C">
        <w:rPr>
          <w:rFonts w:ascii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муниципального служащего администрации города Перми </w:t>
            </w:r>
          </w:p>
        </w:tc>
      </w:tr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28 000,00 Российский рубль </w:t>
            </w:r>
          </w:p>
        </w:tc>
      </w:tr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Цена включает в себя расходы по выполнению условий муниципального контракта, расходы на уплату налогов, сборов и других обязательных платежей. </w:t>
            </w:r>
          </w:p>
        </w:tc>
      </w:tr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</w:t>
            </w:r>
          </w:p>
        </w:tc>
      </w:tr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контракта: в соответствии с приложением №4 к извещению </w:t>
            </w:r>
          </w:p>
        </w:tc>
      </w:tr>
    </w:tbl>
    <w:p w:rsidR="00221524" w:rsidRPr="0088372C" w:rsidRDefault="00221524" w:rsidP="0088372C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88372C">
        <w:rPr>
          <w:rFonts w:ascii="Times New Roman" w:hAnsi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г. Санкт-Петербург, по месту нахождения исполнителя </w:t>
            </w:r>
          </w:p>
        </w:tc>
      </w:tr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19 сентября 2011 года по 30 сентября 2011 года. </w:t>
            </w:r>
          </w:p>
        </w:tc>
      </w:tr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Оплата оказанных услуг производится Заказчиком путем безналичного перечисления денежных средств на расчетный счет Исполнителя в течение 20 (двадцати) рабочих дней после подписания сторонами акта сдачи-приемки оказанных услуг при наличии счета на оплату и/или счета-фактуры. </w:t>
            </w:r>
          </w:p>
        </w:tc>
      </w:tr>
    </w:tbl>
    <w:p w:rsidR="00221524" w:rsidRPr="0088372C" w:rsidRDefault="00221524" w:rsidP="0088372C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88372C">
        <w:rPr>
          <w:rFonts w:ascii="Times New Roman" w:hAnsi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21524" w:rsidRPr="0088372C" w:rsidRDefault="00221524" w:rsidP="0088372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8372C">
        <w:rPr>
          <w:rFonts w:ascii="Times New Roman" w:hAnsi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21524" w:rsidRPr="0088372C" w:rsidRDefault="00221524" w:rsidP="0088372C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88372C">
        <w:rPr>
          <w:rFonts w:ascii="Times New Roman" w:hAnsi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21524" w:rsidRPr="0088372C" w:rsidRDefault="00221524" w:rsidP="0088372C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88372C">
        <w:rPr>
          <w:rFonts w:ascii="Times New Roman" w:hAnsi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г.Пермь, ул.Ленина 23, каб.101 </w:t>
            </w:r>
          </w:p>
        </w:tc>
      </w:tr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12.08.2011 09:00 </w:t>
            </w:r>
          </w:p>
        </w:tc>
      </w:tr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19.08.2011 10:00 </w:t>
            </w:r>
          </w:p>
        </w:tc>
      </w:tr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21524" w:rsidRPr="0088372C" w:rsidRDefault="00221524" w:rsidP="0088372C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57"/>
        <w:gridCol w:w="7073"/>
      </w:tblGrid>
      <w:tr w:rsidR="00221524" w:rsidRPr="00CE4DF9" w:rsidTr="008837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</w:tcPr>
          <w:p w:rsidR="00221524" w:rsidRPr="0088372C" w:rsidRDefault="00221524" w:rsidP="008837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12.08.2011</w:t>
            </w:r>
            <w:bookmarkStart w:id="0" w:name="_GoBack"/>
            <w:bookmarkEnd w:id="0"/>
          </w:p>
        </w:tc>
      </w:tr>
    </w:tbl>
    <w:p w:rsidR="00221524" w:rsidRDefault="00221524"/>
    <w:sectPr w:rsidR="00221524" w:rsidSect="00B11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372C"/>
    <w:rsid w:val="00221524"/>
    <w:rsid w:val="006676A6"/>
    <w:rsid w:val="00857010"/>
    <w:rsid w:val="0088372C"/>
    <w:rsid w:val="00B11058"/>
    <w:rsid w:val="00CE4DF9"/>
    <w:rsid w:val="00EE6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058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8837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8372C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Normal"/>
    <w:uiPriority w:val="99"/>
    <w:rsid w:val="0088372C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customStyle="1" w:styleId="iceouttxt56">
    <w:name w:val="iceouttxt56"/>
    <w:basedOn w:val="DefaultParagraphFont"/>
    <w:uiPriority w:val="99"/>
    <w:rsid w:val="00EE617F"/>
    <w:rPr>
      <w:rFonts w:ascii="Arial" w:hAnsi="Arial" w:cs="Arial"/>
      <w:color w:val="4878B2"/>
      <w:sz w:val="17"/>
      <w:szCs w:val="17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16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16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6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16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6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6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16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16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164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164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64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164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4164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upki.gov.ru/pgz/spring/main-flo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536</Words>
  <Characters>3057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СОК</cp:lastModifiedBy>
  <cp:revision>2</cp:revision>
  <cp:lastPrinted>2011-08-12T11:19:00Z</cp:lastPrinted>
  <dcterms:created xsi:type="dcterms:W3CDTF">2011-08-11T13:25:00Z</dcterms:created>
  <dcterms:modified xsi:type="dcterms:W3CDTF">2011-08-12T11:19:00Z</dcterms:modified>
</cp:coreProperties>
</file>