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B3" w:rsidRPr="00780971" w:rsidRDefault="00B141B3" w:rsidP="00780971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780971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41B3" w:rsidRPr="00780971" w:rsidRDefault="00B141B3" w:rsidP="00780971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780971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141B3" w:rsidRPr="00780971" w:rsidRDefault="00B141B3" w:rsidP="0078097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88"/>
        <w:gridCol w:w="7766"/>
      </w:tblGrid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0156300008711000157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Поставка интернет-планшетов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141B3" w:rsidRPr="00780971" w:rsidRDefault="00B141B3" w:rsidP="0078097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780971">
        <w:rPr>
          <w:rFonts w:ascii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88"/>
        <w:gridCol w:w="7766"/>
      </w:tblGrid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B141B3" w:rsidRPr="00780971" w:rsidRDefault="00B141B3" w:rsidP="0078097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780971">
        <w:rPr>
          <w:rFonts w:ascii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41B3" w:rsidRPr="00780971" w:rsidRDefault="00B141B3" w:rsidP="00780971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780971">
        <w:rPr>
          <w:rFonts w:ascii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88"/>
        <w:gridCol w:w="7766"/>
      </w:tblGrid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</w:tbl>
    <w:p w:rsidR="00B141B3" w:rsidRPr="00780971" w:rsidRDefault="00B141B3" w:rsidP="0078097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780971">
        <w:rPr>
          <w:rFonts w:ascii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88"/>
        <w:gridCol w:w="7766"/>
      </w:tblGrid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Поставка интернет-планшетов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93 000,00 Российский рубль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Цена контракта должна быть указана с учетом следующих расходов: упаковка, доставка, разгрузка товара по адресу заказчика, а также уплаты налогов, сборов, таможенных пошлин и других обязательных платежей.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со спецификацией (приложение №1 к извещению)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контракта: Наименование товара - Интернет-планшет; Количество товара, шт.-3; Цена за 1 единицу, руб.-31000 (коммерческое предложение); Стоимость за весь объём, руб.-93000 </w:t>
            </w:r>
          </w:p>
        </w:tc>
      </w:tr>
    </w:tbl>
    <w:p w:rsidR="00B141B3" w:rsidRPr="00780971" w:rsidRDefault="00B141B3" w:rsidP="0078097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780971">
        <w:rPr>
          <w:rFonts w:ascii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88"/>
        <w:gridCol w:w="7766"/>
      </w:tblGrid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каб.223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двух недель с момента подписания муниципального контракта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Оплата товаров будет произведена безналичным перечислением денежных средств на расчетный счет поставщика в течение десяти банковских дней с даты подписания сторонами акта сдачи-приемки товара, получения заказчиком накладных, счетов-фактур. </w:t>
            </w:r>
          </w:p>
        </w:tc>
      </w:tr>
    </w:tbl>
    <w:p w:rsidR="00B141B3" w:rsidRPr="00780971" w:rsidRDefault="00B141B3" w:rsidP="0078097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780971">
        <w:rPr>
          <w:rFonts w:ascii="Times New Roman" w:hAnsi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141B3" w:rsidRPr="00780971" w:rsidRDefault="00B141B3" w:rsidP="0078097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80971">
        <w:rPr>
          <w:rFonts w:ascii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41B3" w:rsidRPr="00780971" w:rsidRDefault="00B141B3" w:rsidP="0078097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780971">
        <w:rPr>
          <w:rFonts w:ascii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88"/>
        <w:gridCol w:w="7766"/>
      </w:tblGrid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975 0104 0020400 025 310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141B3" w:rsidRPr="00780971" w:rsidRDefault="00B141B3" w:rsidP="0078097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780971">
        <w:rPr>
          <w:rFonts w:ascii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88"/>
        <w:gridCol w:w="7766"/>
      </w:tblGrid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каб.101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23.08.2011 09:00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30.08.2011 10:00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141B3" w:rsidRPr="00780971" w:rsidRDefault="00B141B3" w:rsidP="00780971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70"/>
        <w:gridCol w:w="7709"/>
      </w:tblGrid>
      <w:tr w:rsidR="00B141B3" w:rsidRPr="00D133BF" w:rsidTr="007809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B141B3" w:rsidRPr="00780971" w:rsidRDefault="00B141B3" w:rsidP="00780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23.08.2011</w:t>
            </w:r>
          </w:p>
        </w:tc>
      </w:tr>
    </w:tbl>
    <w:p w:rsidR="00B141B3" w:rsidRDefault="00B141B3"/>
    <w:p w:rsidR="00B141B3" w:rsidRPr="00780971" w:rsidRDefault="00B141B3" w:rsidP="00780971">
      <w:pPr>
        <w:spacing w:after="0"/>
        <w:rPr>
          <w:rFonts w:ascii="Times New Roman" w:hAnsi="Times New Roman"/>
        </w:rPr>
      </w:pPr>
      <w:r w:rsidRPr="00780971">
        <w:rPr>
          <w:rFonts w:ascii="Times New Roman" w:hAnsi="Times New Roman"/>
        </w:rPr>
        <w:t>Начальник хозяйственного управления</w:t>
      </w:r>
    </w:p>
    <w:p w:rsidR="00B141B3" w:rsidRPr="00780971" w:rsidRDefault="00B141B3" w:rsidP="00780971">
      <w:pPr>
        <w:spacing w:after="0"/>
        <w:rPr>
          <w:rFonts w:ascii="Times New Roman" w:hAnsi="Times New Roman"/>
        </w:rPr>
      </w:pPr>
      <w:r w:rsidRPr="00780971">
        <w:rPr>
          <w:rFonts w:ascii="Times New Roman" w:hAnsi="Times New Roman"/>
        </w:rPr>
        <w:t>администрации города Перми</w:t>
      </w:r>
      <w:r>
        <w:rPr>
          <w:rFonts w:ascii="Times New Roman" w:hAnsi="Times New Roman"/>
        </w:rPr>
        <w:t xml:space="preserve">                                                      ______________                          </w:t>
      </w:r>
      <w:bookmarkStart w:id="0" w:name="_GoBack"/>
      <w:bookmarkEnd w:id="0"/>
      <w:r>
        <w:rPr>
          <w:rFonts w:ascii="Times New Roman" w:hAnsi="Times New Roman"/>
        </w:rPr>
        <w:t>А.Г.Пантелеев</w:t>
      </w:r>
    </w:p>
    <w:sectPr w:rsidR="00B141B3" w:rsidRPr="00780971" w:rsidSect="0078097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BE3"/>
    <w:rsid w:val="003728A8"/>
    <w:rsid w:val="005A0D08"/>
    <w:rsid w:val="00780971"/>
    <w:rsid w:val="009D0BE3"/>
    <w:rsid w:val="00B141B3"/>
    <w:rsid w:val="00D133BF"/>
    <w:rsid w:val="00E03827"/>
    <w:rsid w:val="00EE2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827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7809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80971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Normal"/>
    <w:uiPriority w:val="99"/>
    <w:rsid w:val="00780971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74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558</Words>
  <Characters>3186</Characters>
  <Application>Microsoft Office Outlook</Application>
  <DocSecurity>0</DocSecurity>
  <Lines>0</Lines>
  <Paragraphs>0</Paragraphs>
  <ScaleCrop>false</ScaleCrop>
  <Company>ДПиР &amp; Пермархбюро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СОК</cp:lastModifiedBy>
  <cp:revision>3</cp:revision>
  <cp:lastPrinted>2011-08-23T08:55:00Z</cp:lastPrinted>
  <dcterms:created xsi:type="dcterms:W3CDTF">2011-08-23T05:10:00Z</dcterms:created>
  <dcterms:modified xsi:type="dcterms:W3CDTF">2011-08-23T08:55:00Z</dcterms:modified>
</cp:coreProperties>
</file>