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C23" w:rsidRPr="00DD7D15" w:rsidRDefault="00981C23" w:rsidP="00DD7D1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DD7D15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981C23" w:rsidRPr="00DD7D15" w:rsidRDefault="00981C23" w:rsidP="00DD7D15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DD7D15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981C23" w:rsidRPr="00DD7D15" w:rsidRDefault="00981C23" w:rsidP="00DD7D15">
      <w:pPr>
        <w:spacing w:before="100" w:beforeAutospacing="1" w:after="100" w:afterAutospacing="1" w:line="240" w:lineRule="auto"/>
        <w:jc w:val="center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D7D15">
        <w:rPr>
          <w:rFonts w:ascii="Times New Roman" w:hAnsi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8C00CD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963853">
              <w:rPr>
                <w:rFonts w:ascii="Times New Roman" w:hAnsi="Times New Roman"/>
                <w:color w:val="333333"/>
                <w:sz w:val="24"/>
                <w:szCs w:val="24"/>
              </w:rPr>
              <w:t>0156300008711000168</w:t>
            </w:r>
            <w:bookmarkEnd w:id="0"/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коридоров 1 и 4 этажей в административном здании, расположенном по адресу: г.Пермь, ул. Ленина, 23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Контактная информация</w:t>
      </w:r>
    </w:p>
    <w:p w:rsidR="00981C23" w:rsidRPr="00DD7D15" w:rsidRDefault="00981C23" w:rsidP="00DD7D15">
      <w:pPr>
        <w:spacing w:before="100" w:beforeAutospacing="1" w:after="100" w:afterAutospacing="1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D7D15">
        <w:rPr>
          <w:rFonts w:ascii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работ по текущему ремонту коридоров 1 и 4 этажей в административном здании, расположенном по адресу: г.Пермь, ул. Ленина, 23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553 710,08 Российский рубль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20 календарных дней с момента подписания контракта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11 074,20 Российский рубль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9355"/>
      </w:tblGrid>
      <w:tr w:rsidR="00981C23" w:rsidRPr="00963853" w:rsidTr="00DD7D15">
        <w:tc>
          <w:tcPr>
            <w:tcW w:w="0" w:type="auto"/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81C23" w:rsidRPr="00DD7D15" w:rsidRDefault="00981C23" w:rsidP="00DD7D15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D7D15">
        <w:rPr>
          <w:rFonts w:ascii="Times New Roman" w:hAnsi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76"/>
        <w:gridCol w:w="7129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115C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15.09.2011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19.09.2011 </w:t>
            </w:r>
          </w:p>
        </w:tc>
      </w:tr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22.09.2011 </w:t>
            </w:r>
          </w:p>
        </w:tc>
      </w:tr>
    </w:tbl>
    <w:p w:rsidR="00981C23" w:rsidRPr="00DD7D15" w:rsidRDefault="00981C23" w:rsidP="00DD7D15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0A0"/>
      </w:tblPr>
      <w:tblGrid>
        <w:gridCol w:w="2357"/>
        <w:gridCol w:w="7073"/>
      </w:tblGrid>
      <w:tr w:rsidR="00981C23" w:rsidRPr="00963853" w:rsidTr="00DD7D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</w:tcPr>
          <w:p w:rsidR="00981C23" w:rsidRPr="00DD7D15" w:rsidRDefault="00981C23" w:rsidP="00DD7D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D15">
              <w:rPr>
                <w:rFonts w:ascii="Times New Roman" w:hAnsi="Times New Roman"/>
                <w:sz w:val="24"/>
                <w:szCs w:val="24"/>
                <w:lang w:eastAsia="ru-RU"/>
              </w:rPr>
              <w:t>07.09.2011</w:t>
            </w:r>
          </w:p>
        </w:tc>
      </w:tr>
    </w:tbl>
    <w:p w:rsidR="00981C23" w:rsidRDefault="00981C23"/>
    <w:p w:rsidR="00981C23" w:rsidRDefault="00981C23" w:rsidP="00DD7D15">
      <w:pPr>
        <w:spacing w:after="0"/>
        <w:rPr>
          <w:rFonts w:ascii="Times New Roman" w:hAnsi="Times New Roman"/>
          <w:sz w:val="24"/>
          <w:szCs w:val="24"/>
        </w:rPr>
      </w:pPr>
      <w:r w:rsidRPr="00DD7D15">
        <w:rPr>
          <w:rFonts w:ascii="Times New Roman" w:hAnsi="Times New Roman"/>
          <w:sz w:val="24"/>
          <w:szCs w:val="24"/>
        </w:rPr>
        <w:t xml:space="preserve">И.о. начальника хозяйственного </w:t>
      </w:r>
    </w:p>
    <w:p w:rsidR="00981C23" w:rsidRPr="00DD7D15" w:rsidRDefault="00981C23" w:rsidP="00DD7D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DD7D15">
        <w:rPr>
          <w:rFonts w:ascii="Times New Roman" w:hAnsi="Times New Roman"/>
          <w:sz w:val="24"/>
          <w:szCs w:val="24"/>
        </w:rPr>
        <w:t>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7D15">
        <w:rPr>
          <w:rFonts w:ascii="Times New Roman" w:hAnsi="Times New Roman"/>
          <w:sz w:val="24"/>
          <w:szCs w:val="24"/>
        </w:rPr>
        <w:t>администрации города Перми</w:t>
      </w:r>
      <w:r>
        <w:rPr>
          <w:rFonts w:ascii="Times New Roman" w:hAnsi="Times New Roman"/>
          <w:sz w:val="24"/>
          <w:szCs w:val="24"/>
        </w:rPr>
        <w:t xml:space="preserve">              ________________          Ю.А.Ищенко</w:t>
      </w:r>
    </w:p>
    <w:sectPr w:rsidR="00981C23" w:rsidRPr="00DD7D15" w:rsidSect="00F41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5FEA"/>
    <w:rsid w:val="00115CD3"/>
    <w:rsid w:val="00231CDC"/>
    <w:rsid w:val="00585F45"/>
    <w:rsid w:val="00614FAE"/>
    <w:rsid w:val="008C00CD"/>
    <w:rsid w:val="00931333"/>
    <w:rsid w:val="00963853"/>
    <w:rsid w:val="00981C23"/>
    <w:rsid w:val="00B76BE7"/>
    <w:rsid w:val="00BC560B"/>
    <w:rsid w:val="00DD7D15"/>
    <w:rsid w:val="00F41F66"/>
    <w:rsid w:val="00FC6CF4"/>
    <w:rsid w:val="00FD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66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DD7D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D7D1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Normal"/>
    <w:uiPriority w:val="99"/>
    <w:rsid w:val="00DD7D1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06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418</Words>
  <Characters>2384</Characters>
  <Application>Microsoft Office Outlook</Application>
  <DocSecurity>0</DocSecurity>
  <Lines>0</Lines>
  <Paragraphs>0</Paragraphs>
  <ScaleCrop>false</ScaleCrop>
  <Company>ДПиР &amp; Пермархбюро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Бочкарева Екатерина Владимировна</dc:creator>
  <cp:keywords/>
  <dc:description/>
  <cp:lastModifiedBy>СОК</cp:lastModifiedBy>
  <cp:revision>2</cp:revision>
  <dcterms:created xsi:type="dcterms:W3CDTF">2011-09-08T10:12:00Z</dcterms:created>
  <dcterms:modified xsi:type="dcterms:W3CDTF">2011-09-08T10:12:00Z</dcterms:modified>
</cp:coreProperties>
</file>