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268" w:rsidRPr="00EB1BE5" w:rsidRDefault="00652268" w:rsidP="00EB1BE5">
      <w:pPr>
        <w:ind w:left="6480"/>
        <w:rPr>
          <w:rFonts w:ascii="Times New Roman" w:hAnsi="Times New Roman"/>
        </w:rPr>
      </w:pPr>
      <w:bookmarkStart w:id="0" w:name="_Toc308434155"/>
      <w:r>
        <w:rPr>
          <w:rFonts w:ascii="Times New Roman" w:hAnsi="Times New Roman"/>
        </w:rPr>
        <w:t>Приложение №2</w:t>
      </w:r>
    </w:p>
    <w:p w:rsidR="00652268" w:rsidRDefault="00652268" w:rsidP="00EB1BE5">
      <w:pPr>
        <w:ind w:left="6480"/>
        <w:rPr>
          <w:rFonts w:ascii="Times New Roman" w:hAnsi="Times New Roman"/>
        </w:rPr>
      </w:pPr>
      <w:r w:rsidRPr="00EB1BE5">
        <w:rPr>
          <w:rFonts w:ascii="Times New Roman" w:hAnsi="Times New Roman"/>
        </w:rPr>
        <w:t xml:space="preserve">к извещению о проведении запроса котировок  </w:t>
      </w:r>
    </w:p>
    <w:p w:rsidR="00652268" w:rsidRDefault="00652268" w:rsidP="00A404BA">
      <w:pPr>
        <w:ind w:left="5220"/>
        <w:rPr>
          <w:sz w:val="22"/>
          <w:szCs w:val="22"/>
        </w:rPr>
      </w:pPr>
    </w:p>
    <w:p w:rsidR="00652268" w:rsidRPr="0088117A" w:rsidRDefault="00652268" w:rsidP="00A404BA">
      <w:pPr>
        <w:ind w:left="5220"/>
        <w:rPr>
          <w:rFonts w:ascii="Times New Roman" w:hAnsi="Times New Roman"/>
        </w:rPr>
      </w:pPr>
      <w:r w:rsidRPr="0088117A">
        <w:rPr>
          <w:rFonts w:ascii="Times New Roman" w:hAnsi="Times New Roman"/>
        </w:rPr>
        <w:t>Приложение №2</w:t>
      </w:r>
    </w:p>
    <w:p w:rsidR="00652268" w:rsidRPr="0088117A" w:rsidRDefault="00652268" w:rsidP="00A404BA">
      <w:pPr>
        <w:ind w:left="5220"/>
        <w:rPr>
          <w:rFonts w:ascii="Times New Roman" w:hAnsi="Times New Roman"/>
        </w:rPr>
      </w:pPr>
      <w:r w:rsidRPr="0088117A">
        <w:rPr>
          <w:rFonts w:ascii="Times New Roman" w:hAnsi="Times New Roman"/>
        </w:rPr>
        <w:t xml:space="preserve">к муниципальному контракту  </w:t>
      </w:r>
    </w:p>
    <w:p w:rsidR="00652268" w:rsidRPr="0088117A" w:rsidRDefault="00652268" w:rsidP="00A404BA">
      <w:pPr>
        <w:ind w:left="5220" w:right="-263"/>
        <w:rPr>
          <w:rFonts w:ascii="Times New Roman" w:hAnsi="Times New Roman"/>
        </w:rPr>
      </w:pPr>
      <w:r w:rsidRPr="0088117A">
        <w:rPr>
          <w:rFonts w:ascii="Times New Roman" w:hAnsi="Times New Roman"/>
        </w:rPr>
        <w:t>№ ______________ от «___» ________ 2011г.</w:t>
      </w:r>
    </w:p>
    <w:p w:rsidR="00652268" w:rsidRPr="00EB1BE5" w:rsidRDefault="00652268" w:rsidP="00EB1BE5">
      <w:pPr>
        <w:ind w:left="6480"/>
        <w:rPr>
          <w:rFonts w:ascii="Times New Roman" w:hAnsi="Times New Roman"/>
        </w:rPr>
      </w:pPr>
    </w:p>
    <w:p w:rsidR="00652268" w:rsidRPr="00EB1BE5" w:rsidRDefault="00652268" w:rsidP="00EB1BE5">
      <w:pPr>
        <w:ind w:left="6480"/>
        <w:rPr>
          <w:rFonts w:ascii="Times New Roman" w:hAnsi="Times New Roman"/>
        </w:rPr>
      </w:pPr>
    </w:p>
    <w:p w:rsidR="00652268" w:rsidRPr="00341A24" w:rsidRDefault="00652268" w:rsidP="008C3FD4">
      <w:pPr>
        <w:pStyle w:val="Title"/>
      </w:pPr>
      <w:r>
        <w:t>Технические т</w:t>
      </w:r>
      <w:r w:rsidRPr="00341A24">
        <w:t xml:space="preserve">ребования к </w:t>
      </w:r>
      <w:r>
        <w:t>средствам</w:t>
      </w:r>
      <w:r w:rsidRPr="00341A24">
        <w:t xml:space="preserve"> антивирусной защиты</w:t>
      </w:r>
      <w:bookmarkEnd w:id="0"/>
    </w:p>
    <w:p w:rsidR="00652268" w:rsidRPr="002E7851" w:rsidRDefault="00652268">
      <w:pPr>
        <w:pStyle w:val="TOCHeading"/>
        <w:rPr>
          <w:color w:val="auto"/>
        </w:rPr>
      </w:pPr>
      <w:r w:rsidRPr="002E7851">
        <w:rPr>
          <w:color w:val="auto"/>
        </w:rPr>
        <w:t>Оглавление</w:t>
      </w:r>
    </w:p>
    <w:p w:rsidR="00652268" w:rsidRDefault="00652268">
      <w:pPr>
        <w:pStyle w:val="TOC1"/>
        <w:tabs>
          <w:tab w:val="right" w:leader="dot" w:pos="9627"/>
        </w:tabs>
        <w:rPr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08434155" w:history="1">
        <w:r w:rsidRPr="005D14C0">
          <w:rPr>
            <w:rStyle w:val="Hyperlink"/>
            <w:noProof/>
          </w:rPr>
          <w:t>Технические требования к создаваемой системе антивирусной защиты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_Toc308434155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652268" w:rsidRDefault="00652268">
      <w:pPr>
        <w:pStyle w:val="TOC1"/>
        <w:tabs>
          <w:tab w:val="right" w:leader="dot" w:pos="9627"/>
        </w:tabs>
        <w:rPr>
          <w:noProof/>
          <w:sz w:val="22"/>
          <w:szCs w:val="22"/>
        </w:rPr>
      </w:pPr>
      <w:hyperlink w:anchor="_Toc308434156" w:history="1">
        <w:r w:rsidRPr="005D14C0">
          <w:rPr>
            <w:rStyle w:val="Hyperlink"/>
            <w:noProof/>
          </w:rPr>
          <w:t>Общие требования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_Toc308434156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52268" w:rsidRDefault="00652268">
      <w:pPr>
        <w:pStyle w:val="TOC1"/>
        <w:tabs>
          <w:tab w:val="right" w:leader="dot" w:pos="9627"/>
        </w:tabs>
        <w:rPr>
          <w:noProof/>
          <w:sz w:val="22"/>
          <w:szCs w:val="22"/>
        </w:rPr>
      </w:pPr>
      <w:hyperlink w:anchor="_Toc308434157" w:history="1">
        <w:r w:rsidRPr="005D14C0">
          <w:rPr>
            <w:rStyle w:val="Hyperlink"/>
            <w:noProof/>
          </w:rPr>
          <w:t xml:space="preserve">Требования к программным средствам антивирусной защиты рабочих станций под управлением ОС семейства </w:t>
        </w:r>
        <w:r w:rsidRPr="005D14C0">
          <w:rPr>
            <w:rStyle w:val="Hyperlink"/>
            <w:noProof/>
            <w:lang w:val="en-US"/>
          </w:rPr>
          <w:t>Microsoft</w:t>
        </w:r>
        <w:r w:rsidRPr="005D14C0">
          <w:rPr>
            <w:rStyle w:val="Hyperlink"/>
            <w:noProof/>
          </w:rPr>
          <w:t xml:space="preserve"> </w:t>
        </w:r>
        <w:r w:rsidRPr="005D14C0">
          <w:rPr>
            <w:rStyle w:val="Hyperlink"/>
            <w:noProof/>
            <w:lang w:val="en-US"/>
          </w:rPr>
          <w:t>Windows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_Toc308434157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52268" w:rsidRDefault="00652268">
      <w:pPr>
        <w:pStyle w:val="TOC1"/>
        <w:tabs>
          <w:tab w:val="right" w:leader="dot" w:pos="9627"/>
        </w:tabs>
        <w:rPr>
          <w:noProof/>
          <w:sz w:val="22"/>
          <w:szCs w:val="22"/>
        </w:rPr>
      </w:pPr>
      <w:hyperlink w:anchor="_Toc308434158" w:history="1">
        <w:r w:rsidRPr="005D14C0">
          <w:rPr>
            <w:rStyle w:val="Hyperlink"/>
            <w:noProof/>
          </w:rPr>
          <w:t xml:space="preserve">Требования к программным средствам антивирусной защиты серверов под управлением ОС семейства </w:t>
        </w:r>
        <w:r w:rsidRPr="005D14C0">
          <w:rPr>
            <w:rStyle w:val="Hyperlink"/>
            <w:noProof/>
            <w:lang w:val="en-US"/>
          </w:rPr>
          <w:t>Microsoft</w:t>
        </w:r>
        <w:r w:rsidRPr="005D14C0">
          <w:rPr>
            <w:rStyle w:val="Hyperlink"/>
            <w:noProof/>
          </w:rPr>
          <w:t xml:space="preserve"> </w:t>
        </w:r>
        <w:r w:rsidRPr="005D14C0">
          <w:rPr>
            <w:rStyle w:val="Hyperlink"/>
            <w:noProof/>
            <w:lang w:val="en-US"/>
          </w:rPr>
          <w:t>Windows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_Toc308434158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52268" w:rsidRDefault="00652268">
      <w:pPr>
        <w:pStyle w:val="TOC1"/>
        <w:tabs>
          <w:tab w:val="right" w:leader="dot" w:pos="9627"/>
        </w:tabs>
        <w:rPr>
          <w:noProof/>
          <w:sz w:val="22"/>
          <w:szCs w:val="22"/>
        </w:rPr>
      </w:pPr>
      <w:hyperlink w:anchor="_Toc308434159" w:history="1">
        <w:r w:rsidRPr="005D14C0">
          <w:rPr>
            <w:rStyle w:val="Hyperlink"/>
            <w:noProof/>
          </w:rPr>
          <w:t xml:space="preserve">Требования к программным средствам антивирусной защиты серверов масштаба предприятия под управлением ОС семейства </w:t>
        </w:r>
        <w:r w:rsidRPr="005D14C0">
          <w:rPr>
            <w:rStyle w:val="Hyperlink"/>
            <w:noProof/>
            <w:lang w:val="en-US"/>
          </w:rPr>
          <w:t>Microsoft</w:t>
        </w:r>
        <w:r w:rsidRPr="005D14C0">
          <w:rPr>
            <w:rStyle w:val="Hyperlink"/>
            <w:noProof/>
          </w:rPr>
          <w:t xml:space="preserve"> </w:t>
        </w:r>
        <w:r w:rsidRPr="005D14C0">
          <w:rPr>
            <w:rStyle w:val="Hyperlink"/>
            <w:noProof/>
            <w:lang w:val="en-US"/>
          </w:rPr>
          <w:t>Windows</w:t>
        </w:r>
        <w:r w:rsidRPr="005D14C0">
          <w:rPr>
            <w:rStyle w:val="Hyperlink"/>
            <w:noProof/>
          </w:rPr>
          <w:t xml:space="preserve"> и терминальных серверов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_Toc308434159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52268" w:rsidRDefault="00652268">
      <w:pPr>
        <w:pStyle w:val="TOC1"/>
        <w:tabs>
          <w:tab w:val="right" w:leader="dot" w:pos="9627"/>
        </w:tabs>
        <w:rPr>
          <w:noProof/>
          <w:sz w:val="22"/>
          <w:szCs w:val="22"/>
        </w:rPr>
      </w:pPr>
      <w:hyperlink w:anchor="_Toc308434160" w:history="1">
        <w:r w:rsidRPr="005D14C0">
          <w:rPr>
            <w:rStyle w:val="Hyperlink"/>
            <w:noProof/>
          </w:rPr>
          <w:t>Требования к программным средствам антивирусной защиты смартфонов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_Toc308434160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52268" w:rsidRDefault="00652268">
      <w:pPr>
        <w:pStyle w:val="TOC1"/>
        <w:tabs>
          <w:tab w:val="right" w:leader="dot" w:pos="9627"/>
        </w:tabs>
        <w:rPr>
          <w:noProof/>
          <w:sz w:val="22"/>
          <w:szCs w:val="22"/>
        </w:rPr>
      </w:pPr>
      <w:hyperlink w:anchor="_Toc308434161" w:history="1">
        <w:r w:rsidRPr="005D14C0">
          <w:rPr>
            <w:rStyle w:val="Hyperlink"/>
            <w:noProof/>
          </w:rPr>
          <w:t>Требования к системе управления антивирусной защитой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_Toc308434161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52268" w:rsidRDefault="00652268">
      <w:pPr>
        <w:pStyle w:val="TOC1"/>
        <w:tabs>
          <w:tab w:val="right" w:leader="dot" w:pos="9627"/>
        </w:tabs>
        <w:rPr>
          <w:noProof/>
          <w:sz w:val="22"/>
          <w:szCs w:val="22"/>
        </w:rPr>
      </w:pPr>
      <w:hyperlink w:anchor="_Toc308434162" w:history="1">
        <w:r w:rsidRPr="005D14C0">
          <w:rPr>
            <w:rStyle w:val="Hyperlink"/>
            <w:noProof/>
          </w:rPr>
          <w:t>Требования к обновлению антивирусных баз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_Toc308434162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52268" w:rsidRDefault="00652268">
      <w:pPr>
        <w:pStyle w:val="TOC1"/>
        <w:tabs>
          <w:tab w:val="right" w:leader="dot" w:pos="9627"/>
        </w:tabs>
        <w:rPr>
          <w:noProof/>
          <w:sz w:val="22"/>
          <w:szCs w:val="22"/>
        </w:rPr>
      </w:pPr>
      <w:hyperlink w:anchor="_Toc308434163" w:history="1">
        <w:r w:rsidRPr="005D14C0">
          <w:rPr>
            <w:rStyle w:val="Hyperlink"/>
            <w:noProof/>
          </w:rPr>
          <w:t>Требования к эксплуатационной документации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_Toc308434163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52268" w:rsidRDefault="00652268">
      <w:pPr>
        <w:pStyle w:val="TOC1"/>
        <w:tabs>
          <w:tab w:val="right" w:leader="dot" w:pos="9627"/>
        </w:tabs>
        <w:rPr>
          <w:noProof/>
          <w:sz w:val="22"/>
          <w:szCs w:val="22"/>
        </w:rPr>
      </w:pPr>
      <w:hyperlink w:anchor="_Toc308434164" w:history="1">
        <w:r w:rsidRPr="005D14C0">
          <w:rPr>
            <w:rStyle w:val="Hyperlink"/>
            <w:noProof/>
          </w:rPr>
          <w:t>Требования к технической поддержке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_Toc308434164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652268" w:rsidRPr="00A404BA" w:rsidRDefault="00652268" w:rsidP="00A404BA">
      <w:pPr>
        <w:pStyle w:val="Heading1"/>
        <w:rPr>
          <w:sz w:val="28"/>
          <w:szCs w:val="28"/>
        </w:rPr>
      </w:pPr>
      <w:r>
        <w:fldChar w:fldCharType="end"/>
      </w:r>
      <w:r>
        <w:br w:type="page"/>
      </w:r>
      <w:bookmarkStart w:id="1" w:name="_Toc308434156"/>
      <w:r w:rsidRPr="00A404BA">
        <w:rPr>
          <w:sz w:val="28"/>
          <w:szCs w:val="28"/>
        </w:rPr>
        <w:t>Общие требования</w:t>
      </w:r>
      <w:bookmarkEnd w:id="1"/>
    </w:p>
    <w:p w:rsidR="00652268" w:rsidRPr="00031A52" w:rsidRDefault="00652268" w:rsidP="00883B11">
      <w:pPr>
        <w:spacing w:before="120" w:after="120"/>
      </w:pPr>
      <w:r w:rsidRPr="00031A52">
        <w:t xml:space="preserve">Средства антивирусной защиты, предназначенные для развертывания в государственных организациях, должны быть сертифицированы уполномоченным органом (ФСТЭК) на соответствие требованиям руководящего документа Гостехкомиссии России «Защита от несанкционированного доступа к информации. Часть 1. Программное обеспечение средств защиты информации. Классификация по уровню контроля отсутствия недекларированных возможностей» по уровню контроля </w:t>
      </w:r>
      <w:r>
        <w:t xml:space="preserve">не ниже 4 </w:t>
      </w:r>
      <w:r w:rsidRPr="00031A52">
        <w:t>и требованиям технических условий.</w:t>
      </w:r>
    </w:p>
    <w:p w:rsidR="00652268" w:rsidRPr="00841A27" w:rsidRDefault="00652268" w:rsidP="00883B11">
      <w:pPr>
        <w:spacing w:before="120" w:after="120"/>
      </w:pPr>
      <w:r w:rsidRPr="00031A52">
        <w:t>В рамках всей организации должны использоваться единые антивирусные средства независимо от степени конфиденциальности обрабатываемой информации.</w:t>
      </w:r>
      <w:r>
        <w:t xml:space="preserve"> Отдельно стоящие ПК, то есть не подключённые к единой системе антивирусной защиты, в том числе находящиеся на удаленных территориях, должны быть защищены интегрированным программным продуктом, включающим в себя защиту от всех типов вредоносных программ (антивирус), спама (персональный антиспам) и сетевых атак (персональный межсетевой экран), и обеспечивать возможность их включения в единую систему антивирусной защиты.</w:t>
      </w:r>
    </w:p>
    <w:p w:rsidR="00652268" w:rsidRPr="00031A52" w:rsidRDefault="00652268" w:rsidP="00883B11">
      <w:pPr>
        <w:spacing w:before="120" w:after="120"/>
      </w:pPr>
      <w:r w:rsidRPr="00031A52">
        <w:t>Программный интерфейс всех антивирусных средств, включая средства управления должен быть на русском языке.</w:t>
      </w:r>
    </w:p>
    <w:p w:rsidR="00652268" w:rsidRPr="00841A27" w:rsidRDefault="00652268" w:rsidP="00883B11">
      <w:pPr>
        <w:spacing w:before="120" w:after="120"/>
      </w:pPr>
      <w:r w:rsidRPr="00031A52">
        <w:t>Все антивирусные средства, включая средства управления, должны обладать контекстной справочной системой на русском языке.</w:t>
      </w:r>
    </w:p>
    <w:p w:rsidR="00652268" w:rsidRPr="00841A27" w:rsidRDefault="00652268" w:rsidP="00883B11">
      <w:pPr>
        <w:spacing w:before="120" w:after="120"/>
      </w:pPr>
      <w:r w:rsidRPr="00841A27">
        <w:t>Антивирусные средства должны включать:</w:t>
      </w:r>
    </w:p>
    <w:p w:rsidR="00652268" w:rsidRPr="00841A27" w:rsidRDefault="00652268" w:rsidP="003746E8">
      <w:pPr>
        <w:pStyle w:val="a0"/>
      </w:pPr>
      <w:r w:rsidRPr="00841A27">
        <w:t>программные средства антивирусной защиты рабочих станций и серверов;</w:t>
      </w:r>
    </w:p>
    <w:p w:rsidR="00652268" w:rsidRPr="00841A27" w:rsidRDefault="00652268" w:rsidP="003746E8">
      <w:pPr>
        <w:pStyle w:val="a0"/>
      </w:pPr>
      <w:r>
        <w:t>программные средства антивирусной защиты мобильных устройств (смартфонов);</w:t>
      </w:r>
    </w:p>
    <w:p w:rsidR="00652268" w:rsidRPr="00841A27" w:rsidRDefault="00652268" w:rsidP="003746E8">
      <w:pPr>
        <w:pStyle w:val="a0"/>
      </w:pPr>
      <w:r w:rsidRPr="00841A27">
        <w:t xml:space="preserve">программные средства </w:t>
      </w:r>
      <w:r>
        <w:t xml:space="preserve">централизованного </w:t>
      </w:r>
      <w:r w:rsidRPr="00841A27">
        <w:t>управления</w:t>
      </w:r>
      <w:r>
        <w:t>, мониторинга и обновления</w:t>
      </w:r>
      <w:r w:rsidRPr="00841A27">
        <w:t>;</w:t>
      </w:r>
    </w:p>
    <w:p w:rsidR="00652268" w:rsidRPr="00841A27" w:rsidRDefault="00652268" w:rsidP="003746E8">
      <w:pPr>
        <w:pStyle w:val="a0"/>
      </w:pPr>
      <w:r w:rsidRPr="00841A27">
        <w:t>обновляемые базы данных</w:t>
      </w:r>
      <w:r>
        <w:t xml:space="preserve"> сигнатур вредоносных программ и атак</w:t>
      </w:r>
      <w:r w:rsidRPr="00841A27">
        <w:t>;</w:t>
      </w:r>
    </w:p>
    <w:p w:rsidR="00652268" w:rsidRPr="00031A52" w:rsidRDefault="00652268" w:rsidP="003746E8">
      <w:pPr>
        <w:pStyle w:val="a0"/>
      </w:pPr>
      <w:r w:rsidRPr="00031A52">
        <w:t>эксплуатационную документацию на русском языке.</w:t>
      </w:r>
    </w:p>
    <w:p w:rsidR="00652268" w:rsidRPr="00A404BA" w:rsidRDefault="00652268" w:rsidP="00D45A78">
      <w:pPr>
        <w:pStyle w:val="Heading1"/>
        <w:rPr>
          <w:sz w:val="28"/>
          <w:szCs w:val="28"/>
        </w:rPr>
      </w:pPr>
      <w:bookmarkStart w:id="2" w:name="_Toc308434157"/>
      <w:r w:rsidRPr="00A404BA">
        <w:rPr>
          <w:sz w:val="28"/>
          <w:szCs w:val="28"/>
        </w:rPr>
        <w:t xml:space="preserve">Требования к программным средствам антивирусной </w:t>
      </w:r>
      <w:bookmarkStart w:id="3" w:name="_GoBack"/>
      <w:bookmarkEnd w:id="3"/>
      <w:r w:rsidRPr="00A404BA">
        <w:rPr>
          <w:sz w:val="28"/>
          <w:szCs w:val="28"/>
        </w:rPr>
        <w:t xml:space="preserve">защиты рабочих станций под управлением ОС семейства </w:t>
      </w:r>
      <w:r w:rsidRPr="00A404BA">
        <w:rPr>
          <w:sz w:val="28"/>
          <w:szCs w:val="28"/>
          <w:lang w:val="en-US"/>
        </w:rPr>
        <w:t>Microsoft</w:t>
      </w:r>
      <w:r w:rsidRPr="00A404BA">
        <w:rPr>
          <w:sz w:val="28"/>
          <w:szCs w:val="28"/>
        </w:rPr>
        <w:t xml:space="preserve"> </w:t>
      </w:r>
      <w:r w:rsidRPr="00A404BA">
        <w:rPr>
          <w:sz w:val="28"/>
          <w:szCs w:val="28"/>
          <w:lang w:val="en-US"/>
        </w:rPr>
        <w:t>Windows</w:t>
      </w:r>
      <w:bookmarkEnd w:id="2"/>
    </w:p>
    <w:p w:rsidR="00652268" w:rsidRDefault="00652268" w:rsidP="00D45A78">
      <w:pPr>
        <w:spacing w:before="120" w:after="120"/>
      </w:pPr>
      <w:r w:rsidRPr="00841A27">
        <w:t xml:space="preserve">Программные средства антивирусной защиты систем рабочих станций под управлением </w:t>
      </w:r>
      <w:r>
        <w:t xml:space="preserve">семейства </w:t>
      </w:r>
      <w:r w:rsidRPr="00841A27">
        <w:t xml:space="preserve">ОС </w:t>
      </w:r>
      <w:r w:rsidRPr="004C1565">
        <w:rPr>
          <w:lang w:val="en-US"/>
        </w:rPr>
        <w:t>Microsoft</w:t>
      </w:r>
      <w:r w:rsidRPr="004C1565">
        <w:t xml:space="preserve"> </w:t>
      </w:r>
      <w:r w:rsidRPr="004C1565">
        <w:rPr>
          <w:lang w:val="en-US"/>
        </w:rPr>
        <w:t>Windows</w:t>
      </w:r>
      <w:r w:rsidRPr="004C1565">
        <w:t xml:space="preserve"> </w:t>
      </w:r>
      <w:r>
        <w:t>должны функционировать на следующих версиях ОС:</w:t>
      </w:r>
    </w:p>
    <w:p w:rsidR="00652268" w:rsidRPr="00A9104E" w:rsidRDefault="00652268" w:rsidP="00F70319">
      <w:pPr>
        <w:pStyle w:val="a0"/>
        <w:rPr>
          <w:lang w:val="en-US"/>
        </w:rPr>
      </w:pPr>
      <w:r w:rsidRPr="00A9104E">
        <w:rPr>
          <w:lang w:val="en-US"/>
        </w:rPr>
        <w:t>Microsoft® Windows® Embe</w:t>
      </w:r>
      <w:r>
        <w:rPr>
          <w:lang w:val="en-US"/>
        </w:rPr>
        <w:t>dded Standard 7 (</w:t>
      </w:r>
      <w:r w:rsidRPr="008406C8">
        <w:rPr>
          <w:lang w:val="en-US"/>
        </w:rPr>
        <w:t xml:space="preserve">Service Pack </w:t>
      </w:r>
      <w:r>
        <w:rPr>
          <w:lang w:val="en-US"/>
        </w:rPr>
        <w:t>1)</w:t>
      </w:r>
      <w:r w:rsidRPr="00A9104E">
        <w:rPr>
          <w:lang w:val="en-US"/>
        </w:rPr>
        <w:t>;</w:t>
      </w:r>
    </w:p>
    <w:p w:rsidR="00652268" w:rsidRDefault="00652268" w:rsidP="00F70319">
      <w:pPr>
        <w:pStyle w:val="a0"/>
      </w:pPr>
      <w:r>
        <w:t>Microsoft® Windows® Embedded POSReady 2009;</w:t>
      </w:r>
    </w:p>
    <w:p w:rsidR="00652268" w:rsidRPr="00A9104E" w:rsidRDefault="00652268" w:rsidP="00F70319">
      <w:pPr>
        <w:pStyle w:val="a0"/>
      </w:pPr>
      <w:r>
        <w:t>Microsoft® Windows® Embedded POSReady 7;</w:t>
      </w:r>
    </w:p>
    <w:p w:rsidR="00652268" w:rsidRPr="008406C8" w:rsidRDefault="00652268" w:rsidP="008406C8">
      <w:pPr>
        <w:pStyle w:val="a0"/>
        <w:rPr>
          <w:lang w:val="en-US"/>
        </w:rPr>
      </w:pPr>
      <w:r w:rsidRPr="008406C8">
        <w:rPr>
          <w:lang w:val="en-US"/>
        </w:rPr>
        <w:t>Microsoft Windows 2000 Professional (Service Pack 4 Rollup1);</w:t>
      </w:r>
    </w:p>
    <w:p w:rsidR="00652268" w:rsidRPr="008406C8" w:rsidRDefault="00652268" w:rsidP="008406C8">
      <w:pPr>
        <w:pStyle w:val="a0"/>
        <w:rPr>
          <w:lang w:val="en-US"/>
        </w:rPr>
      </w:pPr>
      <w:r w:rsidRPr="008406C8">
        <w:rPr>
          <w:lang w:val="en-US"/>
        </w:rPr>
        <w:t>Microsoft Windows XP Professional (Service Pack 2 или выше);</w:t>
      </w:r>
    </w:p>
    <w:p w:rsidR="00652268" w:rsidRPr="008406C8" w:rsidRDefault="00652268" w:rsidP="008406C8">
      <w:pPr>
        <w:pStyle w:val="a0"/>
        <w:rPr>
          <w:lang w:val="en-US"/>
        </w:rPr>
      </w:pPr>
      <w:r w:rsidRPr="008406C8">
        <w:rPr>
          <w:lang w:val="en-US"/>
        </w:rPr>
        <w:t>Microsoft Windows XP Professional x64 Edition (Service Pack 2 или выше);</w:t>
      </w:r>
    </w:p>
    <w:p w:rsidR="00652268" w:rsidRPr="008406C8" w:rsidRDefault="00652268" w:rsidP="008406C8">
      <w:pPr>
        <w:pStyle w:val="a0"/>
        <w:rPr>
          <w:lang w:val="en-US"/>
        </w:rPr>
      </w:pPr>
      <w:r w:rsidRPr="008406C8">
        <w:rPr>
          <w:lang w:val="en-US"/>
        </w:rPr>
        <w:t>Microsoft Windows Vista Business/Enterprise/Ultimate (Service Pack 1 или выше);</w:t>
      </w:r>
    </w:p>
    <w:p w:rsidR="00652268" w:rsidRPr="008406C8" w:rsidRDefault="00652268" w:rsidP="008406C8">
      <w:pPr>
        <w:pStyle w:val="a0"/>
        <w:rPr>
          <w:lang w:val="en-US"/>
        </w:rPr>
      </w:pPr>
      <w:r w:rsidRPr="008406C8">
        <w:rPr>
          <w:lang w:val="en-US"/>
        </w:rPr>
        <w:t>Microsoft Windows Vista Business/Enterprise/Ultimate x64 (Service Pack 1 или выше);</w:t>
      </w:r>
    </w:p>
    <w:p w:rsidR="00652268" w:rsidRPr="008406C8" w:rsidRDefault="00652268" w:rsidP="008406C8">
      <w:pPr>
        <w:pStyle w:val="a0"/>
        <w:rPr>
          <w:lang w:val="en-US"/>
        </w:rPr>
      </w:pPr>
      <w:r w:rsidRPr="008406C8">
        <w:rPr>
          <w:lang w:val="en-US"/>
        </w:rPr>
        <w:t>Microsoft Windows 7 Professional/Enterprise/Ultimate;</w:t>
      </w:r>
    </w:p>
    <w:p w:rsidR="00652268" w:rsidRPr="0002354D" w:rsidRDefault="00652268" w:rsidP="008406C8">
      <w:pPr>
        <w:pStyle w:val="a0"/>
        <w:rPr>
          <w:lang w:val="en-US"/>
        </w:rPr>
      </w:pPr>
      <w:r w:rsidRPr="008406C8">
        <w:rPr>
          <w:lang w:val="en-US"/>
        </w:rPr>
        <w:t>Microsoft Windows 7 Profe</w:t>
      </w:r>
      <w:r>
        <w:rPr>
          <w:lang w:val="en-US"/>
        </w:rPr>
        <w:t>ssional/Enterprise/Ultimate x64.</w:t>
      </w:r>
    </w:p>
    <w:p w:rsidR="00652268" w:rsidRPr="00841A27" w:rsidRDefault="00652268" w:rsidP="007721C5">
      <w:pPr>
        <w:spacing w:before="120" w:after="120"/>
      </w:pPr>
      <w:r w:rsidRPr="00841A27">
        <w:t xml:space="preserve">Программные средства антивирусной защиты систем рабочих станций под управлением </w:t>
      </w:r>
      <w:r>
        <w:t xml:space="preserve">семейства </w:t>
      </w:r>
      <w:r w:rsidRPr="00841A27">
        <w:t xml:space="preserve">ОС </w:t>
      </w:r>
      <w:r w:rsidRPr="007D207C">
        <w:t>Microsoft</w:t>
      </w:r>
      <w:r w:rsidRPr="00841A27">
        <w:t xml:space="preserve"> </w:t>
      </w:r>
      <w:r w:rsidRPr="007D207C">
        <w:t>Windows</w:t>
      </w:r>
      <w:r w:rsidRPr="00841A27">
        <w:t xml:space="preserve"> должны обеспечивать реализацию следующих функциональных возможностей:</w:t>
      </w:r>
    </w:p>
    <w:p w:rsidR="00652268" w:rsidRPr="003746E8" w:rsidRDefault="00652268" w:rsidP="007721C5">
      <w:pPr>
        <w:pStyle w:val="a0"/>
      </w:pPr>
      <w:r w:rsidRPr="003746E8">
        <w:t>резидентный антивирусный мониторинг;</w:t>
      </w:r>
    </w:p>
    <w:p w:rsidR="00652268" w:rsidRPr="007650E4" w:rsidRDefault="00652268" w:rsidP="007721C5">
      <w:pPr>
        <w:pStyle w:val="a0"/>
      </w:pPr>
      <w:r w:rsidRPr="003746E8">
        <w:t>программные средства защиты от сетевых атак;</w:t>
      </w:r>
    </w:p>
    <w:p w:rsidR="00652268" w:rsidRDefault="00652268" w:rsidP="007721C5">
      <w:pPr>
        <w:pStyle w:val="a0"/>
      </w:pPr>
      <w:r w:rsidRPr="007650E4">
        <w:t>эвристический анализатор</w:t>
      </w:r>
      <w:r>
        <w:t>,</w:t>
      </w:r>
      <w:r w:rsidRPr="007650E4">
        <w:t xml:space="preserve"> позволяющий более эффективно распознавать и блокировать ранее неиз</w:t>
      </w:r>
      <w:r>
        <w:t xml:space="preserve">вестные вредоносные программы; </w:t>
      </w:r>
    </w:p>
    <w:p w:rsidR="00652268" w:rsidRPr="003746E8" w:rsidRDefault="00652268" w:rsidP="007721C5">
      <w:pPr>
        <w:pStyle w:val="a0"/>
      </w:pPr>
      <w:r>
        <w:t>обнаружение скрытых процессов</w:t>
      </w:r>
      <w:r>
        <w:rPr>
          <w:lang w:val="en-US"/>
        </w:rPr>
        <w:t>;</w:t>
      </w:r>
    </w:p>
    <w:p w:rsidR="00652268" w:rsidRPr="003746E8" w:rsidRDefault="00652268" w:rsidP="007721C5">
      <w:pPr>
        <w:pStyle w:val="a0"/>
      </w:pPr>
      <w:r w:rsidRPr="003746E8">
        <w:t>антивирусное сканирование по команде пользователя или администратора и по расписанию;</w:t>
      </w:r>
    </w:p>
    <w:p w:rsidR="00652268" w:rsidRPr="003746E8" w:rsidRDefault="00652268" w:rsidP="007721C5">
      <w:pPr>
        <w:pStyle w:val="a0"/>
      </w:pPr>
      <w:r w:rsidRPr="003746E8">
        <w:t>антивирусную проверку и лечение файлов, упакованных программами типа PKLITE, LZEXE, DIET, EXEPACK и пр.;</w:t>
      </w:r>
    </w:p>
    <w:p w:rsidR="00652268" w:rsidRPr="003241FE" w:rsidRDefault="00652268" w:rsidP="007721C5">
      <w:pPr>
        <w:pStyle w:val="a0"/>
      </w:pPr>
      <w:r w:rsidRPr="003746E8">
        <w:t>антивирусную проверку и лечение файлов в архивах форматов RAR, ARJ, ZIP, CAB, LHA, JAR, ICE, в том числе и защищенных паролем;</w:t>
      </w:r>
    </w:p>
    <w:p w:rsidR="00652268" w:rsidRPr="00775E9D" w:rsidRDefault="00652268" w:rsidP="007721C5">
      <w:pPr>
        <w:pStyle w:val="a0"/>
      </w:pPr>
      <w:r w:rsidRPr="00775E9D">
        <w:t>облачная защита от новых угроз, позволяющая приложению в режиме реального времени обращаться к специальным сайтам производителя, для получения вердикта по запускаемой программе или файлу;</w:t>
      </w:r>
    </w:p>
    <w:p w:rsidR="00652268" w:rsidRPr="00775E9D" w:rsidRDefault="00652268" w:rsidP="007721C5">
      <w:pPr>
        <w:pStyle w:val="a0"/>
      </w:pPr>
      <w:r w:rsidRPr="00775E9D">
        <w:t>защиту электронной корреспонденции, как от вредоносных программ, так и от спама. Проверку трафика на следующих протоколах:</w:t>
      </w:r>
    </w:p>
    <w:p w:rsidR="00652268" w:rsidRPr="00775E9D" w:rsidRDefault="00652268" w:rsidP="007721C5">
      <w:pPr>
        <w:numPr>
          <w:ilvl w:val="0"/>
          <w:numId w:val="2"/>
        </w:numPr>
        <w:spacing w:before="120" w:after="120"/>
        <w:rPr>
          <w:rFonts w:cs="ArialMT+1"/>
        </w:rPr>
      </w:pPr>
      <w:r w:rsidRPr="00775E9D">
        <w:rPr>
          <w:rFonts w:cs="ArialMT+1"/>
        </w:rPr>
        <w:t xml:space="preserve">IMAP, SMTP, POP3, </w:t>
      </w:r>
      <w:r w:rsidRPr="00775E9D">
        <w:rPr>
          <w:rFonts w:cs="ArialMT"/>
        </w:rPr>
        <w:t>независимо от используемого почтового клиента</w:t>
      </w:r>
      <w:r w:rsidRPr="00775E9D">
        <w:rPr>
          <w:rFonts w:cs="ArialMT+1"/>
        </w:rPr>
        <w:t>;</w:t>
      </w:r>
    </w:p>
    <w:p w:rsidR="00652268" w:rsidRPr="00775E9D" w:rsidRDefault="00652268" w:rsidP="007721C5">
      <w:pPr>
        <w:numPr>
          <w:ilvl w:val="0"/>
          <w:numId w:val="2"/>
        </w:numPr>
        <w:spacing w:before="120" w:after="120"/>
        <w:rPr>
          <w:rFonts w:cs="ArialMT+1"/>
        </w:rPr>
      </w:pPr>
      <w:r w:rsidRPr="00775E9D">
        <w:rPr>
          <w:rFonts w:cs="ArialMT+1"/>
        </w:rPr>
        <w:t>NNTP (</w:t>
      </w:r>
      <w:r w:rsidRPr="00775E9D">
        <w:rPr>
          <w:rFonts w:cs="ArialMT"/>
        </w:rPr>
        <w:t>только проверка на вирусы</w:t>
      </w:r>
      <w:r w:rsidRPr="00775E9D">
        <w:rPr>
          <w:rFonts w:cs="ArialMT+1"/>
        </w:rPr>
        <w:t xml:space="preserve">), </w:t>
      </w:r>
      <w:r w:rsidRPr="00775E9D">
        <w:rPr>
          <w:rFonts w:cs="ArialMT"/>
        </w:rPr>
        <w:t>независимо от почтового клиента</w:t>
      </w:r>
      <w:r w:rsidRPr="00775E9D">
        <w:rPr>
          <w:rFonts w:cs="ArialMT+1"/>
        </w:rPr>
        <w:t>;</w:t>
      </w:r>
    </w:p>
    <w:p w:rsidR="00652268" w:rsidRPr="00775E9D" w:rsidRDefault="00652268" w:rsidP="007721C5">
      <w:pPr>
        <w:pStyle w:val="a"/>
        <w:rPr>
          <w:rFonts w:cs="SymbolMT"/>
        </w:rPr>
      </w:pPr>
      <w:r w:rsidRPr="00775E9D">
        <w:t xml:space="preserve">Независимо от типа протокола </w:t>
      </w:r>
      <w:r w:rsidRPr="00775E9D">
        <w:rPr>
          <w:rFonts w:cs="ArialMT+1"/>
        </w:rPr>
        <w:t>(</w:t>
      </w:r>
      <w:r w:rsidRPr="00775E9D">
        <w:t xml:space="preserve">в том числе </w:t>
      </w:r>
      <w:r w:rsidRPr="00775E9D">
        <w:rPr>
          <w:rFonts w:cs="ArialMT+1"/>
        </w:rPr>
        <w:t xml:space="preserve">MAPI, HTTP) </w:t>
      </w:r>
      <w:r w:rsidRPr="00775E9D">
        <w:t>в рамках работы плагинов</w:t>
      </w:r>
      <w:r w:rsidRPr="00775E9D">
        <w:rPr>
          <w:rFonts w:cs="ArialMT+1"/>
        </w:rPr>
        <w:t xml:space="preserve">, </w:t>
      </w:r>
      <w:r w:rsidRPr="00775E9D">
        <w:t xml:space="preserve">встроенных в почтовые программы </w:t>
      </w:r>
      <w:r w:rsidRPr="00775E9D">
        <w:rPr>
          <w:rFonts w:cs="ArialMT+1"/>
          <w:lang w:val="en-US"/>
        </w:rPr>
        <w:t>Microsoft</w:t>
      </w:r>
      <w:r w:rsidRPr="00775E9D">
        <w:rPr>
          <w:rFonts w:cs="ArialMT+1"/>
        </w:rPr>
        <w:t xml:space="preserve"> </w:t>
      </w:r>
      <w:r w:rsidRPr="00775E9D">
        <w:rPr>
          <w:rFonts w:cs="ArialMT+1"/>
          <w:lang w:val="en-US"/>
        </w:rPr>
        <w:t>Office</w:t>
      </w:r>
      <w:r w:rsidRPr="00775E9D">
        <w:rPr>
          <w:rFonts w:cs="ArialMT+1"/>
        </w:rPr>
        <w:t xml:space="preserve"> </w:t>
      </w:r>
      <w:r w:rsidRPr="00775E9D">
        <w:rPr>
          <w:rFonts w:cs="ArialMT+1"/>
          <w:lang w:val="en-US"/>
        </w:rPr>
        <w:t>Outlook</w:t>
      </w:r>
      <w:r w:rsidRPr="00775E9D">
        <w:rPr>
          <w:rFonts w:cs="ArialMT+1"/>
        </w:rPr>
        <w:t xml:space="preserve"> </w:t>
      </w:r>
      <w:r w:rsidRPr="00775E9D">
        <w:t xml:space="preserve">и </w:t>
      </w:r>
      <w:r w:rsidRPr="00775E9D">
        <w:rPr>
          <w:rFonts w:cs="ArialMT+1"/>
          <w:lang w:val="en-US"/>
        </w:rPr>
        <w:t>The</w:t>
      </w:r>
      <w:r w:rsidRPr="00775E9D">
        <w:rPr>
          <w:rFonts w:cs="ArialMT+1"/>
        </w:rPr>
        <w:t xml:space="preserve"> </w:t>
      </w:r>
      <w:r w:rsidRPr="00775E9D">
        <w:rPr>
          <w:rFonts w:cs="ArialMT+1"/>
          <w:lang w:val="en-US"/>
        </w:rPr>
        <w:t>Bat</w:t>
      </w:r>
      <w:r w:rsidRPr="00775E9D">
        <w:rPr>
          <w:rFonts w:cs="ArialMT+1"/>
        </w:rPr>
        <w:t>!;</w:t>
      </w:r>
    </w:p>
    <w:p w:rsidR="00652268" w:rsidRPr="00775E9D" w:rsidRDefault="00652268" w:rsidP="007721C5">
      <w:pPr>
        <w:pStyle w:val="a0"/>
        <w:rPr>
          <w:rFonts w:cs="ArialMT+1"/>
        </w:rPr>
      </w:pPr>
      <w:r w:rsidRPr="00775E9D">
        <w:rPr>
          <w:iCs/>
        </w:rPr>
        <w:t xml:space="preserve">Защиту </w:t>
      </w:r>
      <w:r w:rsidRPr="00775E9D">
        <w:rPr>
          <w:rFonts w:cs="Arial-ItalicMT"/>
          <w:iCs/>
        </w:rPr>
        <w:t>HTTP-</w:t>
      </w:r>
      <w:r w:rsidRPr="00775E9D">
        <w:rPr>
          <w:iCs/>
        </w:rPr>
        <w:t>трафика -</w:t>
      </w:r>
      <w:r w:rsidRPr="00775E9D">
        <w:rPr>
          <w:rFonts w:cs="ArialMT+1"/>
        </w:rPr>
        <w:t xml:space="preserve"> </w:t>
      </w:r>
      <w:r w:rsidRPr="00775E9D">
        <w:rPr>
          <w:rFonts w:cs="ArialMT"/>
        </w:rPr>
        <w:t>проверку всех объектов</w:t>
      </w:r>
      <w:r w:rsidRPr="00775E9D">
        <w:rPr>
          <w:rFonts w:cs="ArialMT+1"/>
        </w:rPr>
        <w:t xml:space="preserve">, </w:t>
      </w:r>
      <w:r w:rsidRPr="00775E9D">
        <w:rPr>
          <w:rFonts w:cs="ArialMT"/>
        </w:rPr>
        <w:t xml:space="preserve">поступающих на компьютер пользователя по протоколу </w:t>
      </w:r>
      <w:r w:rsidRPr="00775E9D">
        <w:rPr>
          <w:rFonts w:cs="ArialMT+1"/>
          <w:lang w:val="en-US"/>
        </w:rPr>
        <w:t>HTTP</w:t>
      </w:r>
      <w:r w:rsidRPr="00775E9D">
        <w:rPr>
          <w:rFonts w:cs="ArialMT+1"/>
        </w:rPr>
        <w:t xml:space="preserve">, </w:t>
      </w:r>
      <w:r w:rsidRPr="00775E9D">
        <w:rPr>
          <w:rFonts w:cs="ArialMT+1"/>
          <w:lang w:val="en-US"/>
        </w:rPr>
        <w:t>FTP</w:t>
      </w:r>
      <w:r w:rsidRPr="00775E9D">
        <w:rPr>
          <w:rFonts w:cs="ArialMT+1"/>
        </w:rPr>
        <w:t>;</w:t>
      </w:r>
    </w:p>
    <w:p w:rsidR="00652268" w:rsidRPr="00775E9D" w:rsidRDefault="00652268" w:rsidP="007721C5">
      <w:pPr>
        <w:pStyle w:val="a0"/>
      </w:pPr>
      <w:r w:rsidRPr="00775E9D">
        <w:rPr>
          <w:iCs/>
        </w:rPr>
        <w:t>Проверку скриптов -</w:t>
      </w:r>
      <w:r w:rsidRPr="00775E9D">
        <w:rPr>
          <w:rFonts w:cs="ArialMT+1"/>
        </w:rPr>
        <w:t xml:space="preserve"> </w:t>
      </w:r>
      <w:r w:rsidRPr="00775E9D">
        <w:rPr>
          <w:rFonts w:cs="ArialMT"/>
        </w:rPr>
        <w:t>проверку всех скриптов</w:t>
      </w:r>
      <w:r w:rsidRPr="00775E9D">
        <w:rPr>
          <w:rFonts w:cs="ArialMT+1"/>
        </w:rPr>
        <w:t xml:space="preserve">, </w:t>
      </w:r>
      <w:r w:rsidRPr="00775E9D">
        <w:rPr>
          <w:rFonts w:cs="ArialMT"/>
        </w:rPr>
        <w:t xml:space="preserve">обрабатываемых в </w:t>
      </w:r>
      <w:r w:rsidRPr="00775E9D">
        <w:rPr>
          <w:rFonts w:cs="ArialMT+1"/>
        </w:rPr>
        <w:t xml:space="preserve">Microsoft </w:t>
      </w:r>
      <w:r w:rsidRPr="00775E9D">
        <w:rPr>
          <w:rFonts w:cs="ArialMT+1"/>
          <w:lang w:val="en-US"/>
        </w:rPr>
        <w:t>Internet</w:t>
      </w:r>
      <w:r w:rsidRPr="00775E9D">
        <w:rPr>
          <w:rFonts w:cs="ArialMT+1"/>
        </w:rPr>
        <w:t xml:space="preserve"> </w:t>
      </w:r>
      <w:r w:rsidRPr="00775E9D">
        <w:rPr>
          <w:rFonts w:cs="ArialMT+1"/>
          <w:lang w:val="en-US"/>
        </w:rPr>
        <w:t>Explorer</w:t>
      </w:r>
      <w:r w:rsidRPr="00775E9D">
        <w:rPr>
          <w:rFonts w:cs="ArialMT+1"/>
        </w:rPr>
        <w:t xml:space="preserve">, </w:t>
      </w:r>
      <w:r w:rsidRPr="00775E9D">
        <w:rPr>
          <w:rFonts w:cs="ArialMT"/>
        </w:rPr>
        <w:t xml:space="preserve">а также любых </w:t>
      </w:r>
      <w:r w:rsidRPr="00775E9D">
        <w:rPr>
          <w:rFonts w:cs="ArialMT+1"/>
          <w:lang w:val="en-US"/>
        </w:rPr>
        <w:t>WSH</w:t>
      </w:r>
      <w:r w:rsidRPr="00775E9D">
        <w:rPr>
          <w:rFonts w:cs="ArialMT+1"/>
        </w:rPr>
        <w:t>-</w:t>
      </w:r>
      <w:r w:rsidRPr="00775E9D">
        <w:rPr>
          <w:rFonts w:cs="ArialMT"/>
        </w:rPr>
        <w:t xml:space="preserve">скриптов </w:t>
      </w:r>
      <w:r w:rsidRPr="00775E9D">
        <w:rPr>
          <w:rFonts w:cs="ArialMT+1"/>
        </w:rPr>
        <w:t>(</w:t>
      </w:r>
      <w:r w:rsidRPr="00775E9D">
        <w:rPr>
          <w:rFonts w:cs="ArialMT+1"/>
          <w:lang w:val="en-US"/>
        </w:rPr>
        <w:t>JavaScript</w:t>
      </w:r>
      <w:r w:rsidRPr="00775E9D">
        <w:rPr>
          <w:rFonts w:cs="ArialMT+1"/>
        </w:rPr>
        <w:t xml:space="preserve">, Visual Basic Script </w:t>
      </w:r>
      <w:r w:rsidRPr="00775E9D">
        <w:rPr>
          <w:rFonts w:cs="ArialMT"/>
        </w:rPr>
        <w:t>и др</w:t>
      </w:r>
      <w:r w:rsidRPr="00775E9D">
        <w:rPr>
          <w:rFonts w:cs="ArialMT+1"/>
        </w:rPr>
        <w:t xml:space="preserve">.), </w:t>
      </w:r>
      <w:r w:rsidRPr="00775E9D">
        <w:rPr>
          <w:rFonts w:cs="ArialMT"/>
        </w:rPr>
        <w:t>запускаемых при работе пользователя на компьютере</w:t>
      </w:r>
      <w:r w:rsidRPr="00775E9D">
        <w:rPr>
          <w:rFonts w:cs="ArialMT+1"/>
        </w:rPr>
        <w:t xml:space="preserve">, </w:t>
      </w:r>
      <w:r w:rsidRPr="00775E9D">
        <w:rPr>
          <w:rFonts w:cs="ArialMT"/>
        </w:rPr>
        <w:t>в том числе и в интернете</w:t>
      </w:r>
      <w:r w:rsidRPr="00775E9D">
        <w:rPr>
          <w:rFonts w:cs="ArialMT+1"/>
        </w:rPr>
        <w:t>;</w:t>
      </w:r>
    </w:p>
    <w:p w:rsidR="00652268" w:rsidRPr="00775E9D" w:rsidRDefault="00652268" w:rsidP="007721C5">
      <w:pPr>
        <w:pStyle w:val="a0"/>
      </w:pPr>
      <w:r w:rsidRPr="00775E9D">
        <w:t>проверка трафика ICQ и MSN, для обеспечения безопасности работы с интернет-пейджерами;</w:t>
      </w:r>
    </w:p>
    <w:p w:rsidR="00652268" w:rsidRPr="00775E9D" w:rsidRDefault="00652268" w:rsidP="007721C5">
      <w:pPr>
        <w:pStyle w:val="a0"/>
      </w:pPr>
      <w:r w:rsidRPr="00775E9D">
        <w:t>запуск задач по расписанию и/или сразу после загрузки операционной системы;</w:t>
      </w:r>
    </w:p>
    <w:p w:rsidR="00652268" w:rsidRPr="00775E9D" w:rsidRDefault="00652268" w:rsidP="007721C5">
      <w:pPr>
        <w:pStyle w:val="a0"/>
      </w:pPr>
      <w:r w:rsidRPr="00775E9D">
        <w:t>защиту от еще не известных вредоносных программ на основе анализа их поведения и контроле изменений системного реестра, с возможностью автоматического восстановления изменённых вредоносной программой значений системного реестра;</w:t>
      </w:r>
    </w:p>
    <w:p w:rsidR="00652268" w:rsidRPr="00775E9D" w:rsidRDefault="00652268" w:rsidP="007721C5">
      <w:pPr>
        <w:pStyle w:val="a0"/>
      </w:pPr>
      <w:r w:rsidRPr="00775E9D">
        <w:t>автоматический контроль программ запускаемых на компьютере пользователя, осуществляющий контроль активности программ и ограничивающий выполнение опасных действий;</w:t>
      </w:r>
    </w:p>
    <w:p w:rsidR="00652268" w:rsidRPr="00775E9D" w:rsidRDefault="00652268" w:rsidP="007721C5">
      <w:pPr>
        <w:pStyle w:val="a0"/>
      </w:pPr>
      <w:r w:rsidRPr="00775E9D">
        <w:t>защиту от хакерских атак, путем использования межсетевого экрана с  системой обнаружения и предотвращения вторжений (</w:t>
      </w:r>
      <w:r w:rsidRPr="00775E9D">
        <w:rPr>
          <w:lang w:val="en-US"/>
        </w:rPr>
        <w:t>IDS</w:t>
      </w:r>
      <w:r w:rsidRPr="00775E9D">
        <w:t>/</w:t>
      </w:r>
      <w:r w:rsidRPr="00775E9D">
        <w:rPr>
          <w:lang w:val="en-US"/>
        </w:rPr>
        <w:t>IPS</w:t>
      </w:r>
      <w:r w:rsidRPr="00775E9D">
        <w:t>) и правилами сетевой активности для наиболее популярных приложений при работе в вычислительных сетях любого типа, включая беспроводные;</w:t>
      </w:r>
    </w:p>
    <w:p w:rsidR="00652268" w:rsidRPr="00775E9D" w:rsidRDefault="00652268" w:rsidP="007721C5">
      <w:pPr>
        <w:pStyle w:val="a0"/>
      </w:pPr>
      <w:r w:rsidRPr="00775E9D">
        <w:t>проверка протокола IPv</w:t>
      </w:r>
      <w:r w:rsidRPr="00775E9D">
        <w:rPr>
          <w:lang w:val="en-US"/>
        </w:rPr>
        <w:t>6;</w:t>
      </w:r>
    </w:p>
    <w:p w:rsidR="00652268" w:rsidRPr="00775E9D" w:rsidRDefault="00652268" w:rsidP="007721C5">
      <w:pPr>
        <w:pStyle w:val="a0"/>
      </w:pPr>
      <w:r w:rsidRPr="00775E9D">
        <w:t>защиту от программ-маскировщиков, программ автодозвона на платные сайты, блокировку баннеров, всплывающих окон, вредоносных сценариев, загружаемых с Web-страниц и распознавание фишинг-сайтов;</w:t>
      </w:r>
    </w:p>
    <w:p w:rsidR="00652268" w:rsidRPr="00775E9D" w:rsidRDefault="00652268" w:rsidP="007721C5">
      <w:pPr>
        <w:pStyle w:val="a0"/>
      </w:pPr>
      <w:r w:rsidRPr="00775E9D">
        <w:t>наличие компонента дающего возможность создания специальных правил запрещающих установку/запуск программ, компонент должен контролировать приложения по  пути  нахождения программы, метаданным, MD5 контрольной сумме;</w:t>
      </w:r>
    </w:p>
    <w:p w:rsidR="00652268" w:rsidRPr="00775E9D" w:rsidRDefault="00652268" w:rsidP="007721C5">
      <w:pPr>
        <w:pStyle w:val="a0"/>
      </w:pPr>
      <w:r w:rsidRPr="00775E9D">
        <w:t>осуществлять контроль работы пользователя с внешними устройствами ввода / вывода, позволяя ограничивать доступ к внешним USB-носителям, мультимедийным устройствам и другим устройствам хранения данных, с возможностью создавать доверенные устройства по их идентификатору и возможностью предоставлять привилегии, для запуска внешних устройств, определенным пользователям;</w:t>
      </w:r>
    </w:p>
    <w:p w:rsidR="00652268" w:rsidRPr="00775E9D" w:rsidRDefault="00652268" w:rsidP="007721C5">
      <w:pPr>
        <w:pStyle w:val="a0"/>
      </w:pPr>
      <w:r w:rsidRPr="00775E9D">
        <w:t xml:space="preserve">блокирование функции автозапуска; </w:t>
      </w:r>
    </w:p>
    <w:p w:rsidR="00652268" w:rsidRPr="00775E9D" w:rsidRDefault="00652268" w:rsidP="007721C5">
      <w:pPr>
        <w:pStyle w:val="a0"/>
      </w:pPr>
      <w:r w:rsidRPr="00775E9D">
        <w:t>ускорения процесса сканирования за счет пропуска объектов, состояние которых со времени прошлой проверки не изменилось;</w:t>
      </w:r>
    </w:p>
    <w:p w:rsidR="00652268" w:rsidRPr="00775E9D" w:rsidRDefault="00652268" w:rsidP="007721C5">
      <w:pPr>
        <w:pStyle w:val="a0"/>
      </w:pPr>
      <w:r w:rsidRPr="00775E9D">
        <w:t>запускать специальную задачу для обнаружения уязвимостей в приложениях, установленных на компьютере пользователя, с возможностью предоставления отчета по обнаруженным уязвимостям;</w:t>
      </w:r>
    </w:p>
    <w:p w:rsidR="00652268" w:rsidRPr="00775E9D" w:rsidRDefault="00652268" w:rsidP="007721C5">
      <w:pPr>
        <w:pStyle w:val="a0"/>
      </w:pPr>
      <w:r w:rsidRPr="00775E9D">
        <w:t xml:space="preserve">интеграция с системой обновления </w:t>
      </w:r>
      <w:r w:rsidRPr="00775E9D">
        <w:rPr>
          <w:lang w:val="en-US"/>
        </w:rPr>
        <w:t>Windows</w:t>
      </w:r>
      <w:r w:rsidRPr="00775E9D">
        <w:t xml:space="preserve"> </w:t>
      </w:r>
      <w:r w:rsidRPr="00775E9D">
        <w:rPr>
          <w:lang w:val="en-US"/>
        </w:rPr>
        <w:t>Update</w:t>
      </w:r>
      <w:r w:rsidRPr="00775E9D">
        <w:t xml:space="preserve">, для установки патчей закрывающие обнаруженные уязвимости; </w:t>
      </w:r>
    </w:p>
    <w:p w:rsidR="00652268" w:rsidRPr="00775E9D" w:rsidRDefault="00652268" w:rsidP="007721C5">
      <w:pPr>
        <w:pStyle w:val="a0"/>
      </w:pPr>
      <w:r w:rsidRPr="00775E9D">
        <w:t>гибкого управления использованием ресурсов ПК для обеспечения комфортной работы пользователей при выполнении сканирования файлового пространства;</w:t>
      </w:r>
    </w:p>
    <w:p w:rsidR="00652268" w:rsidRDefault="00652268" w:rsidP="007721C5">
      <w:pPr>
        <w:pStyle w:val="a0"/>
      </w:pPr>
      <w:r w:rsidRPr="00841A27">
        <w:t>настройки проверки критических областей компьютера в качестве отдельной задачи</w:t>
      </w:r>
      <w:r>
        <w:t>;</w:t>
      </w:r>
    </w:p>
    <w:p w:rsidR="00652268" w:rsidRPr="00215FD0" w:rsidRDefault="00652268" w:rsidP="007721C5">
      <w:pPr>
        <w:pStyle w:val="a0"/>
      </w:pPr>
      <w:r w:rsidRPr="00427BA1">
        <w:rPr>
          <w:rFonts w:cs="Arial"/>
        </w:rPr>
        <w:t>технологии самозащиты приложения</w:t>
      </w:r>
      <w:r w:rsidRPr="00427BA1">
        <w:rPr>
          <w:rFonts w:cs="Arial+1"/>
        </w:rPr>
        <w:t xml:space="preserve">, </w:t>
      </w:r>
      <w:r w:rsidRPr="00427BA1">
        <w:rPr>
          <w:rFonts w:cs="Arial"/>
        </w:rPr>
        <w:t>защиты от удаленного несанкционированного управления сервисом приложения</w:t>
      </w:r>
      <w:r w:rsidRPr="00427BA1">
        <w:rPr>
          <w:rFonts w:cs="Arial+1"/>
        </w:rPr>
        <w:t xml:space="preserve">, </w:t>
      </w:r>
      <w:r w:rsidRPr="00427BA1">
        <w:rPr>
          <w:rFonts w:cs="Arial"/>
        </w:rPr>
        <w:t>а также защиты доступа к параметрам приложения с помощью пароля,</w:t>
      </w:r>
      <w:r w:rsidRPr="00427BA1">
        <w:rPr>
          <w:rFonts w:cs="Arial+1"/>
        </w:rPr>
        <w:t xml:space="preserve"> </w:t>
      </w:r>
      <w:r w:rsidRPr="00427BA1">
        <w:rPr>
          <w:rFonts w:cs="Arial"/>
        </w:rPr>
        <w:t>позволяющих избежать отключения защиты со стороны вредоносных программ</w:t>
      </w:r>
      <w:r w:rsidRPr="00427BA1">
        <w:rPr>
          <w:rFonts w:cs="Arial+1"/>
        </w:rPr>
        <w:t xml:space="preserve">, </w:t>
      </w:r>
      <w:r w:rsidRPr="00427BA1">
        <w:rPr>
          <w:rFonts w:cs="Arial"/>
        </w:rPr>
        <w:t>злоумышленников или неквалифицированных пользователей</w:t>
      </w:r>
      <w:r w:rsidRPr="00215FD0">
        <w:rPr>
          <w:rFonts w:cs="Arial+1"/>
        </w:rPr>
        <w:t>;</w:t>
      </w:r>
    </w:p>
    <w:p w:rsidR="00652268" w:rsidRPr="00DF786C" w:rsidRDefault="00652268" w:rsidP="007721C5">
      <w:pPr>
        <w:pStyle w:val="a0"/>
      </w:pPr>
      <w:r>
        <w:t>возможность устанавливать не все, а только выбранные компоненты антивирусной</w:t>
      </w:r>
      <w:r w:rsidRPr="00854AC4">
        <w:t xml:space="preserve"> </w:t>
      </w:r>
      <w:r>
        <w:t>защиты</w:t>
      </w:r>
      <w:r w:rsidRPr="00DF786C">
        <w:t>;</w:t>
      </w:r>
    </w:p>
    <w:p w:rsidR="00652268" w:rsidRPr="001C6D77" w:rsidRDefault="00652268" w:rsidP="007721C5">
      <w:pPr>
        <w:pStyle w:val="a0"/>
      </w:pPr>
      <w:r>
        <w:t>централизованно управляться с помощью единой системы управления.</w:t>
      </w:r>
    </w:p>
    <w:p w:rsidR="00652268" w:rsidRPr="00A404BA" w:rsidRDefault="00652268" w:rsidP="00D45A78">
      <w:pPr>
        <w:pStyle w:val="Heading1"/>
        <w:rPr>
          <w:sz w:val="28"/>
          <w:szCs w:val="28"/>
        </w:rPr>
      </w:pPr>
      <w:bookmarkStart w:id="4" w:name="_Toc308434158"/>
      <w:r w:rsidRPr="00A404BA">
        <w:rPr>
          <w:sz w:val="28"/>
          <w:szCs w:val="28"/>
        </w:rPr>
        <w:t>Требования к программным средствам антивирусной защиты серверов под управлением ОС семейства Microsoft Windows</w:t>
      </w:r>
      <w:bookmarkEnd w:id="4"/>
    </w:p>
    <w:p w:rsidR="00652268" w:rsidRDefault="00652268" w:rsidP="00D45A78">
      <w:pPr>
        <w:spacing w:before="120" w:after="120"/>
      </w:pPr>
      <w:r w:rsidRPr="00841A27">
        <w:t xml:space="preserve">Программные средства антивирусной защиты систем </w:t>
      </w:r>
      <w:r>
        <w:t>серверов</w:t>
      </w:r>
      <w:r w:rsidRPr="00841A27">
        <w:t xml:space="preserve"> под управлением </w:t>
      </w:r>
      <w:r>
        <w:t xml:space="preserve">семейства </w:t>
      </w:r>
      <w:r w:rsidRPr="00841A27">
        <w:t xml:space="preserve">ОС </w:t>
      </w:r>
      <w:r w:rsidRPr="004C1565">
        <w:rPr>
          <w:lang w:val="en-US"/>
        </w:rPr>
        <w:t>Microsoft</w:t>
      </w:r>
      <w:r w:rsidRPr="004C1565">
        <w:t xml:space="preserve"> </w:t>
      </w:r>
      <w:r w:rsidRPr="004C1565">
        <w:rPr>
          <w:lang w:val="en-US"/>
        </w:rPr>
        <w:t>Windows</w:t>
      </w:r>
      <w:r w:rsidRPr="004C1565">
        <w:t xml:space="preserve"> </w:t>
      </w:r>
      <w:r>
        <w:t>должны функционировать на следующих версиях ОС:</w:t>
      </w:r>
    </w:p>
    <w:p w:rsidR="00652268" w:rsidRPr="00714D76" w:rsidRDefault="00652268" w:rsidP="00714D76">
      <w:pPr>
        <w:pStyle w:val="a0"/>
        <w:rPr>
          <w:lang w:val="en-US"/>
        </w:rPr>
      </w:pPr>
      <w:r w:rsidRPr="00714D76">
        <w:rPr>
          <w:lang w:val="en-US"/>
        </w:rPr>
        <w:t>Windows 2000 Server/Advanced Server (Service Pack 4 Rollup1);</w:t>
      </w:r>
    </w:p>
    <w:p w:rsidR="00652268" w:rsidRPr="00714D76" w:rsidRDefault="00652268" w:rsidP="00714D76">
      <w:pPr>
        <w:pStyle w:val="a0"/>
        <w:rPr>
          <w:lang w:val="en-US"/>
        </w:rPr>
      </w:pPr>
      <w:r w:rsidRPr="00714D76">
        <w:rPr>
          <w:lang w:val="en-US"/>
        </w:rPr>
        <w:t>Windows Server 2003 Standard/Enterprise (Service Pack 2);</w:t>
      </w:r>
    </w:p>
    <w:p w:rsidR="00652268" w:rsidRPr="00714D76" w:rsidRDefault="00652268" w:rsidP="00714D76">
      <w:pPr>
        <w:pStyle w:val="a0"/>
        <w:rPr>
          <w:lang w:val="en-US"/>
        </w:rPr>
      </w:pPr>
      <w:r w:rsidRPr="00714D76">
        <w:rPr>
          <w:lang w:val="en-US"/>
        </w:rPr>
        <w:t>Windows Server 2003 x64 Standard/Enterprise (Service Pack 2);</w:t>
      </w:r>
    </w:p>
    <w:p w:rsidR="00652268" w:rsidRPr="00714D76" w:rsidRDefault="00652268" w:rsidP="00714D76">
      <w:pPr>
        <w:pStyle w:val="a0"/>
        <w:rPr>
          <w:lang w:val="en-US"/>
        </w:rPr>
      </w:pPr>
      <w:r w:rsidRPr="00714D76">
        <w:rPr>
          <w:lang w:val="en-US"/>
        </w:rPr>
        <w:t>Windows Server 2003 R2 Standard/Enterprise Edition (Service Pack 2);</w:t>
      </w:r>
    </w:p>
    <w:p w:rsidR="00652268" w:rsidRPr="00714D76" w:rsidRDefault="00652268" w:rsidP="00714D76">
      <w:pPr>
        <w:pStyle w:val="a0"/>
        <w:rPr>
          <w:lang w:val="en-US"/>
        </w:rPr>
      </w:pPr>
      <w:r w:rsidRPr="00714D76">
        <w:rPr>
          <w:lang w:val="en-US"/>
        </w:rPr>
        <w:t>Windows Server 2003 R2 x64 Standard/Enterprise Edition (Service Pack 2);</w:t>
      </w:r>
    </w:p>
    <w:p w:rsidR="00652268" w:rsidRPr="00714D76" w:rsidRDefault="00652268" w:rsidP="00714D76">
      <w:pPr>
        <w:pStyle w:val="a0"/>
        <w:rPr>
          <w:lang w:val="en-US"/>
        </w:rPr>
      </w:pPr>
      <w:r w:rsidRPr="00714D76">
        <w:rPr>
          <w:lang w:val="en-US"/>
        </w:rPr>
        <w:t>Windows Server 2008 Standard/Enterprise (Service Pack 1 или выше);</w:t>
      </w:r>
    </w:p>
    <w:p w:rsidR="00652268" w:rsidRPr="00714D76" w:rsidRDefault="00652268" w:rsidP="00714D76">
      <w:pPr>
        <w:pStyle w:val="a0"/>
        <w:rPr>
          <w:lang w:val="en-US"/>
        </w:rPr>
      </w:pPr>
      <w:r w:rsidRPr="00714D76">
        <w:rPr>
          <w:lang w:val="en-US"/>
        </w:rPr>
        <w:t>Windows Server 2008 x64 Standard/Enterprise (Service Pack 1 или выше);</w:t>
      </w:r>
    </w:p>
    <w:p w:rsidR="00652268" w:rsidRPr="00714D76" w:rsidRDefault="00652268" w:rsidP="00714D76">
      <w:pPr>
        <w:pStyle w:val="a0"/>
        <w:rPr>
          <w:lang w:val="en-US"/>
        </w:rPr>
      </w:pPr>
      <w:r w:rsidRPr="00714D76">
        <w:rPr>
          <w:lang w:val="en-US"/>
        </w:rPr>
        <w:t>Windows Server 2008 R2 x64 Standard/Enterprise.</w:t>
      </w:r>
    </w:p>
    <w:p w:rsidR="00652268" w:rsidRPr="00841A27" w:rsidRDefault="00652268" w:rsidP="007721C5">
      <w:pPr>
        <w:spacing w:before="120" w:after="120"/>
      </w:pPr>
      <w:r w:rsidRPr="00841A27">
        <w:t xml:space="preserve">Программные средства антивирусной защиты файловых систем серверов под управлением </w:t>
      </w:r>
      <w:r>
        <w:t xml:space="preserve">семейства </w:t>
      </w:r>
      <w:r w:rsidRPr="00841A27">
        <w:t xml:space="preserve">ОС </w:t>
      </w:r>
      <w:r w:rsidRPr="00841A27">
        <w:rPr>
          <w:lang w:val="en-US"/>
        </w:rPr>
        <w:t>Microsoft</w:t>
      </w:r>
      <w:r w:rsidRPr="00841A27">
        <w:t xml:space="preserve"> </w:t>
      </w:r>
      <w:r w:rsidRPr="00841A27">
        <w:rPr>
          <w:lang w:val="en-US"/>
        </w:rPr>
        <w:t>Windows</w:t>
      </w:r>
      <w:r w:rsidRPr="00841A27">
        <w:t xml:space="preserve"> должны обеспечивать реализацию следующих функциональных возможностей:</w:t>
      </w:r>
    </w:p>
    <w:p w:rsidR="00652268" w:rsidRDefault="00652268" w:rsidP="007721C5">
      <w:pPr>
        <w:pStyle w:val="a0"/>
      </w:pPr>
      <w:r w:rsidRPr="00841A27">
        <w:t>резидентный антивирусный мониторинг;</w:t>
      </w:r>
    </w:p>
    <w:p w:rsidR="00652268" w:rsidRDefault="00652268" w:rsidP="007721C5">
      <w:pPr>
        <w:pStyle w:val="a0"/>
      </w:pPr>
      <w:r w:rsidRPr="007650E4">
        <w:t>эвристический анализатор</w:t>
      </w:r>
      <w:r>
        <w:t>,</w:t>
      </w:r>
      <w:r w:rsidRPr="007650E4">
        <w:t xml:space="preserve"> позволяющий более эффективно распознавать и блокировать ранее неиз</w:t>
      </w:r>
      <w:r>
        <w:t xml:space="preserve">вестные вредоносные программы; </w:t>
      </w:r>
    </w:p>
    <w:p w:rsidR="00652268" w:rsidRPr="00775E9D" w:rsidRDefault="00652268" w:rsidP="007721C5">
      <w:pPr>
        <w:pStyle w:val="a0"/>
      </w:pPr>
      <w:r w:rsidRPr="00775E9D">
        <w:t>программные средства защиты от сетевых атак;</w:t>
      </w:r>
    </w:p>
    <w:p w:rsidR="00652268" w:rsidRPr="00775E9D" w:rsidRDefault="00652268" w:rsidP="007721C5">
      <w:pPr>
        <w:pStyle w:val="a0"/>
      </w:pPr>
      <w:r w:rsidRPr="00775E9D">
        <w:t>защиту от хакерских атак, путем использования межсетевого экрана с  системой обнаружения и предотвращения вторжений (</w:t>
      </w:r>
      <w:r w:rsidRPr="00775E9D">
        <w:rPr>
          <w:lang w:val="en-US"/>
        </w:rPr>
        <w:t>IDS</w:t>
      </w:r>
      <w:r w:rsidRPr="00775E9D">
        <w:t>/</w:t>
      </w:r>
      <w:r w:rsidRPr="00775E9D">
        <w:rPr>
          <w:lang w:val="en-US"/>
        </w:rPr>
        <w:t>IPS</w:t>
      </w:r>
      <w:r w:rsidRPr="00775E9D">
        <w:t>) и правилами сетевой активности для наиболее популярных приложений при работе в вычислительных сетях любого типа;</w:t>
      </w:r>
    </w:p>
    <w:p w:rsidR="00652268" w:rsidRPr="00775E9D" w:rsidRDefault="00652268" w:rsidP="007721C5">
      <w:pPr>
        <w:pStyle w:val="a0"/>
      </w:pPr>
      <w:r w:rsidRPr="00775E9D">
        <w:t>облачная защита от новых угроз, позволяющая приложению в режиме реального времени обращаться к специальным сайтам производителя, для получения вердикта по запускаемой программе или файлу;</w:t>
      </w:r>
    </w:p>
    <w:p w:rsidR="00652268" w:rsidRPr="00841A27" w:rsidRDefault="00652268" w:rsidP="007721C5">
      <w:pPr>
        <w:pStyle w:val="a0"/>
      </w:pPr>
      <w:r>
        <w:t>обнаружение скрытых процессов</w:t>
      </w:r>
      <w:r>
        <w:rPr>
          <w:lang w:val="en-US"/>
        </w:rPr>
        <w:t>;</w:t>
      </w:r>
    </w:p>
    <w:p w:rsidR="00652268" w:rsidRPr="00841A27" w:rsidRDefault="00652268" w:rsidP="007721C5">
      <w:pPr>
        <w:pStyle w:val="a0"/>
      </w:pPr>
      <w:r w:rsidRPr="00841A27">
        <w:t>антивирусное сканирование по команде пользователя или администратора и по расписанию;</w:t>
      </w:r>
    </w:p>
    <w:p w:rsidR="00652268" w:rsidRPr="000E445E" w:rsidRDefault="00652268" w:rsidP="007721C5">
      <w:pPr>
        <w:pStyle w:val="a0"/>
      </w:pPr>
      <w:r>
        <w:t xml:space="preserve">антивирусную проверку и лечение файлов, упакованных программами типа </w:t>
      </w:r>
      <w:r>
        <w:rPr>
          <w:lang w:val="en-US"/>
        </w:rPr>
        <w:t>PKLITE</w:t>
      </w:r>
      <w:r>
        <w:t xml:space="preserve">, </w:t>
      </w:r>
      <w:r>
        <w:rPr>
          <w:lang w:val="en-US"/>
        </w:rPr>
        <w:t>LZEXE</w:t>
      </w:r>
      <w:r w:rsidRPr="00617CF8">
        <w:t xml:space="preserve">, </w:t>
      </w:r>
      <w:r>
        <w:rPr>
          <w:lang w:val="en-US"/>
        </w:rPr>
        <w:t>DIET</w:t>
      </w:r>
      <w:r w:rsidRPr="00617CF8">
        <w:t xml:space="preserve">, </w:t>
      </w:r>
      <w:r>
        <w:rPr>
          <w:lang w:val="en-US"/>
        </w:rPr>
        <w:t>EXEPACK</w:t>
      </w:r>
      <w:r>
        <w:t xml:space="preserve"> и пр.</w:t>
      </w:r>
      <w:r w:rsidRPr="000E445E">
        <w:t>;</w:t>
      </w:r>
    </w:p>
    <w:p w:rsidR="00652268" w:rsidRDefault="00652268" w:rsidP="007721C5">
      <w:pPr>
        <w:pStyle w:val="a0"/>
      </w:pPr>
      <w:r>
        <w:t xml:space="preserve">антивирусную проверку и лечение файлов в архивах форматов </w:t>
      </w:r>
      <w:r>
        <w:rPr>
          <w:lang w:val="en-US"/>
        </w:rPr>
        <w:t>RAR</w:t>
      </w:r>
      <w:r w:rsidRPr="000E445E">
        <w:t xml:space="preserve">, </w:t>
      </w:r>
      <w:r>
        <w:rPr>
          <w:lang w:val="en-US"/>
        </w:rPr>
        <w:t>ARJ</w:t>
      </w:r>
      <w:r w:rsidRPr="000E445E">
        <w:t xml:space="preserve">, </w:t>
      </w:r>
      <w:r>
        <w:rPr>
          <w:lang w:val="en-US"/>
        </w:rPr>
        <w:t>ZIP</w:t>
      </w:r>
      <w:r w:rsidRPr="000E445E">
        <w:t xml:space="preserve">, </w:t>
      </w:r>
      <w:r>
        <w:rPr>
          <w:lang w:val="en-US"/>
        </w:rPr>
        <w:t>CAB</w:t>
      </w:r>
      <w:r w:rsidRPr="000E445E">
        <w:t xml:space="preserve">, </w:t>
      </w:r>
      <w:r>
        <w:rPr>
          <w:lang w:val="en-US"/>
        </w:rPr>
        <w:t>LHA</w:t>
      </w:r>
      <w:r w:rsidRPr="000E445E">
        <w:t xml:space="preserve">, </w:t>
      </w:r>
      <w:r>
        <w:rPr>
          <w:lang w:val="en-US"/>
        </w:rPr>
        <w:t>JAR</w:t>
      </w:r>
      <w:r w:rsidRPr="000E445E">
        <w:t xml:space="preserve">, </w:t>
      </w:r>
      <w:r>
        <w:rPr>
          <w:lang w:val="en-US"/>
        </w:rPr>
        <w:t>ICE</w:t>
      </w:r>
      <w:r w:rsidRPr="000E445E">
        <w:t xml:space="preserve">, </w:t>
      </w:r>
      <w:r>
        <w:t>в том числе и защищенных паролем;</w:t>
      </w:r>
    </w:p>
    <w:p w:rsidR="00652268" w:rsidRPr="00841A27" w:rsidRDefault="00652268" w:rsidP="007721C5">
      <w:pPr>
        <w:pStyle w:val="a0"/>
      </w:pPr>
      <w:r w:rsidRPr="00841A27">
        <w:t xml:space="preserve">запуск </w:t>
      </w:r>
      <w:r>
        <w:t xml:space="preserve">задач </w:t>
      </w:r>
      <w:r w:rsidRPr="00841A27">
        <w:t>по расписанию и/или сразу посл</w:t>
      </w:r>
      <w:r>
        <w:t>е загрузки операционной системы;</w:t>
      </w:r>
    </w:p>
    <w:p w:rsidR="00652268" w:rsidRDefault="00652268" w:rsidP="007721C5">
      <w:pPr>
        <w:pStyle w:val="a0"/>
      </w:pPr>
      <w:r w:rsidRPr="00841A27">
        <w:t>защиту от еще не известных вредоносных программ</w:t>
      </w:r>
      <w:r>
        <w:t>, принадлежащих зарегистрированным семействам,</w:t>
      </w:r>
      <w:r w:rsidRPr="00841A27">
        <w:t xml:space="preserve"> на основе </w:t>
      </w:r>
      <w:r>
        <w:t xml:space="preserve">эвристического </w:t>
      </w:r>
      <w:r w:rsidRPr="00841A27">
        <w:t>анализа</w:t>
      </w:r>
      <w:r>
        <w:t>;</w:t>
      </w:r>
    </w:p>
    <w:p w:rsidR="00652268" w:rsidRPr="00031A52" w:rsidRDefault="00652268" w:rsidP="007721C5">
      <w:pPr>
        <w:pStyle w:val="a0"/>
      </w:pPr>
      <w:r w:rsidRPr="00031A52">
        <w:t>ускорения процесса сканирования за счет пропуска объектов, состояние которых со времени прошлой проверки не изменилось;</w:t>
      </w:r>
    </w:p>
    <w:p w:rsidR="00652268" w:rsidRPr="00841A27" w:rsidRDefault="00652268" w:rsidP="007721C5">
      <w:pPr>
        <w:pStyle w:val="a0"/>
      </w:pPr>
      <w:r w:rsidRPr="00841A27">
        <w:t xml:space="preserve">настройки проверки критических областей </w:t>
      </w:r>
      <w:r>
        <w:t>сервера в качестве отдельной задачи;</w:t>
      </w:r>
    </w:p>
    <w:p w:rsidR="00652268" w:rsidRDefault="00652268" w:rsidP="007721C5">
      <w:pPr>
        <w:pStyle w:val="a0"/>
      </w:pPr>
      <w:r>
        <w:t>регулировки распределения ресурсов сервера между антивирусом и другими приложениями в зависимости от приоритетности задач: возможность продолжать антивирусное сканирование в фоновом режиме</w:t>
      </w:r>
      <w:r w:rsidRPr="00990FA8">
        <w:t>;</w:t>
      </w:r>
    </w:p>
    <w:p w:rsidR="00652268" w:rsidRDefault="00652268" w:rsidP="007721C5">
      <w:pPr>
        <w:pStyle w:val="a0"/>
      </w:pPr>
      <w:r w:rsidRPr="00841A27">
        <w:t xml:space="preserve">наличием множественных путей уведомления администраторов о </w:t>
      </w:r>
      <w:r>
        <w:t xml:space="preserve">важных </w:t>
      </w:r>
      <w:r w:rsidRPr="00841A27">
        <w:t>произошедших событиях (почтовое сообщение, звуковое оповещение, всплывающее</w:t>
      </w:r>
      <w:r>
        <w:t xml:space="preserve"> окно, запись в журнал событий);</w:t>
      </w:r>
    </w:p>
    <w:p w:rsidR="00652268" w:rsidRPr="00DF786C" w:rsidRDefault="00652268" w:rsidP="007721C5">
      <w:pPr>
        <w:pStyle w:val="a0"/>
      </w:pPr>
      <w:r w:rsidRPr="00255B62">
        <w:rPr>
          <w:rFonts w:cs="Arial"/>
        </w:rPr>
        <w:t>технологи</w:t>
      </w:r>
      <w:r>
        <w:rPr>
          <w:rFonts w:cs="Arial"/>
        </w:rPr>
        <w:t>и</w:t>
      </w:r>
      <w:r w:rsidRPr="00255B62">
        <w:rPr>
          <w:rFonts w:cs="Arial"/>
        </w:rPr>
        <w:t xml:space="preserve"> самозащиты приложения</w:t>
      </w:r>
      <w:r w:rsidRPr="00255B62">
        <w:rPr>
          <w:rFonts w:cs="Arial+1"/>
        </w:rPr>
        <w:t xml:space="preserve">, </w:t>
      </w:r>
      <w:r w:rsidRPr="00255B62">
        <w:rPr>
          <w:rFonts w:cs="Arial"/>
        </w:rPr>
        <w:t>защиты от удаленного несанкционированного управления сервисом приложения</w:t>
      </w:r>
      <w:r w:rsidRPr="00255B62">
        <w:rPr>
          <w:rFonts w:cs="Arial+1"/>
        </w:rPr>
        <w:t xml:space="preserve">, </w:t>
      </w:r>
      <w:r w:rsidRPr="00255B62">
        <w:rPr>
          <w:rFonts w:cs="Arial"/>
        </w:rPr>
        <w:t>защита файлов приложения от несанкционированного доступа и изменения</w:t>
      </w:r>
      <w:r w:rsidRPr="00255B62">
        <w:rPr>
          <w:rFonts w:cs="Arial+1"/>
        </w:rPr>
        <w:t xml:space="preserve">, </w:t>
      </w:r>
      <w:r w:rsidRPr="00255B62">
        <w:rPr>
          <w:rFonts w:cs="Arial"/>
        </w:rPr>
        <w:t>а также защиты доступа к параметрам приложения с помощью пароля</w:t>
      </w:r>
      <w:r>
        <w:rPr>
          <w:rFonts w:cs="Arial"/>
        </w:rPr>
        <w:t>,</w:t>
      </w:r>
      <w:r w:rsidRPr="00255B62">
        <w:rPr>
          <w:rFonts w:cs="Arial"/>
        </w:rPr>
        <w:t xml:space="preserve"> позволя</w:t>
      </w:r>
      <w:r>
        <w:rPr>
          <w:rFonts w:cs="Arial"/>
        </w:rPr>
        <w:t>ющими</w:t>
      </w:r>
      <w:r w:rsidRPr="00255B62">
        <w:rPr>
          <w:rFonts w:cs="Arial"/>
        </w:rPr>
        <w:t xml:space="preserve"> избежать отключения защиты со стороны вредоносных программ</w:t>
      </w:r>
      <w:r w:rsidRPr="00255B62">
        <w:rPr>
          <w:rFonts w:cs="Arial+1"/>
        </w:rPr>
        <w:t xml:space="preserve">, </w:t>
      </w:r>
      <w:r w:rsidRPr="00255B62">
        <w:rPr>
          <w:rFonts w:cs="Arial"/>
        </w:rPr>
        <w:t>злоумышленников или неквалифицированных пользователей</w:t>
      </w:r>
      <w:r w:rsidRPr="00DF786C">
        <w:rPr>
          <w:rFonts w:cs="Arial+1"/>
        </w:rPr>
        <w:t>;</w:t>
      </w:r>
    </w:p>
    <w:p w:rsidR="00652268" w:rsidRPr="00255B62" w:rsidRDefault="00652268" w:rsidP="007721C5">
      <w:pPr>
        <w:pStyle w:val="a0"/>
      </w:pPr>
      <w:r>
        <w:t>централизованно управляться с помощью единой системы управления</w:t>
      </w:r>
      <w:r w:rsidRPr="00DF786C">
        <w:t>.</w:t>
      </w:r>
    </w:p>
    <w:p w:rsidR="00652268" w:rsidRPr="00A404BA" w:rsidRDefault="00652268" w:rsidP="00D44F30">
      <w:pPr>
        <w:pStyle w:val="Heading1"/>
        <w:rPr>
          <w:sz w:val="28"/>
          <w:szCs w:val="28"/>
        </w:rPr>
      </w:pPr>
      <w:bookmarkStart w:id="5" w:name="_Toc308434159"/>
      <w:r w:rsidRPr="00A404BA">
        <w:rPr>
          <w:sz w:val="28"/>
          <w:szCs w:val="28"/>
        </w:rPr>
        <w:t>Требования к программным средствам антивирусной защиты серверов масштаба предприятия под управлением ОС семейства Microsoft Windows и терминальных серверов</w:t>
      </w:r>
      <w:bookmarkEnd w:id="5"/>
    </w:p>
    <w:p w:rsidR="00652268" w:rsidRDefault="00652268" w:rsidP="00FE55C5">
      <w:pPr>
        <w:spacing w:before="120" w:after="120"/>
      </w:pPr>
      <w:r w:rsidRPr="00841A27">
        <w:t xml:space="preserve">Программные средства антивирусной защиты </w:t>
      </w:r>
      <w:r>
        <w:t>серверов</w:t>
      </w:r>
      <w:r w:rsidRPr="00841A27">
        <w:t xml:space="preserve"> </w:t>
      </w:r>
      <w:r>
        <w:t xml:space="preserve">масштаба предприятия </w:t>
      </w:r>
      <w:r w:rsidRPr="00841A27">
        <w:t xml:space="preserve">под управлением </w:t>
      </w:r>
      <w:r>
        <w:t xml:space="preserve">семейства </w:t>
      </w:r>
      <w:r w:rsidRPr="00841A27">
        <w:t xml:space="preserve">ОС </w:t>
      </w:r>
      <w:r w:rsidRPr="004C1565">
        <w:rPr>
          <w:lang w:val="en-US"/>
        </w:rPr>
        <w:t>Microsoft</w:t>
      </w:r>
      <w:r w:rsidRPr="004C1565">
        <w:t xml:space="preserve"> </w:t>
      </w:r>
      <w:r w:rsidRPr="004C1565">
        <w:rPr>
          <w:lang w:val="en-US"/>
        </w:rPr>
        <w:t>Windows</w:t>
      </w:r>
      <w:r w:rsidRPr="004C1565">
        <w:t xml:space="preserve"> </w:t>
      </w:r>
      <w:r>
        <w:t>и терминальных серверов должны функционировать на следующих версиях ОС:</w:t>
      </w:r>
    </w:p>
    <w:p w:rsidR="00652268" w:rsidRPr="00D45414" w:rsidRDefault="00652268" w:rsidP="001A1D3B">
      <w:pPr>
        <w:pStyle w:val="a0"/>
        <w:rPr>
          <w:lang w:val="en-US"/>
        </w:rPr>
      </w:pPr>
      <w:r w:rsidRPr="00D45414">
        <w:rPr>
          <w:lang w:val="en-US"/>
        </w:rPr>
        <w:t>32-</w:t>
      </w:r>
      <w:r w:rsidRPr="00D45414">
        <w:t>битные</w:t>
      </w:r>
      <w:r w:rsidRPr="00D45414">
        <w:rPr>
          <w:lang w:val="en-US"/>
        </w:rPr>
        <w:t xml:space="preserve"> </w:t>
      </w:r>
      <w:r w:rsidRPr="00D45414">
        <w:t>платформы</w:t>
      </w:r>
      <w:r w:rsidRPr="00D45414">
        <w:rPr>
          <w:lang w:val="en-US"/>
        </w:rPr>
        <w:t>:</w:t>
      </w:r>
    </w:p>
    <w:p w:rsidR="00652268" w:rsidRPr="0022362A" w:rsidRDefault="00652268" w:rsidP="001A1D3B">
      <w:pPr>
        <w:pStyle w:val="a"/>
      </w:pPr>
      <w:r w:rsidRPr="00DC2965">
        <w:rPr>
          <w:lang w:val="en-US"/>
        </w:rPr>
        <w:t>Microsoft</w:t>
      </w:r>
      <w:r w:rsidRPr="00B83D77">
        <w:t xml:space="preserve"> </w:t>
      </w:r>
      <w:r w:rsidRPr="00DC2965">
        <w:rPr>
          <w:lang w:val="en-US"/>
        </w:rPr>
        <w:t>Windows</w:t>
      </w:r>
      <w:r w:rsidRPr="00B83D77">
        <w:t xml:space="preserve"> </w:t>
      </w:r>
      <w:r w:rsidRPr="0022362A">
        <w:t xml:space="preserve">2000 </w:t>
      </w:r>
      <w:r w:rsidRPr="00DC2965">
        <w:rPr>
          <w:lang w:val="en-US"/>
        </w:rPr>
        <w:t>Server</w:t>
      </w:r>
      <w:r w:rsidRPr="0022362A">
        <w:t xml:space="preserve"> с накопительным пакетом обновлений 1 к пакету обновлений 4 (</w:t>
      </w:r>
      <w:r w:rsidRPr="00DC2965">
        <w:rPr>
          <w:lang w:val="en-US"/>
        </w:rPr>
        <w:t>Service</w:t>
      </w:r>
      <w:r w:rsidRPr="00B83D77">
        <w:t xml:space="preserve"> </w:t>
      </w:r>
      <w:r w:rsidRPr="00DC2965">
        <w:rPr>
          <w:lang w:val="en-US"/>
        </w:rPr>
        <w:t>Pack</w:t>
      </w:r>
      <w:r w:rsidRPr="00B83D77">
        <w:t xml:space="preserve"> </w:t>
      </w:r>
      <w:r w:rsidRPr="0022362A">
        <w:t xml:space="preserve">4 + </w:t>
      </w:r>
      <w:r w:rsidRPr="00DC2965">
        <w:rPr>
          <w:lang w:val="en-US"/>
        </w:rPr>
        <w:t>Rollup</w:t>
      </w:r>
      <w:r w:rsidRPr="0022362A">
        <w:t xml:space="preserve"> 1);</w:t>
      </w:r>
    </w:p>
    <w:p w:rsidR="00652268" w:rsidRPr="0022362A" w:rsidRDefault="00652268" w:rsidP="001A1D3B">
      <w:pPr>
        <w:pStyle w:val="a"/>
      </w:pPr>
      <w:r w:rsidRPr="00DC2965">
        <w:rPr>
          <w:lang w:val="en-US"/>
        </w:rPr>
        <w:t>Microsoft</w:t>
      </w:r>
      <w:r w:rsidRPr="00B83D77">
        <w:t xml:space="preserve"> </w:t>
      </w:r>
      <w:r w:rsidRPr="00DC2965">
        <w:rPr>
          <w:lang w:val="en-US"/>
        </w:rPr>
        <w:t>Windows</w:t>
      </w:r>
      <w:r w:rsidRPr="00B83D77">
        <w:t xml:space="preserve"> </w:t>
      </w:r>
      <w:r w:rsidRPr="0022362A">
        <w:t xml:space="preserve">2000 </w:t>
      </w:r>
      <w:r w:rsidRPr="00DC2965">
        <w:rPr>
          <w:lang w:val="en-US"/>
        </w:rPr>
        <w:t>Advanced</w:t>
      </w:r>
      <w:r w:rsidRPr="00B83D77">
        <w:t xml:space="preserve"> </w:t>
      </w:r>
      <w:r w:rsidRPr="00DC2965">
        <w:rPr>
          <w:lang w:val="en-US"/>
        </w:rPr>
        <w:t>Server</w:t>
      </w:r>
      <w:r w:rsidRPr="00B83D77">
        <w:t xml:space="preserve"> </w:t>
      </w:r>
      <w:r w:rsidRPr="0022362A">
        <w:t>с накопительным пакетом обновлений 1 к пакету обновлений 4 (</w:t>
      </w:r>
      <w:r w:rsidRPr="00DC2965">
        <w:rPr>
          <w:lang w:val="en-US"/>
        </w:rPr>
        <w:t>Service</w:t>
      </w:r>
      <w:r w:rsidRPr="00B83D77">
        <w:t xml:space="preserve"> </w:t>
      </w:r>
      <w:r w:rsidRPr="00DC2965">
        <w:rPr>
          <w:lang w:val="en-US"/>
        </w:rPr>
        <w:t>Pack</w:t>
      </w:r>
      <w:r w:rsidRPr="00B83D77">
        <w:t xml:space="preserve"> </w:t>
      </w:r>
      <w:r w:rsidRPr="0022362A">
        <w:t xml:space="preserve">4 + </w:t>
      </w:r>
      <w:r w:rsidRPr="00DC2965">
        <w:rPr>
          <w:lang w:val="en-US"/>
        </w:rPr>
        <w:t>Rollup</w:t>
      </w:r>
      <w:r w:rsidRPr="0022362A">
        <w:t xml:space="preserve"> 1);</w:t>
      </w:r>
    </w:p>
    <w:p w:rsidR="00652268" w:rsidRPr="0022362A" w:rsidRDefault="00652268" w:rsidP="001A1D3B">
      <w:pPr>
        <w:pStyle w:val="a"/>
        <w:rPr>
          <w:lang w:val="en-US"/>
        </w:rPr>
      </w:pPr>
      <w:r w:rsidRPr="0022362A">
        <w:rPr>
          <w:lang w:val="en-US"/>
        </w:rPr>
        <w:t xml:space="preserve">Microsoft Windows Server 2003 Standard Edition </w:t>
      </w:r>
      <w:r w:rsidRPr="0022362A">
        <w:t>с</w:t>
      </w:r>
      <w:r w:rsidRPr="0022362A">
        <w:rPr>
          <w:lang w:val="en-US"/>
        </w:rPr>
        <w:t xml:space="preserve"> </w:t>
      </w:r>
      <w:r w:rsidRPr="0022362A">
        <w:t>пакетом</w:t>
      </w:r>
      <w:r w:rsidRPr="0022362A">
        <w:rPr>
          <w:lang w:val="en-US"/>
        </w:rPr>
        <w:t xml:space="preserve"> </w:t>
      </w:r>
      <w:r w:rsidRPr="0022362A">
        <w:t>обновлений</w:t>
      </w:r>
      <w:r w:rsidRPr="0022362A">
        <w:rPr>
          <w:lang w:val="en-US"/>
        </w:rPr>
        <w:t xml:space="preserve"> 1 </w:t>
      </w:r>
      <w:r w:rsidRPr="0022362A">
        <w:t>или</w:t>
      </w:r>
      <w:r w:rsidRPr="0022362A">
        <w:rPr>
          <w:lang w:val="en-US"/>
        </w:rPr>
        <w:t xml:space="preserve"> </w:t>
      </w:r>
      <w:r w:rsidRPr="0022362A">
        <w:t>выше</w:t>
      </w:r>
      <w:r w:rsidRPr="0022362A">
        <w:rPr>
          <w:lang w:val="en-US"/>
        </w:rPr>
        <w:t>;</w:t>
      </w:r>
    </w:p>
    <w:p w:rsidR="00652268" w:rsidRPr="0022362A" w:rsidRDefault="00652268" w:rsidP="001A1D3B">
      <w:pPr>
        <w:pStyle w:val="a"/>
        <w:rPr>
          <w:lang w:val="en-US"/>
        </w:rPr>
      </w:pPr>
      <w:r w:rsidRPr="0022362A">
        <w:rPr>
          <w:lang w:val="en-US"/>
        </w:rPr>
        <w:t xml:space="preserve">Microsoft Windows Server 2003 Enterprise Edition </w:t>
      </w:r>
      <w:r w:rsidRPr="0022362A">
        <w:t>с</w:t>
      </w:r>
      <w:r w:rsidRPr="0022362A">
        <w:rPr>
          <w:lang w:val="en-US"/>
        </w:rPr>
        <w:t xml:space="preserve"> </w:t>
      </w:r>
      <w:r w:rsidRPr="0022362A">
        <w:t>пакетом</w:t>
      </w:r>
      <w:r w:rsidRPr="0022362A">
        <w:rPr>
          <w:lang w:val="en-US"/>
        </w:rPr>
        <w:t xml:space="preserve"> </w:t>
      </w:r>
      <w:r w:rsidRPr="0022362A">
        <w:t>обновлений</w:t>
      </w:r>
      <w:r w:rsidRPr="0022362A">
        <w:rPr>
          <w:lang w:val="en-US"/>
        </w:rPr>
        <w:t xml:space="preserve"> 1 </w:t>
      </w:r>
      <w:r w:rsidRPr="0022362A">
        <w:t>или</w:t>
      </w:r>
      <w:r w:rsidRPr="0022362A">
        <w:rPr>
          <w:lang w:val="en-US"/>
        </w:rPr>
        <w:t xml:space="preserve"> </w:t>
      </w:r>
      <w:r w:rsidRPr="0022362A">
        <w:t>выше</w:t>
      </w:r>
      <w:r w:rsidRPr="0022362A">
        <w:rPr>
          <w:lang w:val="en-US"/>
        </w:rPr>
        <w:t>;</w:t>
      </w:r>
    </w:p>
    <w:p w:rsidR="00652268" w:rsidRPr="0022362A" w:rsidRDefault="00652268" w:rsidP="001A1D3B">
      <w:pPr>
        <w:pStyle w:val="a"/>
        <w:rPr>
          <w:lang w:val="en-US"/>
        </w:rPr>
      </w:pPr>
      <w:r w:rsidRPr="0022362A">
        <w:rPr>
          <w:lang w:val="en-US"/>
        </w:rPr>
        <w:t xml:space="preserve">Microsoft Windows Server 2003 R2 Standard Edition </w:t>
      </w:r>
      <w:r w:rsidRPr="0022362A">
        <w:t>и</w:t>
      </w:r>
      <w:r w:rsidRPr="0022362A">
        <w:rPr>
          <w:lang w:val="en-US"/>
        </w:rPr>
        <w:t xml:space="preserve"> </w:t>
      </w:r>
      <w:r w:rsidRPr="0022362A">
        <w:t>выше</w:t>
      </w:r>
      <w:r w:rsidRPr="0022362A">
        <w:rPr>
          <w:lang w:val="en-US"/>
        </w:rPr>
        <w:t>;</w:t>
      </w:r>
    </w:p>
    <w:p w:rsidR="00652268" w:rsidRPr="0022362A" w:rsidRDefault="00652268" w:rsidP="001A1D3B">
      <w:pPr>
        <w:pStyle w:val="a"/>
        <w:rPr>
          <w:lang w:val="en-US"/>
        </w:rPr>
      </w:pPr>
      <w:r w:rsidRPr="0022362A">
        <w:rPr>
          <w:lang w:val="en-US"/>
        </w:rPr>
        <w:t xml:space="preserve">Microsoft Windows Server 2003 R2 Enterprise Edition </w:t>
      </w:r>
      <w:r w:rsidRPr="0022362A">
        <w:t>и</w:t>
      </w:r>
      <w:r w:rsidRPr="0022362A">
        <w:rPr>
          <w:lang w:val="en-US"/>
        </w:rPr>
        <w:t xml:space="preserve"> </w:t>
      </w:r>
      <w:r w:rsidRPr="0022362A">
        <w:t>выше</w:t>
      </w:r>
      <w:r w:rsidRPr="0022362A">
        <w:rPr>
          <w:lang w:val="en-US"/>
        </w:rPr>
        <w:t>;</w:t>
      </w:r>
    </w:p>
    <w:p w:rsidR="00652268" w:rsidRPr="00391DB2" w:rsidRDefault="00652268" w:rsidP="00391DB2">
      <w:pPr>
        <w:pStyle w:val="a"/>
        <w:rPr>
          <w:lang w:val="en-US"/>
        </w:rPr>
      </w:pPr>
      <w:r w:rsidRPr="00391DB2">
        <w:rPr>
          <w:lang w:val="en-US"/>
        </w:rPr>
        <w:t>Microsoft Windows Server 2008 Standard Edition;</w:t>
      </w:r>
    </w:p>
    <w:p w:rsidR="00652268" w:rsidRPr="00391DB2" w:rsidRDefault="00652268" w:rsidP="00391DB2">
      <w:pPr>
        <w:pStyle w:val="a"/>
        <w:rPr>
          <w:lang w:val="en-US"/>
        </w:rPr>
      </w:pPr>
      <w:r w:rsidRPr="00391DB2">
        <w:rPr>
          <w:lang w:val="en-US"/>
        </w:rPr>
        <w:t xml:space="preserve">Microsoft Windows Server 2008 </w:t>
      </w:r>
      <w:smartTag w:uri="urn:schemas-microsoft-com:office:smarttags" w:element="place">
        <w:smartTag w:uri="urn:schemas-microsoft-com:office:smarttags" w:element="City">
          <w:r w:rsidRPr="00391DB2">
            <w:rPr>
              <w:lang w:val="en-US"/>
            </w:rPr>
            <w:t>Enterprise</w:t>
          </w:r>
        </w:smartTag>
      </w:smartTag>
      <w:r w:rsidRPr="00391DB2">
        <w:rPr>
          <w:lang w:val="en-US"/>
        </w:rPr>
        <w:t xml:space="preserve"> Edition;</w:t>
      </w:r>
    </w:p>
    <w:p w:rsidR="00652268" w:rsidRPr="00391DB2" w:rsidRDefault="00652268" w:rsidP="00391DB2">
      <w:pPr>
        <w:pStyle w:val="a"/>
        <w:rPr>
          <w:lang w:val="en-US"/>
        </w:rPr>
      </w:pPr>
      <w:r w:rsidRPr="00391DB2">
        <w:rPr>
          <w:lang w:val="en-US"/>
        </w:rPr>
        <w:t xml:space="preserve">Microsoft Windows Server 2008 </w:t>
      </w:r>
      <w:smartTag w:uri="urn:schemas-microsoft-com:office:smarttags" w:element="place">
        <w:smartTag w:uri="urn:schemas-microsoft-com:office:smarttags" w:element="PlaceName">
          <w:r w:rsidRPr="00391DB2">
            <w:rPr>
              <w:lang w:val="en-US"/>
            </w:rPr>
            <w:t>Data</w:t>
          </w:r>
        </w:smartTag>
        <w:r w:rsidRPr="00391DB2">
          <w:rPr>
            <w:lang w:val="en-US"/>
          </w:rPr>
          <w:t xml:space="preserve"> </w:t>
        </w:r>
        <w:smartTag w:uri="urn:schemas-microsoft-com:office:smarttags" w:element="PlaceType">
          <w:r w:rsidRPr="00391DB2">
            <w:rPr>
              <w:lang w:val="en-US"/>
            </w:rPr>
            <w:t>Center</w:t>
          </w:r>
        </w:smartTag>
      </w:smartTag>
      <w:r w:rsidRPr="00391DB2">
        <w:rPr>
          <w:lang w:val="en-US"/>
        </w:rPr>
        <w:t xml:space="preserve"> Edition;</w:t>
      </w:r>
    </w:p>
    <w:p w:rsidR="00652268" w:rsidRPr="00391DB2" w:rsidRDefault="00652268" w:rsidP="00391DB2">
      <w:pPr>
        <w:pStyle w:val="a"/>
        <w:rPr>
          <w:lang w:val="en-US"/>
        </w:rPr>
      </w:pPr>
      <w:r w:rsidRPr="00391DB2">
        <w:rPr>
          <w:lang w:val="en-US"/>
        </w:rPr>
        <w:t>Microsoft Windows Server 2008 Core Standard Edition;</w:t>
      </w:r>
    </w:p>
    <w:p w:rsidR="00652268" w:rsidRPr="00391DB2" w:rsidRDefault="00652268" w:rsidP="00391DB2">
      <w:pPr>
        <w:pStyle w:val="a"/>
        <w:rPr>
          <w:lang w:val="en-US"/>
        </w:rPr>
      </w:pPr>
      <w:r w:rsidRPr="00391DB2">
        <w:rPr>
          <w:lang w:val="en-US"/>
        </w:rPr>
        <w:t xml:space="preserve">Microsoft Windows Server 2008 Core </w:t>
      </w:r>
      <w:smartTag w:uri="urn:schemas-microsoft-com:office:smarttags" w:element="place">
        <w:smartTag w:uri="urn:schemas-microsoft-com:office:smarttags" w:element="City">
          <w:r w:rsidRPr="00391DB2">
            <w:rPr>
              <w:lang w:val="en-US"/>
            </w:rPr>
            <w:t>Enterprise</w:t>
          </w:r>
        </w:smartTag>
      </w:smartTag>
      <w:r w:rsidRPr="00391DB2">
        <w:rPr>
          <w:lang w:val="en-US"/>
        </w:rPr>
        <w:t xml:space="preserve"> Edition;</w:t>
      </w:r>
    </w:p>
    <w:p w:rsidR="00652268" w:rsidRPr="0022362A" w:rsidRDefault="00652268" w:rsidP="00391DB2">
      <w:pPr>
        <w:pStyle w:val="a"/>
        <w:rPr>
          <w:lang w:val="en-US"/>
        </w:rPr>
      </w:pPr>
      <w:r w:rsidRPr="00391DB2">
        <w:rPr>
          <w:lang w:val="en-US"/>
        </w:rPr>
        <w:t xml:space="preserve">Microsoft Windows Server 2008 </w:t>
      </w:r>
      <w:smartTag w:uri="urn:schemas-microsoft-com:office:smarttags" w:element="place">
        <w:smartTag w:uri="urn:schemas-microsoft-com:office:smarttags" w:element="PlaceName">
          <w:r w:rsidRPr="00391DB2">
            <w:rPr>
              <w:lang w:val="en-US"/>
            </w:rPr>
            <w:t>Core</w:t>
          </w:r>
        </w:smartTag>
        <w:r w:rsidRPr="00391DB2">
          <w:rPr>
            <w:lang w:val="en-US"/>
          </w:rPr>
          <w:t xml:space="preserve"> </w:t>
        </w:r>
        <w:smartTag w:uri="urn:schemas-microsoft-com:office:smarttags" w:element="PlaceName">
          <w:r w:rsidRPr="00391DB2">
            <w:rPr>
              <w:lang w:val="en-US"/>
            </w:rPr>
            <w:t>Data</w:t>
          </w:r>
        </w:smartTag>
        <w:r w:rsidRPr="00391DB2">
          <w:rPr>
            <w:lang w:val="en-US"/>
          </w:rPr>
          <w:t xml:space="preserve"> </w:t>
        </w:r>
        <w:smartTag w:uri="urn:schemas-microsoft-com:office:smarttags" w:element="PlaceType">
          <w:r w:rsidRPr="00391DB2">
            <w:rPr>
              <w:lang w:val="en-US"/>
            </w:rPr>
            <w:t>Center</w:t>
          </w:r>
        </w:smartTag>
      </w:smartTag>
      <w:r w:rsidRPr="00391DB2">
        <w:rPr>
          <w:lang w:val="en-US"/>
        </w:rPr>
        <w:t xml:space="preserve"> Edition.</w:t>
      </w:r>
    </w:p>
    <w:p w:rsidR="00652268" w:rsidRPr="00D45414" w:rsidRDefault="00652268" w:rsidP="001A1D3B">
      <w:pPr>
        <w:pStyle w:val="a0"/>
        <w:rPr>
          <w:lang w:val="en-US"/>
        </w:rPr>
      </w:pPr>
      <w:r w:rsidRPr="00D45414">
        <w:rPr>
          <w:lang w:val="en-US"/>
        </w:rPr>
        <w:t>64-</w:t>
      </w:r>
      <w:r w:rsidRPr="00D45414">
        <w:t>битные</w:t>
      </w:r>
      <w:r w:rsidRPr="00D45414">
        <w:rPr>
          <w:lang w:val="en-US"/>
        </w:rPr>
        <w:t xml:space="preserve"> </w:t>
      </w:r>
      <w:r w:rsidRPr="00D45414">
        <w:t>платформы</w:t>
      </w:r>
      <w:r w:rsidRPr="00D45414">
        <w:rPr>
          <w:lang w:val="en-US"/>
        </w:rPr>
        <w:t>:</w:t>
      </w:r>
    </w:p>
    <w:p w:rsidR="00652268" w:rsidRPr="0022362A" w:rsidRDefault="00652268" w:rsidP="001A1D3B">
      <w:pPr>
        <w:pStyle w:val="a"/>
        <w:rPr>
          <w:lang w:val="en-US"/>
        </w:rPr>
      </w:pPr>
      <w:r w:rsidRPr="0022362A">
        <w:rPr>
          <w:lang w:val="en-US"/>
        </w:rPr>
        <w:t>Microsoft Windows Server 2003 x64 Standard Edition;</w:t>
      </w:r>
    </w:p>
    <w:p w:rsidR="00652268" w:rsidRPr="0022362A" w:rsidRDefault="00652268" w:rsidP="001A1D3B">
      <w:pPr>
        <w:pStyle w:val="a"/>
        <w:rPr>
          <w:lang w:val="en-US"/>
        </w:rPr>
      </w:pPr>
      <w:r w:rsidRPr="0022362A">
        <w:rPr>
          <w:lang w:val="en-US"/>
        </w:rPr>
        <w:t xml:space="preserve">Microsoft Windows Server 2003 x64 </w:t>
      </w:r>
      <w:smartTag w:uri="urn:schemas-microsoft-com:office:smarttags" w:element="place">
        <w:smartTag w:uri="urn:schemas-microsoft-com:office:smarttags" w:element="City">
          <w:r w:rsidRPr="0022362A">
            <w:rPr>
              <w:lang w:val="en-US"/>
            </w:rPr>
            <w:t>Enterprise</w:t>
          </w:r>
        </w:smartTag>
      </w:smartTag>
      <w:r w:rsidRPr="0022362A">
        <w:rPr>
          <w:lang w:val="en-US"/>
        </w:rPr>
        <w:t xml:space="preserve"> Edition;</w:t>
      </w:r>
    </w:p>
    <w:p w:rsidR="00652268" w:rsidRPr="0022362A" w:rsidRDefault="00652268" w:rsidP="001A1D3B">
      <w:pPr>
        <w:pStyle w:val="a"/>
        <w:rPr>
          <w:lang w:val="en-US"/>
        </w:rPr>
      </w:pPr>
      <w:r w:rsidRPr="0022362A">
        <w:rPr>
          <w:lang w:val="en-US"/>
        </w:rPr>
        <w:t>Microsoft Windows Server 2003 R2 Standard x64 Edition;</w:t>
      </w:r>
    </w:p>
    <w:p w:rsidR="00652268" w:rsidRPr="0022362A" w:rsidRDefault="00652268" w:rsidP="001A1D3B">
      <w:pPr>
        <w:pStyle w:val="a"/>
        <w:rPr>
          <w:lang w:val="en-US"/>
        </w:rPr>
      </w:pPr>
      <w:r w:rsidRPr="0022362A">
        <w:rPr>
          <w:lang w:val="en-US"/>
        </w:rPr>
        <w:t xml:space="preserve">Microsoft Windows Server 2003 R2 </w:t>
      </w:r>
      <w:smartTag w:uri="urn:schemas-microsoft-com:office:smarttags" w:element="place">
        <w:smartTag w:uri="urn:schemas-microsoft-com:office:smarttags" w:element="City">
          <w:r w:rsidRPr="0022362A">
            <w:rPr>
              <w:lang w:val="en-US"/>
            </w:rPr>
            <w:t>Enterprise</w:t>
          </w:r>
        </w:smartTag>
      </w:smartTag>
      <w:r w:rsidRPr="0022362A">
        <w:rPr>
          <w:lang w:val="en-US"/>
        </w:rPr>
        <w:t xml:space="preserve"> x64 Edition;</w:t>
      </w:r>
    </w:p>
    <w:p w:rsidR="00652268" w:rsidRPr="00022184" w:rsidRDefault="00652268" w:rsidP="001A1D3B">
      <w:pPr>
        <w:pStyle w:val="a"/>
        <w:rPr>
          <w:rFonts w:cs="Arial"/>
          <w:color w:val="000000"/>
          <w:lang w:val="en-US"/>
        </w:rPr>
      </w:pPr>
      <w:r w:rsidRPr="00022184">
        <w:rPr>
          <w:rFonts w:cs="Arial"/>
          <w:color w:val="000000"/>
          <w:lang w:val="en-US"/>
        </w:rPr>
        <w:t>Microsoft Windows Server 2008 x64 Standard Edition</w:t>
      </w:r>
      <w:r w:rsidRPr="00A97863">
        <w:rPr>
          <w:rFonts w:cs="Arial"/>
          <w:color w:val="000000"/>
          <w:lang w:val="en-US"/>
        </w:rPr>
        <w:t>;</w:t>
      </w:r>
    </w:p>
    <w:p w:rsidR="00652268" w:rsidRPr="00022184" w:rsidRDefault="00652268" w:rsidP="001A1D3B">
      <w:pPr>
        <w:pStyle w:val="a"/>
        <w:rPr>
          <w:rFonts w:cs="Arial"/>
          <w:color w:val="000000"/>
          <w:lang w:val="en-US"/>
        </w:rPr>
      </w:pPr>
      <w:r w:rsidRPr="00022184">
        <w:rPr>
          <w:rFonts w:cs="Arial"/>
          <w:color w:val="000000"/>
          <w:lang w:val="en-US"/>
        </w:rPr>
        <w:t xml:space="preserve">Microsoft Windows Server 2008 x64 </w:t>
      </w:r>
      <w:smartTag w:uri="urn:schemas-microsoft-com:office:smarttags" w:element="place">
        <w:smartTag w:uri="urn:schemas-microsoft-com:office:smarttags" w:element="City">
          <w:r w:rsidRPr="00022184">
            <w:rPr>
              <w:rFonts w:cs="Arial"/>
              <w:color w:val="000000"/>
              <w:lang w:val="en-US"/>
            </w:rPr>
            <w:t>Enterprise</w:t>
          </w:r>
        </w:smartTag>
      </w:smartTag>
      <w:r w:rsidRPr="00022184">
        <w:rPr>
          <w:rFonts w:cs="Arial"/>
          <w:color w:val="000000"/>
          <w:lang w:val="en-US"/>
        </w:rPr>
        <w:t xml:space="preserve"> Edition</w:t>
      </w:r>
      <w:r w:rsidRPr="00A97863">
        <w:rPr>
          <w:rFonts w:cs="Arial"/>
          <w:color w:val="000000"/>
          <w:lang w:val="en-US"/>
        </w:rPr>
        <w:t>;</w:t>
      </w:r>
    </w:p>
    <w:p w:rsidR="00652268" w:rsidRPr="00022184" w:rsidRDefault="00652268" w:rsidP="001A1D3B">
      <w:pPr>
        <w:pStyle w:val="a"/>
        <w:rPr>
          <w:rFonts w:cs="Arial"/>
          <w:color w:val="000000"/>
          <w:lang w:val="en-US"/>
        </w:rPr>
      </w:pPr>
      <w:r w:rsidRPr="00022184">
        <w:rPr>
          <w:rFonts w:cs="Arial"/>
          <w:color w:val="000000"/>
          <w:lang w:val="en-US"/>
        </w:rPr>
        <w:t xml:space="preserve">Microsoft Windows Server 2008 x64 </w:t>
      </w:r>
      <w:smartTag w:uri="urn:schemas-microsoft-com:office:smarttags" w:element="place">
        <w:smartTag w:uri="urn:schemas-microsoft-com:office:smarttags" w:element="PlaceName">
          <w:r w:rsidRPr="00022184">
            <w:rPr>
              <w:rFonts w:cs="Arial"/>
              <w:color w:val="000000"/>
              <w:lang w:val="en-US"/>
            </w:rPr>
            <w:t>D</w:t>
          </w:r>
          <w:r>
            <w:rPr>
              <w:rFonts w:cs="Arial"/>
              <w:color w:val="000000"/>
              <w:lang w:val="en-US"/>
            </w:rPr>
            <w:t>ata</w:t>
          </w:r>
        </w:smartTag>
        <w:r>
          <w:rPr>
            <w:rFonts w:cs="Arial"/>
            <w:color w:val="000000"/>
            <w:lang w:val="en-US"/>
          </w:rPr>
          <w:t xml:space="preserve"> </w:t>
        </w:r>
        <w:smartTag w:uri="urn:schemas-microsoft-com:office:smarttags" w:element="PlaceType">
          <w:r>
            <w:rPr>
              <w:rFonts w:cs="Arial"/>
              <w:color w:val="000000"/>
              <w:lang w:val="en-US"/>
            </w:rPr>
            <w:t>Center</w:t>
          </w:r>
        </w:smartTag>
      </w:smartTag>
      <w:r>
        <w:rPr>
          <w:rFonts w:cs="Arial"/>
          <w:color w:val="000000"/>
          <w:lang w:val="en-US"/>
        </w:rPr>
        <w:t xml:space="preserve"> Edition</w:t>
      </w:r>
      <w:r w:rsidRPr="00A97863">
        <w:rPr>
          <w:rFonts w:cs="Arial"/>
          <w:color w:val="000000"/>
          <w:lang w:val="en-US"/>
        </w:rPr>
        <w:t>;</w:t>
      </w:r>
    </w:p>
    <w:p w:rsidR="00652268" w:rsidRPr="00022184" w:rsidRDefault="00652268" w:rsidP="001A1D3B">
      <w:pPr>
        <w:pStyle w:val="a"/>
        <w:rPr>
          <w:rFonts w:cs="Arial"/>
          <w:color w:val="000000"/>
          <w:lang w:val="en-US"/>
        </w:rPr>
      </w:pPr>
      <w:r w:rsidRPr="00022184">
        <w:rPr>
          <w:rFonts w:cs="Arial"/>
          <w:color w:val="000000"/>
          <w:lang w:val="en-US"/>
        </w:rPr>
        <w:t>Microsoft Windows Server</w:t>
      </w:r>
      <w:r>
        <w:rPr>
          <w:rFonts w:cs="Arial"/>
          <w:color w:val="000000"/>
          <w:lang w:val="en-US"/>
        </w:rPr>
        <w:t xml:space="preserve"> 2008 Core x64 Standard Edition</w:t>
      </w:r>
      <w:r w:rsidRPr="00A97863">
        <w:rPr>
          <w:rFonts w:cs="Arial"/>
          <w:color w:val="000000"/>
          <w:lang w:val="en-US"/>
        </w:rPr>
        <w:t>;</w:t>
      </w:r>
    </w:p>
    <w:p w:rsidR="00652268" w:rsidRPr="00022184" w:rsidRDefault="00652268" w:rsidP="001A1D3B">
      <w:pPr>
        <w:pStyle w:val="a"/>
        <w:rPr>
          <w:rFonts w:cs="Arial"/>
          <w:color w:val="000000"/>
          <w:lang w:val="en-US"/>
        </w:rPr>
      </w:pPr>
      <w:r w:rsidRPr="00022184">
        <w:rPr>
          <w:rFonts w:cs="Arial"/>
          <w:color w:val="000000"/>
          <w:lang w:val="en-US"/>
        </w:rPr>
        <w:t>Microsoft Windows Server 2</w:t>
      </w:r>
      <w:r>
        <w:rPr>
          <w:rFonts w:cs="Arial"/>
          <w:color w:val="000000"/>
          <w:lang w:val="en-US"/>
        </w:rPr>
        <w:t xml:space="preserve">008 Core x64 </w:t>
      </w:r>
      <w:smartTag w:uri="urn:schemas-microsoft-com:office:smarttags" w:element="place">
        <w:smartTag w:uri="urn:schemas-microsoft-com:office:smarttags" w:element="City">
          <w:r>
            <w:rPr>
              <w:rFonts w:cs="Arial"/>
              <w:color w:val="000000"/>
              <w:lang w:val="en-US"/>
            </w:rPr>
            <w:t>Enterprise</w:t>
          </w:r>
        </w:smartTag>
      </w:smartTag>
      <w:r>
        <w:rPr>
          <w:rFonts w:cs="Arial"/>
          <w:color w:val="000000"/>
          <w:lang w:val="en-US"/>
        </w:rPr>
        <w:t xml:space="preserve"> Edition</w:t>
      </w:r>
      <w:r w:rsidRPr="00A97863">
        <w:rPr>
          <w:rFonts w:cs="Arial"/>
          <w:color w:val="000000"/>
          <w:lang w:val="en-US"/>
        </w:rPr>
        <w:t>;</w:t>
      </w:r>
    </w:p>
    <w:p w:rsidR="00652268" w:rsidRDefault="00652268" w:rsidP="001A1D3B">
      <w:pPr>
        <w:pStyle w:val="a"/>
        <w:rPr>
          <w:rFonts w:cs="Arial"/>
          <w:color w:val="000000"/>
          <w:lang w:val="en-US"/>
        </w:rPr>
      </w:pPr>
      <w:r w:rsidRPr="00022184">
        <w:rPr>
          <w:rFonts w:cs="Arial"/>
          <w:color w:val="000000"/>
          <w:lang w:val="en-US"/>
        </w:rPr>
        <w:t xml:space="preserve">Microsoft Windows Server 2008 Core x64 </w:t>
      </w:r>
      <w:smartTag w:uri="urn:schemas-microsoft-com:office:smarttags" w:element="place">
        <w:smartTag w:uri="urn:schemas-microsoft-com:office:smarttags" w:element="PlaceName">
          <w:r w:rsidRPr="00022184">
            <w:rPr>
              <w:rFonts w:cs="Arial"/>
              <w:color w:val="000000"/>
              <w:lang w:val="en-US"/>
            </w:rPr>
            <w:t>Data</w:t>
          </w:r>
        </w:smartTag>
        <w:r w:rsidRPr="00022184">
          <w:rPr>
            <w:rFonts w:cs="Arial"/>
            <w:color w:val="000000"/>
            <w:lang w:val="en-US"/>
          </w:rPr>
          <w:t xml:space="preserve"> </w:t>
        </w:r>
        <w:smartTag w:uri="urn:schemas-microsoft-com:office:smarttags" w:element="PlaceType">
          <w:r w:rsidRPr="00022184">
            <w:rPr>
              <w:rFonts w:cs="Arial"/>
              <w:color w:val="000000"/>
              <w:lang w:val="en-US"/>
            </w:rPr>
            <w:t>Center</w:t>
          </w:r>
        </w:smartTag>
      </w:smartTag>
      <w:r w:rsidRPr="00022184">
        <w:rPr>
          <w:rFonts w:cs="Arial"/>
          <w:color w:val="000000"/>
          <w:lang w:val="en-US"/>
        </w:rPr>
        <w:t xml:space="preserve"> Edition</w:t>
      </w:r>
      <w:r>
        <w:rPr>
          <w:rFonts w:cs="Arial"/>
          <w:color w:val="000000"/>
          <w:lang w:val="en-US"/>
        </w:rPr>
        <w:t>;</w:t>
      </w:r>
    </w:p>
    <w:p w:rsidR="00652268" w:rsidRPr="00E54063" w:rsidRDefault="00652268" w:rsidP="00E54063">
      <w:pPr>
        <w:pStyle w:val="a"/>
        <w:rPr>
          <w:rFonts w:cs="Arial"/>
          <w:color w:val="000000"/>
          <w:lang w:val="en-US"/>
        </w:rPr>
      </w:pPr>
      <w:r w:rsidRPr="00E54063">
        <w:rPr>
          <w:rFonts w:cs="Arial"/>
          <w:color w:val="000000"/>
          <w:lang w:val="en-US"/>
        </w:rPr>
        <w:t xml:space="preserve">Microsoft Windows Server 2008 R2 Standard Edition Release с пакетом обновлений SP1; </w:t>
      </w:r>
    </w:p>
    <w:p w:rsidR="00652268" w:rsidRPr="00E54063" w:rsidRDefault="00652268" w:rsidP="00E54063">
      <w:pPr>
        <w:pStyle w:val="a"/>
        <w:rPr>
          <w:rFonts w:cs="Arial"/>
          <w:color w:val="000000"/>
          <w:lang w:val="en-US"/>
        </w:rPr>
      </w:pPr>
      <w:r w:rsidRPr="00E54063">
        <w:rPr>
          <w:rFonts w:cs="Arial"/>
          <w:color w:val="000000"/>
          <w:lang w:val="en-US"/>
        </w:rPr>
        <w:t xml:space="preserve">Microsoft Windows Server 2008 R2 Enterprise Edition Release с пакетом обновлений SP1; </w:t>
      </w:r>
    </w:p>
    <w:p w:rsidR="00652268" w:rsidRPr="00E54063" w:rsidRDefault="00652268" w:rsidP="00E54063">
      <w:pPr>
        <w:pStyle w:val="a"/>
        <w:rPr>
          <w:rFonts w:cs="Arial"/>
          <w:color w:val="000000"/>
          <w:lang w:val="en-US"/>
        </w:rPr>
      </w:pPr>
      <w:r w:rsidRPr="00E54063">
        <w:rPr>
          <w:rFonts w:cs="Arial"/>
          <w:color w:val="000000"/>
          <w:lang w:val="en-US"/>
        </w:rPr>
        <w:t xml:space="preserve">Microsoft Windows Server 2008 R2 Datacenter Edition Release с пакетом обновлений SP1;  </w:t>
      </w:r>
    </w:p>
    <w:p w:rsidR="00652268" w:rsidRPr="00E54063" w:rsidRDefault="00652268" w:rsidP="00E54063">
      <w:pPr>
        <w:pStyle w:val="a"/>
        <w:rPr>
          <w:rFonts w:cs="Arial"/>
          <w:color w:val="000000"/>
          <w:lang w:val="en-US"/>
        </w:rPr>
      </w:pPr>
      <w:r w:rsidRPr="00E54063">
        <w:rPr>
          <w:rFonts w:cs="Arial"/>
          <w:color w:val="000000"/>
          <w:lang w:val="en-US"/>
        </w:rPr>
        <w:t xml:space="preserve">Microsoft Windows Server 2008 R2 Core Standard Edition Release с пакетом обновлений SP1;  </w:t>
      </w:r>
    </w:p>
    <w:p w:rsidR="00652268" w:rsidRPr="00E54063" w:rsidRDefault="00652268" w:rsidP="00E54063">
      <w:pPr>
        <w:pStyle w:val="a"/>
        <w:rPr>
          <w:rFonts w:cs="Arial"/>
          <w:color w:val="000000"/>
          <w:lang w:val="en-US"/>
        </w:rPr>
      </w:pPr>
      <w:r w:rsidRPr="00E54063">
        <w:rPr>
          <w:rFonts w:cs="Arial"/>
          <w:color w:val="000000"/>
          <w:lang w:val="en-US"/>
        </w:rPr>
        <w:t xml:space="preserve">Microsoft Windows Server 2008 R2 Core Enterprise Edition Release с пакетом обновлений SP1; </w:t>
      </w:r>
    </w:p>
    <w:p w:rsidR="00652268" w:rsidRPr="00E54063" w:rsidRDefault="00652268" w:rsidP="00E54063">
      <w:pPr>
        <w:pStyle w:val="a"/>
        <w:rPr>
          <w:rFonts w:cs="Arial"/>
          <w:color w:val="000000"/>
          <w:lang w:val="en-US"/>
        </w:rPr>
      </w:pPr>
      <w:r w:rsidRPr="00E54063">
        <w:rPr>
          <w:rFonts w:cs="Arial"/>
          <w:color w:val="000000"/>
          <w:lang w:val="en-US"/>
        </w:rPr>
        <w:t xml:space="preserve">Microsoft Windows Server 2008 R2 Core Datacenter Edition Release с пакетом обновлений SP1; </w:t>
      </w:r>
    </w:p>
    <w:p w:rsidR="00652268" w:rsidRPr="00022184" w:rsidRDefault="00652268" w:rsidP="00E54063">
      <w:pPr>
        <w:pStyle w:val="a"/>
        <w:rPr>
          <w:rFonts w:cs="Arial"/>
          <w:color w:val="000000"/>
          <w:lang w:val="en-US"/>
        </w:rPr>
      </w:pPr>
      <w:r w:rsidRPr="00E54063">
        <w:rPr>
          <w:rFonts w:cs="Arial"/>
          <w:color w:val="000000"/>
          <w:lang w:val="en-US"/>
        </w:rPr>
        <w:t xml:space="preserve"> Microsoft Windows Hyper-V Server 2008 R2 Release с пакетом обновлений SP1.</w:t>
      </w:r>
    </w:p>
    <w:p w:rsidR="00652268" w:rsidRPr="00D45414" w:rsidRDefault="00652268" w:rsidP="001A1D3B">
      <w:pPr>
        <w:pStyle w:val="a0"/>
        <w:rPr>
          <w:lang w:val="en-US"/>
        </w:rPr>
      </w:pPr>
      <w:r>
        <w:t>Терминальные серверы</w:t>
      </w:r>
      <w:r w:rsidRPr="00D45414">
        <w:rPr>
          <w:lang w:val="en-US"/>
        </w:rPr>
        <w:t>:</w:t>
      </w:r>
    </w:p>
    <w:p w:rsidR="00652268" w:rsidRPr="0022362A" w:rsidRDefault="00652268" w:rsidP="001A1D3B">
      <w:pPr>
        <w:pStyle w:val="a"/>
        <w:rPr>
          <w:lang w:val="en-US"/>
        </w:rPr>
      </w:pPr>
      <w:r w:rsidRPr="0022362A">
        <w:rPr>
          <w:lang w:val="en-US"/>
        </w:rPr>
        <w:t xml:space="preserve">Microsoft Terminal </w:t>
      </w:r>
      <w:r w:rsidRPr="0022362A">
        <w:t>на</w:t>
      </w:r>
      <w:r w:rsidRPr="0022362A">
        <w:rPr>
          <w:lang w:val="en-US"/>
        </w:rPr>
        <w:t xml:space="preserve"> </w:t>
      </w:r>
      <w:r w:rsidRPr="0022362A">
        <w:t>базе</w:t>
      </w:r>
      <w:r w:rsidRPr="0022362A">
        <w:rPr>
          <w:lang w:val="en-US"/>
        </w:rPr>
        <w:t xml:space="preserve"> Windows 2000 Server;</w:t>
      </w:r>
    </w:p>
    <w:p w:rsidR="00652268" w:rsidRDefault="00652268" w:rsidP="001A1D3B">
      <w:pPr>
        <w:pStyle w:val="a"/>
        <w:rPr>
          <w:lang w:val="en-US"/>
        </w:rPr>
      </w:pPr>
      <w:r w:rsidRPr="0022362A">
        <w:rPr>
          <w:lang w:val="en-US"/>
        </w:rPr>
        <w:t xml:space="preserve">Microsoft Terminal </w:t>
      </w:r>
      <w:r w:rsidRPr="0022362A">
        <w:t>на</w:t>
      </w:r>
      <w:r w:rsidRPr="0022362A">
        <w:rPr>
          <w:lang w:val="en-US"/>
        </w:rPr>
        <w:t xml:space="preserve"> </w:t>
      </w:r>
      <w:r w:rsidRPr="0022362A">
        <w:t>базе</w:t>
      </w:r>
      <w:r w:rsidRPr="0022362A">
        <w:rPr>
          <w:lang w:val="en-US"/>
        </w:rPr>
        <w:t xml:space="preserve"> Windows 2003 Server;</w:t>
      </w:r>
    </w:p>
    <w:p w:rsidR="00652268" w:rsidRPr="008805BB" w:rsidRDefault="00652268" w:rsidP="001A1D3B">
      <w:pPr>
        <w:pStyle w:val="a"/>
        <w:rPr>
          <w:lang w:val="en-US"/>
        </w:rPr>
      </w:pPr>
      <w:r w:rsidRPr="008805BB">
        <w:rPr>
          <w:lang w:val="en-US"/>
        </w:rPr>
        <w:t>Microsoft Terminal на базе Windows Server 2008.</w:t>
      </w:r>
    </w:p>
    <w:p w:rsidR="00652268" w:rsidRDefault="00652268" w:rsidP="00E00C18">
      <w:r w:rsidRPr="00841A27">
        <w:t xml:space="preserve">Программные средства антивирусной защиты </w:t>
      </w:r>
      <w:r>
        <w:t>серверов</w:t>
      </w:r>
      <w:r w:rsidRPr="00841A27">
        <w:t xml:space="preserve"> </w:t>
      </w:r>
      <w:r>
        <w:t xml:space="preserve">масштаба предприятия </w:t>
      </w:r>
      <w:r w:rsidRPr="00841A27">
        <w:t xml:space="preserve">под управлением </w:t>
      </w:r>
      <w:r>
        <w:t xml:space="preserve">семейства </w:t>
      </w:r>
      <w:r w:rsidRPr="00841A27">
        <w:t xml:space="preserve">ОС </w:t>
      </w:r>
      <w:r w:rsidRPr="004C1565">
        <w:rPr>
          <w:lang w:val="en-US"/>
        </w:rPr>
        <w:t>Microsoft</w:t>
      </w:r>
      <w:r w:rsidRPr="004C1565">
        <w:t xml:space="preserve"> </w:t>
      </w:r>
      <w:r w:rsidRPr="004C1565">
        <w:rPr>
          <w:lang w:val="en-US"/>
        </w:rPr>
        <w:t>Windows</w:t>
      </w:r>
      <w:r w:rsidRPr="004C1565">
        <w:t xml:space="preserve"> </w:t>
      </w:r>
      <w:r>
        <w:t>и терминальных серверов</w:t>
      </w:r>
      <w:r w:rsidRPr="00841A27">
        <w:t xml:space="preserve"> должны обеспечивать реализацию следующих функциональных возможностей:</w:t>
      </w:r>
    </w:p>
    <w:p w:rsidR="00652268" w:rsidRDefault="00652268" w:rsidP="001A1D3B">
      <w:pPr>
        <w:pStyle w:val="a0"/>
      </w:pPr>
      <w:r>
        <w:t>Осуществление антивирусной проверки</w:t>
      </w:r>
      <w:r w:rsidRPr="000E4AE4">
        <w:t xml:space="preserve"> на серверах, выполняющих разные функции:</w:t>
      </w:r>
    </w:p>
    <w:p w:rsidR="00652268" w:rsidRDefault="00652268" w:rsidP="001A1D3B">
      <w:pPr>
        <w:pStyle w:val="a"/>
      </w:pPr>
      <w:r>
        <w:t>С</w:t>
      </w:r>
      <w:r w:rsidRPr="000E4AE4">
        <w:t>ервер</w:t>
      </w:r>
      <w:r>
        <w:t>ов</w:t>
      </w:r>
      <w:r w:rsidRPr="000E4AE4">
        <w:t xml:space="preserve"> терминалов и принт-сервер</w:t>
      </w:r>
      <w:r>
        <w:t>ов;</w:t>
      </w:r>
    </w:p>
    <w:p w:rsidR="00652268" w:rsidRDefault="00652268" w:rsidP="001A1D3B">
      <w:pPr>
        <w:pStyle w:val="a"/>
      </w:pPr>
      <w:r>
        <w:t>С</w:t>
      </w:r>
      <w:r w:rsidRPr="000E4AE4">
        <w:t>ервер</w:t>
      </w:r>
      <w:r>
        <w:t>ов</w:t>
      </w:r>
      <w:r w:rsidRPr="000E4AE4">
        <w:t xml:space="preserve"> приложений и контроллер</w:t>
      </w:r>
      <w:r>
        <w:t>ов</w:t>
      </w:r>
      <w:r w:rsidRPr="000E4AE4">
        <w:t xml:space="preserve"> доменов</w:t>
      </w:r>
      <w:r>
        <w:t>;</w:t>
      </w:r>
    </w:p>
    <w:p w:rsidR="00652268" w:rsidRDefault="00652268" w:rsidP="001A1D3B">
      <w:pPr>
        <w:pStyle w:val="a"/>
      </w:pPr>
      <w:r>
        <w:t>Ф</w:t>
      </w:r>
      <w:r w:rsidRPr="000E4AE4">
        <w:t>айловых сервер</w:t>
      </w:r>
      <w:r>
        <w:t>ов.</w:t>
      </w:r>
    </w:p>
    <w:p w:rsidR="00652268" w:rsidRPr="00BE07CC" w:rsidRDefault="00652268" w:rsidP="00A97863">
      <w:pPr>
        <w:pStyle w:val="a0"/>
      </w:pPr>
      <w:r w:rsidRPr="001E269D">
        <w:t>Возможность использования для защиты кластера серверов;</w:t>
      </w:r>
    </w:p>
    <w:p w:rsidR="00652268" w:rsidRPr="000E4AE4" w:rsidRDefault="00652268" w:rsidP="001A1D3B">
      <w:pPr>
        <w:pStyle w:val="a0"/>
      </w:pPr>
      <w:r>
        <w:t>Определение</w:t>
      </w:r>
      <w:r w:rsidRPr="000E4AE4">
        <w:t xml:space="preserve"> в объектах файловой системы сервера угрозы следующих типов:</w:t>
      </w:r>
    </w:p>
    <w:p w:rsidR="00652268" w:rsidRPr="000E4AE4" w:rsidRDefault="00652268" w:rsidP="001A1D3B">
      <w:pPr>
        <w:pStyle w:val="a"/>
      </w:pPr>
      <w:r>
        <w:t>К</w:t>
      </w:r>
      <w:r w:rsidRPr="000E4AE4">
        <w:t>лассически</w:t>
      </w:r>
      <w:r>
        <w:t>х</w:t>
      </w:r>
      <w:r w:rsidRPr="000E4AE4">
        <w:t xml:space="preserve"> вирус</w:t>
      </w:r>
      <w:r>
        <w:t>ов</w:t>
      </w:r>
      <w:r w:rsidRPr="000E4AE4">
        <w:t>;</w:t>
      </w:r>
    </w:p>
    <w:p w:rsidR="00652268" w:rsidRPr="000E4AE4" w:rsidRDefault="00652268" w:rsidP="001A1D3B">
      <w:pPr>
        <w:pStyle w:val="a"/>
      </w:pPr>
      <w:r>
        <w:t>С</w:t>
      </w:r>
      <w:r w:rsidRPr="000E4AE4">
        <w:t>етевы</w:t>
      </w:r>
      <w:r>
        <w:t>х</w:t>
      </w:r>
      <w:r w:rsidRPr="000E4AE4">
        <w:t xml:space="preserve"> черв</w:t>
      </w:r>
      <w:r>
        <w:t>ей</w:t>
      </w:r>
      <w:r w:rsidRPr="000E4AE4">
        <w:t>;</w:t>
      </w:r>
    </w:p>
    <w:p w:rsidR="00652268" w:rsidRPr="000E4AE4" w:rsidRDefault="00652268" w:rsidP="001A1D3B">
      <w:pPr>
        <w:pStyle w:val="a"/>
      </w:pPr>
      <w:r>
        <w:t>Т</w:t>
      </w:r>
      <w:r w:rsidRPr="000E4AE4">
        <w:t>роянски</w:t>
      </w:r>
      <w:r>
        <w:t>х</w:t>
      </w:r>
      <w:r w:rsidRPr="000E4AE4">
        <w:t xml:space="preserve"> программ;</w:t>
      </w:r>
    </w:p>
    <w:p w:rsidR="00652268" w:rsidRPr="000E4AE4" w:rsidRDefault="00652268" w:rsidP="001A1D3B">
      <w:pPr>
        <w:pStyle w:val="a"/>
      </w:pPr>
      <w:r>
        <w:t>П</w:t>
      </w:r>
      <w:r w:rsidRPr="000E4AE4">
        <w:t>рочи</w:t>
      </w:r>
      <w:r>
        <w:t>х</w:t>
      </w:r>
      <w:r w:rsidRPr="000E4AE4">
        <w:t xml:space="preserve"> вредоносны</w:t>
      </w:r>
      <w:r>
        <w:t>х</w:t>
      </w:r>
      <w:r w:rsidRPr="000E4AE4">
        <w:t xml:space="preserve"> программ;</w:t>
      </w:r>
    </w:p>
    <w:p w:rsidR="00652268" w:rsidRPr="000E4AE4" w:rsidRDefault="00652268" w:rsidP="001A1D3B">
      <w:pPr>
        <w:pStyle w:val="a"/>
      </w:pPr>
      <w:r>
        <w:t>П</w:t>
      </w:r>
      <w:r w:rsidRPr="000E4AE4">
        <w:t>рограмм-реклам;</w:t>
      </w:r>
    </w:p>
    <w:p w:rsidR="00652268" w:rsidRPr="000E4AE4" w:rsidRDefault="00652268" w:rsidP="001A1D3B">
      <w:pPr>
        <w:pStyle w:val="a"/>
      </w:pPr>
      <w:r>
        <w:t>П</w:t>
      </w:r>
      <w:r w:rsidRPr="000E4AE4">
        <w:t xml:space="preserve">рограмм порнографического содержания; </w:t>
      </w:r>
    </w:p>
    <w:p w:rsidR="00652268" w:rsidRPr="000E4AE4" w:rsidRDefault="00652268" w:rsidP="001A1D3B">
      <w:pPr>
        <w:pStyle w:val="a"/>
      </w:pPr>
      <w:r>
        <w:t>П</w:t>
      </w:r>
      <w:r w:rsidRPr="000E4AE4">
        <w:t>отенциально опасны</w:t>
      </w:r>
      <w:r>
        <w:t>х</w:t>
      </w:r>
      <w:r w:rsidRPr="000E4AE4">
        <w:t xml:space="preserve"> приложени</w:t>
      </w:r>
      <w:r>
        <w:t>й</w:t>
      </w:r>
      <w:r w:rsidRPr="000E4AE4">
        <w:t>.</w:t>
      </w:r>
    </w:p>
    <w:p w:rsidR="00652268" w:rsidRPr="000E4AE4" w:rsidRDefault="00652268" w:rsidP="001A1D3B">
      <w:pPr>
        <w:pStyle w:val="a0"/>
      </w:pPr>
      <w:r>
        <w:t>П</w:t>
      </w:r>
      <w:r w:rsidRPr="000E4AE4">
        <w:t>ровер</w:t>
      </w:r>
      <w:r>
        <w:t>ка</w:t>
      </w:r>
      <w:r w:rsidRPr="000E4AE4">
        <w:t xml:space="preserve"> следующи</w:t>
      </w:r>
      <w:r>
        <w:t>х</w:t>
      </w:r>
      <w:r w:rsidRPr="000E4AE4">
        <w:t xml:space="preserve"> объект</w:t>
      </w:r>
      <w:r>
        <w:t>ов</w:t>
      </w:r>
      <w:r w:rsidRPr="000E4AE4">
        <w:t xml:space="preserve"> защищаемого сервера при доступе к ним:</w:t>
      </w:r>
    </w:p>
    <w:p w:rsidR="00652268" w:rsidRPr="000E4AE4" w:rsidRDefault="00652268" w:rsidP="001A1D3B">
      <w:pPr>
        <w:pStyle w:val="a"/>
      </w:pPr>
      <w:r w:rsidRPr="000E4AE4">
        <w:t>Файл</w:t>
      </w:r>
      <w:r>
        <w:t>ов</w:t>
      </w:r>
      <w:r w:rsidRPr="000E4AE4">
        <w:t xml:space="preserve"> при их записи и считывании;</w:t>
      </w:r>
    </w:p>
    <w:p w:rsidR="00652268" w:rsidRPr="000E4AE4" w:rsidRDefault="00652268" w:rsidP="001A1D3B">
      <w:pPr>
        <w:pStyle w:val="a"/>
      </w:pPr>
      <w:r>
        <w:t>А</w:t>
      </w:r>
      <w:r w:rsidRPr="000E4AE4">
        <w:t>льтернативны</w:t>
      </w:r>
      <w:r>
        <w:t>х</w:t>
      </w:r>
      <w:r w:rsidRPr="000E4AE4">
        <w:t xml:space="preserve"> поток</w:t>
      </w:r>
      <w:r>
        <w:t>ов</w:t>
      </w:r>
      <w:r w:rsidRPr="000E4AE4">
        <w:t xml:space="preserve"> файловых систем (NTFS-streams);</w:t>
      </w:r>
    </w:p>
    <w:p w:rsidR="00652268" w:rsidRPr="000E4AE4" w:rsidRDefault="00652268" w:rsidP="001A1D3B">
      <w:pPr>
        <w:pStyle w:val="a"/>
      </w:pPr>
      <w:r>
        <w:t>Г</w:t>
      </w:r>
      <w:r w:rsidRPr="000E4AE4">
        <w:t>лавн</w:t>
      </w:r>
      <w:r>
        <w:t>ой</w:t>
      </w:r>
      <w:r w:rsidRPr="000E4AE4">
        <w:t xml:space="preserve"> загрузочн</w:t>
      </w:r>
      <w:r>
        <w:t>ой</w:t>
      </w:r>
      <w:r w:rsidRPr="000E4AE4">
        <w:t xml:space="preserve"> запис</w:t>
      </w:r>
      <w:r>
        <w:t>и</w:t>
      </w:r>
      <w:r w:rsidRPr="000E4AE4">
        <w:t xml:space="preserve"> и загрузочны</w:t>
      </w:r>
      <w:r>
        <w:t>х</w:t>
      </w:r>
      <w:r w:rsidRPr="000E4AE4">
        <w:t xml:space="preserve"> сектор</w:t>
      </w:r>
      <w:r>
        <w:t>ов</w:t>
      </w:r>
      <w:r w:rsidRPr="000E4AE4">
        <w:t xml:space="preserve"> локальных жестких дисков и съемных носителей.</w:t>
      </w:r>
    </w:p>
    <w:p w:rsidR="00652268" w:rsidRPr="00C97C91" w:rsidRDefault="00652268" w:rsidP="001A1D3B">
      <w:pPr>
        <w:pStyle w:val="a0"/>
      </w:pPr>
      <w:r w:rsidRPr="00DD16E8">
        <w:t>Предотвращение вирусных эпидемий за счет фиксации возникновения вирусных атак;</w:t>
      </w:r>
    </w:p>
    <w:p w:rsidR="00652268" w:rsidRPr="00C97C91" w:rsidRDefault="00652268" w:rsidP="001A1D3B">
      <w:pPr>
        <w:pStyle w:val="a0"/>
      </w:pPr>
      <w:r w:rsidRPr="00C97C91">
        <w:t>Изоляцию зараженных компьютеров путем запрета пользователю зараженной рабочей станции обращаться к ресурсам сервера в течение определенного времени</w:t>
      </w:r>
      <w:r>
        <w:t>,</w:t>
      </w:r>
      <w:r w:rsidRPr="00C97C91">
        <w:t xml:space="preserve"> что позволяет выявить источник заражения и провести лечение;</w:t>
      </w:r>
    </w:p>
    <w:p w:rsidR="00652268" w:rsidRPr="00C97C91" w:rsidRDefault="00652268" w:rsidP="001A1D3B">
      <w:pPr>
        <w:pStyle w:val="a0"/>
      </w:pPr>
      <w:r w:rsidRPr="00C97C91">
        <w:t>Восстановление после заражения путем удаления всех связанны</w:t>
      </w:r>
      <w:r>
        <w:t>х</w:t>
      </w:r>
      <w:r w:rsidRPr="00C97C91">
        <w:t xml:space="preserve"> с ликвидированным вредоносным объектом записей в системных файлах и реестре ОС, что предотвращает возможные сбои в работе операционной системы</w:t>
      </w:r>
      <w:r>
        <w:t>;</w:t>
      </w:r>
    </w:p>
    <w:p w:rsidR="00652268" w:rsidRDefault="00652268" w:rsidP="001A1D3B">
      <w:pPr>
        <w:pStyle w:val="a0"/>
      </w:pPr>
      <w:r>
        <w:t>Н</w:t>
      </w:r>
      <w:r w:rsidRPr="000E4AE4">
        <w:t>епрерывно</w:t>
      </w:r>
      <w:r>
        <w:t>е</w:t>
      </w:r>
      <w:r w:rsidRPr="000E4AE4">
        <w:t xml:space="preserve"> отслежива</w:t>
      </w:r>
      <w:r>
        <w:t>ние</w:t>
      </w:r>
      <w:r w:rsidRPr="000E4AE4">
        <w:t xml:space="preserve"> попыт</w:t>
      </w:r>
      <w:r>
        <w:t>ок</w:t>
      </w:r>
      <w:r w:rsidRPr="000E4AE4">
        <w:t xml:space="preserve"> выполнения на защищаемом сервере скриптов </w:t>
      </w:r>
      <w:r w:rsidRPr="00BF75F9">
        <w:rPr>
          <w:lang w:val="en-US"/>
        </w:rPr>
        <w:t>VBScript</w:t>
      </w:r>
      <w:r w:rsidRPr="000E4AE4">
        <w:t xml:space="preserve"> и </w:t>
      </w:r>
      <w:r w:rsidRPr="00BF75F9">
        <w:rPr>
          <w:lang w:val="en-US"/>
        </w:rPr>
        <w:t>JScript</w:t>
      </w:r>
      <w:r w:rsidRPr="000E4AE4">
        <w:t xml:space="preserve">, созданных по технологиям </w:t>
      </w:r>
      <w:r w:rsidRPr="000E4AE4">
        <w:rPr>
          <w:lang w:val="en-US"/>
        </w:rPr>
        <w:t>Microsoft</w:t>
      </w:r>
      <w:r w:rsidRPr="00D5313E">
        <w:t xml:space="preserve"> </w:t>
      </w:r>
      <w:r w:rsidRPr="000E4AE4">
        <w:rPr>
          <w:lang w:val="en-US"/>
        </w:rPr>
        <w:t>Windows</w:t>
      </w:r>
      <w:r w:rsidRPr="00D5313E">
        <w:t xml:space="preserve"> </w:t>
      </w:r>
      <w:r w:rsidRPr="000E4AE4">
        <w:rPr>
          <w:lang w:val="en-US"/>
        </w:rPr>
        <w:t>Script</w:t>
      </w:r>
      <w:r w:rsidRPr="00D5313E">
        <w:t xml:space="preserve"> </w:t>
      </w:r>
      <w:r w:rsidRPr="000E4AE4">
        <w:rPr>
          <w:lang w:val="en-US"/>
        </w:rPr>
        <w:t>Technologies</w:t>
      </w:r>
      <w:r w:rsidRPr="000E4AE4">
        <w:t xml:space="preserve"> (или </w:t>
      </w:r>
      <w:r w:rsidRPr="000E4AE4">
        <w:rPr>
          <w:lang w:val="en-US"/>
        </w:rPr>
        <w:t>Active</w:t>
      </w:r>
      <w:r w:rsidRPr="00D5313E">
        <w:t xml:space="preserve"> </w:t>
      </w:r>
      <w:r w:rsidRPr="000E4AE4">
        <w:rPr>
          <w:lang w:val="en-US"/>
        </w:rPr>
        <w:t>Scripting</w:t>
      </w:r>
      <w:r w:rsidRPr="000E4AE4">
        <w:t xml:space="preserve">). </w:t>
      </w:r>
      <w:r>
        <w:t>П</w:t>
      </w:r>
      <w:r w:rsidRPr="000E4AE4">
        <w:t>ровер</w:t>
      </w:r>
      <w:r>
        <w:t>ка</w:t>
      </w:r>
      <w:r w:rsidRPr="000E4AE4">
        <w:t xml:space="preserve"> программн</w:t>
      </w:r>
      <w:r>
        <w:t>ого</w:t>
      </w:r>
      <w:r w:rsidRPr="000E4AE4">
        <w:t xml:space="preserve"> код</w:t>
      </w:r>
      <w:r>
        <w:t>а</w:t>
      </w:r>
      <w:r w:rsidRPr="000E4AE4">
        <w:t xml:space="preserve"> скриптов и автоматически запрещ</w:t>
      </w:r>
      <w:r>
        <w:t>ение</w:t>
      </w:r>
      <w:r w:rsidRPr="000E4AE4">
        <w:t xml:space="preserve"> выполнение тех из них, которые призна</w:t>
      </w:r>
      <w:r>
        <w:t>ются</w:t>
      </w:r>
      <w:r w:rsidRPr="000E4AE4">
        <w:t xml:space="preserve"> опасными</w:t>
      </w:r>
      <w:r>
        <w:t>;</w:t>
      </w:r>
    </w:p>
    <w:p w:rsidR="00652268" w:rsidRDefault="00652268" w:rsidP="001A1D3B">
      <w:pPr>
        <w:pStyle w:val="a0"/>
      </w:pPr>
      <w:r w:rsidRPr="00302DB5">
        <w:t>Проверка по требованию,</w:t>
      </w:r>
      <w:r w:rsidRPr="00302DB5">
        <w:rPr>
          <w:b/>
        </w:rPr>
        <w:t xml:space="preserve"> </w:t>
      </w:r>
      <w:r w:rsidRPr="00302DB5">
        <w:t>заключающаяся в однократной полной или выборочной проверке на на</w:t>
      </w:r>
      <w:r>
        <w:t>личие угроз объектов на сервере;</w:t>
      </w:r>
    </w:p>
    <w:p w:rsidR="00652268" w:rsidRPr="002E0D62" w:rsidRDefault="00652268" w:rsidP="001A1D3B">
      <w:pPr>
        <w:pStyle w:val="a0"/>
      </w:pPr>
      <w:r>
        <w:t>Помещение подозрительных и поврежденных объектов на карантин;</w:t>
      </w:r>
    </w:p>
    <w:p w:rsidR="00652268" w:rsidRPr="00C6450B" w:rsidRDefault="00652268" w:rsidP="001A1D3B">
      <w:pPr>
        <w:pStyle w:val="a0"/>
      </w:pPr>
      <w:r>
        <w:t>При защите терминальных серверов поддержка режимов публикации рабочего стола и публикации приложений;</w:t>
      </w:r>
    </w:p>
    <w:p w:rsidR="00652268" w:rsidRPr="00684756" w:rsidRDefault="00652268" w:rsidP="001A1D3B">
      <w:pPr>
        <w:pStyle w:val="a0"/>
      </w:pPr>
      <w:r w:rsidRPr="00684756">
        <w:t>Масштабируемость за счет задания количества рабочих процессов антивируса для ускорения обработки запросов к серверу при использовании многопроцессорных серверов</w:t>
      </w:r>
      <w:r>
        <w:t>;</w:t>
      </w:r>
    </w:p>
    <w:p w:rsidR="00652268" w:rsidRPr="00684756" w:rsidRDefault="00652268" w:rsidP="001A1D3B">
      <w:pPr>
        <w:pStyle w:val="a0"/>
      </w:pPr>
      <w:r w:rsidRPr="00684756">
        <w:t>Балансировка загрузки путем регулирования распределения ресурсов сервера между антивирусом и другими приложениями в зависимости от приоритетности задач: антивирусная проверка может продолжаться в фоновом режиме</w:t>
      </w:r>
      <w:r>
        <w:t>;</w:t>
      </w:r>
    </w:p>
    <w:p w:rsidR="00652268" w:rsidRPr="00C6450B" w:rsidRDefault="00652268" w:rsidP="001A1D3B">
      <w:pPr>
        <w:pStyle w:val="a0"/>
      </w:pPr>
      <w:r w:rsidRPr="00C6450B">
        <w:t>Выбор доверенных процессов путем исключения из проверки безопасных процессов, работа которых может замедляться при антивирусной проверке (процесс резервного копирования данных, программы дефрагментации жесткого диска и другие)</w:t>
      </w:r>
      <w:r>
        <w:t>;</w:t>
      </w:r>
    </w:p>
    <w:p w:rsidR="00652268" w:rsidRPr="00C6450B" w:rsidRDefault="00652268" w:rsidP="001A1D3B">
      <w:pPr>
        <w:pStyle w:val="a0"/>
      </w:pPr>
      <w:r w:rsidRPr="00C6450B">
        <w:t xml:space="preserve">Разделение прав администраторов, основанное на стандартных механизмах ОС </w:t>
      </w:r>
      <w:r w:rsidRPr="00D44F30">
        <w:rPr>
          <w:lang w:val="en-US"/>
        </w:rPr>
        <w:t>Microsoft</w:t>
      </w:r>
      <w:r w:rsidRPr="00B83D77">
        <w:t xml:space="preserve"> </w:t>
      </w:r>
      <w:r w:rsidRPr="00D44F30">
        <w:rPr>
          <w:lang w:val="en-US"/>
        </w:rPr>
        <w:t>Windows</w:t>
      </w:r>
      <w:r>
        <w:t>;</w:t>
      </w:r>
    </w:p>
    <w:p w:rsidR="00652268" w:rsidRDefault="00652268" w:rsidP="001A1D3B">
      <w:pPr>
        <w:pStyle w:val="a0"/>
        <w:rPr>
          <w:lang w:val="en-US"/>
        </w:rPr>
      </w:pPr>
      <w:r>
        <w:t xml:space="preserve">Уведомления различными методами администраторов и пользователей о событиях в антивирусной защите. </w:t>
      </w:r>
      <w:r w:rsidRPr="001E269D">
        <w:t>Поддержка</w:t>
      </w:r>
      <w:r w:rsidRPr="001E269D">
        <w:rPr>
          <w:lang w:val="en-US"/>
        </w:rPr>
        <w:t xml:space="preserve"> Simple Network Management Protocol (SNMP) </w:t>
      </w:r>
      <w:r w:rsidRPr="001E269D">
        <w:t>и</w:t>
      </w:r>
      <w:r w:rsidRPr="001E269D">
        <w:rPr>
          <w:lang w:val="en-US"/>
        </w:rPr>
        <w:t xml:space="preserve"> Microsoft Operations Manager (</w:t>
      </w:r>
      <w:r w:rsidRPr="001E269D">
        <w:t>МОМ</w:t>
      </w:r>
      <w:r>
        <w:rPr>
          <w:lang w:val="en-US"/>
        </w:rPr>
        <w:t>)</w:t>
      </w:r>
      <w:r w:rsidRPr="00A97863">
        <w:rPr>
          <w:lang w:val="en-US"/>
        </w:rPr>
        <w:t>;</w:t>
      </w:r>
    </w:p>
    <w:p w:rsidR="00652268" w:rsidRPr="007E1F3A" w:rsidRDefault="00652268" w:rsidP="001A1D3B">
      <w:pPr>
        <w:pStyle w:val="a0"/>
      </w:pPr>
      <w:r>
        <w:rPr>
          <w:lang w:val="en-US"/>
        </w:rPr>
        <w:t>C</w:t>
      </w:r>
      <w:r>
        <w:t>овместимость</w:t>
      </w:r>
      <w:r w:rsidRPr="007E1F3A">
        <w:t xml:space="preserve"> с системами управления дисковым пространством</w:t>
      </w:r>
      <w:r>
        <w:t xml:space="preserve"> </w:t>
      </w:r>
      <w:r w:rsidRPr="007E1F3A">
        <w:t>(Hierarchical Storage Management)</w:t>
      </w:r>
      <w:r>
        <w:t xml:space="preserve">, позволяющая настраивать </w:t>
      </w:r>
      <w:r w:rsidRPr="007E1F3A">
        <w:t>способы проверки для Offline Files</w:t>
      </w:r>
      <w:r>
        <w:t>;</w:t>
      </w:r>
    </w:p>
    <w:p w:rsidR="00652268" w:rsidRDefault="00652268" w:rsidP="001A1D3B">
      <w:pPr>
        <w:pStyle w:val="a0"/>
      </w:pPr>
      <w:r w:rsidRPr="00F70445">
        <w:t xml:space="preserve">Оптимизация для использования на многопроцессорных серверах на базе технологии </w:t>
      </w:r>
      <w:r w:rsidRPr="00D44F30">
        <w:rPr>
          <w:lang w:val="en-US"/>
        </w:rPr>
        <w:t>Intel</w:t>
      </w:r>
      <w:r w:rsidRPr="00B83D77">
        <w:t xml:space="preserve"> </w:t>
      </w:r>
      <w:r w:rsidRPr="00D44F30">
        <w:rPr>
          <w:lang w:val="en-US"/>
        </w:rPr>
        <w:t>Xeon</w:t>
      </w:r>
      <w:r w:rsidRPr="00F70445">
        <w:t>™, позволяющая использовать приложение в условиях высоких нагрузок</w:t>
      </w:r>
      <w:r w:rsidRPr="00DF786C">
        <w:t>;</w:t>
      </w:r>
    </w:p>
    <w:p w:rsidR="00652268" w:rsidRPr="00DF786C" w:rsidRDefault="00652268" w:rsidP="001A1D3B">
      <w:pPr>
        <w:pStyle w:val="a0"/>
      </w:pPr>
      <w:r>
        <w:t xml:space="preserve">Возможность управления с помощью </w:t>
      </w:r>
      <w:r>
        <w:rPr>
          <w:lang w:val="en-US"/>
        </w:rPr>
        <w:t>MMC</w:t>
      </w:r>
      <w:r w:rsidRPr="0049668A">
        <w:t xml:space="preserve"> консо</w:t>
      </w:r>
      <w:r>
        <w:t>ли;</w:t>
      </w:r>
    </w:p>
    <w:p w:rsidR="00652268" w:rsidRPr="00F70445" w:rsidRDefault="00652268" w:rsidP="00DF786C">
      <w:pPr>
        <w:pStyle w:val="a0"/>
      </w:pPr>
      <w:r w:rsidRPr="0049668A">
        <w:t>Ц</w:t>
      </w:r>
      <w:r>
        <w:t>ентрализованно управляться с помощью единой системы управления</w:t>
      </w:r>
      <w:r w:rsidRPr="00DF786C">
        <w:t>.</w:t>
      </w:r>
    </w:p>
    <w:p w:rsidR="00652268" w:rsidRPr="00A404BA" w:rsidRDefault="00652268" w:rsidP="00D44F30">
      <w:pPr>
        <w:pStyle w:val="Heading1"/>
        <w:rPr>
          <w:sz w:val="28"/>
          <w:szCs w:val="28"/>
        </w:rPr>
      </w:pPr>
      <w:bookmarkStart w:id="6" w:name="_Toc308434160"/>
      <w:r w:rsidRPr="00A404BA">
        <w:rPr>
          <w:sz w:val="28"/>
          <w:szCs w:val="28"/>
        </w:rPr>
        <w:t>Требования к программным средствам антивирусной защиты смартфонов</w:t>
      </w:r>
      <w:bookmarkEnd w:id="6"/>
    </w:p>
    <w:p w:rsidR="00652268" w:rsidRDefault="00652268" w:rsidP="00781C25">
      <w:pPr>
        <w:spacing w:before="120" w:after="120"/>
      </w:pPr>
      <w:r w:rsidRPr="00841A27">
        <w:t>Программные средства</w:t>
      </w:r>
      <w:r>
        <w:t xml:space="preserve"> для антивирусной защиты смартфонов должны функционировать под управлением мобильных ОС</w:t>
      </w:r>
      <w:r w:rsidRPr="00841A27">
        <w:t>:</w:t>
      </w:r>
    </w:p>
    <w:p w:rsidR="00652268" w:rsidRPr="00C23737" w:rsidRDefault="00652268" w:rsidP="00596994">
      <w:pPr>
        <w:pStyle w:val="a0"/>
        <w:rPr>
          <w:rFonts w:cs="TimesNewRomanPSMT"/>
        </w:rPr>
      </w:pPr>
      <w:r w:rsidRPr="00781C25">
        <w:rPr>
          <w:lang w:val="en-US"/>
        </w:rPr>
        <w:t>Symbian</w:t>
      </w:r>
      <w:r w:rsidRPr="00C23737">
        <w:t xml:space="preserve"> </w:t>
      </w:r>
      <w:r w:rsidRPr="00781C25">
        <w:rPr>
          <w:lang w:val="en-US"/>
        </w:rPr>
        <w:t>OS</w:t>
      </w:r>
      <w:r w:rsidRPr="00C23737">
        <w:t xml:space="preserve"> </w:t>
      </w:r>
      <w:r w:rsidRPr="00C23737">
        <w:rPr>
          <w:rFonts w:cs="Arial"/>
          <w:color w:val="000000"/>
        </w:rPr>
        <w:t>9.1, 9.2</w:t>
      </w:r>
      <w:r w:rsidRPr="00B83D77">
        <w:rPr>
          <w:rFonts w:cs="Arial"/>
          <w:color w:val="000000"/>
        </w:rPr>
        <w:t>, 9.3</w:t>
      </w:r>
      <w:r w:rsidRPr="00C23737">
        <w:rPr>
          <w:rFonts w:cs="Arial"/>
          <w:color w:val="000000"/>
        </w:rPr>
        <w:t xml:space="preserve"> </w:t>
      </w:r>
      <w:r>
        <w:rPr>
          <w:lang w:val="en-US"/>
        </w:rPr>
        <w:t>Series</w:t>
      </w:r>
      <w:r w:rsidRPr="00C23737">
        <w:t xml:space="preserve"> 60 </w:t>
      </w:r>
      <w:r>
        <w:t>3</w:t>
      </w:r>
      <w:r w:rsidRPr="00C23737">
        <w:rPr>
          <w:vertAlign w:val="superscript"/>
          <w:lang w:val="en-US"/>
        </w:rPr>
        <w:t>rd</w:t>
      </w:r>
      <w:r w:rsidRPr="00C23737">
        <w:t xml:space="preserve"> (</w:t>
      </w:r>
      <w:r>
        <w:t xml:space="preserve">мобильные устройства </w:t>
      </w:r>
      <w:r>
        <w:rPr>
          <w:lang w:val="en-US"/>
        </w:rPr>
        <w:t>Nokia</w:t>
      </w:r>
      <w:r w:rsidRPr="00C23737">
        <w:t>);</w:t>
      </w:r>
    </w:p>
    <w:p w:rsidR="00652268" w:rsidRPr="00176648" w:rsidRDefault="00652268" w:rsidP="00C86B69">
      <w:pPr>
        <w:pStyle w:val="a0"/>
        <w:rPr>
          <w:rFonts w:cs="SymbolMT"/>
        </w:rPr>
      </w:pPr>
      <w:r>
        <w:t xml:space="preserve">Microsoft Windows Mobile </w:t>
      </w:r>
      <w:r w:rsidRPr="00FD7EE8">
        <w:t>5.0, 6.0, 6.1, 6.5</w:t>
      </w:r>
      <w:r>
        <w:t>;</w:t>
      </w:r>
    </w:p>
    <w:p w:rsidR="00652268" w:rsidRPr="00BF3566" w:rsidRDefault="00652268" w:rsidP="00C86B69">
      <w:pPr>
        <w:pStyle w:val="a0"/>
        <w:rPr>
          <w:rFonts w:cs="SymbolMT"/>
        </w:rPr>
      </w:pPr>
      <w:r w:rsidRPr="007948BE">
        <w:rPr>
          <w:rFonts w:cs="SymbolMT"/>
        </w:rPr>
        <w:t>Android OS 1.5, 1.6, 2.0, 2.1, 2.2, 2.3</w:t>
      </w:r>
      <w:r>
        <w:rPr>
          <w:rFonts w:cs="SymbolMT"/>
          <w:lang w:val="en-US"/>
        </w:rPr>
        <w:t>.</w:t>
      </w:r>
    </w:p>
    <w:p w:rsidR="00652268" w:rsidRDefault="00652268" w:rsidP="000B425D">
      <w:r w:rsidRPr="00781C25">
        <w:t>Программные средства для антивирусной защиты смартфонов должны обеспечивать следующую функциональность</w:t>
      </w:r>
      <w:r>
        <w:t>:</w:t>
      </w:r>
    </w:p>
    <w:p w:rsidR="00652268" w:rsidRPr="00A31F1A" w:rsidRDefault="00652268" w:rsidP="00596994">
      <w:pPr>
        <w:pStyle w:val="a0"/>
        <w:rPr>
          <w:rFonts w:cs="ArialMT+1"/>
        </w:rPr>
      </w:pPr>
      <w:r w:rsidRPr="00A31F1A">
        <w:rPr>
          <w:rFonts w:cs="Arial-BoldMT+1"/>
          <w:bCs/>
        </w:rPr>
        <w:t>постоянн</w:t>
      </w:r>
      <w:r>
        <w:rPr>
          <w:rFonts w:cs="Arial-BoldMT+1"/>
          <w:bCs/>
        </w:rPr>
        <w:t>ую</w:t>
      </w:r>
      <w:r w:rsidRPr="00A31F1A">
        <w:rPr>
          <w:rFonts w:cs="Arial-BoldMT+1"/>
          <w:bCs/>
        </w:rPr>
        <w:t xml:space="preserve"> защит</w:t>
      </w:r>
      <w:r>
        <w:rPr>
          <w:rFonts w:cs="Arial-BoldMT+1"/>
          <w:bCs/>
        </w:rPr>
        <w:t>у</w:t>
      </w:r>
      <w:r w:rsidRPr="00A31F1A">
        <w:rPr>
          <w:rFonts w:cs="Arial-BoldMT+1"/>
          <w:b/>
          <w:bCs/>
        </w:rPr>
        <w:t xml:space="preserve"> </w:t>
      </w:r>
      <w:r w:rsidRPr="00A31F1A">
        <w:t>файловой системы смартфона, перехват и проверк</w:t>
      </w:r>
      <w:r>
        <w:t>у</w:t>
      </w:r>
      <w:r w:rsidRPr="00A31F1A">
        <w:rPr>
          <w:rFonts w:cs="ArialMT+1"/>
        </w:rPr>
        <w:t>:</w:t>
      </w:r>
    </w:p>
    <w:p w:rsidR="00652268" w:rsidRPr="00A31F1A" w:rsidRDefault="00652268" w:rsidP="00596994">
      <w:pPr>
        <w:pStyle w:val="a"/>
        <w:rPr>
          <w:rFonts w:cs="ArialMT+1"/>
        </w:rPr>
      </w:pPr>
      <w:r w:rsidRPr="00A31F1A">
        <w:t>всех входящих объектов</w:t>
      </w:r>
      <w:r w:rsidRPr="00A31F1A">
        <w:rPr>
          <w:rFonts w:cs="ArialMT+1"/>
        </w:rPr>
        <w:t xml:space="preserve">, </w:t>
      </w:r>
      <w:r w:rsidRPr="00A31F1A">
        <w:t xml:space="preserve">передающихся с помощью беспроводных соединений </w:t>
      </w:r>
      <w:r w:rsidRPr="00A31F1A">
        <w:rPr>
          <w:rFonts w:cs="ArialMT+1"/>
        </w:rPr>
        <w:t>(</w:t>
      </w:r>
      <w:r w:rsidRPr="00A31F1A">
        <w:t>инфракрасный порт</w:t>
      </w:r>
      <w:r w:rsidRPr="00A31F1A">
        <w:rPr>
          <w:rFonts w:cs="ArialMT+1"/>
        </w:rPr>
        <w:t xml:space="preserve">, </w:t>
      </w:r>
      <w:r w:rsidRPr="006608ED">
        <w:rPr>
          <w:rFonts w:cs="ArialMT+1"/>
          <w:lang w:val="en-US"/>
        </w:rPr>
        <w:t>Bluetooth</w:t>
      </w:r>
      <w:r w:rsidRPr="00A31F1A">
        <w:rPr>
          <w:rFonts w:cs="ArialMT+1"/>
        </w:rPr>
        <w:t xml:space="preserve">), </w:t>
      </w:r>
      <w:r w:rsidRPr="00A31F1A">
        <w:t xml:space="preserve">сообщений </w:t>
      </w:r>
      <w:r w:rsidRPr="00A31F1A">
        <w:rPr>
          <w:rFonts w:cs="ArialMT+1"/>
        </w:rPr>
        <w:t xml:space="preserve">EMS </w:t>
      </w:r>
      <w:r w:rsidRPr="00A31F1A">
        <w:t xml:space="preserve">и </w:t>
      </w:r>
      <w:r w:rsidRPr="00A31F1A">
        <w:rPr>
          <w:rFonts w:cs="ArialMT+1"/>
        </w:rPr>
        <w:t xml:space="preserve">MMS, </w:t>
      </w:r>
      <w:r w:rsidRPr="00A31F1A">
        <w:t>при синхронизации с персональным компьютером и загрузке файлов через браузер</w:t>
      </w:r>
      <w:r w:rsidRPr="00A31F1A">
        <w:rPr>
          <w:rFonts w:cs="ArialMT+1"/>
        </w:rPr>
        <w:t>;</w:t>
      </w:r>
    </w:p>
    <w:p w:rsidR="00652268" w:rsidRPr="00A31F1A" w:rsidRDefault="00652268" w:rsidP="00596994">
      <w:pPr>
        <w:pStyle w:val="a"/>
        <w:rPr>
          <w:rFonts w:cs="ArialMT+1"/>
        </w:rPr>
      </w:pPr>
      <w:r w:rsidRPr="00A31F1A">
        <w:t>файлов</w:t>
      </w:r>
      <w:r w:rsidRPr="00A31F1A">
        <w:rPr>
          <w:rFonts w:cs="ArialMT+1"/>
        </w:rPr>
        <w:t xml:space="preserve">, </w:t>
      </w:r>
      <w:r w:rsidRPr="00A31F1A">
        <w:t>открываемых на смартфоне</w:t>
      </w:r>
      <w:r w:rsidRPr="00A31F1A">
        <w:rPr>
          <w:rFonts w:cs="ArialMT+1"/>
        </w:rPr>
        <w:t>;</w:t>
      </w:r>
    </w:p>
    <w:p w:rsidR="00652268" w:rsidRPr="00A31F1A" w:rsidRDefault="00652268" w:rsidP="00596994">
      <w:pPr>
        <w:pStyle w:val="a"/>
        <w:rPr>
          <w:rFonts w:cs="ArialMT+1"/>
        </w:rPr>
      </w:pPr>
      <w:r w:rsidRPr="00A31F1A">
        <w:t>программ</w:t>
      </w:r>
      <w:r w:rsidRPr="00A31F1A">
        <w:rPr>
          <w:rFonts w:cs="ArialMT+1"/>
        </w:rPr>
        <w:t xml:space="preserve">, </w:t>
      </w:r>
      <w:r w:rsidRPr="00A31F1A">
        <w:t>устанавливаемых из интерфейса смартфона</w:t>
      </w:r>
      <w:r w:rsidRPr="00A31F1A">
        <w:rPr>
          <w:rFonts w:cs="ArialMT+1"/>
        </w:rPr>
        <w:t>.</w:t>
      </w:r>
    </w:p>
    <w:p w:rsidR="00652268" w:rsidRPr="00A31F1A" w:rsidRDefault="00652268" w:rsidP="00596994">
      <w:pPr>
        <w:pStyle w:val="a0"/>
        <w:rPr>
          <w:rFonts w:cs="ArialMT+1"/>
        </w:rPr>
      </w:pPr>
      <w:r w:rsidRPr="00A31F1A">
        <w:rPr>
          <w:rFonts w:cs="Arial-BoldMT+1"/>
          <w:bCs/>
        </w:rPr>
        <w:t>проверк</w:t>
      </w:r>
      <w:r>
        <w:rPr>
          <w:rFonts w:cs="Arial-BoldMT+1"/>
          <w:bCs/>
        </w:rPr>
        <w:t>у</w:t>
      </w:r>
      <w:r w:rsidRPr="00A31F1A">
        <w:rPr>
          <w:rFonts w:cs="Arial-BoldMT+1"/>
          <w:bCs/>
        </w:rPr>
        <w:t xml:space="preserve"> объектов</w:t>
      </w:r>
      <w:r w:rsidRPr="00A31F1A">
        <w:rPr>
          <w:rFonts w:cs="Arial-BoldMT+1"/>
          <w:b/>
          <w:bCs/>
        </w:rPr>
        <w:t xml:space="preserve"> </w:t>
      </w:r>
      <w:r w:rsidRPr="00A31F1A">
        <w:t>файловой системы</w:t>
      </w:r>
      <w:r w:rsidRPr="00A31F1A">
        <w:rPr>
          <w:rFonts w:cs="ArialMT+1"/>
        </w:rPr>
        <w:t xml:space="preserve">, </w:t>
      </w:r>
      <w:r w:rsidRPr="00A31F1A">
        <w:t>находящихся на смартфоне или на подключенных картах расширения памяти</w:t>
      </w:r>
      <w:r w:rsidRPr="00A31F1A">
        <w:rPr>
          <w:rFonts w:cs="ArialMT+1"/>
        </w:rPr>
        <w:t xml:space="preserve">, </w:t>
      </w:r>
      <w:r w:rsidRPr="00A31F1A">
        <w:t>по требованию пользователя и по расписанию</w:t>
      </w:r>
      <w:r w:rsidRPr="00A31F1A">
        <w:rPr>
          <w:rFonts w:cs="ArialMT+1"/>
        </w:rPr>
        <w:t>;</w:t>
      </w:r>
    </w:p>
    <w:p w:rsidR="00652268" w:rsidRPr="00A31F1A" w:rsidRDefault="00652268" w:rsidP="00596994">
      <w:pPr>
        <w:pStyle w:val="a0"/>
        <w:rPr>
          <w:rFonts w:cs="ArialMT+1"/>
        </w:rPr>
      </w:pPr>
      <w:r w:rsidRPr="00A31F1A">
        <w:rPr>
          <w:rFonts w:cs="Arial-BoldMT+1"/>
          <w:bCs/>
        </w:rPr>
        <w:t>надежное изолирование зараженных объектов</w:t>
      </w:r>
      <w:r w:rsidRPr="00A31F1A">
        <w:rPr>
          <w:rFonts w:cs="Arial-BoldMT+1"/>
          <w:b/>
          <w:bCs/>
        </w:rPr>
        <w:t xml:space="preserve"> </w:t>
      </w:r>
      <w:r w:rsidRPr="00A31F1A">
        <w:t>в карантинном хранилище</w:t>
      </w:r>
      <w:r w:rsidRPr="00A31F1A">
        <w:rPr>
          <w:rFonts w:cs="ArialMT+1"/>
        </w:rPr>
        <w:t>;</w:t>
      </w:r>
    </w:p>
    <w:p w:rsidR="00652268" w:rsidRPr="00A31F1A" w:rsidRDefault="00652268" w:rsidP="00596994">
      <w:pPr>
        <w:pStyle w:val="a0"/>
        <w:rPr>
          <w:rFonts w:cs="ArialMT+1"/>
        </w:rPr>
      </w:pPr>
      <w:r w:rsidRPr="00A31F1A">
        <w:rPr>
          <w:rFonts w:cs="Arial-BoldMT+1"/>
          <w:bCs/>
        </w:rPr>
        <w:t>обновление антивирусных баз</w:t>
      </w:r>
      <w:r w:rsidRPr="00A31F1A">
        <w:rPr>
          <w:rFonts w:cs="ArialMT+1"/>
        </w:rPr>
        <w:t xml:space="preserve">, </w:t>
      </w:r>
      <w:r w:rsidRPr="00A31F1A">
        <w:t>используемых при поиске вредоносных программ и удалении опасных объектов</w:t>
      </w:r>
      <w:r>
        <w:rPr>
          <w:rFonts w:cs="ArialMT+1"/>
        </w:rPr>
        <w:t>;</w:t>
      </w:r>
    </w:p>
    <w:p w:rsidR="00652268" w:rsidRDefault="00652268" w:rsidP="00596994">
      <w:pPr>
        <w:pStyle w:val="a0"/>
        <w:rPr>
          <w:rFonts w:cs="ArialMT+1"/>
        </w:rPr>
      </w:pPr>
      <w:r w:rsidRPr="00A31F1A">
        <w:rPr>
          <w:rFonts w:cs="Arial-BoldMT+1"/>
          <w:bCs/>
        </w:rPr>
        <w:t xml:space="preserve">блокирование нежелательных </w:t>
      </w:r>
      <w:r w:rsidRPr="00A31F1A">
        <w:rPr>
          <w:rFonts w:cs="Arial-BoldMT"/>
          <w:bCs/>
        </w:rPr>
        <w:t xml:space="preserve">SMS </w:t>
      </w:r>
      <w:r w:rsidRPr="00A31F1A">
        <w:rPr>
          <w:rFonts w:cs="Arial-BoldMT+1"/>
          <w:bCs/>
        </w:rPr>
        <w:t xml:space="preserve">и </w:t>
      </w:r>
      <w:r w:rsidRPr="00A31F1A">
        <w:rPr>
          <w:rFonts w:cs="Arial-BoldMT"/>
          <w:bCs/>
        </w:rPr>
        <w:t xml:space="preserve">MMS </w:t>
      </w:r>
      <w:r w:rsidRPr="00A31F1A">
        <w:rPr>
          <w:rFonts w:cs="Arial-BoldMT+1"/>
          <w:bCs/>
        </w:rPr>
        <w:t>сообщений</w:t>
      </w:r>
      <w:r>
        <w:rPr>
          <w:rFonts w:cs="ArialMT+1"/>
        </w:rPr>
        <w:t>;</w:t>
      </w:r>
    </w:p>
    <w:p w:rsidR="00652268" w:rsidRDefault="00652268" w:rsidP="00596994">
      <w:pPr>
        <w:pStyle w:val="a0"/>
        <w:rPr>
          <w:rFonts w:cs="ArialMT+1"/>
        </w:rPr>
      </w:pPr>
      <w:r>
        <w:rPr>
          <w:rFonts w:cs="ArialMT+1"/>
        </w:rPr>
        <w:t>шифрование н</w:t>
      </w:r>
      <w:r w:rsidRPr="00C86B69">
        <w:rPr>
          <w:rFonts w:cs="ArialMT+1"/>
        </w:rPr>
        <w:t>аиболее важны</w:t>
      </w:r>
      <w:r>
        <w:rPr>
          <w:rFonts w:cs="ArialMT+1"/>
        </w:rPr>
        <w:t>х файлов, папок</w:t>
      </w:r>
      <w:r w:rsidRPr="00C86B69">
        <w:rPr>
          <w:rFonts w:cs="ArialMT+1"/>
        </w:rPr>
        <w:t xml:space="preserve"> и карты памяти</w:t>
      </w:r>
      <w:r>
        <w:rPr>
          <w:rFonts w:cs="ArialMT+1"/>
        </w:rPr>
        <w:t>;</w:t>
      </w:r>
    </w:p>
    <w:p w:rsidR="00652268" w:rsidRPr="00C23737" w:rsidRDefault="00652268" w:rsidP="00596994">
      <w:pPr>
        <w:pStyle w:val="a0"/>
        <w:rPr>
          <w:rFonts w:cs="ArialMT+1"/>
        </w:rPr>
      </w:pPr>
      <w:r>
        <w:rPr>
          <w:rFonts w:cs="ArialMT+1"/>
        </w:rPr>
        <w:t>возможность скрывать важные контакты и историю общения с ними;</w:t>
      </w:r>
    </w:p>
    <w:p w:rsidR="00652268" w:rsidRPr="00A31F1A" w:rsidRDefault="00652268" w:rsidP="00C23737">
      <w:pPr>
        <w:pStyle w:val="a0"/>
        <w:rPr>
          <w:rFonts w:cs="ArialMT+1"/>
        </w:rPr>
      </w:pPr>
      <w:r>
        <w:rPr>
          <w:rFonts w:cs="ArialMT+1"/>
        </w:rPr>
        <w:t xml:space="preserve">осуществлять </w:t>
      </w:r>
      <w:r w:rsidRPr="00C23737">
        <w:t>функцию</w:t>
      </w:r>
      <w:r>
        <w:rPr>
          <w:rFonts w:cs="ArialMT+1"/>
        </w:rPr>
        <w:t xml:space="preserve"> «антивор», т.е. обеспечивать </w:t>
      </w:r>
      <w:r>
        <w:t>блокировку мобильного устройства, удаление данных, сообщений и книги контактов,</w:t>
      </w:r>
      <w:r w:rsidRPr="00C86B69">
        <w:t xml:space="preserve"> </w:t>
      </w:r>
      <w:r>
        <w:t>получение координат местоположения, а также определение, у кого находится пропавшее устройство.</w:t>
      </w:r>
    </w:p>
    <w:p w:rsidR="00652268" w:rsidRPr="00A404BA" w:rsidRDefault="00652268" w:rsidP="00990FA8">
      <w:pPr>
        <w:pStyle w:val="Heading1"/>
        <w:rPr>
          <w:sz w:val="28"/>
          <w:szCs w:val="28"/>
        </w:rPr>
      </w:pPr>
      <w:bookmarkStart w:id="7" w:name="_Toc308434161"/>
      <w:r w:rsidRPr="00A404BA">
        <w:rPr>
          <w:sz w:val="28"/>
          <w:szCs w:val="28"/>
        </w:rPr>
        <w:t>Требования к системе управления антивирусной защитой</w:t>
      </w:r>
      <w:bookmarkEnd w:id="7"/>
    </w:p>
    <w:p w:rsidR="00652268" w:rsidRPr="00470C66" w:rsidRDefault="00652268" w:rsidP="00470C66">
      <w:pPr>
        <w:spacing w:before="120" w:after="120"/>
      </w:pPr>
      <w:r w:rsidRPr="00B83D77">
        <w:t xml:space="preserve">Программные средства управления для всех защищаемых ресурсов, реализованных на платформах ОС </w:t>
      </w:r>
      <w:r w:rsidRPr="00470C66">
        <w:rPr>
          <w:lang w:val="en-US"/>
        </w:rPr>
        <w:t>Microsoft</w:t>
      </w:r>
      <w:r w:rsidRPr="00B83D77">
        <w:t xml:space="preserve"> </w:t>
      </w:r>
      <w:r w:rsidRPr="00470C66">
        <w:rPr>
          <w:lang w:val="en-US"/>
        </w:rPr>
        <w:t>Windows</w:t>
      </w:r>
      <w:r w:rsidRPr="00B83D77">
        <w:t xml:space="preserve"> и мобильных устройств на платформе </w:t>
      </w:r>
      <w:r w:rsidRPr="00470C66">
        <w:rPr>
          <w:lang w:val="en-US"/>
        </w:rPr>
        <w:t>Microsoft</w:t>
      </w:r>
      <w:r w:rsidRPr="00B83D77">
        <w:t xml:space="preserve"> </w:t>
      </w:r>
      <w:r w:rsidRPr="00470C66">
        <w:rPr>
          <w:lang w:val="en-US"/>
        </w:rPr>
        <w:t>Windows</w:t>
      </w:r>
      <w:r w:rsidRPr="00B83D77">
        <w:t xml:space="preserve"> </w:t>
      </w:r>
      <w:r w:rsidRPr="00470C66">
        <w:rPr>
          <w:lang w:val="en-US"/>
        </w:rPr>
        <w:t>Mobile</w:t>
      </w:r>
      <w:r w:rsidRPr="00B83D77">
        <w:t xml:space="preserve"> и </w:t>
      </w:r>
      <w:r w:rsidRPr="00470C66">
        <w:rPr>
          <w:lang w:val="en-US"/>
        </w:rPr>
        <w:t>Symbian</w:t>
      </w:r>
      <w:r w:rsidRPr="00B83D77">
        <w:t xml:space="preserve"> должны функционировать на следующих операционных системах:</w:t>
      </w:r>
    </w:p>
    <w:p w:rsidR="00652268" w:rsidRPr="00305584" w:rsidRDefault="00652268" w:rsidP="00B97BB3">
      <w:pPr>
        <w:spacing w:before="120" w:after="120"/>
      </w:pPr>
      <w:r w:rsidRPr="00B83D77">
        <w:t>Сервер администрирования:</w:t>
      </w:r>
    </w:p>
    <w:p w:rsidR="00652268" w:rsidRPr="00B83D77" w:rsidRDefault="00652268" w:rsidP="00B83D77">
      <w:pPr>
        <w:pStyle w:val="ListParagraph"/>
        <w:numPr>
          <w:ilvl w:val="0"/>
          <w:numId w:val="57"/>
        </w:numPr>
        <w:spacing w:before="120" w:after="120"/>
      </w:pPr>
      <w:r w:rsidRPr="00470C66">
        <w:rPr>
          <w:lang w:val="en-US"/>
        </w:rPr>
        <w:t>Microsoft</w:t>
      </w:r>
      <w:r w:rsidRPr="00B83D77">
        <w:t xml:space="preserve"> </w:t>
      </w:r>
      <w:r w:rsidRPr="00470C66">
        <w:rPr>
          <w:lang w:val="en-US"/>
        </w:rPr>
        <w:t>Windows</w:t>
      </w:r>
      <w:r w:rsidRPr="00B83D77">
        <w:t xml:space="preserve"> 2000 </w:t>
      </w:r>
      <w:r w:rsidRPr="00470C66">
        <w:rPr>
          <w:lang w:val="en-US"/>
        </w:rPr>
        <w:t>Server</w:t>
      </w:r>
      <w:r w:rsidRPr="00B83D77">
        <w:t xml:space="preserve"> / </w:t>
      </w:r>
      <w:r w:rsidRPr="00470C66">
        <w:rPr>
          <w:lang w:val="en-US"/>
        </w:rPr>
        <w:t>Professional</w:t>
      </w:r>
      <w:r w:rsidRPr="00B83D77">
        <w:t xml:space="preserve"> </w:t>
      </w:r>
      <w:r w:rsidRPr="00470C66">
        <w:rPr>
          <w:lang w:val="en-US"/>
        </w:rPr>
        <w:t>SP</w:t>
      </w:r>
      <w:r>
        <w:t>4 и выше (только с</w:t>
      </w:r>
      <w:r w:rsidRPr="00B83D77">
        <w:t>ервер администрирования);</w:t>
      </w:r>
    </w:p>
    <w:p w:rsidR="00652268" w:rsidRDefault="00652268" w:rsidP="00B83D77">
      <w:pPr>
        <w:pStyle w:val="ListParagraph"/>
        <w:numPr>
          <w:ilvl w:val="0"/>
          <w:numId w:val="57"/>
        </w:numPr>
        <w:spacing w:before="120" w:after="120"/>
        <w:rPr>
          <w:lang w:val="en-US"/>
        </w:rPr>
      </w:pPr>
      <w:r w:rsidRPr="00470C66">
        <w:rPr>
          <w:lang w:val="en-US"/>
        </w:rPr>
        <w:t>Microsoft Windows XP Professional SP2 и выше;</w:t>
      </w:r>
    </w:p>
    <w:p w:rsidR="00652268" w:rsidRDefault="00652268" w:rsidP="00B83D77">
      <w:pPr>
        <w:pStyle w:val="ListParagraph"/>
        <w:numPr>
          <w:ilvl w:val="0"/>
          <w:numId w:val="57"/>
        </w:numPr>
        <w:spacing w:before="120" w:after="120"/>
        <w:rPr>
          <w:lang w:val="en-US"/>
        </w:rPr>
      </w:pPr>
      <w:r w:rsidRPr="00470C66">
        <w:rPr>
          <w:lang w:val="en-US"/>
        </w:rPr>
        <w:t>Microsoft Windows XP Professional x64 и выше;</w:t>
      </w:r>
    </w:p>
    <w:p w:rsidR="00652268" w:rsidRDefault="00652268" w:rsidP="00B83D77">
      <w:pPr>
        <w:pStyle w:val="ListParagraph"/>
        <w:numPr>
          <w:ilvl w:val="0"/>
          <w:numId w:val="57"/>
        </w:numPr>
        <w:spacing w:before="120" w:after="120"/>
        <w:rPr>
          <w:lang w:val="en-US"/>
        </w:rPr>
      </w:pPr>
      <w:r w:rsidRPr="00EB4231">
        <w:rPr>
          <w:lang w:val="en-US"/>
        </w:rPr>
        <w:t>Microsoft Windows Server 2003 и выше;</w:t>
      </w:r>
    </w:p>
    <w:p w:rsidR="00652268" w:rsidRDefault="00652268" w:rsidP="00B83D77">
      <w:pPr>
        <w:pStyle w:val="ListParagraph"/>
        <w:numPr>
          <w:ilvl w:val="0"/>
          <w:numId w:val="57"/>
        </w:numPr>
        <w:spacing w:before="120" w:after="120"/>
        <w:rPr>
          <w:lang w:val="en-US"/>
        </w:rPr>
      </w:pPr>
      <w:r w:rsidRPr="00EB4231">
        <w:rPr>
          <w:lang w:val="en-US"/>
        </w:rPr>
        <w:t>Microsoft Windows Server 2003 x64 и выше;</w:t>
      </w:r>
    </w:p>
    <w:p w:rsidR="00652268" w:rsidRDefault="00652268" w:rsidP="00B83D77">
      <w:pPr>
        <w:pStyle w:val="ListParagraph"/>
        <w:numPr>
          <w:ilvl w:val="0"/>
          <w:numId w:val="57"/>
        </w:numPr>
        <w:spacing w:before="120" w:after="120"/>
        <w:rPr>
          <w:lang w:val="en-US"/>
        </w:rPr>
      </w:pPr>
      <w:r w:rsidRPr="00EB4231">
        <w:rPr>
          <w:lang w:val="en-US"/>
        </w:rPr>
        <w:t>Microsoft Windows Vista SP1 и выше;</w:t>
      </w:r>
    </w:p>
    <w:p w:rsidR="00652268" w:rsidRPr="00B83D77" w:rsidRDefault="00652268" w:rsidP="00B83D77">
      <w:pPr>
        <w:pStyle w:val="ListParagraph"/>
        <w:numPr>
          <w:ilvl w:val="0"/>
          <w:numId w:val="57"/>
        </w:numPr>
        <w:spacing w:before="120" w:after="120"/>
      </w:pPr>
      <w:r w:rsidRPr="00EB4231">
        <w:rPr>
          <w:lang w:val="en-US"/>
        </w:rPr>
        <w:t>Microsoft</w:t>
      </w:r>
      <w:r w:rsidRPr="00B83D77">
        <w:t xml:space="preserve"> </w:t>
      </w:r>
      <w:r w:rsidRPr="00470C66">
        <w:rPr>
          <w:lang w:val="en-US"/>
        </w:rPr>
        <w:t>Windows</w:t>
      </w:r>
      <w:r w:rsidRPr="00B83D77">
        <w:t xml:space="preserve"> </w:t>
      </w:r>
      <w:r w:rsidRPr="00470C66">
        <w:rPr>
          <w:lang w:val="en-US"/>
        </w:rPr>
        <w:t>Vista</w:t>
      </w:r>
      <w:r w:rsidRPr="00B83D77">
        <w:t xml:space="preserve"> </w:t>
      </w:r>
      <w:r w:rsidRPr="00470C66">
        <w:rPr>
          <w:lang w:val="en-US"/>
        </w:rPr>
        <w:t>x</w:t>
      </w:r>
      <w:r w:rsidRPr="00B83D77">
        <w:t xml:space="preserve">64 </w:t>
      </w:r>
      <w:r w:rsidRPr="00470C66">
        <w:rPr>
          <w:lang w:val="en-US"/>
        </w:rPr>
        <w:t>SP</w:t>
      </w:r>
      <w:r w:rsidRPr="00B83D77">
        <w:t>1 и всеми текущими обновлениями;</w:t>
      </w:r>
    </w:p>
    <w:p w:rsidR="00652268" w:rsidRDefault="00652268" w:rsidP="00B83D77">
      <w:pPr>
        <w:pStyle w:val="ListParagraph"/>
        <w:numPr>
          <w:ilvl w:val="0"/>
          <w:numId w:val="57"/>
        </w:numPr>
        <w:spacing w:before="120" w:after="120"/>
        <w:rPr>
          <w:lang w:val="en-US"/>
        </w:rPr>
      </w:pPr>
      <w:r w:rsidRPr="00470C66">
        <w:rPr>
          <w:lang w:val="en-US"/>
        </w:rPr>
        <w:t>Microsoft Windows Server 2008;</w:t>
      </w:r>
    </w:p>
    <w:p w:rsidR="00652268" w:rsidRDefault="00652268" w:rsidP="00B83D77">
      <w:pPr>
        <w:pStyle w:val="ListParagraph"/>
        <w:numPr>
          <w:ilvl w:val="0"/>
          <w:numId w:val="57"/>
        </w:numPr>
        <w:spacing w:before="120" w:after="120"/>
        <w:rPr>
          <w:lang w:val="en-US"/>
        </w:rPr>
      </w:pPr>
      <w:r w:rsidRPr="00470C66">
        <w:rPr>
          <w:lang w:val="en-US"/>
        </w:rPr>
        <w:t>Microsoft Windows Server 2008, развернутая в режиме Server Core;</w:t>
      </w:r>
    </w:p>
    <w:p w:rsidR="00652268" w:rsidRPr="00B83D77" w:rsidRDefault="00652268" w:rsidP="00B83D77">
      <w:pPr>
        <w:pStyle w:val="ListParagraph"/>
        <w:numPr>
          <w:ilvl w:val="0"/>
          <w:numId w:val="57"/>
        </w:numPr>
        <w:spacing w:before="120" w:after="120"/>
      </w:pPr>
      <w:r w:rsidRPr="00EB4231">
        <w:rPr>
          <w:lang w:val="en-US"/>
        </w:rPr>
        <w:t>Microsoft</w:t>
      </w:r>
      <w:r w:rsidRPr="00B83D77">
        <w:t xml:space="preserve"> </w:t>
      </w:r>
      <w:r w:rsidRPr="00470C66">
        <w:rPr>
          <w:lang w:val="en-US"/>
        </w:rPr>
        <w:t>Windows</w:t>
      </w:r>
      <w:r w:rsidRPr="00B83D77">
        <w:t xml:space="preserve"> </w:t>
      </w:r>
      <w:r w:rsidRPr="00470C66">
        <w:rPr>
          <w:lang w:val="en-US"/>
        </w:rPr>
        <w:t>Server</w:t>
      </w:r>
      <w:r w:rsidRPr="00B83D77">
        <w:t xml:space="preserve"> 2008 </w:t>
      </w:r>
      <w:r w:rsidRPr="00470C66">
        <w:rPr>
          <w:lang w:val="en-US"/>
        </w:rPr>
        <w:t>x</w:t>
      </w:r>
      <w:r w:rsidRPr="00B83D77">
        <w:t xml:space="preserve">64 </w:t>
      </w:r>
      <w:r w:rsidRPr="00470C66">
        <w:rPr>
          <w:lang w:val="en-US"/>
        </w:rPr>
        <w:t>SP</w:t>
      </w:r>
      <w:r w:rsidRPr="00B83D77">
        <w:t>1 и всеми текущими обновлениями;</w:t>
      </w:r>
    </w:p>
    <w:p w:rsidR="00652268" w:rsidRDefault="00652268" w:rsidP="00B83D77">
      <w:pPr>
        <w:pStyle w:val="ListParagraph"/>
        <w:numPr>
          <w:ilvl w:val="0"/>
          <w:numId w:val="57"/>
        </w:numPr>
        <w:spacing w:before="120" w:after="120"/>
        <w:rPr>
          <w:lang w:val="en-US"/>
        </w:rPr>
      </w:pPr>
      <w:r w:rsidRPr="00470C66">
        <w:rPr>
          <w:lang w:val="en-US"/>
        </w:rPr>
        <w:t>Microsoft Windows Server 2008 R2;</w:t>
      </w:r>
    </w:p>
    <w:p w:rsidR="00652268" w:rsidRDefault="00652268" w:rsidP="00B83D77">
      <w:pPr>
        <w:pStyle w:val="ListParagraph"/>
        <w:numPr>
          <w:ilvl w:val="0"/>
          <w:numId w:val="57"/>
        </w:numPr>
        <w:spacing w:before="120" w:after="120"/>
        <w:rPr>
          <w:lang w:val="en-US"/>
        </w:rPr>
      </w:pPr>
      <w:r w:rsidRPr="00470C66">
        <w:rPr>
          <w:lang w:val="en-US"/>
        </w:rPr>
        <w:t>Microsoft Windows 7 Professional/Enterprise/Ultimate (x32/x64).</w:t>
      </w:r>
    </w:p>
    <w:p w:rsidR="00652268" w:rsidRPr="00470C66" w:rsidRDefault="00652268" w:rsidP="00470C66">
      <w:pPr>
        <w:spacing w:before="120" w:after="120"/>
      </w:pPr>
      <w:r>
        <w:t>Сервером администрирования долж</w:t>
      </w:r>
      <w:r w:rsidRPr="00E30A4F">
        <w:t>на</w:t>
      </w:r>
      <w:r>
        <w:t xml:space="preserve"> использоваться одна из следующих СУБД</w:t>
      </w:r>
      <w:r w:rsidRPr="00B83D77">
        <w:t>:</w:t>
      </w:r>
    </w:p>
    <w:p w:rsidR="00652268" w:rsidRDefault="00652268" w:rsidP="00B83D77">
      <w:pPr>
        <w:pStyle w:val="ListParagraph"/>
        <w:numPr>
          <w:ilvl w:val="0"/>
          <w:numId w:val="58"/>
        </w:numPr>
        <w:spacing w:before="120" w:after="120"/>
        <w:rPr>
          <w:lang w:val="en-US"/>
        </w:rPr>
      </w:pPr>
      <w:r w:rsidRPr="00470C66">
        <w:rPr>
          <w:lang w:val="en-US"/>
        </w:rPr>
        <w:t>Microsoft SQL Server 2008;</w:t>
      </w:r>
    </w:p>
    <w:p w:rsidR="00652268" w:rsidRDefault="00652268" w:rsidP="00B83D77">
      <w:pPr>
        <w:pStyle w:val="ListParagraph"/>
        <w:numPr>
          <w:ilvl w:val="0"/>
          <w:numId w:val="58"/>
        </w:numPr>
        <w:spacing w:before="120" w:after="120"/>
        <w:rPr>
          <w:lang w:val="en-US"/>
        </w:rPr>
      </w:pPr>
      <w:r w:rsidRPr="00470C66">
        <w:rPr>
          <w:lang w:val="en-US"/>
        </w:rPr>
        <w:t>Microsoft SQL Server 2008 Express;</w:t>
      </w:r>
    </w:p>
    <w:p w:rsidR="00652268" w:rsidRDefault="00652268" w:rsidP="00B83D77">
      <w:pPr>
        <w:pStyle w:val="ListParagraph"/>
        <w:numPr>
          <w:ilvl w:val="0"/>
          <w:numId w:val="58"/>
        </w:numPr>
        <w:spacing w:before="120" w:after="120"/>
        <w:rPr>
          <w:lang w:val="en-US"/>
        </w:rPr>
      </w:pPr>
      <w:r w:rsidRPr="00EB4231">
        <w:rPr>
          <w:lang w:val="en-US"/>
        </w:rPr>
        <w:t>Microsoft SQL Server 2005 SP2 или выше;</w:t>
      </w:r>
    </w:p>
    <w:p w:rsidR="00652268" w:rsidRDefault="00652268" w:rsidP="00B83D77">
      <w:pPr>
        <w:pStyle w:val="ListParagraph"/>
        <w:numPr>
          <w:ilvl w:val="0"/>
          <w:numId w:val="58"/>
        </w:numPr>
        <w:spacing w:before="120" w:after="120"/>
        <w:rPr>
          <w:lang w:val="en-US"/>
        </w:rPr>
      </w:pPr>
      <w:r w:rsidRPr="00EB4231">
        <w:rPr>
          <w:lang w:val="en-US"/>
        </w:rPr>
        <w:t>Microsoft SQL Server 2005 Express Edition SP2 или выше;</w:t>
      </w:r>
    </w:p>
    <w:p w:rsidR="00652268" w:rsidRDefault="00652268" w:rsidP="00B83D77">
      <w:pPr>
        <w:pStyle w:val="ListParagraph"/>
        <w:numPr>
          <w:ilvl w:val="0"/>
          <w:numId w:val="58"/>
        </w:numPr>
        <w:spacing w:before="120" w:after="120"/>
        <w:rPr>
          <w:lang w:val="en-US"/>
        </w:rPr>
      </w:pPr>
      <w:r w:rsidRPr="00EB4231">
        <w:rPr>
          <w:lang w:val="en-US"/>
        </w:rPr>
        <w:t>MySQL Enterprise 5.0.60 SP1, 5.0.70, 5.0.82 SP1;</w:t>
      </w:r>
    </w:p>
    <w:p w:rsidR="00652268" w:rsidRDefault="00652268" w:rsidP="00B83D77">
      <w:pPr>
        <w:pStyle w:val="ListParagraph"/>
        <w:numPr>
          <w:ilvl w:val="0"/>
          <w:numId w:val="58"/>
        </w:numPr>
        <w:spacing w:before="120" w:after="120"/>
        <w:rPr>
          <w:lang w:val="en-US"/>
        </w:rPr>
      </w:pPr>
      <w:r w:rsidRPr="00EB4231">
        <w:rPr>
          <w:lang w:val="en-US"/>
        </w:rPr>
        <w:t>MySQL 5.0.67, 5.0.85;</w:t>
      </w:r>
    </w:p>
    <w:p w:rsidR="00652268" w:rsidRDefault="00652268" w:rsidP="00B83D77">
      <w:pPr>
        <w:pStyle w:val="ListParagraph"/>
        <w:numPr>
          <w:ilvl w:val="0"/>
          <w:numId w:val="58"/>
        </w:numPr>
        <w:spacing w:before="120" w:after="120"/>
        <w:rPr>
          <w:lang w:val="en-US"/>
        </w:rPr>
      </w:pPr>
      <w:r w:rsidRPr="00EB4231">
        <w:rPr>
          <w:lang w:val="en-US"/>
        </w:rPr>
        <w:t>Microsoft SQL Server 2000 SP 3 и выше;</w:t>
      </w:r>
    </w:p>
    <w:p w:rsidR="00652268" w:rsidRDefault="00652268" w:rsidP="00B83D77">
      <w:pPr>
        <w:pStyle w:val="ListParagraph"/>
        <w:numPr>
          <w:ilvl w:val="0"/>
          <w:numId w:val="58"/>
        </w:numPr>
        <w:spacing w:before="120" w:after="120"/>
        <w:rPr>
          <w:lang w:val="en-US"/>
        </w:rPr>
      </w:pPr>
      <w:r w:rsidRPr="00EB4231">
        <w:rPr>
          <w:lang w:val="en-US"/>
        </w:rPr>
        <w:t>Microsoft SQL Server 2000 Desktop Engine (MSDE) SP3 и выше.</w:t>
      </w:r>
    </w:p>
    <w:p w:rsidR="00652268" w:rsidRPr="00470C66" w:rsidRDefault="00652268" w:rsidP="00470C66">
      <w:pPr>
        <w:spacing w:before="120" w:after="120"/>
        <w:rPr>
          <w:lang w:val="en-US"/>
        </w:rPr>
      </w:pPr>
      <w:r w:rsidRPr="00470C66">
        <w:rPr>
          <w:lang w:val="en-US"/>
        </w:rPr>
        <w:t xml:space="preserve">Консоль администрирования: </w:t>
      </w:r>
    </w:p>
    <w:p w:rsidR="00652268" w:rsidRDefault="00652268" w:rsidP="00B83D77">
      <w:pPr>
        <w:pStyle w:val="ListParagraph"/>
        <w:numPr>
          <w:ilvl w:val="0"/>
          <w:numId w:val="59"/>
        </w:numPr>
        <w:spacing w:before="120" w:after="120"/>
        <w:rPr>
          <w:lang w:val="en-US"/>
        </w:rPr>
      </w:pPr>
      <w:r w:rsidRPr="00470C66">
        <w:rPr>
          <w:lang w:val="en-US"/>
        </w:rPr>
        <w:t>Microsoft Windows XP Professional SP2 и выше;</w:t>
      </w:r>
    </w:p>
    <w:p w:rsidR="00652268" w:rsidRDefault="00652268" w:rsidP="00B83D77">
      <w:pPr>
        <w:pStyle w:val="ListParagraph"/>
        <w:numPr>
          <w:ilvl w:val="0"/>
          <w:numId w:val="59"/>
        </w:numPr>
        <w:spacing w:before="120" w:after="120"/>
        <w:rPr>
          <w:lang w:val="en-US"/>
        </w:rPr>
      </w:pPr>
      <w:r w:rsidRPr="00470C66">
        <w:rPr>
          <w:lang w:val="en-US"/>
        </w:rPr>
        <w:t>Microsoft Windows XP Home Edition SP2 и выше;</w:t>
      </w:r>
    </w:p>
    <w:p w:rsidR="00652268" w:rsidRDefault="00652268" w:rsidP="00B83D77">
      <w:pPr>
        <w:pStyle w:val="ListParagraph"/>
        <w:numPr>
          <w:ilvl w:val="0"/>
          <w:numId w:val="59"/>
        </w:numPr>
        <w:spacing w:before="120" w:after="120"/>
        <w:rPr>
          <w:lang w:val="en-US"/>
        </w:rPr>
      </w:pPr>
      <w:r w:rsidRPr="00EB4231">
        <w:rPr>
          <w:lang w:val="en-US"/>
        </w:rPr>
        <w:t>Microsoft Windows XP Professional x64 и выше;</w:t>
      </w:r>
    </w:p>
    <w:p w:rsidR="00652268" w:rsidRDefault="00652268" w:rsidP="00B83D77">
      <w:pPr>
        <w:pStyle w:val="ListParagraph"/>
        <w:numPr>
          <w:ilvl w:val="0"/>
          <w:numId w:val="59"/>
        </w:numPr>
        <w:spacing w:before="120" w:after="120"/>
        <w:rPr>
          <w:lang w:val="en-US"/>
        </w:rPr>
      </w:pPr>
      <w:r w:rsidRPr="00EB4231">
        <w:rPr>
          <w:lang w:val="en-US"/>
        </w:rPr>
        <w:t>Microsoft Windows Server 2003 и выше;</w:t>
      </w:r>
    </w:p>
    <w:p w:rsidR="00652268" w:rsidRDefault="00652268" w:rsidP="00B83D77">
      <w:pPr>
        <w:pStyle w:val="ListParagraph"/>
        <w:numPr>
          <w:ilvl w:val="0"/>
          <w:numId w:val="59"/>
        </w:numPr>
        <w:spacing w:before="120" w:after="120"/>
        <w:rPr>
          <w:lang w:val="en-US"/>
        </w:rPr>
      </w:pPr>
      <w:r w:rsidRPr="00EB4231">
        <w:rPr>
          <w:lang w:val="en-US"/>
        </w:rPr>
        <w:t>Microsoft Windows Server 2003 x64 и выше;</w:t>
      </w:r>
    </w:p>
    <w:p w:rsidR="00652268" w:rsidRDefault="00652268" w:rsidP="00B83D77">
      <w:pPr>
        <w:pStyle w:val="ListParagraph"/>
        <w:numPr>
          <w:ilvl w:val="0"/>
          <w:numId w:val="59"/>
        </w:numPr>
        <w:spacing w:before="120" w:after="120"/>
        <w:rPr>
          <w:lang w:val="en-US"/>
        </w:rPr>
      </w:pPr>
      <w:r w:rsidRPr="00EB4231">
        <w:rPr>
          <w:lang w:val="en-US"/>
        </w:rPr>
        <w:t>Microsoft Windows Vista SP1 и выше;</w:t>
      </w:r>
    </w:p>
    <w:p w:rsidR="00652268" w:rsidRPr="00B83D77" w:rsidRDefault="00652268" w:rsidP="00B83D77">
      <w:pPr>
        <w:pStyle w:val="ListParagraph"/>
        <w:numPr>
          <w:ilvl w:val="0"/>
          <w:numId w:val="59"/>
        </w:numPr>
        <w:spacing w:before="120" w:after="120"/>
      </w:pPr>
      <w:r w:rsidRPr="00EB4231">
        <w:rPr>
          <w:lang w:val="en-US"/>
        </w:rPr>
        <w:t>Microsoft</w:t>
      </w:r>
      <w:r w:rsidRPr="00B83D77">
        <w:t xml:space="preserve"> </w:t>
      </w:r>
      <w:r w:rsidRPr="00470C66">
        <w:rPr>
          <w:lang w:val="en-US"/>
        </w:rPr>
        <w:t>Windows</w:t>
      </w:r>
      <w:r w:rsidRPr="00B83D77">
        <w:t xml:space="preserve"> </w:t>
      </w:r>
      <w:r w:rsidRPr="00470C66">
        <w:rPr>
          <w:lang w:val="en-US"/>
        </w:rPr>
        <w:t>Vista</w:t>
      </w:r>
      <w:r w:rsidRPr="00B83D77">
        <w:t xml:space="preserve"> </w:t>
      </w:r>
      <w:r w:rsidRPr="00470C66">
        <w:rPr>
          <w:lang w:val="en-US"/>
        </w:rPr>
        <w:t>x</w:t>
      </w:r>
      <w:r w:rsidRPr="00B83D77">
        <w:t xml:space="preserve">64 </w:t>
      </w:r>
      <w:r w:rsidRPr="00470C66">
        <w:rPr>
          <w:lang w:val="en-US"/>
        </w:rPr>
        <w:t>SP</w:t>
      </w:r>
      <w:r w:rsidRPr="00B83D77">
        <w:t>1 и всеми текущими обновлениями;</w:t>
      </w:r>
    </w:p>
    <w:p w:rsidR="00652268" w:rsidRDefault="00652268" w:rsidP="00B83D77">
      <w:pPr>
        <w:pStyle w:val="ListParagraph"/>
        <w:numPr>
          <w:ilvl w:val="0"/>
          <w:numId w:val="59"/>
        </w:numPr>
        <w:spacing w:before="120" w:after="120"/>
        <w:rPr>
          <w:lang w:val="en-US"/>
        </w:rPr>
      </w:pPr>
      <w:r w:rsidRPr="00470C66">
        <w:rPr>
          <w:lang w:val="en-US"/>
        </w:rPr>
        <w:t>Microsoft Windows Server 2008;</w:t>
      </w:r>
    </w:p>
    <w:p w:rsidR="00652268" w:rsidRPr="00B83D77" w:rsidRDefault="00652268" w:rsidP="00B83D77">
      <w:pPr>
        <w:pStyle w:val="ListParagraph"/>
        <w:numPr>
          <w:ilvl w:val="0"/>
          <w:numId w:val="59"/>
        </w:numPr>
        <w:spacing w:before="120" w:after="120"/>
      </w:pPr>
      <w:r w:rsidRPr="00470C66">
        <w:rPr>
          <w:lang w:val="en-US"/>
        </w:rPr>
        <w:t>Microsoft</w:t>
      </w:r>
      <w:r w:rsidRPr="00B83D77">
        <w:t xml:space="preserve"> </w:t>
      </w:r>
      <w:r w:rsidRPr="00470C66">
        <w:rPr>
          <w:lang w:val="en-US"/>
        </w:rPr>
        <w:t>Windows</w:t>
      </w:r>
      <w:r w:rsidRPr="00B83D77">
        <w:t xml:space="preserve"> </w:t>
      </w:r>
      <w:r w:rsidRPr="00470C66">
        <w:rPr>
          <w:lang w:val="en-US"/>
        </w:rPr>
        <w:t>Server</w:t>
      </w:r>
      <w:r w:rsidRPr="00B83D77">
        <w:t xml:space="preserve"> 2008 </w:t>
      </w:r>
      <w:r w:rsidRPr="00470C66">
        <w:rPr>
          <w:lang w:val="en-US"/>
        </w:rPr>
        <w:t>x</w:t>
      </w:r>
      <w:r w:rsidRPr="00B83D77">
        <w:t xml:space="preserve">64 </w:t>
      </w:r>
      <w:r w:rsidRPr="00470C66">
        <w:rPr>
          <w:lang w:val="en-US"/>
        </w:rPr>
        <w:t>SP</w:t>
      </w:r>
      <w:r w:rsidRPr="00B83D77">
        <w:t>1 и всеми текущими обновлениями;</w:t>
      </w:r>
    </w:p>
    <w:p w:rsidR="00652268" w:rsidRDefault="00652268" w:rsidP="00B83D77">
      <w:pPr>
        <w:pStyle w:val="ListParagraph"/>
        <w:numPr>
          <w:ilvl w:val="0"/>
          <w:numId w:val="59"/>
        </w:numPr>
        <w:spacing w:before="120" w:after="120"/>
        <w:rPr>
          <w:lang w:val="en-US"/>
        </w:rPr>
      </w:pPr>
      <w:r w:rsidRPr="00EB4231">
        <w:rPr>
          <w:lang w:val="en-US"/>
        </w:rPr>
        <w:t>Microsoft Windows Server 2008 R2;</w:t>
      </w:r>
    </w:p>
    <w:p w:rsidR="00652268" w:rsidRDefault="00652268" w:rsidP="00B83D77">
      <w:pPr>
        <w:pStyle w:val="ListParagraph"/>
        <w:numPr>
          <w:ilvl w:val="0"/>
          <w:numId w:val="59"/>
        </w:numPr>
        <w:spacing w:before="120" w:after="120"/>
        <w:rPr>
          <w:lang w:val="en-US"/>
        </w:rPr>
      </w:pPr>
      <w:r w:rsidRPr="00EB4231">
        <w:rPr>
          <w:lang w:val="en-US"/>
        </w:rPr>
        <w:t>Microsoft Windows 7 Professional/Enterprise/Ultimate (x32/x64).</w:t>
      </w:r>
    </w:p>
    <w:p w:rsidR="00652268" w:rsidRPr="00470C66" w:rsidRDefault="00652268" w:rsidP="00470C66">
      <w:pPr>
        <w:spacing w:before="120" w:after="120"/>
      </w:pPr>
      <w:r w:rsidRPr="00B83D77">
        <w:t>Агент администрирования:</w:t>
      </w:r>
    </w:p>
    <w:p w:rsidR="00652268" w:rsidRPr="00B83D77" w:rsidRDefault="00652268" w:rsidP="00B83D77">
      <w:pPr>
        <w:pStyle w:val="ListParagraph"/>
        <w:numPr>
          <w:ilvl w:val="0"/>
          <w:numId w:val="60"/>
        </w:numPr>
        <w:spacing w:before="120" w:after="120"/>
      </w:pPr>
      <w:r w:rsidRPr="00470C66">
        <w:rPr>
          <w:lang w:val="en-US"/>
        </w:rPr>
        <w:t>Microsoft</w:t>
      </w:r>
      <w:r w:rsidRPr="00B83D77">
        <w:t xml:space="preserve"> </w:t>
      </w:r>
      <w:r w:rsidRPr="00470C66">
        <w:rPr>
          <w:lang w:val="en-US"/>
        </w:rPr>
        <w:t>Windows</w:t>
      </w:r>
      <w:r w:rsidRPr="00B83D77">
        <w:t xml:space="preserve"> 2000 </w:t>
      </w:r>
      <w:r w:rsidRPr="00470C66">
        <w:rPr>
          <w:lang w:val="en-US"/>
        </w:rPr>
        <w:t>SP</w:t>
      </w:r>
      <w:r w:rsidRPr="00B83D77">
        <w:t>4;</w:t>
      </w:r>
    </w:p>
    <w:p w:rsidR="00652268" w:rsidRDefault="00652268" w:rsidP="00B83D77">
      <w:pPr>
        <w:pStyle w:val="ListParagraph"/>
        <w:numPr>
          <w:ilvl w:val="0"/>
          <w:numId w:val="60"/>
        </w:numPr>
        <w:spacing w:before="120" w:after="120"/>
        <w:rPr>
          <w:lang w:val="en-US"/>
        </w:rPr>
      </w:pPr>
      <w:r w:rsidRPr="00470C66">
        <w:rPr>
          <w:lang w:val="en-US"/>
        </w:rPr>
        <w:t>Microsoft Windows XP Professional SP2 и выше;</w:t>
      </w:r>
    </w:p>
    <w:p w:rsidR="00652268" w:rsidRDefault="00652268" w:rsidP="00B83D77">
      <w:pPr>
        <w:pStyle w:val="ListParagraph"/>
        <w:numPr>
          <w:ilvl w:val="0"/>
          <w:numId w:val="60"/>
        </w:numPr>
        <w:spacing w:before="120" w:after="120"/>
        <w:rPr>
          <w:lang w:val="en-US"/>
        </w:rPr>
      </w:pPr>
      <w:r w:rsidRPr="00470C66">
        <w:rPr>
          <w:lang w:val="en-US"/>
        </w:rPr>
        <w:t>Microsoft Windows XP Professional x64 и выше;</w:t>
      </w:r>
    </w:p>
    <w:p w:rsidR="00652268" w:rsidRDefault="00652268" w:rsidP="00B83D77">
      <w:pPr>
        <w:pStyle w:val="ListParagraph"/>
        <w:numPr>
          <w:ilvl w:val="0"/>
          <w:numId w:val="60"/>
        </w:numPr>
        <w:spacing w:before="120" w:after="120"/>
        <w:rPr>
          <w:lang w:val="en-US"/>
        </w:rPr>
      </w:pPr>
      <w:r w:rsidRPr="00EB4231">
        <w:rPr>
          <w:lang w:val="en-US"/>
        </w:rPr>
        <w:t>Microsoft Windows Server 2003 и выше;</w:t>
      </w:r>
    </w:p>
    <w:p w:rsidR="00652268" w:rsidRDefault="00652268" w:rsidP="00B83D77">
      <w:pPr>
        <w:pStyle w:val="ListParagraph"/>
        <w:numPr>
          <w:ilvl w:val="0"/>
          <w:numId w:val="60"/>
        </w:numPr>
        <w:spacing w:before="120" w:after="120"/>
        <w:rPr>
          <w:lang w:val="en-US"/>
        </w:rPr>
      </w:pPr>
      <w:r w:rsidRPr="00EB4231">
        <w:rPr>
          <w:lang w:val="en-US"/>
        </w:rPr>
        <w:t>Microsoft Windows Server 2003 x64 и выше;</w:t>
      </w:r>
    </w:p>
    <w:p w:rsidR="00652268" w:rsidRDefault="00652268" w:rsidP="00B83D77">
      <w:pPr>
        <w:pStyle w:val="ListParagraph"/>
        <w:numPr>
          <w:ilvl w:val="0"/>
          <w:numId w:val="60"/>
        </w:numPr>
        <w:spacing w:before="120" w:after="120"/>
        <w:rPr>
          <w:lang w:val="en-US"/>
        </w:rPr>
      </w:pPr>
      <w:r w:rsidRPr="00EB4231">
        <w:rPr>
          <w:lang w:val="en-US"/>
        </w:rPr>
        <w:t xml:space="preserve">Microsoft Windows Vista SP1 и </w:t>
      </w:r>
      <w:r w:rsidRPr="00DB03ED">
        <w:t>выше</w:t>
      </w:r>
      <w:r w:rsidRPr="00EB4231">
        <w:rPr>
          <w:lang w:val="en-US"/>
        </w:rPr>
        <w:t>;</w:t>
      </w:r>
    </w:p>
    <w:p w:rsidR="00652268" w:rsidRPr="00B83D77" w:rsidRDefault="00652268" w:rsidP="00B83D77">
      <w:pPr>
        <w:pStyle w:val="ListParagraph"/>
        <w:numPr>
          <w:ilvl w:val="0"/>
          <w:numId w:val="60"/>
        </w:numPr>
        <w:spacing w:before="120" w:after="120"/>
      </w:pPr>
      <w:r w:rsidRPr="00EB4231">
        <w:rPr>
          <w:lang w:val="en-US"/>
        </w:rPr>
        <w:t>Microsoft</w:t>
      </w:r>
      <w:r w:rsidRPr="00B83D77">
        <w:t xml:space="preserve"> </w:t>
      </w:r>
      <w:r w:rsidRPr="00470C66">
        <w:rPr>
          <w:lang w:val="en-US"/>
        </w:rPr>
        <w:t>Windows</w:t>
      </w:r>
      <w:r w:rsidRPr="00B83D77">
        <w:t xml:space="preserve"> </w:t>
      </w:r>
      <w:r w:rsidRPr="00470C66">
        <w:rPr>
          <w:lang w:val="en-US"/>
        </w:rPr>
        <w:t>Vista</w:t>
      </w:r>
      <w:r w:rsidRPr="00B83D77">
        <w:t xml:space="preserve"> </w:t>
      </w:r>
      <w:r w:rsidRPr="00470C66">
        <w:rPr>
          <w:lang w:val="en-US"/>
        </w:rPr>
        <w:t>x</w:t>
      </w:r>
      <w:r w:rsidRPr="00B83D77">
        <w:t xml:space="preserve">64 </w:t>
      </w:r>
      <w:r w:rsidRPr="00470C66">
        <w:rPr>
          <w:lang w:val="en-US"/>
        </w:rPr>
        <w:t>SP</w:t>
      </w:r>
      <w:r w:rsidRPr="00B83D77">
        <w:t>1 и всеми текущими обновлениями;</w:t>
      </w:r>
    </w:p>
    <w:p w:rsidR="00652268" w:rsidRDefault="00652268" w:rsidP="00B83D77">
      <w:pPr>
        <w:pStyle w:val="ListParagraph"/>
        <w:numPr>
          <w:ilvl w:val="0"/>
          <w:numId w:val="60"/>
        </w:numPr>
        <w:spacing w:before="120" w:after="120"/>
        <w:rPr>
          <w:lang w:val="en-US"/>
        </w:rPr>
      </w:pPr>
      <w:r w:rsidRPr="00470C66">
        <w:rPr>
          <w:lang w:val="en-US"/>
        </w:rPr>
        <w:t>Microsoft Windows Server 2008;</w:t>
      </w:r>
    </w:p>
    <w:p w:rsidR="00652268" w:rsidRDefault="00652268" w:rsidP="00B83D77">
      <w:pPr>
        <w:pStyle w:val="ListParagraph"/>
        <w:numPr>
          <w:ilvl w:val="0"/>
          <w:numId w:val="60"/>
        </w:numPr>
        <w:spacing w:before="120" w:after="120"/>
        <w:rPr>
          <w:lang w:val="en-US"/>
        </w:rPr>
      </w:pPr>
      <w:r w:rsidRPr="00470C66">
        <w:rPr>
          <w:lang w:val="en-US"/>
        </w:rPr>
        <w:t xml:space="preserve">Microsoft Windows Server 2008, </w:t>
      </w:r>
      <w:r w:rsidRPr="00DB03ED">
        <w:t>развернутая</w:t>
      </w:r>
      <w:r w:rsidRPr="00470C66">
        <w:rPr>
          <w:lang w:val="en-US"/>
        </w:rPr>
        <w:t xml:space="preserve"> в </w:t>
      </w:r>
      <w:r w:rsidRPr="00DB03ED">
        <w:t>режиме</w:t>
      </w:r>
      <w:r w:rsidRPr="00470C66">
        <w:rPr>
          <w:lang w:val="en-US"/>
        </w:rPr>
        <w:t xml:space="preserve"> Server Core;</w:t>
      </w:r>
    </w:p>
    <w:p w:rsidR="00652268" w:rsidRPr="00B83D77" w:rsidRDefault="00652268" w:rsidP="00B83D77">
      <w:pPr>
        <w:pStyle w:val="ListParagraph"/>
        <w:numPr>
          <w:ilvl w:val="0"/>
          <w:numId w:val="60"/>
        </w:numPr>
        <w:spacing w:before="120" w:after="120"/>
      </w:pPr>
      <w:r w:rsidRPr="00EB4231">
        <w:rPr>
          <w:lang w:val="en-US"/>
        </w:rPr>
        <w:t>Microsoft</w:t>
      </w:r>
      <w:r w:rsidRPr="00B83D77">
        <w:t xml:space="preserve"> </w:t>
      </w:r>
      <w:r w:rsidRPr="00470C66">
        <w:rPr>
          <w:lang w:val="en-US"/>
        </w:rPr>
        <w:t>Windows</w:t>
      </w:r>
      <w:r w:rsidRPr="00B83D77">
        <w:t xml:space="preserve"> </w:t>
      </w:r>
      <w:r w:rsidRPr="00470C66">
        <w:rPr>
          <w:lang w:val="en-US"/>
        </w:rPr>
        <w:t>Server</w:t>
      </w:r>
      <w:r w:rsidRPr="00B83D77">
        <w:t xml:space="preserve"> 2008 </w:t>
      </w:r>
      <w:r w:rsidRPr="00470C66">
        <w:rPr>
          <w:lang w:val="en-US"/>
        </w:rPr>
        <w:t>x</w:t>
      </w:r>
      <w:r w:rsidRPr="00B83D77">
        <w:t xml:space="preserve">64 </w:t>
      </w:r>
      <w:r w:rsidRPr="00470C66">
        <w:rPr>
          <w:lang w:val="en-US"/>
        </w:rPr>
        <w:t>SP</w:t>
      </w:r>
      <w:r w:rsidRPr="00B83D77">
        <w:t>1 и всеми текущими обновлениями;</w:t>
      </w:r>
    </w:p>
    <w:p w:rsidR="00652268" w:rsidRDefault="00652268" w:rsidP="00B83D77">
      <w:pPr>
        <w:pStyle w:val="ListParagraph"/>
        <w:numPr>
          <w:ilvl w:val="0"/>
          <w:numId w:val="60"/>
        </w:numPr>
        <w:spacing w:before="120" w:after="120"/>
        <w:rPr>
          <w:lang w:val="en-US"/>
        </w:rPr>
      </w:pPr>
      <w:r w:rsidRPr="00470C66">
        <w:rPr>
          <w:lang w:val="en-US"/>
        </w:rPr>
        <w:t>Microsoft Windows Server 2008 R2;</w:t>
      </w:r>
    </w:p>
    <w:p w:rsidR="00652268" w:rsidRDefault="00652268" w:rsidP="00B83D77">
      <w:pPr>
        <w:pStyle w:val="ListParagraph"/>
        <w:numPr>
          <w:ilvl w:val="0"/>
          <w:numId w:val="60"/>
        </w:numPr>
        <w:spacing w:before="120" w:after="120"/>
        <w:rPr>
          <w:lang w:val="en-US"/>
        </w:rPr>
      </w:pPr>
      <w:r w:rsidRPr="00470C66">
        <w:rPr>
          <w:lang w:val="en-US"/>
        </w:rPr>
        <w:t>Microsoft Windows 7 Professional/Enterprise/Ultimate (x32/x64).</w:t>
      </w:r>
    </w:p>
    <w:p w:rsidR="00652268" w:rsidRDefault="00652268" w:rsidP="007721C5">
      <w:pPr>
        <w:spacing w:before="120" w:after="120"/>
      </w:pPr>
      <w:r w:rsidRPr="00841A27">
        <w:t>Программные средства управления для всех защищаемых ресурсов, реализованных на платформ</w:t>
      </w:r>
      <w:r>
        <w:t>ах</w:t>
      </w:r>
      <w:r w:rsidRPr="00841A27">
        <w:t xml:space="preserve"> ОС </w:t>
      </w:r>
      <w:r w:rsidRPr="00841A27">
        <w:rPr>
          <w:lang w:val="en-US"/>
        </w:rPr>
        <w:t>Microsoft</w:t>
      </w:r>
      <w:r w:rsidRPr="00841A27">
        <w:t xml:space="preserve"> </w:t>
      </w:r>
      <w:r w:rsidRPr="00841A27">
        <w:rPr>
          <w:lang w:val="en-US"/>
        </w:rPr>
        <w:t>Windows</w:t>
      </w:r>
      <w:r>
        <w:t xml:space="preserve"> и мобильных устройств на платформе </w:t>
      </w:r>
      <w:r>
        <w:rPr>
          <w:lang w:val="en-US"/>
        </w:rPr>
        <w:t>Microsoft</w:t>
      </w:r>
      <w:r w:rsidRPr="004B067E">
        <w:t xml:space="preserve"> </w:t>
      </w:r>
      <w:r>
        <w:rPr>
          <w:lang w:val="en-US"/>
        </w:rPr>
        <w:t>Windows</w:t>
      </w:r>
      <w:r w:rsidRPr="00FE428A">
        <w:t xml:space="preserve"> </w:t>
      </w:r>
      <w:r>
        <w:rPr>
          <w:lang w:val="en-US"/>
        </w:rPr>
        <w:t>Mobile</w:t>
      </w:r>
      <w:r w:rsidRPr="006F6D78">
        <w:t xml:space="preserve"> </w:t>
      </w:r>
      <w:r>
        <w:t xml:space="preserve">и </w:t>
      </w:r>
      <w:r>
        <w:rPr>
          <w:lang w:val="en-US"/>
        </w:rPr>
        <w:t>Symbian</w:t>
      </w:r>
      <w:r w:rsidRPr="00432BFF">
        <w:t xml:space="preserve"> </w:t>
      </w:r>
      <w:r w:rsidRPr="00841A27">
        <w:t>должны обеспечивать реализацию следующих функциональных возможностей:</w:t>
      </w:r>
    </w:p>
    <w:p w:rsidR="00652268" w:rsidRDefault="00652268" w:rsidP="007721C5">
      <w:pPr>
        <w:pStyle w:val="a0"/>
      </w:pPr>
      <w:r>
        <w:t>установка системы антивирусной защиты из единого дистрибутива</w:t>
      </w:r>
      <w:r w:rsidRPr="00990FA8">
        <w:t>;</w:t>
      </w:r>
    </w:p>
    <w:p w:rsidR="00652268" w:rsidRDefault="00652268" w:rsidP="007721C5">
      <w:pPr>
        <w:pStyle w:val="a0"/>
      </w:pPr>
      <w:r>
        <w:t>выбор установки в зависимости от количества защищаемых узлов</w:t>
      </w:r>
      <w:r w:rsidRPr="00990FA8">
        <w:t>;</w:t>
      </w:r>
    </w:p>
    <w:p w:rsidR="00652268" w:rsidRDefault="00652268" w:rsidP="007721C5">
      <w:pPr>
        <w:pStyle w:val="a0"/>
      </w:pPr>
      <w:r>
        <w:t>создание групп логической сети на основе структуры Active Directory</w:t>
      </w:r>
      <w:r w:rsidRPr="00990FA8">
        <w:t>;</w:t>
      </w:r>
    </w:p>
    <w:p w:rsidR="00652268" w:rsidRPr="00775E9D" w:rsidRDefault="00652268" w:rsidP="007721C5">
      <w:pPr>
        <w:pStyle w:val="a0"/>
      </w:pPr>
      <w:r w:rsidRPr="00775E9D">
        <w:t>автоматическое распределение компьютеров по группам управления, в случае появления новых компьютеров в сети;</w:t>
      </w:r>
    </w:p>
    <w:p w:rsidR="00652268" w:rsidRPr="00775E9D" w:rsidRDefault="00652268" w:rsidP="007721C5">
      <w:pPr>
        <w:pStyle w:val="a0"/>
      </w:pPr>
      <w:r w:rsidRPr="00775E9D">
        <w:t>централизованную установку/обновление/удаление программных средств антивирусной защиты, настройку, администрирование, просмотр отчетов и статистической информации по их работе;</w:t>
      </w:r>
    </w:p>
    <w:p w:rsidR="00652268" w:rsidRPr="00775E9D" w:rsidRDefault="00652268" w:rsidP="007721C5">
      <w:pPr>
        <w:pStyle w:val="a0"/>
      </w:pPr>
      <w:r w:rsidRPr="00775E9D">
        <w:t>централизованное удаление</w:t>
      </w:r>
      <w:r w:rsidRPr="00775E9D">
        <w:rPr>
          <w:lang w:val="en-US"/>
        </w:rPr>
        <w:t xml:space="preserve"> </w:t>
      </w:r>
      <w:r w:rsidRPr="00775E9D">
        <w:t>несовместимых приложений;</w:t>
      </w:r>
    </w:p>
    <w:p w:rsidR="00652268" w:rsidRPr="00775E9D" w:rsidRDefault="00652268" w:rsidP="007721C5">
      <w:pPr>
        <w:pStyle w:val="a0"/>
      </w:pPr>
      <w:r w:rsidRPr="00775E9D">
        <w:t>централизованное управление установкой/запуском программ на компьютерах пользователей с возможностью контроля программ по  пути  нахождения программы, метаданным, MD5 контрольной сумме и возможностью присвоения привилегий определенным пользователям;</w:t>
      </w:r>
    </w:p>
    <w:p w:rsidR="00652268" w:rsidRPr="00775E9D" w:rsidRDefault="00652268" w:rsidP="007721C5">
      <w:pPr>
        <w:pStyle w:val="a0"/>
      </w:pPr>
      <w:r w:rsidRPr="00775E9D">
        <w:t>централизованное управление доступом к веб-ресурсам с компьютеров пользователей, с возможностью фильтрации по категориям и типу данных загружаемого контента, гибко задавать параметры времени действия правил и возможностью присвоения привилегий определенным пользователям;</w:t>
      </w:r>
    </w:p>
    <w:p w:rsidR="00652268" w:rsidRPr="00775E9D" w:rsidRDefault="00652268" w:rsidP="007721C5">
      <w:pPr>
        <w:pStyle w:val="a0"/>
      </w:pPr>
      <w:r w:rsidRPr="00775E9D">
        <w:t>наличие различных методов установки антивирусных приложений: удаленный - RPC, GPO, login script, агент администрирования, локальный -  автономный пакет установки;</w:t>
      </w:r>
    </w:p>
    <w:p w:rsidR="00652268" w:rsidRPr="00775E9D" w:rsidRDefault="00652268" w:rsidP="007721C5">
      <w:pPr>
        <w:pStyle w:val="a0"/>
      </w:pPr>
      <w:r w:rsidRPr="00775E9D">
        <w:t xml:space="preserve">удаленная установка программных средств антивирусной защиты с последней версией баз приложения; </w:t>
      </w:r>
    </w:p>
    <w:p w:rsidR="00652268" w:rsidRPr="00775E9D" w:rsidRDefault="00652268" w:rsidP="007721C5">
      <w:pPr>
        <w:pStyle w:val="a0"/>
      </w:pPr>
      <w:r w:rsidRPr="00775E9D">
        <w:t xml:space="preserve">автоматизированное обновление программных средств антивирусной защиты и антивирусных баз (для защищаемых ресурсов на базе ОС </w:t>
      </w:r>
      <w:r w:rsidRPr="00775E9D">
        <w:rPr>
          <w:lang w:val="en-US"/>
        </w:rPr>
        <w:t>Microsoft</w:t>
      </w:r>
      <w:r w:rsidRPr="00775E9D">
        <w:t xml:space="preserve"> </w:t>
      </w:r>
      <w:r w:rsidRPr="00775E9D">
        <w:rPr>
          <w:lang w:val="en-US"/>
        </w:rPr>
        <w:t>Windows</w:t>
      </w:r>
      <w:r w:rsidRPr="00775E9D">
        <w:t>);</w:t>
      </w:r>
    </w:p>
    <w:p w:rsidR="00652268" w:rsidRPr="00775E9D" w:rsidRDefault="00652268" w:rsidP="007721C5">
      <w:pPr>
        <w:pStyle w:val="a0"/>
      </w:pPr>
      <w:r w:rsidRPr="00775E9D">
        <w:t xml:space="preserve">автоматизированный поиск уязвимостей, в установленных приложения и операционной системе, на компьютерах пользователей, с возможностью предоставления отчета по обнаруженным уязвимостям и интеграцией с системой обновления </w:t>
      </w:r>
      <w:r w:rsidRPr="00775E9D">
        <w:rPr>
          <w:lang w:val="en-US"/>
        </w:rPr>
        <w:t>Windows</w:t>
      </w:r>
      <w:r w:rsidRPr="00775E9D">
        <w:t xml:space="preserve"> </w:t>
      </w:r>
      <w:r w:rsidRPr="00775E9D">
        <w:rPr>
          <w:lang w:val="en-US"/>
        </w:rPr>
        <w:t>Update</w:t>
      </w:r>
      <w:r w:rsidRPr="00775E9D">
        <w:t>, для установки патчей закрывающие обнаруженные уязвимости;</w:t>
      </w:r>
    </w:p>
    <w:p w:rsidR="00652268" w:rsidRPr="00775E9D" w:rsidRDefault="00652268" w:rsidP="007721C5">
      <w:pPr>
        <w:pStyle w:val="a0"/>
      </w:pPr>
      <w:r w:rsidRPr="00775E9D">
        <w:t>тестирование загруженных обновлений средствами сервера администрирования перед распространением на клиентские машины; доставку обновлений на рабочие места пользователей сразу после их получения;</w:t>
      </w:r>
    </w:p>
    <w:p w:rsidR="00652268" w:rsidRPr="00775E9D" w:rsidRDefault="00652268" w:rsidP="007721C5">
      <w:pPr>
        <w:pStyle w:val="a0"/>
      </w:pPr>
      <w:r w:rsidRPr="00775E9D">
        <w:t xml:space="preserve">распознавание в сети виртуальных машин и распределение баланса нагрузки запускаемых задач между ними, в случае если эти машины находятся на одном физическом сервере;   </w:t>
      </w:r>
    </w:p>
    <w:p w:rsidR="00652268" w:rsidRPr="00775E9D" w:rsidRDefault="00652268" w:rsidP="007721C5">
      <w:pPr>
        <w:pStyle w:val="a0"/>
      </w:pPr>
      <w:r w:rsidRPr="00775E9D">
        <w:t>централизованно осуществлять контроль работы пользователя с внешними устройствами ввода / вывода, позволяя ограничивать доступ к внешним USB-носителям, мультимедийным устройствам и другим устройствам хранения данных, с возможностью создавать доверенные устройства по их идентификатору и возможностью предоставлять привилегии, для запуска внешних устройств, определенным пользователям;</w:t>
      </w:r>
    </w:p>
    <w:p w:rsidR="00652268" w:rsidRPr="00775E9D" w:rsidRDefault="00652268" w:rsidP="007721C5">
      <w:pPr>
        <w:pStyle w:val="a0"/>
      </w:pPr>
      <w:r w:rsidRPr="00775E9D">
        <w:t>построение многоуровневой системы управления с возможностью настройки ролей администраторов и операторов, а также форм предоставляемой отчетности на каждом уровне;</w:t>
      </w:r>
    </w:p>
    <w:p w:rsidR="00652268" w:rsidRPr="00775E9D" w:rsidRDefault="00652268" w:rsidP="007721C5">
      <w:pPr>
        <w:pStyle w:val="a0"/>
      </w:pPr>
      <w:r w:rsidRPr="00775E9D">
        <w:t>создание виртуальных серверов управления антивирусным приложением;</w:t>
      </w:r>
    </w:p>
    <w:p w:rsidR="00652268" w:rsidRPr="00775E9D" w:rsidRDefault="00652268" w:rsidP="007721C5">
      <w:pPr>
        <w:pStyle w:val="a0"/>
      </w:pPr>
      <w:r w:rsidRPr="00775E9D">
        <w:t>обновление программных средств и антивирусных баз из разных источников, как по каналам связи, так и на машинных носителях информации;</w:t>
      </w:r>
    </w:p>
    <w:p w:rsidR="00652268" w:rsidRPr="00775E9D" w:rsidRDefault="00652268" w:rsidP="007721C5">
      <w:pPr>
        <w:pStyle w:val="a0"/>
      </w:pPr>
      <w:r w:rsidRPr="00775E9D">
        <w:t>доступ к облачным серверам производителя антивирусного ПО через сервер управления;</w:t>
      </w:r>
    </w:p>
    <w:p w:rsidR="00652268" w:rsidRPr="00775E9D" w:rsidRDefault="00652268" w:rsidP="007721C5">
      <w:pPr>
        <w:pStyle w:val="a0"/>
      </w:pPr>
      <w:r w:rsidRPr="00775E9D">
        <w:t xml:space="preserve">автоматическое распространение лицензии на клиентские компьютеры; </w:t>
      </w:r>
    </w:p>
    <w:p w:rsidR="00652268" w:rsidRPr="00775E9D" w:rsidRDefault="00652268" w:rsidP="007721C5">
      <w:pPr>
        <w:pStyle w:val="a0"/>
      </w:pPr>
      <w:r w:rsidRPr="00775E9D">
        <w:t>централизованный сбор информации и создание отчетов о состоянии антивирусной защиты;</w:t>
      </w:r>
    </w:p>
    <w:p w:rsidR="00652268" w:rsidRPr="00775E9D" w:rsidRDefault="00652268" w:rsidP="007721C5">
      <w:pPr>
        <w:pStyle w:val="a0"/>
      </w:pPr>
      <w:r w:rsidRPr="00775E9D">
        <w:t>инвентаризация установленного ПО и оборудования на компьютерах пользователей;</w:t>
      </w:r>
    </w:p>
    <w:p w:rsidR="00652268" w:rsidRPr="00775E9D" w:rsidRDefault="00652268" w:rsidP="007721C5">
      <w:pPr>
        <w:pStyle w:val="a0"/>
      </w:pPr>
      <w:r w:rsidRPr="00775E9D">
        <w:t>наличие механизма оповещения о событиях в работе установленных приложений антивирусной защиты и настройку рассылки почтовых уведомлений о них;</w:t>
      </w:r>
    </w:p>
    <w:p w:rsidR="00652268" w:rsidRPr="00775E9D" w:rsidRDefault="00652268" w:rsidP="007721C5">
      <w:pPr>
        <w:pStyle w:val="a0"/>
      </w:pPr>
      <w:r w:rsidRPr="00775E9D">
        <w:t xml:space="preserve"> централизованный сбор информации о всех установленных на клиентских компьютерах приложениях; </w:t>
      </w:r>
    </w:p>
    <w:p w:rsidR="00652268" w:rsidRPr="00775E9D" w:rsidRDefault="00652268" w:rsidP="007721C5">
      <w:pPr>
        <w:pStyle w:val="a0"/>
      </w:pPr>
      <w:r w:rsidRPr="00775E9D">
        <w:t>интеграция с CISCO NAC и MS NAP</w:t>
      </w:r>
    </w:p>
    <w:p w:rsidR="00652268" w:rsidRPr="00775E9D" w:rsidRDefault="00652268" w:rsidP="007721C5">
      <w:pPr>
        <w:pStyle w:val="a0"/>
      </w:pPr>
      <w:r w:rsidRPr="00775E9D">
        <w:t xml:space="preserve">экспорта отчетов в файлы форматов PDF и XML; </w:t>
      </w:r>
    </w:p>
    <w:p w:rsidR="00652268" w:rsidRPr="00775E9D" w:rsidRDefault="00652268" w:rsidP="007721C5">
      <w:pPr>
        <w:pStyle w:val="a0"/>
      </w:pPr>
      <w:r w:rsidRPr="00775E9D">
        <w:t>централизованное управление объектами резервных хранилищ и карантинов по всем ресурсам сети, на которых установлено антивирусное программное обеспечение;</w:t>
      </w:r>
    </w:p>
    <w:p w:rsidR="00652268" w:rsidRPr="00775E9D" w:rsidRDefault="00652268" w:rsidP="007721C5">
      <w:pPr>
        <w:pStyle w:val="a0"/>
      </w:pPr>
      <w:r w:rsidRPr="00775E9D">
        <w:t>создание внутренних учетных записей для аутентификации на сервере управления;</w:t>
      </w:r>
    </w:p>
    <w:p w:rsidR="00652268" w:rsidRPr="00775E9D" w:rsidRDefault="00652268" w:rsidP="007721C5">
      <w:pPr>
        <w:pStyle w:val="a0"/>
      </w:pPr>
      <w:r w:rsidRPr="00775E9D">
        <w:t>создание резервной копии системы управления;</w:t>
      </w:r>
    </w:p>
    <w:p w:rsidR="00652268" w:rsidRPr="00775E9D" w:rsidRDefault="00652268" w:rsidP="007721C5">
      <w:pPr>
        <w:pStyle w:val="a0"/>
      </w:pPr>
      <w:r w:rsidRPr="00775E9D">
        <w:t>поддержка Windows Failover Clustering;</w:t>
      </w:r>
    </w:p>
    <w:p w:rsidR="00652268" w:rsidRPr="00775E9D" w:rsidRDefault="00652268" w:rsidP="007721C5">
      <w:pPr>
        <w:pStyle w:val="a0"/>
      </w:pPr>
      <w:r w:rsidRPr="00775E9D">
        <w:t>наличие веб-консоли управления приложением;</w:t>
      </w:r>
    </w:p>
    <w:p w:rsidR="00652268" w:rsidRPr="009D7790" w:rsidRDefault="00652268" w:rsidP="007721C5">
      <w:pPr>
        <w:pStyle w:val="a0"/>
      </w:pPr>
      <w:r>
        <w:t>наличие системы контроля возникновения вирусных эпидемий.</w:t>
      </w:r>
    </w:p>
    <w:p w:rsidR="00652268" w:rsidRPr="00A404BA" w:rsidRDefault="00652268" w:rsidP="00D44F30">
      <w:pPr>
        <w:pStyle w:val="Heading1"/>
        <w:rPr>
          <w:sz w:val="28"/>
          <w:szCs w:val="28"/>
        </w:rPr>
      </w:pPr>
      <w:bookmarkStart w:id="8" w:name="_Toc308434162"/>
      <w:r w:rsidRPr="00A404BA">
        <w:rPr>
          <w:sz w:val="28"/>
          <w:szCs w:val="28"/>
        </w:rPr>
        <w:t>Требования к обновлению антивирусных баз</w:t>
      </w:r>
      <w:bookmarkEnd w:id="8"/>
    </w:p>
    <w:p w:rsidR="00652268" w:rsidRPr="00841A27" w:rsidRDefault="00652268" w:rsidP="00883B11">
      <w:pPr>
        <w:spacing w:before="120" w:after="120"/>
      </w:pPr>
      <w:r w:rsidRPr="00841A27">
        <w:t>Обновляемые антивирусные базы данных должны обеспечивать реализацию следующих функциональных возможностей:</w:t>
      </w:r>
    </w:p>
    <w:p w:rsidR="00652268" w:rsidRPr="00031A52" w:rsidRDefault="00652268" w:rsidP="00596994">
      <w:pPr>
        <w:pStyle w:val="a0"/>
      </w:pPr>
      <w:r w:rsidRPr="00031A52">
        <w:t>регламентное обновление антивирусных баз не реже 2</w:t>
      </w:r>
      <w:r w:rsidRPr="00315917">
        <w:t>4</w:t>
      </w:r>
      <w:r w:rsidRPr="00031A52">
        <w:t xml:space="preserve"> раз в течение календарных суток, а баз антиспама не реже одного раза в </w:t>
      </w:r>
      <w:r>
        <w:t>5</w:t>
      </w:r>
      <w:r w:rsidRPr="00315917">
        <w:t xml:space="preserve"> </w:t>
      </w:r>
      <w:r>
        <w:t>минут</w:t>
      </w:r>
      <w:r w:rsidRPr="00031A52">
        <w:t>;</w:t>
      </w:r>
    </w:p>
    <w:p w:rsidR="00652268" w:rsidRPr="00031A52" w:rsidRDefault="00652268" w:rsidP="00596994">
      <w:pPr>
        <w:pStyle w:val="a0"/>
      </w:pPr>
      <w:r w:rsidRPr="00031A52">
        <w:t>множественность путей обновления, в том числе – по каналам связи и на отчуждаемых электронных носителях информации;</w:t>
      </w:r>
    </w:p>
    <w:p w:rsidR="00652268" w:rsidRPr="00031A52" w:rsidRDefault="00652268" w:rsidP="00596994">
      <w:pPr>
        <w:pStyle w:val="a0"/>
      </w:pPr>
      <w:r w:rsidRPr="00031A52">
        <w:t>проверку целостности и подлинности обновлений средствами электронной цифровой подписи.</w:t>
      </w:r>
    </w:p>
    <w:p w:rsidR="00652268" w:rsidRPr="00A404BA" w:rsidRDefault="00652268" w:rsidP="00D44F30">
      <w:pPr>
        <w:pStyle w:val="Heading1"/>
        <w:rPr>
          <w:sz w:val="28"/>
          <w:szCs w:val="28"/>
        </w:rPr>
      </w:pPr>
      <w:bookmarkStart w:id="9" w:name="_Toc308434163"/>
      <w:r w:rsidRPr="00A404BA">
        <w:rPr>
          <w:sz w:val="28"/>
          <w:szCs w:val="28"/>
        </w:rPr>
        <w:t>Требования к эксплуатационной документации</w:t>
      </w:r>
      <w:bookmarkEnd w:id="9"/>
    </w:p>
    <w:p w:rsidR="00652268" w:rsidRPr="00841A27" w:rsidRDefault="00652268" w:rsidP="00883B11">
      <w:pPr>
        <w:spacing w:before="120" w:after="120"/>
        <w:rPr>
          <w:rFonts w:cs="Arial"/>
        </w:rPr>
      </w:pPr>
      <w:r w:rsidRPr="00841A27">
        <w:rPr>
          <w:rFonts w:cs="Arial"/>
        </w:rPr>
        <w:t xml:space="preserve">Эксплуатационная документация </w:t>
      </w:r>
      <w:r>
        <w:rPr>
          <w:rFonts w:cs="Arial"/>
        </w:rPr>
        <w:t xml:space="preserve">для всех программных продуктов антивирусной защиты, включая средства управления, </w:t>
      </w:r>
      <w:r w:rsidRPr="00031A52">
        <w:rPr>
          <w:rFonts w:cs="Arial"/>
        </w:rPr>
        <w:t>должна включать документы, подготовленные в соответствии с требованиями государственных стандартов, на русском языке</w:t>
      </w:r>
      <w:r>
        <w:rPr>
          <w:rFonts w:cs="Arial"/>
        </w:rPr>
        <w:t xml:space="preserve">, </w:t>
      </w:r>
      <w:r w:rsidRPr="00841A27">
        <w:rPr>
          <w:rFonts w:cs="Arial"/>
        </w:rPr>
        <w:t>в том числе:</w:t>
      </w:r>
    </w:p>
    <w:p w:rsidR="00652268" w:rsidRPr="009D7790" w:rsidRDefault="00652268" w:rsidP="00596994">
      <w:pPr>
        <w:pStyle w:val="a0"/>
      </w:pPr>
      <w:r w:rsidRPr="00841A27">
        <w:t>руководство пользователя (администратора).</w:t>
      </w:r>
    </w:p>
    <w:p w:rsidR="00652268" w:rsidRDefault="00652268" w:rsidP="00C458C8">
      <w:pPr>
        <w:spacing w:before="120" w:after="120"/>
      </w:pPr>
      <w:r w:rsidRPr="00031A52">
        <w:t>Документация, поставляемая с антивирусными средствами, должна детально описывать процесс установки, настройки и эксплуатации соответствующего средства антивирусной защиты.</w:t>
      </w:r>
    </w:p>
    <w:p w:rsidR="00652268" w:rsidRPr="00A404BA" w:rsidRDefault="00652268" w:rsidP="00D44F30">
      <w:pPr>
        <w:pStyle w:val="Heading1"/>
        <w:rPr>
          <w:sz w:val="28"/>
          <w:szCs w:val="28"/>
        </w:rPr>
      </w:pPr>
      <w:bookmarkStart w:id="10" w:name="_Toc308434164"/>
      <w:r w:rsidRPr="00A404BA">
        <w:rPr>
          <w:sz w:val="28"/>
          <w:szCs w:val="28"/>
        </w:rPr>
        <w:t>Требования к технической поддержке</w:t>
      </w:r>
      <w:bookmarkEnd w:id="10"/>
    </w:p>
    <w:p w:rsidR="00652268" w:rsidRDefault="00652268" w:rsidP="00883B11">
      <w:pPr>
        <w:spacing w:before="120" w:after="120"/>
        <w:rPr>
          <w:rFonts w:cs="Arial"/>
        </w:rPr>
      </w:pPr>
      <w:r w:rsidRPr="00841A27">
        <w:rPr>
          <w:rFonts w:cs="Arial"/>
        </w:rPr>
        <w:t>Техническая поддержка антивирусного программного обеспечения должна:</w:t>
      </w:r>
    </w:p>
    <w:p w:rsidR="00652268" w:rsidRPr="00031A52" w:rsidRDefault="00652268" w:rsidP="00596994">
      <w:pPr>
        <w:pStyle w:val="a0"/>
      </w:pPr>
      <w:r w:rsidRPr="00031A52">
        <w:t>Предоставляться на русском языке сертифицированными специалистами производителя средств антивирусной защиты и его партнеров на всей территории Российской Федерации круглосуточно без праздников и выходных по телефону, электронной почте и через Интернет;</w:t>
      </w:r>
    </w:p>
    <w:p w:rsidR="00652268" w:rsidRPr="00031A52" w:rsidRDefault="00652268" w:rsidP="00596994">
      <w:pPr>
        <w:pStyle w:val="a0"/>
      </w:pPr>
      <w:r w:rsidRPr="00031A52">
        <w:rPr>
          <w:lang w:val="en-US"/>
        </w:rPr>
        <w:t>Web</w:t>
      </w:r>
      <w:r w:rsidRPr="00031A52">
        <w:t>-сайт производителя АПО должен быть на русском языке, иметь специальный раздел, посвящённый технической поддержке АПО, пополняемую базу знаний, а также форум пользователей программных продуктов.</w:t>
      </w:r>
    </w:p>
    <w:sectPr w:rsidR="00652268" w:rsidRPr="00031A52" w:rsidSect="00341A24">
      <w:foot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268" w:rsidRDefault="00652268">
      <w:r>
        <w:separator/>
      </w:r>
    </w:p>
  </w:endnote>
  <w:endnote w:type="continuationSeparator" w:id="1">
    <w:p w:rsidR="00652268" w:rsidRDefault="00652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MT+1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+1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-BoldMT+1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268" w:rsidRDefault="00652268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652268" w:rsidRDefault="006522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268" w:rsidRDefault="00652268">
      <w:r>
        <w:separator/>
      </w:r>
    </w:p>
  </w:footnote>
  <w:footnote w:type="continuationSeparator" w:id="1">
    <w:p w:rsidR="00652268" w:rsidRDefault="006522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>
        <v:imagedata r:id="rId1" o:title=""/>
      </v:shape>
    </w:pict>
  </w:numPicBullet>
  <w:numPicBullet w:numPicBulletId="1">
    <w:pict>
      <v:shape id="_x0000_i1026" type="#_x0000_t75" style="width:3in;height:3in" o:bullet="t">
        <v:imagedata r:id="rId1" o:title=""/>
      </v:shape>
    </w:pict>
  </w:numPicBullet>
  <w:numPicBullet w:numPicBulletId="2">
    <w:pict>
      <v:shape id="_x0000_i1027" type="#_x0000_t75" style="width:3in;height:3in" o:bullet="t">
        <v:imagedata r:id="rId1" o:title=""/>
      </v:shape>
    </w:pict>
  </w:numPicBullet>
  <w:numPicBullet w:numPicBulletId="3">
    <w:pict>
      <v:shape id="_x0000_i1028" type="#_x0000_t75" style="width:3in;height:3in" o:bullet="t">
        <v:imagedata r:id="rId1" o:title=""/>
      </v:shape>
    </w:pict>
  </w:numPicBullet>
  <w:numPicBullet w:numPicBulletId="4">
    <w:pict>
      <v:shape id="_x0000_i1029" type="#_x0000_t75" style="width:3in;height:3in" o:bullet="t">
        <v:imagedata r:id="rId1" o:title=""/>
      </v:shape>
    </w:pict>
  </w:numPicBullet>
  <w:numPicBullet w:numPicBulletId="5">
    <w:pict>
      <v:shape id="_x0000_i1030" type="#_x0000_t75" style="width:3in;height:3in" o:bullet="t">
        <v:imagedata r:id="rId1" o:title=""/>
      </v:shape>
    </w:pict>
  </w:numPicBullet>
  <w:numPicBullet w:numPicBulletId="6">
    <w:pict>
      <v:shape id="_x0000_i1031" type="#_x0000_t75" style="width:3in;height:3in" o:bullet="t">
        <v:imagedata r:id="rId1" o:title=""/>
      </v:shape>
    </w:pict>
  </w:numPicBullet>
  <w:numPicBullet w:numPicBulletId="7">
    <w:pict>
      <v:shape id="_x0000_i1032" type="#_x0000_t75" style="width:3in;height:3in" o:bullet="t">
        <v:imagedata r:id="rId1" o:title=""/>
      </v:shape>
    </w:pict>
  </w:numPicBullet>
  <w:numPicBullet w:numPicBulletId="8">
    <w:pict>
      <v:shape id="_x0000_i1033" type="#_x0000_t75" style="width:3in;height:3in" o:bullet="t">
        <v:imagedata r:id="rId1" o:title=""/>
      </v:shape>
    </w:pict>
  </w:numPicBullet>
  <w:numPicBullet w:numPicBulletId="9">
    <w:pict>
      <v:shape id="_x0000_i1034" type="#_x0000_t75" style="width:3in;height:3in" o:bullet="t">
        <v:imagedata r:id="rId1" o:title=""/>
      </v:shape>
    </w:pict>
  </w:numPicBullet>
  <w:numPicBullet w:numPicBulletId="10">
    <w:pict>
      <v:shape id="_x0000_i1035" type="#_x0000_t75" style="width:3in;height:3in" o:bullet="t">
        <v:imagedata r:id="rId1" o:title=""/>
      </v:shape>
    </w:pict>
  </w:numPicBullet>
  <w:numPicBullet w:numPicBulletId="11">
    <w:pict>
      <v:shape id="_x0000_i1036" type="#_x0000_t75" style="width:3in;height:3in" o:bullet="t">
        <v:imagedata r:id="rId1" o:title=""/>
      </v:shape>
    </w:pict>
  </w:numPicBullet>
  <w:numPicBullet w:numPicBulletId="12">
    <w:pict>
      <v:shape id="_x0000_i1037" type="#_x0000_t75" style="width:3in;height:3in" o:bullet="t">
        <v:imagedata r:id="rId1" o:title=""/>
      </v:shape>
    </w:pict>
  </w:numPicBullet>
  <w:numPicBullet w:numPicBulletId="13">
    <w:pict>
      <v:shape id="_x0000_i1038" type="#_x0000_t75" style="width:3in;height:3in" o:bullet="t">
        <v:imagedata r:id="rId1" o:title=""/>
      </v:shape>
    </w:pict>
  </w:numPicBullet>
  <w:numPicBullet w:numPicBulletId="14">
    <w:pict>
      <v:shape id="_x0000_i1039" type="#_x0000_t75" style="width:3in;height:3in" o:bullet="t">
        <v:imagedata r:id="rId1" o:title=""/>
      </v:shape>
    </w:pict>
  </w:numPicBullet>
  <w:numPicBullet w:numPicBulletId="15">
    <w:pict>
      <v:shape id="_x0000_i1040" type="#_x0000_t75" style="width:3in;height:3in" o:bullet="t">
        <v:imagedata r:id="rId1" o:title=""/>
      </v:shape>
    </w:pict>
  </w:numPicBullet>
  <w:numPicBullet w:numPicBulletId="16">
    <w:pict>
      <v:shape id="_x0000_i1041" type="#_x0000_t75" style="width:3in;height:3in" o:bullet="t">
        <v:imagedata r:id="rId1" o:title=""/>
      </v:shape>
    </w:pict>
  </w:numPicBullet>
  <w:numPicBullet w:numPicBulletId="17">
    <w:pict>
      <v:shape id="_x0000_i1042" type="#_x0000_t75" style="width:3in;height:3in" o:bullet="t">
        <v:imagedata r:id="rId1" o:title=""/>
      </v:shape>
    </w:pict>
  </w:numPicBullet>
  <w:abstractNum w:abstractNumId="0">
    <w:nsid w:val="03CE15BF"/>
    <w:multiLevelType w:val="hybridMultilevel"/>
    <w:tmpl w:val="ED6284D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4153B"/>
    <w:multiLevelType w:val="hybridMultilevel"/>
    <w:tmpl w:val="794AB1A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1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60E736F"/>
    <w:multiLevelType w:val="multilevel"/>
    <w:tmpl w:val="0F00D838"/>
    <w:lvl w:ilvl="0">
      <w:start w:val="1"/>
      <w:numFmt w:val="bullet"/>
      <w:pStyle w:val="a"/>
      <w:lvlText w:val=""/>
      <w:lvlJc w:val="left"/>
      <w:pPr>
        <w:tabs>
          <w:tab w:val="num" w:pos="1423"/>
        </w:tabs>
        <w:ind w:left="1423" w:hanging="355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</w:abstractNum>
  <w:abstractNum w:abstractNumId="3">
    <w:nsid w:val="080145A8"/>
    <w:multiLevelType w:val="hybridMultilevel"/>
    <w:tmpl w:val="FCAE46DA"/>
    <w:lvl w:ilvl="0" w:tplc="795EA332">
      <w:start w:val="1"/>
      <w:numFmt w:val="bullet"/>
      <w:pStyle w:val="a0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912608"/>
    <w:multiLevelType w:val="hybridMultilevel"/>
    <w:tmpl w:val="887C9E2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F076AC"/>
    <w:multiLevelType w:val="multilevel"/>
    <w:tmpl w:val="F32EB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3B2E1F"/>
    <w:multiLevelType w:val="hybridMultilevel"/>
    <w:tmpl w:val="A59AA73A"/>
    <w:lvl w:ilvl="0" w:tplc="D6F064C8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0A4942DF"/>
    <w:multiLevelType w:val="multilevel"/>
    <w:tmpl w:val="31807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5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A6629E9"/>
    <w:multiLevelType w:val="hybridMultilevel"/>
    <w:tmpl w:val="39B2E51E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0CA00B70"/>
    <w:multiLevelType w:val="hybridMultilevel"/>
    <w:tmpl w:val="6C94E1F2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1" w:tplc="04190005">
      <w:start w:val="1"/>
      <w:numFmt w:val="bullet"/>
      <w:lvlText w:val=""/>
      <w:lvlJc w:val="left"/>
      <w:pPr>
        <w:tabs>
          <w:tab w:val="num" w:pos="1157"/>
        </w:tabs>
        <w:ind w:left="1157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0">
    <w:nsid w:val="0CFC4990"/>
    <w:multiLevelType w:val="hybridMultilevel"/>
    <w:tmpl w:val="D4AED53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2ED3BCA"/>
    <w:multiLevelType w:val="hybridMultilevel"/>
    <w:tmpl w:val="E57A3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034326"/>
    <w:multiLevelType w:val="hybridMultilevel"/>
    <w:tmpl w:val="25860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23276E"/>
    <w:multiLevelType w:val="hybridMultilevel"/>
    <w:tmpl w:val="A21EE5C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1" w:tplc="041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3D2673F"/>
    <w:multiLevelType w:val="hybridMultilevel"/>
    <w:tmpl w:val="15640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30641F"/>
    <w:multiLevelType w:val="hybridMultilevel"/>
    <w:tmpl w:val="8952A26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903F61"/>
    <w:multiLevelType w:val="hybridMultilevel"/>
    <w:tmpl w:val="4B1E0EB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A721A2"/>
    <w:multiLevelType w:val="hybridMultilevel"/>
    <w:tmpl w:val="E6168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F46E37"/>
    <w:multiLevelType w:val="hybridMultilevel"/>
    <w:tmpl w:val="F7C4E18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1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C4E78B6"/>
    <w:multiLevelType w:val="hybridMultilevel"/>
    <w:tmpl w:val="65445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406405"/>
    <w:multiLevelType w:val="hybridMultilevel"/>
    <w:tmpl w:val="D3121598"/>
    <w:lvl w:ilvl="0" w:tplc="04190005">
      <w:start w:val="1"/>
      <w:numFmt w:val="bullet"/>
      <w:lvlText w:val=""/>
      <w:lvlJc w:val="left"/>
      <w:pPr>
        <w:ind w:left="143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1" w:tplc="04190005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21">
    <w:nsid w:val="31B10422"/>
    <w:multiLevelType w:val="multilevel"/>
    <w:tmpl w:val="60CA9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52633FD"/>
    <w:multiLevelType w:val="hybridMultilevel"/>
    <w:tmpl w:val="6EF06594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1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362A207A"/>
    <w:multiLevelType w:val="hybridMultilevel"/>
    <w:tmpl w:val="55F4EEFC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FC1A7B"/>
    <w:multiLevelType w:val="multilevel"/>
    <w:tmpl w:val="313A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1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A545B25"/>
    <w:multiLevelType w:val="multilevel"/>
    <w:tmpl w:val="B5A40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7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AA50CA5"/>
    <w:multiLevelType w:val="hybridMultilevel"/>
    <w:tmpl w:val="A48E8E12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7">
    <w:nsid w:val="40FB0D0F"/>
    <w:multiLevelType w:val="hybridMultilevel"/>
    <w:tmpl w:val="35DEE1E6"/>
    <w:lvl w:ilvl="0" w:tplc="04190005">
      <w:start w:val="1"/>
      <w:numFmt w:val="bullet"/>
      <w:lvlText w:val=""/>
      <w:lvlJc w:val="left"/>
      <w:pPr>
        <w:ind w:left="143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1" w:tplc="04190005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28">
    <w:nsid w:val="43B24440"/>
    <w:multiLevelType w:val="hybridMultilevel"/>
    <w:tmpl w:val="1AEC537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D6705D"/>
    <w:multiLevelType w:val="hybridMultilevel"/>
    <w:tmpl w:val="D796154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730FBD"/>
    <w:multiLevelType w:val="hybridMultilevel"/>
    <w:tmpl w:val="F628E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9B3057"/>
    <w:multiLevelType w:val="hybridMultilevel"/>
    <w:tmpl w:val="5A68B3E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862B70"/>
    <w:multiLevelType w:val="hybridMultilevel"/>
    <w:tmpl w:val="59F2EFFC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BA0AC1"/>
    <w:multiLevelType w:val="hybridMultilevel"/>
    <w:tmpl w:val="9C74BB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830AF0"/>
    <w:multiLevelType w:val="hybridMultilevel"/>
    <w:tmpl w:val="A52E5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"/>
      <w:lvlJc w:val="left"/>
      <w:pPr>
        <w:ind w:left="1620" w:hanging="54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0F93568"/>
    <w:multiLevelType w:val="hybridMultilevel"/>
    <w:tmpl w:val="3FEC908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237901"/>
    <w:multiLevelType w:val="hybridMultilevel"/>
    <w:tmpl w:val="F3524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6555FE"/>
    <w:multiLevelType w:val="multilevel"/>
    <w:tmpl w:val="4D5C1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1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74F3CAF"/>
    <w:multiLevelType w:val="hybridMultilevel"/>
    <w:tmpl w:val="957EAE3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57FB1102"/>
    <w:multiLevelType w:val="hybridMultilevel"/>
    <w:tmpl w:val="7CAE8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8C9537B"/>
    <w:multiLevelType w:val="multilevel"/>
    <w:tmpl w:val="DD2C7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A6F1BDC"/>
    <w:multiLevelType w:val="hybridMultilevel"/>
    <w:tmpl w:val="D8BA019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1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>
    <w:nsid w:val="5C515FC7"/>
    <w:multiLevelType w:val="multilevel"/>
    <w:tmpl w:val="3C76F194"/>
    <w:lvl w:ilvl="0">
      <w:start w:val="1"/>
      <w:numFmt w:val="bullet"/>
      <w:lvlText w:val=""/>
      <w:lvlJc w:val="left"/>
      <w:pPr>
        <w:tabs>
          <w:tab w:val="num" w:pos="902"/>
        </w:tabs>
        <w:ind w:left="1440" w:hanging="538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2144"/>
        </w:tabs>
        <w:ind w:left="2144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864"/>
        </w:tabs>
        <w:ind w:left="28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4"/>
        </w:tabs>
        <w:ind w:left="35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4"/>
        </w:tabs>
        <w:ind w:left="430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4"/>
        </w:tabs>
        <w:ind w:left="50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4"/>
        </w:tabs>
        <w:ind w:left="57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4"/>
        </w:tabs>
        <w:ind w:left="646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4"/>
        </w:tabs>
        <w:ind w:left="7184" w:hanging="360"/>
      </w:pPr>
      <w:rPr>
        <w:rFonts w:ascii="Wingdings" w:hAnsi="Wingdings" w:hint="default"/>
      </w:rPr>
    </w:lvl>
  </w:abstractNum>
  <w:abstractNum w:abstractNumId="43">
    <w:nsid w:val="62103A86"/>
    <w:multiLevelType w:val="hybridMultilevel"/>
    <w:tmpl w:val="DF905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"/>
      <w:lvlJc w:val="left"/>
      <w:pPr>
        <w:ind w:left="1620" w:hanging="54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33C4096"/>
    <w:multiLevelType w:val="hybridMultilevel"/>
    <w:tmpl w:val="EC4A9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68E2E83"/>
    <w:multiLevelType w:val="hybridMultilevel"/>
    <w:tmpl w:val="325A157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918064C"/>
    <w:multiLevelType w:val="hybridMultilevel"/>
    <w:tmpl w:val="61149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A8F3C10"/>
    <w:multiLevelType w:val="multilevel"/>
    <w:tmpl w:val="D7FEE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1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B6E34EF"/>
    <w:multiLevelType w:val="hybridMultilevel"/>
    <w:tmpl w:val="D988AE20"/>
    <w:lvl w:ilvl="0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9">
    <w:nsid w:val="6FCF353B"/>
    <w:multiLevelType w:val="hybridMultilevel"/>
    <w:tmpl w:val="BB0A260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00824D1"/>
    <w:multiLevelType w:val="hybridMultilevel"/>
    <w:tmpl w:val="6342787E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1" w:tplc="041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1">
    <w:nsid w:val="705427F5"/>
    <w:multiLevelType w:val="hybridMultilevel"/>
    <w:tmpl w:val="158E5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1615FF8"/>
    <w:multiLevelType w:val="hybridMultilevel"/>
    <w:tmpl w:val="FF7E51D0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3294830"/>
    <w:multiLevelType w:val="hybridMultilevel"/>
    <w:tmpl w:val="DB026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9EB67C">
      <w:start w:val="32"/>
      <w:numFmt w:val="bullet"/>
      <w:lvlText w:val="·"/>
      <w:lvlJc w:val="left"/>
      <w:pPr>
        <w:ind w:left="1620" w:hanging="540"/>
      </w:pPr>
      <w:rPr>
        <w:rFonts w:ascii="Calibri" w:eastAsia="Times New Roman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4D71B99"/>
    <w:multiLevelType w:val="hybridMultilevel"/>
    <w:tmpl w:val="DBDAFA5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1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>
    <w:nsid w:val="777474A1"/>
    <w:multiLevelType w:val="hybridMultilevel"/>
    <w:tmpl w:val="446C671E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7AE153E"/>
    <w:multiLevelType w:val="hybridMultilevel"/>
    <w:tmpl w:val="1C6CC43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>
    <w:nsid w:val="77E43436"/>
    <w:multiLevelType w:val="hybridMultilevel"/>
    <w:tmpl w:val="97ECAB1A"/>
    <w:lvl w:ilvl="0" w:tplc="04190005">
      <w:start w:val="1"/>
      <w:numFmt w:val="bullet"/>
      <w:lvlText w:val=""/>
      <w:lvlJc w:val="left"/>
      <w:pPr>
        <w:ind w:left="143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1" w:tplc="04190005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58">
    <w:nsid w:val="789B35C4"/>
    <w:multiLevelType w:val="multilevel"/>
    <w:tmpl w:val="B63E1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1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A764B48"/>
    <w:multiLevelType w:val="hybridMultilevel"/>
    <w:tmpl w:val="7D9E7B10"/>
    <w:lvl w:ilvl="0" w:tplc="FFFFFFFF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1" w:tplc="A800AE3C">
      <w:start w:val="1"/>
      <w:numFmt w:val="bullet"/>
      <w:pStyle w:val="1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C077882"/>
    <w:multiLevelType w:val="hybridMultilevel"/>
    <w:tmpl w:val="D304B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CD72A48"/>
    <w:multiLevelType w:val="hybridMultilevel"/>
    <w:tmpl w:val="6E7881DC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D632579"/>
    <w:multiLevelType w:val="hybridMultilevel"/>
    <w:tmpl w:val="A1EECFC6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1" w:tplc="0419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vertAlign w:val="baseline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3">
    <w:nsid w:val="7F425B97"/>
    <w:multiLevelType w:val="hybridMultilevel"/>
    <w:tmpl w:val="D144C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42"/>
  </w:num>
  <w:num w:numId="4">
    <w:abstractNumId w:val="53"/>
  </w:num>
  <w:num w:numId="5">
    <w:abstractNumId w:val="43"/>
  </w:num>
  <w:num w:numId="6">
    <w:abstractNumId w:val="34"/>
  </w:num>
  <w:num w:numId="7">
    <w:abstractNumId w:val="59"/>
  </w:num>
  <w:num w:numId="8">
    <w:abstractNumId w:val="55"/>
  </w:num>
  <w:num w:numId="9">
    <w:abstractNumId w:val="23"/>
  </w:num>
  <w:num w:numId="10">
    <w:abstractNumId w:val="45"/>
  </w:num>
  <w:num w:numId="11">
    <w:abstractNumId w:val="35"/>
  </w:num>
  <w:num w:numId="12">
    <w:abstractNumId w:val="29"/>
  </w:num>
  <w:num w:numId="13">
    <w:abstractNumId w:val="32"/>
  </w:num>
  <w:num w:numId="14">
    <w:abstractNumId w:val="16"/>
  </w:num>
  <w:num w:numId="15">
    <w:abstractNumId w:val="15"/>
  </w:num>
  <w:num w:numId="16">
    <w:abstractNumId w:val="49"/>
  </w:num>
  <w:num w:numId="17">
    <w:abstractNumId w:val="31"/>
  </w:num>
  <w:num w:numId="18">
    <w:abstractNumId w:val="28"/>
  </w:num>
  <w:num w:numId="19">
    <w:abstractNumId w:val="4"/>
  </w:num>
  <w:num w:numId="20">
    <w:abstractNumId w:val="0"/>
  </w:num>
  <w:num w:numId="21">
    <w:abstractNumId w:val="52"/>
  </w:num>
  <w:num w:numId="22">
    <w:abstractNumId w:val="61"/>
  </w:num>
  <w:num w:numId="23">
    <w:abstractNumId w:val="8"/>
  </w:num>
  <w:num w:numId="24">
    <w:abstractNumId w:val="20"/>
  </w:num>
  <w:num w:numId="25">
    <w:abstractNumId w:val="27"/>
  </w:num>
  <w:num w:numId="26">
    <w:abstractNumId w:val="57"/>
  </w:num>
  <w:num w:numId="27">
    <w:abstractNumId w:val="14"/>
  </w:num>
  <w:num w:numId="28">
    <w:abstractNumId w:val="60"/>
  </w:num>
  <w:num w:numId="29">
    <w:abstractNumId w:val="26"/>
  </w:num>
  <w:num w:numId="30">
    <w:abstractNumId w:val="51"/>
  </w:num>
  <w:num w:numId="31">
    <w:abstractNumId w:val="48"/>
  </w:num>
  <w:num w:numId="32">
    <w:abstractNumId w:val="46"/>
  </w:num>
  <w:num w:numId="33">
    <w:abstractNumId w:val="1"/>
  </w:num>
  <w:num w:numId="34">
    <w:abstractNumId w:val="54"/>
  </w:num>
  <w:num w:numId="35">
    <w:abstractNumId w:val="18"/>
  </w:num>
  <w:num w:numId="36">
    <w:abstractNumId w:val="41"/>
  </w:num>
  <w:num w:numId="37">
    <w:abstractNumId w:val="19"/>
  </w:num>
  <w:num w:numId="38">
    <w:abstractNumId w:val="62"/>
  </w:num>
  <w:num w:numId="39">
    <w:abstractNumId w:val="22"/>
  </w:num>
  <w:num w:numId="40">
    <w:abstractNumId w:val="36"/>
  </w:num>
  <w:num w:numId="41">
    <w:abstractNumId w:val="56"/>
  </w:num>
  <w:num w:numId="42">
    <w:abstractNumId w:val="10"/>
  </w:num>
  <w:num w:numId="43">
    <w:abstractNumId w:val="6"/>
  </w:num>
  <w:num w:numId="44">
    <w:abstractNumId w:val="38"/>
  </w:num>
  <w:num w:numId="45">
    <w:abstractNumId w:val="50"/>
  </w:num>
  <w:num w:numId="46">
    <w:abstractNumId w:val="13"/>
  </w:num>
  <w:num w:numId="47">
    <w:abstractNumId w:val="3"/>
  </w:num>
  <w:num w:numId="48">
    <w:abstractNumId w:val="58"/>
  </w:num>
  <w:num w:numId="49">
    <w:abstractNumId w:val="47"/>
  </w:num>
  <w:num w:numId="50">
    <w:abstractNumId w:val="24"/>
  </w:num>
  <w:num w:numId="51">
    <w:abstractNumId w:val="37"/>
  </w:num>
  <w:num w:numId="52">
    <w:abstractNumId w:val="21"/>
  </w:num>
  <w:num w:numId="53">
    <w:abstractNumId w:val="7"/>
  </w:num>
  <w:num w:numId="54">
    <w:abstractNumId w:val="25"/>
  </w:num>
  <w:num w:numId="55">
    <w:abstractNumId w:val="63"/>
  </w:num>
  <w:num w:numId="56">
    <w:abstractNumId w:val="44"/>
  </w:num>
  <w:num w:numId="57">
    <w:abstractNumId w:val="11"/>
  </w:num>
  <w:num w:numId="58">
    <w:abstractNumId w:val="17"/>
  </w:num>
  <w:num w:numId="59">
    <w:abstractNumId w:val="33"/>
  </w:num>
  <w:num w:numId="60">
    <w:abstractNumId w:val="30"/>
  </w:num>
  <w:num w:numId="61">
    <w:abstractNumId w:val="5"/>
  </w:num>
  <w:num w:numId="62">
    <w:abstractNumId w:val="40"/>
  </w:num>
  <w:num w:numId="63">
    <w:abstractNumId w:val="39"/>
  </w:num>
  <w:num w:numId="64">
    <w:abstractNumId w:val="12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85B"/>
    <w:rsid w:val="00002460"/>
    <w:rsid w:val="00012981"/>
    <w:rsid w:val="000216F0"/>
    <w:rsid w:val="00022184"/>
    <w:rsid w:val="0002354D"/>
    <w:rsid w:val="00023985"/>
    <w:rsid w:val="00031A31"/>
    <w:rsid w:val="00031A52"/>
    <w:rsid w:val="00036BEF"/>
    <w:rsid w:val="0004400D"/>
    <w:rsid w:val="00044414"/>
    <w:rsid w:val="00047F67"/>
    <w:rsid w:val="00053516"/>
    <w:rsid w:val="000535B1"/>
    <w:rsid w:val="00054D5F"/>
    <w:rsid w:val="00065302"/>
    <w:rsid w:val="00066F0B"/>
    <w:rsid w:val="000752C3"/>
    <w:rsid w:val="000848C5"/>
    <w:rsid w:val="00086AAE"/>
    <w:rsid w:val="000A5251"/>
    <w:rsid w:val="000B325D"/>
    <w:rsid w:val="000B425D"/>
    <w:rsid w:val="000B4797"/>
    <w:rsid w:val="000C4AFD"/>
    <w:rsid w:val="000C694C"/>
    <w:rsid w:val="000C6F3B"/>
    <w:rsid w:val="000E1737"/>
    <w:rsid w:val="000E445E"/>
    <w:rsid w:val="000E4AE4"/>
    <w:rsid w:val="000F7CB7"/>
    <w:rsid w:val="00101A4B"/>
    <w:rsid w:val="001065FA"/>
    <w:rsid w:val="001110D3"/>
    <w:rsid w:val="001168D5"/>
    <w:rsid w:val="001201F9"/>
    <w:rsid w:val="00121CC8"/>
    <w:rsid w:val="00123559"/>
    <w:rsid w:val="0013074C"/>
    <w:rsid w:val="001312A4"/>
    <w:rsid w:val="00146DB9"/>
    <w:rsid w:val="001511C6"/>
    <w:rsid w:val="001628D3"/>
    <w:rsid w:val="00166A15"/>
    <w:rsid w:val="001703D4"/>
    <w:rsid w:val="0017392B"/>
    <w:rsid w:val="00176648"/>
    <w:rsid w:val="00181676"/>
    <w:rsid w:val="00183406"/>
    <w:rsid w:val="0018671B"/>
    <w:rsid w:val="00187D05"/>
    <w:rsid w:val="001A1D3B"/>
    <w:rsid w:val="001A27F1"/>
    <w:rsid w:val="001A5280"/>
    <w:rsid w:val="001A63C8"/>
    <w:rsid w:val="001B0822"/>
    <w:rsid w:val="001C6D77"/>
    <w:rsid w:val="001D74A8"/>
    <w:rsid w:val="001E02B0"/>
    <w:rsid w:val="001E269D"/>
    <w:rsid w:val="001E50DB"/>
    <w:rsid w:val="001F64F9"/>
    <w:rsid w:val="002120A3"/>
    <w:rsid w:val="002144ED"/>
    <w:rsid w:val="0021589E"/>
    <w:rsid w:val="00215FD0"/>
    <w:rsid w:val="0021704C"/>
    <w:rsid w:val="00220012"/>
    <w:rsid w:val="00220A6E"/>
    <w:rsid w:val="0022362A"/>
    <w:rsid w:val="00232295"/>
    <w:rsid w:val="00234C67"/>
    <w:rsid w:val="0024080F"/>
    <w:rsid w:val="00255577"/>
    <w:rsid w:val="00255B62"/>
    <w:rsid w:val="002571C1"/>
    <w:rsid w:val="00262016"/>
    <w:rsid w:val="00271405"/>
    <w:rsid w:val="0028091B"/>
    <w:rsid w:val="00284007"/>
    <w:rsid w:val="002A3B1F"/>
    <w:rsid w:val="002A4BD4"/>
    <w:rsid w:val="002A6B6C"/>
    <w:rsid w:val="002C6797"/>
    <w:rsid w:val="002D3A04"/>
    <w:rsid w:val="002D4F90"/>
    <w:rsid w:val="002D6377"/>
    <w:rsid w:val="002D6998"/>
    <w:rsid w:val="002E0ABB"/>
    <w:rsid w:val="002E0D62"/>
    <w:rsid w:val="002E15A2"/>
    <w:rsid w:val="002E659F"/>
    <w:rsid w:val="002E7851"/>
    <w:rsid w:val="002F6131"/>
    <w:rsid w:val="002F7BE1"/>
    <w:rsid w:val="00302DB5"/>
    <w:rsid w:val="00305050"/>
    <w:rsid w:val="00305584"/>
    <w:rsid w:val="00307595"/>
    <w:rsid w:val="00315917"/>
    <w:rsid w:val="003240CF"/>
    <w:rsid w:val="003241FE"/>
    <w:rsid w:val="00326350"/>
    <w:rsid w:val="00341A24"/>
    <w:rsid w:val="00343926"/>
    <w:rsid w:val="00355D43"/>
    <w:rsid w:val="00363CD8"/>
    <w:rsid w:val="00366472"/>
    <w:rsid w:val="00371478"/>
    <w:rsid w:val="003746E8"/>
    <w:rsid w:val="00375F96"/>
    <w:rsid w:val="003801B6"/>
    <w:rsid w:val="00381BD1"/>
    <w:rsid w:val="00382DB6"/>
    <w:rsid w:val="003854D6"/>
    <w:rsid w:val="00391DB2"/>
    <w:rsid w:val="0039696C"/>
    <w:rsid w:val="003B6AEE"/>
    <w:rsid w:val="003C7391"/>
    <w:rsid w:val="003D1FD6"/>
    <w:rsid w:val="003E6A9F"/>
    <w:rsid w:val="003F1057"/>
    <w:rsid w:val="003F14F9"/>
    <w:rsid w:val="003F312F"/>
    <w:rsid w:val="003F77E7"/>
    <w:rsid w:val="0040763F"/>
    <w:rsid w:val="004118D4"/>
    <w:rsid w:val="004159EF"/>
    <w:rsid w:val="00427BA1"/>
    <w:rsid w:val="00432BFF"/>
    <w:rsid w:val="00442AD0"/>
    <w:rsid w:val="004436A5"/>
    <w:rsid w:val="00444E40"/>
    <w:rsid w:val="0045079E"/>
    <w:rsid w:val="00452AA0"/>
    <w:rsid w:val="00453C75"/>
    <w:rsid w:val="004571DF"/>
    <w:rsid w:val="004577D2"/>
    <w:rsid w:val="004642E1"/>
    <w:rsid w:val="004654A4"/>
    <w:rsid w:val="00467E57"/>
    <w:rsid w:val="00470C66"/>
    <w:rsid w:val="00474CEC"/>
    <w:rsid w:val="00475B4F"/>
    <w:rsid w:val="004811A6"/>
    <w:rsid w:val="00482A55"/>
    <w:rsid w:val="00487427"/>
    <w:rsid w:val="00490003"/>
    <w:rsid w:val="004921D4"/>
    <w:rsid w:val="004945E4"/>
    <w:rsid w:val="0049668A"/>
    <w:rsid w:val="004970FB"/>
    <w:rsid w:val="004A28B2"/>
    <w:rsid w:val="004B067E"/>
    <w:rsid w:val="004B178D"/>
    <w:rsid w:val="004B7E2F"/>
    <w:rsid w:val="004C10E1"/>
    <w:rsid w:val="004C1565"/>
    <w:rsid w:val="004C2588"/>
    <w:rsid w:val="004D228A"/>
    <w:rsid w:val="004D3D3A"/>
    <w:rsid w:val="004D4EEA"/>
    <w:rsid w:val="004E635A"/>
    <w:rsid w:val="004E698A"/>
    <w:rsid w:val="004F1542"/>
    <w:rsid w:val="004F60D7"/>
    <w:rsid w:val="005231FB"/>
    <w:rsid w:val="00523E96"/>
    <w:rsid w:val="00530ED6"/>
    <w:rsid w:val="00533773"/>
    <w:rsid w:val="00535528"/>
    <w:rsid w:val="00555007"/>
    <w:rsid w:val="00556631"/>
    <w:rsid w:val="00573061"/>
    <w:rsid w:val="00583474"/>
    <w:rsid w:val="00583DD8"/>
    <w:rsid w:val="00585A57"/>
    <w:rsid w:val="005873C9"/>
    <w:rsid w:val="00596994"/>
    <w:rsid w:val="005A2EAA"/>
    <w:rsid w:val="005C5248"/>
    <w:rsid w:val="005C7F6B"/>
    <w:rsid w:val="005D14C0"/>
    <w:rsid w:val="005D55D3"/>
    <w:rsid w:val="005D7ECC"/>
    <w:rsid w:val="005E3FE5"/>
    <w:rsid w:val="005E4019"/>
    <w:rsid w:val="005E6041"/>
    <w:rsid w:val="005F3029"/>
    <w:rsid w:val="005F3220"/>
    <w:rsid w:val="006059E8"/>
    <w:rsid w:val="006136A5"/>
    <w:rsid w:val="00614332"/>
    <w:rsid w:val="00617CF8"/>
    <w:rsid w:val="00624FCA"/>
    <w:rsid w:val="006263FE"/>
    <w:rsid w:val="0063031E"/>
    <w:rsid w:val="00634DB7"/>
    <w:rsid w:val="00636E3C"/>
    <w:rsid w:val="00640B31"/>
    <w:rsid w:val="006461FF"/>
    <w:rsid w:val="00652268"/>
    <w:rsid w:val="006608ED"/>
    <w:rsid w:val="00673E2F"/>
    <w:rsid w:val="00675E82"/>
    <w:rsid w:val="00684756"/>
    <w:rsid w:val="0068596F"/>
    <w:rsid w:val="00687F6A"/>
    <w:rsid w:val="006A5D59"/>
    <w:rsid w:val="006A6C5A"/>
    <w:rsid w:val="006B535F"/>
    <w:rsid w:val="006B7F37"/>
    <w:rsid w:val="006D090A"/>
    <w:rsid w:val="006D7668"/>
    <w:rsid w:val="006E0459"/>
    <w:rsid w:val="006F2492"/>
    <w:rsid w:val="006F328E"/>
    <w:rsid w:val="006F49D4"/>
    <w:rsid w:val="006F6D78"/>
    <w:rsid w:val="006F7CE9"/>
    <w:rsid w:val="007053C0"/>
    <w:rsid w:val="007075E2"/>
    <w:rsid w:val="00714D76"/>
    <w:rsid w:val="00723397"/>
    <w:rsid w:val="00724D2F"/>
    <w:rsid w:val="00734D84"/>
    <w:rsid w:val="007357F8"/>
    <w:rsid w:val="007604A9"/>
    <w:rsid w:val="00762324"/>
    <w:rsid w:val="0076459F"/>
    <w:rsid w:val="007650E4"/>
    <w:rsid w:val="007700F7"/>
    <w:rsid w:val="00771736"/>
    <w:rsid w:val="007721C5"/>
    <w:rsid w:val="00773F63"/>
    <w:rsid w:val="00775AFB"/>
    <w:rsid w:val="00775E9D"/>
    <w:rsid w:val="007777A8"/>
    <w:rsid w:val="00781C25"/>
    <w:rsid w:val="0078776D"/>
    <w:rsid w:val="007878E5"/>
    <w:rsid w:val="007948BE"/>
    <w:rsid w:val="007948C0"/>
    <w:rsid w:val="00797C47"/>
    <w:rsid w:val="007A0E9B"/>
    <w:rsid w:val="007A212F"/>
    <w:rsid w:val="007A28F3"/>
    <w:rsid w:val="007A38D7"/>
    <w:rsid w:val="007A4DAE"/>
    <w:rsid w:val="007A5ABC"/>
    <w:rsid w:val="007B7F46"/>
    <w:rsid w:val="007C1CEB"/>
    <w:rsid w:val="007C7EB4"/>
    <w:rsid w:val="007D207C"/>
    <w:rsid w:val="007D4F58"/>
    <w:rsid w:val="007D7EB6"/>
    <w:rsid w:val="007E1F3A"/>
    <w:rsid w:val="007E6987"/>
    <w:rsid w:val="007F14D1"/>
    <w:rsid w:val="007F3F5E"/>
    <w:rsid w:val="00803AF7"/>
    <w:rsid w:val="008042BD"/>
    <w:rsid w:val="00807660"/>
    <w:rsid w:val="00814658"/>
    <w:rsid w:val="00833024"/>
    <w:rsid w:val="008358E2"/>
    <w:rsid w:val="008406C8"/>
    <w:rsid w:val="00841A27"/>
    <w:rsid w:val="00844C23"/>
    <w:rsid w:val="00854AC4"/>
    <w:rsid w:val="0085779A"/>
    <w:rsid w:val="00871B4F"/>
    <w:rsid w:val="008805BB"/>
    <w:rsid w:val="00881113"/>
    <w:rsid w:val="0088117A"/>
    <w:rsid w:val="008838CD"/>
    <w:rsid w:val="00883B11"/>
    <w:rsid w:val="00893DC3"/>
    <w:rsid w:val="00894AEE"/>
    <w:rsid w:val="008A10D3"/>
    <w:rsid w:val="008A4232"/>
    <w:rsid w:val="008A52E9"/>
    <w:rsid w:val="008B4C73"/>
    <w:rsid w:val="008B6084"/>
    <w:rsid w:val="008C174E"/>
    <w:rsid w:val="008C3FD4"/>
    <w:rsid w:val="008C6512"/>
    <w:rsid w:val="008D003F"/>
    <w:rsid w:val="008D2730"/>
    <w:rsid w:val="008E60C4"/>
    <w:rsid w:val="008E7B11"/>
    <w:rsid w:val="008F2DAC"/>
    <w:rsid w:val="008F4922"/>
    <w:rsid w:val="00903F49"/>
    <w:rsid w:val="0090587A"/>
    <w:rsid w:val="00923300"/>
    <w:rsid w:val="0092485A"/>
    <w:rsid w:val="00934913"/>
    <w:rsid w:val="00934B11"/>
    <w:rsid w:val="00936C6F"/>
    <w:rsid w:val="009441EA"/>
    <w:rsid w:val="0094696D"/>
    <w:rsid w:val="00961590"/>
    <w:rsid w:val="009636F5"/>
    <w:rsid w:val="009672EE"/>
    <w:rsid w:val="00981189"/>
    <w:rsid w:val="00987E03"/>
    <w:rsid w:val="00990FA8"/>
    <w:rsid w:val="0099181A"/>
    <w:rsid w:val="009948B5"/>
    <w:rsid w:val="00994981"/>
    <w:rsid w:val="00997F0D"/>
    <w:rsid w:val="009A4A15"/>
    <w:rsid w:val="009A6C7E"/>
    <w:rsid w:val="009A732B"/>
    <w:rsid w:val="009A77FF"/>
    <w:rsid w:val="009B1A37"/>
    <w:rsid w:val="009B5CFE"/>
    <w:rsid w:val="009C4F20"/>
    <w:rsid w:val="009C6156"/>
    <w:rsid w:val="009D10E9"/>
    <w:rsid w:val="009D1549"/>
    <w:rsid w:val="009D6096"/>
    <w:rsid w:val="009D7790"/>
    <w:rsid w:val="009F3C30"/>
    <w:rsid w:val="009F77A3"/>
    <w:rsid w:val="00A00813"/>
    <w:rsid w:val="00A15A4C"/>
    <w:rsid w:val="00A21881"/>
    <w:rsid w:val="00A22CF3"/>
    <w:rsid w:val="00A23D0E"/>
    <w:rsid w:val="00A31F1A"/>
    <w:rsid w:val="00A3580C"/>
    <w:rsid w:val="00A404BA"/>
    <w:rsid w:val="00A42316"/>
    <w:rsid w:val="00A56617"/>
    <w:rsid w:val="00A668FB"/>
    <w:rsid w:val="00A6729A"/>
    <w:rsid w:val="00A714B1"/>
    <w:rsid w:val="00A719C9"/>
    <w:rsid w:val="00A722E6"/>
    <w:rsid w:val="00A722EB"/>
    <w:rsid w:val="00A776D3"/>
    <w:rsid w:val="00A81A38"/>
    <w:rsid w:val="00A81FCC"/>
    <w:rsid w:val="00A82C19"/>
    <w:rsid w:val="00A83928"/>
    <w:rsid w:val="00A83C1D"/>
    <w:rsid w:val="00A87CEE"/>
    <w:rsid w:val="00A9104E"/>
    <w:rsid w:val="00A95610"/>
    <w:rsid w:val="00A960B5"/>
    <w:rsid w:val="00A97863"/>
    <w:rsid w:val="00AA1F86"/>
    <w:rsid w:val="00AA5A75"/>
    <w:rsid w:val="00AD0961"/>
    <w:rsid w:val="00AE0807"/>
    <w:rsid w:val="00AF00E8"/>
    <w:rsid w:val="00AF2012"/>
    <w:rsid w:val="00B05980"/>
    <w:rsid w:val="00B11A4E"/>
    <w:rsid w:val="00B22557"/>
    <w:rsid w:val="00B2296F"/>
    <w:rsid w:val="00B353D7"/>
    <w:rsid w:val="00B41708"/>
    <w:rsid w:val="00B43D33"/>
    <w:rsid w:val="00B5054B"/>
    <w:rsid w:val="00B518FC"/>
    <w:rsid w:val="00B6391B"/>
    <w:rsid w:val="00B66B9F"/>
    <w:rsid w:val="00B677A1"/>
    <w:rsid w:val="00B71FD4"/>
    <w:rsid w:val="00B7227C"/>
    <w:rsid w:val="00B75DDA"/>
    <w:rsid w:val="00B76260"/>
    <w:rsid w:val="00B83D77"/>
    <w:rsid w:val="00B869C3"/>
    <w:rsid w:val="00B9058C"/>
    <w:rsid w:val="00B92997"/>
    <w:rsid w:val="00B93640"/>
    <w:rsid w:val="00B97BB3"/>
    <w:rsid w:val="00BA3126"/>
    <w:rsid w:val="00BB53D1"/>
    <w:rsid w:val="00BC0548"/>
    <w:rsid w:val="00BD6458"/>
    <w:rsid w:val="00BD777F"/>
    <w:rsid w:val="00BE07CC"/>
    <w:rsid w:val="00BF3566"/>
    <w:rsid w:val="00BF75F9"/>
    <w:rsid w:val="00C009DD"/>
    <w:rsid w:val="00C102E7"/>
    <w:rsid w:val="00C14029"/>
    <w:rsid w:val="00C167F1"/>
    <w:rsid w:val="00C20E4E"/>
    <w:rsid w:val="00C2309F"/>
    <w:rsid w:val="00C23737"/>
    <w:rsid w:val="00C240F4"/>
    <w:rsid w:val="00C366DB"/>
    <w:rsid w:val="00C40476"/>
    <w:rsid w:val="00C4304A"/>
    <w:rsid w:val="00C4438C"/>
    <w:rsid w:val="00C458C8"/>
    <w:rsid w:val="00C5140B"/>
    <w:rsid w:val="00C56BC7"/>
    <w:rsid w:val="00C63E6B"/>
    <w:rsid w:val="00C63EB6"/>
    <w:rsid w:val="00C6450B"/>
    <w:rsid w:val="00C65C95"/>
    <w:rsid w:val="00C725C0"/>
    <w:rsid w:val="00C7458B"/>
    <w:rsid w:val="00C86B69"/>
    <w:rsid w:val="00C86D03"/>
    <w:rsid w:val="00C91C96"/>
    <w:rsid w:val="00C96EC6"/>
    <w:rsid w:val="00C97C91"/>
    <w:rsid w:val="00CA21BC"/>
    <w:rsid w:val="00CA625A"/>
    <w:rsid w:val="00CA6D1D"/>
    <w:rsid w:val="00CB10C1"/>
    <w:rsid w:val="00CB269F"/>
    <w:rsid w:val="00CC0666"/>
    <w:rsid w:val="00CC56F9"/>
    <w:rsid w:val="00CD5B83"/>
    <w:rsid w:val="00CE00D4"/>
    <w:rsid w:val="00CE398B"/>
    <w:rsid w:val="00CE73A1"/>
    <w:rsid w:val="00CF46F6"/>
    <w:rsid w:val="00CF7C8D"/>
    <w:rsid w:val="00D015E2"/>
    <w:rsid w:val="00D02FF3"/>
    <w:rsid w:val="00D12ECB"/>
    <w:rsid w:val="00D1637E"/>
    <w:rsid w:val="00D2119A"/>
    <w:rsid w:val="00D21596"/>
    <w:rsid w:val="00D22FC5"/>
    <w:rsid w:val="00D25DF5"/>
    <w:rsid w:val="00D26E29"/>
    <w:rsid w:val="00D26E48"/>
    <w:rsid w:val="00D33BAA"/>
    <w:rsid w:val="00D4100B"/>
    <w:rsid w:val="00D44F30"/>
    <w:rsid w:val="00D45414"/>
    <w:rsid w:val="00D45A78"/>
    <w:rsid w:val="00D5313E"/>
    <w:rsid w:val="00D701B8"/>
    <w:rsid w:val="00D8439A"/>
    <w:rsid w:val="00D84745"/>
    <w:rsid w:val="00D849EA"/>
    <w:rsid w:val="00D91D07"/>
    <w:rsid w:val="00D960FA"/>
    <w:rsid w:val="00DA08BA"/>
    <w:rsid w:val="00DA270E"/>
    <w:rsid w:val="00DB039D"/>
    <w:rsid w:val="00DB03ED"/>
    <w:rsid w:val="00DB2579"/>
    <w:rsid w:val="00DB6C6C"/>
    <w:rsid w:val="00DC2965"/>
    <w:rsid w:val="00DC5CEE"/>
    <w:rsid w:val="00DC5F09"/>
    <w:rsid w:val="00DD0FF2"/>
    <w:rsid w:val="00DD16E8"/>
    <w:rsid w:val="00DD5C31"/>
    <w:rsid w:val="00DD6132"/>
    <w:rsid w:val="00DE13BF"/>
    <w:rsid w:val="00DF2390"/>
    <w:rsid w:val="00DF52BD"/>
    <w:rsid w:val="00DF786C"/>
    <w:rsid w:val="00E007EA"/>
    <w:rsid w:val="00E00C18"/>
    <w:rsid w:val="00E013C0"/>
    <w:rsid w:val="00E01EDE"/>
    <w:rsid w:val="00E025C8"/>
    <w:rsid w:val="00E11DDE"/>
    <w:rsid w:val="00E1372B"/>
    <w:rsid w:val="00E253DD"/>
    <w:rsid w:val="00E2548C"/>
    <w:rsid w:val="00E30A4F"/>
    <w:rsid w:val="00E33582"/>
    <w:rsid w:val="00E34051"/>
    <w:rsid w:val="00E35DB7"/>
    <w:rsid w:val="00E42052"/>
    <w:rsid w:val="00E54063"/>
    <w:rsid w:val="00E55673"/>
    <w:rsid w:val="00E61FC3"/>
    <w:rsid w:val="00E63AC2"/>
    <w:rsid w:val="00E76C35"/>
    <w:rsid w:val="00E84AB0"/>
    <w:rsid w:val="00E910E6"/>
    <w:rsid w:val="00E91149"/>
    <w:rsid w:val="00E9130C"/>
    <w:rsid w:val="00E93EC8"/>
    <w:rsid w:val="00E96785"/>
    <w:rsid w:val="00E97977"/>
    <w:rsid w:val="00EA6B0F"/>
    <w:rsid w:val="00EB1BE5"/>
    <w:rsid w:val="00EB4231"/>
    <w:rsid w:val="00EC192B"/>
    <w:rsid w:val="00EC2866"/>
    <w:rsid w:val="00EC3D1F"/>
    <w:rsid w:val="00ED04C1"/>
    <w:rsid w:val="00EE3984"/>
    <w:rsid w:val="00EE6885"/>
    <w:rsid w:val="00EF0536"/>
    <w:rsid w:val="00EF0A1A"/>
    <w:rsid w:val="00EF2257"/>
    <w:rsid w:val="00EF6EF8"/>
    <w:rsid w:val="00F00A95"/>
    <w:rsid w:val="00F0285B"/>
    <w:rsid w:val="00F11263"/>
    <w:rsid w:val="00F11CF9"/>
    <w:rsid w:val="00F32334"/>
    <w:rsid w:val="00F43B00"/>
    <w:rsid w:val="00F458BE"/>
    <w:rsid w:val="00F46031"/>
    <w:rsid w:val="00F475FF"/>
    <w:rsid w:val="00F47FBC"/>
    <w:rsid w:val="00F542B9"/>
    <w:rsid w:val="00F678FE"/>
    <w:rsid w:val="00F70319"/>
    <w:rsid w:val="00F70445"/>
    <w:rsid w:val="00F70CA1"/>
    <w:rsid w:val="00F74EAC"/>
    <w:rsid w:val="00F82DED"/>
    <w:rsid w:val="00F848E8"/>
    <w:rsid w:val="00F85D74"/>
    <w:rsid w:val="00F946B9"/>
    <w:rsid w:val="00FA2541"/>
    <w:rsid w:val="00FA2C6F"/>
    <w:rsid w:val="00FB1867"/>
    <w:rsid w:val="00FB40C0"/>
    <w:rsid w:val="00FC2999"/>
    <w:rsid w:val="00FC4BEE"/>
    <w:rsid w:val="00FD7EE8"/>
    <w:rsid w:val="00FE3A83"/>
    <w:rsid w:val="00FE428A"/>
    <w:rsid w:val="00FE545A"/>
    <w:rsid w:val="00FE55C5"/>
    <w:rsid w:val="00FE713E"/>
    <w:rsid w:val="00FE7925"/>
    <w:rsid w:val="00FF1D49"/>
    <w:rsid w:val="00FF24AF"/>
    <w:rsid w:val="00FF4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E00C18"/>
    <w:pPr>
      <w:jc w:val="both"/>
    </w:pPr>
    <w:rPr>
      <w:rFonts w:ascii="Calibri" w:hAnsi="Calibr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752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B25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5A78"/>
    <w:rPr>
      <w:rFonts w:ascii="Arial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rsid w:val="008F49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F4922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rsid w:val="00DB2579"/>
    <w:rPr>
      <w:rFonts w:ascii="Times New Roman" w:hAnsi="Times New Roman" w:cs="Times New Roman"/>
      <w:spacing w:val="0"/>
      <w:kern w:val="0"/>
      <w:position w:val="0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DB2579"/>
    <w:pPr>
      <w:suppressAutoHyphens/>
      <w:spacing w:after="120"/>
      <w:ind w:left="360" w:hanging="360"/>
    </w:pPr>
    <w:rPr>
      <w:rFonts w:ascii="Arial" w:hAnsi="Arial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ascii="Calibri" w:hAnsi="Calibri" w:cs="Times New Roman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8C3FD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C3FD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">
    <w:name w:val="Стиль Списка 1"/>
    <w:basedOn w:val="Normal"/>
    <w:link w:val="10"/>
    <w:uiPriority w:val="99"/>
    <w:rsid w:val="00F678FE"/>
    <w:pPr>
      <w:numPr>
        <w:ilvl w:val="1"/>
        <w:numId w:val="7"/>
      </w:numPr>
      <w:tabs>
        <w:tab w:val="num" w:pos="900"/>
      </w:tabs>
    </w:pPr>
  </w:style>
  <w:style w:type="character" w:customStyle="1" w:styleId="10">
    <w:name w:val="Стиль Списка 1 Знак"/>
    <w:basedOn w:val="DefaultParagraphFont"/>
    <w:link w:val="1"/>
    <w:uiPriority w:val="99"/>
    <w:locked/>
    <w:rsid w:val="00F678FE"/>
    <w:rPr>
      <w:rFonts w:ascii="Calibri" w:hAnsi="Calibri" w:cs="Times New Roman"/>
      <w:sz w:val="24"/>
      <w:szCs w:val="24"/>
    </w:rPr>
  </w:style>
  <w:style w:type="paragraph" w:styleId="NoSpacing">
    <w:name w:val="No Spacing"/>
    <w:uiPriority w:val="99"/>
    <w:qFormat/>
    <w:rsid w:val="00781C25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583474"/>
    <w:pPr>
      <w:spacing w:after="200" w:line="276" w:lineRule="auto"/>
      <w:ind w:left="720"/>
    </w:pPr>
    <w:rPr>
      <w:sz w:val="22"/>
      <w:szCs w:val="22"/>
    </w:rPr>
  </w:style>
  <w:style w:type="paragraph" w:customStyle="1" w:styleId="Default">
    <w:name w:val="Default"/>
    <w:uiPriority w:val="99"/>
    <w:rsid w:val="00FE55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684756"/>
    <w:pPr>
      <w:spacing w:before="144" w:after="144"/>
    </w:pPr>
  </w:style>
  <w:style w:type="paragraph" w:styleId="Header">
    <w:name w:val="header"/>
    <w:basedOn w:val="Normal"/>
    <w:link w:val="HeaderChar"/>
    <w:uiPriority w:val="99"/>
    <w:rsid w:val="00D44F3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44F30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44F3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44F30"/>
    <w:rPr>
      <w:rFonts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E00C18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TOC1">
    <w:name w:val="toc 1"/>
    <w:basedOn w:val="Normal"/>
    <w:next w:val="Normal"/>
    <w:autoRedefine/>
    <w:uiPriority w:val="99"/>
    <w:rsid w:val="00E00C18"/>
  </w:style>
  <w:style w:type="paragraph" w:styleId="TOC3">
    <w:name w:val="toc 3"/>
    <w:basedOn w:val="Normal"/>
    <w:next w:val="Normal"/>
    <w:autoRedefine/>
    <w:uiPriority w:val="99"/>
    <w:rsid w:val="00E00C18"/>
    <w:pPr>
      <w:ind w:left="480"/>
    </w:pPr>
  </w:style>
  <w:style w:type="character" w:styleId="Hyperlink">
    <w:name w:val="Hyperlink"/>
    <w:basedOn w:val="DefaultParagraphFont"/>
    <w:uiPriority w:val="99"/>
    <w:rsid w:val="00E00C18"/>
    <w:rPr>
      <w:rFonts w:cs="Times New Roman"/>
      <w:color w:val="0000FF"/>
      <w:u w:val="single"/>
    </w:rPr>
  </w:style>
  <w:style w:type="paragraph" w:customStyle="1" w:styleId="a0">
    <w:name w:val="Абзац первого уровня"/>
    <w:basedOn w:val="Normal"/>
    <w:link w:val="a1"/>
    <w:uiPriority w:val="99"/>
    <w:rsid w:val="003746E8"/>
    <w:pPr>
      <w:numPr>
        <w:numId w:val="47"/>
      </w:numPr>
      <w:spacing w:before="120" w:after="120"/>
      <w:ind w:left="568" w:hanging="284"/>
    </w:pPr>
  </w:style>
  <w:style w:type="paragraph" w:customStyle="1" w:styleId="a">
    <w:name w:val="Абзац второго уровня"/>
    <w:basedOn w:val="Normal"/>
    <w:link w:val="a2"/>
    <w:uiPriority w:val="99"/>
    <w:rsid w:val="001A1D3B"/>
    <w:pPr>
      <w:numPr>
        <w:numId w:val="2"/>
      </w:numPr>
      <w:spacing w:before="120" w:after="120"/>
    </w:pPr>
    <w:rPr>
      <w:rFonts w:cs="ArialMT"/>
    </w:rPr>
  </w:style>
  <w:style w:type="character" w:customStyle="1" w:styleId="a1">
    <w:name w:val="Абзац первого уровня Знак"/>
    <w:basedOn w:val="DefaultParagraphFont"/>
    <w:link w:val="a0"/>
    <w:uiPriority w:val="99"/>
    <w:locked/>
    <w:rsid w:val="003746E8"/>
    <w:rPr>
      <w:rFonts w:ascii="Calibri" w:hAnsi="Calibri" w:cs="Times New Roman"/>
      <w:sz w:val="24"/>
      <w:szCs w:val="24"/>
    </w:rPr>
  </w:style>
  <w:style w:type="character" w:customStyle="1" w:styleId="a2">
    <w:name w:val="Абзац второго уровня Знак"/>
    <w:basedOn w:val="DefaultParagraphFont"/>
    <w:link w:val="a"/>
    <w:uiPriority w:val="99"/>
    <w:locked/>
    <w:rsid w:val="001A1D3B"/>
    <w:rPr>
      <w:rFonts w:ascii="Calibri" w:hAnsi="Calibri" w:cs="ArialMT"/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8F492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F49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F4922"/>
    <w:rPr>
      <w:rFonts w:ascii="Calibri" w:hAnsi="Calibri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F49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8F4922"/>
    <w:rPr>
      <w:b/>
      <w:bCs/>
    </w:rPr>
  </w:style>
  <w:style w:type="character" w:styleId="Strong">
    <w:name w:val="Strong"/>
    <w:basedOn w:val="DefaultParagraphFont"/>
    <w:uiPriority w:val="99"/>
    <w:qFormat/>
    <w:rsid w:val="00936C6F"/>
    <w:rPr>
      <w:rFonts w:cs="Times New Roman"/>
      <w:b/>
      <w:bCs/>
    </w:rPr>
  </w:style>
  <w:style w:type="character" w:styleId="FollowedHyperlink">
    <w:name w:val="FollowedHyperlink"/>
    <w:basedOn w:val="DefaultParagraphFont"/>
    <w:uiPriority w:val="99"/>
    <w:rsid w:val="00262016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EB1BE5"/>
    <w:pPr>
      <w:shd w:val="clear" w:color="auto" w:fill="000080"/>
      <w:ind w:firstLine="709"/>
      <w:jc w:val="left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42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1050</TotalTime>
  <Pages>13</Pages>
  <Words>4068</Words>
  <Characters>23193</Characters>
  <Application>Microsoft Office Outlook</Application>
  <DocSecurity>0</DocSecurity>
  <Lines>0</Lines>
  <Paragraphs>0</Paragraphs>
  <ScaleCrop>false</ScaleCrop>
  <Company>Kaspersky LAB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Установка и администрирование</dc:title>
  <dc:subject/>
  <dc:creator>kosichkin</dc:creator>
  <cp:keywords/>
  <dc:description/>
  <cp:lastModifiedBy>NMalykh</cp:lastModifiedBy>
  <cp:revision>17</cp:revision>
  <cp:lastPrinted>2011-11-08T05:55:00Z</cp:lastPrinted>
  <dcterms:created xsi:type="dcterms:W3CDTF">2011-01-12T13:26:00Z</dcterms:created>
  <dcterms:modified xsi:type="dcterms:W3CDTF">2011-11-08T05:56:00Z</dcterms:modified>
</cp:coreProperties>
</file>