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7B" w:rsidRPr="001A76A1" w:rsidRDefault="00EC3C7B" w:rsidP="006D249B">
      <w:pPr>
        <w:spacing w:after="0"/>
        <w:jc w:val="right"/>
        <w:rPr>
          <w:rFonts w:ascii="Times New Roman" w:hAnsi="Times New Roman"/>
        </w:rPr>
      </w:pPr>
      <w:r w:rsidRPr="001A76A1">
        <w:rPr>
          <w:rFonts w:ascii="Times New Roman" w:hAnsi="Times New Roman"/>
        </w:rPr>
        <w:t xml:space="preserve">Приложение № 4 к извещению о проведении запроса котировок </w:t>
      </w:r>
    </w:p>
    <w:p w:rsidR="00EC3C7B" w:rsidRDefault="00EC3C7B" w:rsidP="006D249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C3C7B" w:rsidRDefault="00EC3C7B" w:rsidP="006D249B">
      <w:pPr>
        <w:spacing w:after="0" w:line="240" w:lineRule="auto"/>
      </w:pPr>
      <w:r w:rsidRPr="0022261F">
        <w:rPr>
          <w:b/>
          <w:bCs/>
        </w:rPr>
        <w:t>ОБОСНОВАНИЕ НАЧАЛЬНОЙ (МАКСИМАЛЬНОЙ) ЦЕНЫ КОНТРАКТА</w:t>
      </w:r>
      <w:r w:rsidRPr="0022261F">
        <w:t xml:space="preserve"> </w:t>
      </w:r>
    </w:p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 xml:space="preserve">Предмет контракта: </w:t>
      </w:r>
    </w:p>
    <w:p w:rsidR="00EC3C7B" w:rsidRDefault="00EC3C7B" w:rsidP="005007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249B">
        <w:rPr>
          <w:rFonts w:ascii="Times New Roman" w:hAnsi="Times New Roman"/>
          <w:sz w:val="24"/>
          <w:szCs w:val="24"/>
        </w:rPr>
        <w:t>Управляемый коммутатор 3-го уровня,  изготовленный под контролем системы качества ISO 9001</w:t>
      </w:r>
    </w:p>
    <w:p w:rsidR="00EC3C7B" w:rsidRPr="006D249B" w:rsidRDefault="00EC3C7B" w:rsidP="0050078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"/>
        <w:gridCol w:w="2936"/>
        <w:gridCol w:w="2052"/>
        <w:gridCol w:w="3600"/>
      </w:tblGrid>
      <w:tr w:rsidR="00EC3C7B" w:rsidRPr="001A76A1" w:rsidTr="00097CDB">
        <w:tc>
          <w:tcPr>
            <w:tcW w:w="59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источника получения информации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Адрес в сети Интернет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C7B" w:rsidRPr="001A76A1" w:rsidRDefault="00EC3C7B" w:rsidP="00097CDB">
            <w:pPr>
              <w:spacing w:after="0" w:line="240" w:lineRule="auto"/>
              <w:ind w:left="-626" w:firstLine="6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Цена  (руб.)</w:t>
            </w:r>
          </w:p>
        </w:tc>
      </w:tr>
      <w:tr w:rsidR="00EC3C7B" w:rsidRPr="001A76A1" w:rsidTr="00097CDB">
        <w:tc>
          <w:tcPr>
            <w:tcW w:w="59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коммутатор без 2-х модулей </w:t>
            </w:r>
            <w:r w:rsidRPr="00946DAD">
              <w:rPr>
                <w:rFonts w:ascii="Times New Roman" w:hAnsi="Times New Roman"/>
                <w:sz w:val="28"/>
                <w:szCs w:val="28"/>
              </w:rPr>
              <w:t>1000Base-T/Mini GBIC</w:t>
            </w:r>
          </w:p>
        </w:tc>
        <w:tc>
          <w:tcPr>
            <w:tcW w:w="205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3C7B" w:rsidRPr="001A76A1" w:rsidTr="00097CDB">
        <w:tc>
          <w:tcPr>
            <w:tcW w:w="59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EC3C7B" w:rsidRPr="001A76A1" w:rsidRDefault="00EC3C7B" w:rsidP="000A2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sz w:val="24"/>
                <w:szCs w:val="24"/>
              </w:rPr>
              <w:t>По данным Яндексмаркета</w:t>
            </w:r>
          </w:p>
        </w:tc>
        <w:tc>
          <w:tcPr>
            <w:tcW w:w="2052" w:type="dxa"/>
          </w:tcPr>
          <w:p w:rsidR="00EC3C7B" w:rsidRPr="001A76A1" w:rsidRDefault="00EC3C7B" w:rsidP="000A2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6A1">
              <w:rPr>
                <w:rFonts w:ascii="Times New Roman" w:hAnsi="Times New Roman"/>
                <w:sz w:val="24"/>
                <w:szCs w:val="24"/>
                <w:lang w:val="en-US"/>
              </w:rPr>
              <w:t>market.yandex.ru</w:t>
            </w:r>
          </w:p>
        </w:tc>
        <w:tc>
          <w:tcPr>
            <w:tcW w:w="3600" w:type="dxa"/>
          </w:tcPr>
          <w:p w:rsidR="00EC3C7B" w:rsidRPr="00101844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цена – 290 466</w:t>
            </w:r>
          </w:p>
        </w:tc>
      </w:tr>
      <w:tr w:rsidR="00EC3C7B" w:rsidRPr="00500787" w:rsidTr="00097CDB">
        <w:tc>
          <w:tcPr>
            <w:tcW w:w="59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EC3C7B" w:rsidRPr="00951147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114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>модуля</w:t>
            </w:r>
            <w:r w:rsidRPr="0095114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1000Base-T/Mini GBIC</w:t>
            </w:r>
          </w:p>
        </w:tc>
        <w:tc>
          <w:tcPr>
            <w:tcW w:w="2052" w:type="dxa"/>
          </w:tcPr>
          <w:p w:rsidR="00EC3C7B" w:rsidRPr="00951147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00" w:type="dxa"/>
          </w:tcPr>
          <w:p w:rsidR="00EC3C7B" w:rsidRPr="00951147" w:rsidRDefault="00EC3C7B" w:rsidP="00097C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</w:tr>
      <w:tr w:rsidR="00EC3C7B" w:rsidRPr="00951147" w:rsidTr="00097CDB">
        <w:tc>
          <w:tcPr>
            <w:tcW w:w="592" w:type="dxa"/>
          </w:tcPr>
          <w:p w:rsidR="00EC3C7B" w:rsidRPr="00951147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</w:tcPr>
          <w:p w:rsidR="00EC3C7B" w:rsidRPr="001A76A1" w:rsidRDefault="00EC3C7B" w:rsidP="000A2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sz w:val="24"/>
                <w:szCs w:val="24"/>
              </w:rPr>
              <w:t>По данным Яндексмаркета</w:t>
            </w:r>
          </w:p>
        </w:tc>
        <w:tc>
          <w:tcPr>
            <w:tcW w:w="2052" w:type="dxa"/>
          </w:tcPr>
          <w:p w:rsidR="00EC3C7B" w:rsidRPr="001A76A1" w:rsidRDefault="00EC3C7B" w:rsidP="000A2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76A1">
              <w:rPr>
                <w:rFonts w:ascii="Times New Roman" w:hAnsi="Times New Roman"/>
                <w:sz w:val="24"/>
                <w:szCs w:val="24"/>
                <w:lang w:val="en-US"/>
              </w:rPr>
              <w:t>market.yandex.ru</w:t>
            </w:r>
          </w:p>
        </w:tc>
        <w:tc>
          <w:tcPr>
            <w:tcW w:w="3600" w:type="dxa"/>
          </w:tcPr>
          <w:p w:rsidR="00EC3C7B" w:rsidRPr="00101844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цена – 57 134</w:t>
            </w:r>
          </w:p>
        </w:tc>
      </w:tr>
      <w:tr w:rsidR="00EC3C7B" w:rsidRPr="001A76A1" w:rsidTr="00097CDB">
        <w:tc>
          <w:tcPr>
            <w:tcW w:w="592" w:type="dxa"/>
          </w:tcPr>
          <w:p w:rsidR="00EC3C7B" w:rsidRPr="00951147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</w:tc>
        <w:tc>
          <w:tcPr>
            <w:tcW w:w="2052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C3C7B" w:rsidRPr="001A76A1" w:rsidRDefault="00EC3C7B" w:rsidP="00097C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844">
              <w:rPr>
                <w:rFonts w:ascii="Times New Roman" w:hAnsi="Times New Roman"/>
                <w:sz w:val="24"/>
                <w:szCs w:val="24"/>
              </w:rPr>
              <w:t>290466+57134=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347 600</w:t>
            </w:r>
          </w:p>
        </w:tc>
      </w:tr>
    </w:tbl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>Приложение: копии страниц сайтов, данных источников получения информации:</w:t>
      </w:r>
    </w:p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3C7B" w:rsidRPr="001A76A1" w:rsidRDefault="00EC3C7B" w:rsidP="006D24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3C7B" w:rsidRDefault="00EC3C7B" w:rsidP="007142A0">
      <w:pPr>
        <w:spacing w:after="0"/>
        <w:rPr>
          <w:rFonts w:ascii="Times New Roman" w:hAnsi="Times New Roman"/>
          <w:sz w:val="28"/>
          <w:szCs w:val="28"/>
        </w:rPr>
      </w:pPr>
    </w:p>
    <w:p w:rsidR="00EC3C7B" w:rsidRDefault="00EC3C7B" w:rsidP="007142A0">
      <w:pPr>
        <w:spacing w:after="0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9511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1FD8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5pt;height:638.25pt;visibility:visible">
            <v:imagedata r:id="rId5" o:title=""/>
          </v:shape>
        </w:pict>
      </w:r>
    </w:p>
    <w:p w:rsidR="00EC3C7B" w:rsidRDefault="00EC3C7B" w:rsidP="009511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1FD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6" type="#_x0000_t75" style="width:463.5pt;height:610.5pt;visibility:visible">
            <v:imagedata r:id="rId6" o:title=""/>
          </v:shape>
        </w:pict>
      </w: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D816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3C7B" w:rsidRDefault="00EC3C7B" w:rsidP="00E629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EC3C7B" w:rsidSect="007142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73D5"/>
    <w:multiLevelType w:val="hybridMultilevel"/>
    <w:tmpl w:val="18B2C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2A0"/>
    <w:rsid w:val="00056655"/>
    <w:rsid w:val="00065079"/>
    <w:rsid w:val="00097CDB"/>
    <w:rsid w:val="000A29E9"/>
    <w:rsid w:val="000B61CA"/>
    <w:rsid w:val="00101844"/>
    <w:rsid w:val="001349F8"/>
    <w:rsid w:val="001A76A1"/>
    <w:rsid w:val="001B5CF2"/>
    <w:rsid w:val="001D69CB"/>
    <w:rsid w:val="0022261F"/>
    <w:rsid w:val="00295B76"/>
    <w:rsid w:val="002E0AB3"/>
    <w:rsid w:val="00432646"/>
    <w:rsid w:val="00470726"/>
    <w:rsid w:val="004A3DEF"/>
    <w:rsid w:val="004F4A75"/>
    <w:rsid w:val="00500787"/>
    <w:rsid w:val="00517661"/>
    <w:rsid w:val="00546CF7"/>
    <w:rsid w:val="00601FD8"/>
    <w:rsid w:val="006D249B"/>
    <w:rsid w:val="006F1997"/>
    <w:rsid w:val="007142A0"/>
    <w:rsid w:val="007E6FC5"/>
    <w:rsid w:val="00825734"/>
    <w:rsid w:val="0087281A"/>
    <w:rsid w:val="00891224"/>
    <w:rsid w:val="008956C8"/>
    <w:rsid w:val="00896E45"/>
    <w:rsid w:val="00946DAD"/>
    <w:rsid w:val="00951147"/>
    <w:rsid w:val="009B15F0"/>
    <w:rsid w:val="00A24791"/>
    <w:rsid w:val="00A6065C"/>
    <w:rsid w:val="00A84E5D"/>
    <w:rsid w:val="00AF09C2"/>
    <w:rsid w:val="00D3156E"/>
    <w:rsid w:val="00D816C7"/>
    <w:rsid w:val="00D83911"/>
    <w:rsid w:val="00D9083A"/>
    <w:rsid w:val="00DA2192"/>
    <w:rsid w:val="00E50321"/>
    <w:rsid w:val="00E62912"/>
    <w:rsid w:val="00EC3C7B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B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8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16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100</Words>
  <Characters>570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стоимости приобретаемого оборудования</dc:title>
  <dc:subject/>
  <dc:creator>Кубышкин</dc:creator>
  <cp:keywords/>
  <dc:description/>
  <cp:lastModifiedBy>karpachevskaya</cp:lastModifiedBy>
  <cp:revision>7</cp:revision>
  <dcterms:created xsi:type="dcterms:W3CDTF">2011-11-23T04:22:00Z</dcterms:created>
  <dcterms:modified xsi:type="dcterms:W3CDTF">2011-11-23T08:28:00Z</dcterms:modified>
</cp:coreProperties>
</file>