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916" w:rsidRPr="008F3EC7" w:rsidRDefault="00E92916" w:rsidP="00D81964">
      <w:pPr>
        <w:pStyle w:val="Title"/>
        <w:ind w:left="5580"/>
        <w:jc w:val="right"/>
        <w:rPr>
          <w:sz w:val="24"/>
          <w:szCs w:val="24"/>
        </w:rPr>
      </w:pPr>
      <w:r w:rsidRPr="008F3EC7">
        <w:rPr>
          <w:sz w:val="24"/>
          <w:szCs w:val="24"/>
        </w:rPr>
        <w:t xml:space="preserve">Приложение № </w:t>
      </w:r>
      <w:r>
        <w:rPr>
          <w:sz w:val="24"/>
          <w:szCs w:val="24"/>
        </w:rPr>
        <w:t>3</w:t>
      </w:r>
    </w:p>
    <w:p w:rsidR="00E92916" w:rsidRDefault="00E92916" w:rsidP="00D81964">
      <w:pPr>
        <w:ind w:left="4248"/>
        <w:jc w:val="right"/>
        <w:rPr>
          <w:rFonts w:ascii="Courier New" w:hAnsi="Courier New" w:cs="Courier New"/>
          <w:sz w:val="18"/>
          <w:szCs w:val="18"/>
        </w:rPr>
      </w:pPr>
      <w:r w:rsidRPr="008F3EC7">
        <w:t xml:space="preserve">к извещению о проведении запроса </w:t>
      </w:r>
      <w:r>
        <w:t xml:space="preserve">котировок </w:t>
      </w:r>
    </w:p>
    <w:p w:rsidR="00E92916" w:rsidRDefault="00E92916" w:rsidP="00C447D6">
      <w:pPr>
        <w:pStyle w:val="ConsNormal"/>
        <w:widowControl/>
        <w:spacing w:line="240" w:lineRule="exact"/>
        <w:ind w:firstLine="0"/>
        <w:jc w:val="right"/>
        <w:outlineLvl w:val="0"/>
        <w:rPr>
          <w:rFonts w:ascii="Courier New" w:hAnsi="Courier New" w:cs="Courier New"/>
          <w:sz w:val="18"/>
          <w:szCs w:val="18"/>
        </w:rPr>
      </w:pPr>
    </w:p>
    <w:p w:rsidR="00E92916" w:rsidRDefault="00E92916" w:rsidP="00C447D6">
      <w:pPr>
        <w:spacing w:line="240" w:lineRule="atLeast"/>
        <w:jc w:val="center"/>
        <w:rPr>
          <w:b/>
          <w:color w:val="000000"/>
        </w:rPr>
      </w:pPr>
    </w:p>
    <w:p w:rsidR="00E92916" w:rsidRDefault="00E92916" w:rsidP="00C447D6">
      <w:pPr>
        <w:spacing w:line="240" w:lineRule="atLeast"/>
        <w:jc w:val="center"/>
        <w:rPr>
          <w:b/>
          <w:color w:val="000000"/>
        </w:rPr>
      </w:pPr>
    </w:p>
    <w:p w:rsidR="00E92916" w:rsidRDefault="00E92916" w:rsidP="00C447D6">
      <w:pPr>
        <w:spacing w:line="240" w:lineRule="atLeast"/>
        <w:jc w:val="center"/>
        <w:rPr>
          <w:b/>
          <w:color w:val="000000"/>
        </w:rPr>
      </w:pPr>
      <w:r>
        <w:rPr>
          <w:b/>
          <w:color w:val="000000"/>
        </w:rPr>
        <w:t>МУНИЦИПАЛЬНЫЙ КОНТРАКТ</w:t>
      </w:r>
    </w:p>
    <w:p w:rsidR="00E92916" w:rsidRPr="00C1044A" w:rsidRDefault="00E92916" w:rsidP="00C447D6">
      <w:pPr>
        <w:spacing w:line="240" w:lineRule="atLeast"/>
        <w:jc w:val="center"/>
        <w:rPr>
          <w:b/>
          <w:color w:val="000000"/>
        </w:rPr>
      </w:pPr>
      <w:r>
        <w:rPr>
          <w:b/>
          <w:color w:val="000000"/>
        </w:rPr>
        <w:t>на оказание услуг по повышению квалификации муниципальных служащих функциональных и территориальных органов, функциональных подразделений администрации города Перми</w:t>
      </w:r>
    </w:p>
    <w:p w:rsidR="00E92916" w:rsidRDefault="00E92916" w:rsidP="00C447D6">
      <w:pPr>
        <w:jc w:val="both"/>
        <w:rPr>
          <w:color w:val="000000"/>
        </w:rPr>
      </w:pPr>
    </w:p>
    <w:p w:rsidR="00E92916" w:rsidRDefault="00E92916" w:rsidP="00C447D6">
      <w:pPr>
        <w:jc w:val="both"/>
        <w:rPr>
          <w:color w:val="000000"/>
        </w:rPr>
      </w:pPr>
    </w:p>
    <w:p w:rsidR="00E92916" w:rsidRDefault="00E92916"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2012г.</w:t>
      </w:r>
    </w:p>
    <w:p w:rsidR="00E92916" w:rsidRDefault="00E92916" w:rsidP="00C447D6">
      <w:pPr>
        <w:pStyle w:val="21"/>
        <w:rPr>
          <w:rFonts w:cs="Times New Roman"/>
          <w:color w:val="000000"/>
          <w:szCs w:val="24"/>
        </w:rPr>
      </w:pPr>
    </w:p>
    <w:p w:rsidR="00E92916" w:rsidRPr="008F3EC7" w:rsidRDefault="00E92916" w:rsidP="00C447D6">
      <w:pPr>
        <w:autoSpaceDE w:val="0"/>
        <w:autoSpaceDN w:val="0"/>
        <w:adjustRightInd w:val="0"/>
        <w:ind w:firstLine="900"/>
        <w:jc w:val="both"/>
      </w:pPr>
      <w:r w:rsidRPr="008F3EC7">
        <w:t xml:space="preserve">Администрация города Перми, именуемая в дальнейшем </w:t>
      </w:r>
      <w:r>
        <w:t>З</w:t>
      </w:r>
      <w:r w:rsidRPr="008F3EC7">
        <w:t xml:space="preserve">аказчик, в лице </w:t>
      </w:r>
      <w:r>
        <w:t xml:space="preserve">____________________, </w:t>
      </w:r>
      <w:r w:rsidRPr="008F3EC7">
        <w:t>действующе</w:t>
      </w:r>
      <w:r>
        <w:t xml:space="preserve">го </w:t>
      </w:r>
      <w:r w:rsidRPr="008F3EC7">
        <w:t xml:space="preserve">на основании </w:t>
      </w:r>
      <w:r>
        <w:t>___________________________</w:t>
      </w:r>
      <w:r w:rsidRPr="008F3EC7">
        <w:t>с одной стороны, и ___________________</w:t>
      </w:r>
      <w:r>
        <w:t>,</w:t>
      </w:r>
      <w:r w:rsidRPr="008F3EC7">
        <w:t xml:space="preserve">  именуемый (ое)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w:t>
      </w:r>
      <w:r>
        <w:t>ых</w:t>
      </w:r>
      <w:r w:rsidRPr="008F3EC7">
        <w:t xml:space="preserve"> правовых актов города Перми, на основании результатов размещения муниципального заказа</w:t>
      </w:r>
      <w:r>
        <w:t xml:space="preserve"> администрации</w:t>
      </w:r>
      <w:r w:rsidRPr="008F3EC7">
        <w:t xml:space="preserve"> города Перми путем проведения запроса котировок, протокол № ____ от __</w:t>
      </w:r>
      <w:r>
        <w:t>___</w:t>
      </w:r>
      <w:r w:rsidRPr="008F3EC7">
        <w:t>__</w:t>
      </w:r>
      <w:r>
        <w:t xml:space="preserve"> </w:t>
      </w:r>
      <w:smartTag w:uri="urn:schemas-microsoft-com:office:smarttags" w:element="metricconverter">
        <w:smartTagPr>
          <w:attr w:name="ProductID" w:val="2012 г"/>
        </w:smartTagPr>
        <w:r>
          <w:t>2012</w:t>
        </w:r>
        <w:r w:rsidRPr="008F3EC7">
          <w:t xml:space="preserve"> г</w:t>
        </w:r>
      </w:smartTag>
      <w:r w:rsidRPr="008F3EC7">
        <w:t xml:space="preserve">. заключили настоящий Муниципальный контракт (далее - </w:t>
      </w:r>
      <w:r>
        <w:t>К</w:t>
      </w:r>
      <w:r w:rsidRPr="008F3EC7">
        <w:t>онтракт) о следующем:</w:t>
      </w:r>
    </w:p>
    <w:p w:rsidR="00E92916" w:rsidRDefault="00E92916" w:rsidP="00C447D6">
      <w:pPr>
        <w:pStyle w:val="21"/>
        <w:jc w:val="center"/>
        <w:rPr>
          <w:rStyle w:val="a"/>
          <w:rFonts w:cs="Arial"/>
          <w:b/>
          <w:color w:val="000000"/>
          <w:szCs w:val="24"/>
        </w:rPr>
      </w:pPr>
    </w:p>
    <w:p w:rsidR="00E92916" w:rsidRPr="005C0B78" w:rsidRDefault="00E92916" w:rsidP="00C447D6">
      <w:pPr>
        <w:pStyle w:val="21"/>
        <w:jc w:val="center"/>
        <w:rPr>
          <w:rStyle w:val="a"/>
          <w:rFonts w:cs="Arial"/>
          <w:b/>
          <w:color w:val="000000"/>
          <w:szCs w:val="24"/>
        </w:rPr>
      </w:pPr>
      <w:r>
        <w:rPr>
          <w:rStyle w:val="a"/>
          <w:rFonts w:cs="Arial"/>
          <w:b/>
          <w:color w:val="000000"/>
          <w:szCs w:val="24"/>
        </w:rPr>
        <w:t>1. Предмет Контракта</w:t>
      </w:r>
    </w:p>
    <w:p w:rsidR="00E92916" w:rsidRDefault="00E92916" w:rsidP="00C447D6">
      <w:pPr>
        <w:suppressAutoHyphens/>
        <w:ind w:firstLine="720"/>
        <w:jc w:val="both"/>
        <w:rPr>
          <w:rStyle w:val="a"/>
          <w:color w:val="000000"/>
        </w:rPr>
      </w:pPr>
    </w:p>
    <w:p w:rsidR="00E92916" w:rsidRPr="008F3EC7" w:rsidRDefault="00E92916" w:rsidP="00BE5110">
      <w:pPr>
        <w:suppressAutoHyphens/>
        <w:ind w:firstLine="720"/>
        <w:jc w:val="both"/>
      </w:pPr>
      <w:r>
        <w:rPr>
          <w:rStyle w:val="a"/>
          <w:color w:val="000000"/>
        </w:rPr>
        <w:t>1.1  Исполнитель</w:t>
      </w:r>
      <w:r w:rsidRPr="00776230">
        <w:rPr>
          <w:rStyle w:val="a"/>
          <w:color w:val="000000"/>
        </w:rPr>
        <w:t xml:space="preserve"> </w:t>
      </w:r>
      <w:r>
        <w:rPr>
          <w:rStyle w:val="a"/>
          <w:color w:val="000000"/>
        </w:rPr>
        <w:t xml:space="preserve">обязуется в соответствии с техническим заданием Заказчика (Приложение 1 к Контракту) </w:t>
      </w:r>
      <w:r w:rsidRPr="00776230">
        <w:t>оказать услуги по</w:t>
      </w:r>
      <w:r w:rsidRPr="00776230">
        <w:rPr>
          <w:rStyle w:val="a"/>
          <w:color w:val="000000"/>
        </w:rPr>
        <w:t xml:space="preserve"> повышени</w:t>
      </w:r>
      <w:r>
        <w:rPr>
          <w:rStyle w:val="a"/>
          <w:color w:val="000000"/>
        </w:rPr>
        <w:t>ю</w:t>
      </w:r>
      <w:r w:rsidRPr="00776230">
        <w:rPr>
          <w:rStyle w:val="a"/>
          <w:color w:val="000000"/>
        </w:rPr>
        <w:t xml:space="preserve"> квалификации </w:t>
      </w:r>
      <w:r>
        <w:rPr>
          <w:rStyle w:val="a"/>
          <w:color w:val="000000"/>
        </w:rPr>
        <w:t>муниципальных служащих администрации города Перми</w:t>
      </w:r>
      <w:r>
        <w:t>,</w:t>
      </w:r>
      <w:r w:rsidRPr="00776230">
        <w:t xml:space="preserve"> </w:t>
      </w:r>
      <w:r w:rsidRPr="00776230">
        <w:rPr>
          <w:rStyle w:val="a"/>
          <w:color w:val="000000"/>
        </w:rPr>
        <w:t>далее именуем</w:t>
      </w:r>
      <w:r>
        <w:rPr>
          <w:rStyle w:val="a"/>
          <w:color w:val="000000"/>
        </w:rPr>
        <w:t>ых</w:t>
      </w:r>
      <w:r>
        <w:rPr>
          <w:rStyle w:val="a"/>
        </w:rPr>
        <w:t xml:space="preserve"> Слушатели</w:t>
      </w:r>
      <w:r w:rsidRPr="000C6C01">
        <w:rPr>
          <w:rStyle w:val="a"/>
        </w:rPr>
        <w:t xml:space="preserve">, </w:t>
      </w:r>
      <w:r>
        <w:t>в количестве</w:t>
      </w:r>
      <w:r w:rsidRPr="000C6C01">
        <w:t xml:space="preserve"> </w:t>
      </w:r>
      <w:r>
        <w:t xml:space="preserve">21 человека, согласно списку в соответствии с Приложением 2 к настоящему Контракту </w:t>
      </w:r>
      <w:r>
        <w:rPr>
          <w:rStyle w:val="a"/>
          <w:color w:val="000000"/>
        </w:rPr>
        <w:t xml:space="preserve">по программе </w:t>
      </w:r>
      <w:r w:rsidRPr="00AE4811">
        <w:rPr>
          <w:b/>
        </w:rPr>
        <w:t>«</w:t>
      </w:r>
      <w:r>
        <w:rPr>
          <w:b/>
        </w:rPr>
        <w:t>Деятельность юридических служб и нормативно-правовое регулирование развития местного самоуправления</w:t>
      </w:r>
      <w:r w:rsidRPr="00AE4811">
        <w:rPr>
          <w:b/>
        </w:rPr>
        <w:t>»</w:t>
      </w:r>
      <w:r>
        <w:t>.</w:t>
      </w:r>
    </w:p>
    <w:p w:rsidR="00E92916" w:rsidRDefault="00E92916" w:rsidP="00E45609">
      <w:pPr>
        <w:ind w:firstLine="720"/>
        <w:jc w:val="both"/>
      </w:pPr>
      <w:r>
        <w:t xml:space="preserve"> </w:t>
      </w:r>
      <w:r w:rsidRPr="008F3EC7">
        <w:t>1.</w:t>
      </w:r>
      <w:r>
        <w:t>2</w:t>
      </w:r>
      <w:r w:rsidRPr="008F3EC7">
        <w:t xml:space="preserve">. </w:t>
      </w:r>
      <w:r>
        <w:t>Повышение квалификации</w:t>
      </w:r>
      <w:r w:rsidRPr="008F3EC7">
        <w:t xml:space="preserve"> муниципальн</w:t>
      </w:r>
      <w:r>
        <w:t>ых</w:t>
      </w:r>
      <w:r w:rsidRPr="008F3EC7">
        <w:t xml:space="preserve"> служащ</w:t>
      </w:r>
      <w:r>
        <w:t>их</w:t>
      </w:r>
      <w:r w:rsidRPr="008F3EC7">
        <w:t xml:space="preserve"> проводится в сроки с </w:t>
      </w:r>
      <w:r w:rsidRPr="0063006C">
        <w:t>момента подписания контракта и не позднее</w:t>
      </w:r>
      <w:r>
        <w:t xml:space="preserve"> 15 июня</w:t>
      </w:r>
      <w:r w:rsidRPr="0063006C">
        <w:t xml:space="preserve"> 2012 года,</w:t>
      </w:r>
      <w:r w:rsidRPr="008F3EC7">
        <w:t xml:space="preserve"> в соответствии с Приложени</w:t>
      </w:r>
      <w:r>
        <w:t>ем 1</w:t>
      </w:r>
      <w:r w:rsidRPr="008F3EC7">
        <w:t xml:space="preserve"> к настоящему </w:t>
      </w:r>
      <w:r>
        <w:t xml:space="preserve">Контракту. </w:t>
      </w:r>
    </w:p>
    <w:p w:rsidR="00E92916" w:rsidRDefault="00E92916" w:rsidP="00C447D6">
      <w:pPr>
        <w:ind w:firstLine="540"/>
        <w:jc w:val="both"/>
        <w:rPr>
          <w:color w:val="000000"/>
        </w:rPr>
      </w:pPr>
      <w:r>
        <w:rPr>
          <w:color w:val="000000"/>
          <w:spacing w:val="-2"/>
        </w:rPr>
        <w:t xml:space="preserve">   </w:t>
      </w:r>
      <w:r>
        <w:rPr>
          <w:color w:val="000000"/>
        </w:rPr>
        <w:t>1.3. Услуги считаются оказанными после подписания Сторонами акта сдачи-приемки услуг.</w:t>
      </w:r>
    </w:p>
    <w:p w:rsidR="00E92916" w:rsidRDefault="00E92916" w:rsidP="00C447D6">
      <w:pPr>
        <w:jc w:val="both"/>
        <w:rPr>
          <w:color w:val="000000"/>
        </w:rPr>
      </w:pPr>
    </w:p>
    <w:p w:rsidR="00E92916" w:rsidRDefault="00E9291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E92916" w:rsidRPr="005C0B78" w:rsidRDefault="00E92916" w:rsidP="00C447D6">
      <w:pPr>
        <w:jc w:val="center"/>
        <w:rPr>
          <w:rStyle w:val="a"/>
          <w:b/>
          <w:color w:val="000000"/>
        </w:rPr>
      </w:pPr>
    </w:p>
    <w:p w:rsidR="00E92916" w:rsidRDefault="00E92916" w:rsidP="00196C15">
      <w:pPr>
        <w:ind w:left="568"/>
        <w:jc w:val="both"/>
      </w:pPr>
      <w:r>
        <w:rPr>
          <w:rStyle w:val="a"/>
          <w:color w:val="000000"/>
        </w:rPr>
        <w:t xml:space="preserve">2.1. </w:t>
      </w:r>
      <w:r w:rsidRPr="008F3EC7">
        <w:t xml:space="preserve">Стоимость оказания услуг по настоящему Контракту </w:t>
      </w:r>
      <w:r>
        <w:t xml:space="preserve">составляет </w:t>
      </w:r>
      <w:r w:rsidRPr="008F3EC7">
        <w:t>________________(_________________________________</w:t>
      </w:r>
      <w:r>
        <w:t>__________________</w:t>
      </w:r>
      <w:r w:rsidRPr="008F3EC7">
        <w:t xml:space="preserve">) руб. </w:t>
      </w:r>
    </w:p>
    <w:p w:rsidR="00E92916" w:rsidRDefault="00E92916" w:rsidP="0090634B">
      <w:pPr>
        <w:ind w:firstLine="540"/>
        <w:jc w:val="both"/>
        <w:rPr>
          <w:color w:val="000000"/>
        </w:rPr>
      </w:pPr>
      <w:r>
        <w:rPr>
          <w:rStyle w:val="a"/>
          <w:color w:val="000000"/>
        </w:rPr>
        <w:t>2.</w:t>
      </w:r>
      <w:r>
        <w:t xml:space="preserve">2. </w:t>
      </w:r>
      <w:r w:rsidRPr="00E97295">
        <w:rPr>
          <w:color w:val="000000"/>
        </w:rPr>
        <w:t>Стоимость услуг фиксируется на весь срок действия Контракта и</w:t>
      </w:r>
      <w:r>
        <w:rPr>
          <w:color w:val="000000"/>
        </w:rPr>
        <w:t xml:space="preserve"> не может меняться в ходе его исполнения, за исключением</w:t>
      </w:r>
      <w:r w:rsidRPr="00E97295">
        <w:rPr>
          <w:color w:val="000000"/>
        </w:rPr>
        <w:t xml:space="preserve"> случ</w:t>
      </w:r>
      <w:r>
        <w:rPr>
          <w:color w:val="000000"/>
        </w:rPr>
        <w:t>аев</w:t>
      </w:r>
      <w:r w:rsidRPr="00E97295">
        <w:rPr>
          <w:color w:val="000000"/>
        </w:rPr>
        <w:t xml:space="preserve">, предусмотренных </w:t>
      </w:r>
      <w:r>
        <w:rPr>
          <w:color w:val="000000"/>
        </w:rPr>
        <w:t>настоящим Контрактом.</w:t>
      </w:r>
    </w:p>
    <w:p w:rsidR="00E92916" w:rsidRPr="008F3EC7" w:rsidRDefault="00E92916" w:rsidP="00196C15">
      <w:pPr>
        <w:jc w:val="both"/>
      </w:pPr>
      <w:r>
        <w:t xml:space="preserve">         2.3</w:t>
      </w:r>
      <w:r w:rsidRPr="008F3EC7">
        <w:t xml:space="preserve">. </w:t>
      </w:r>
      <w:r>
        <w:t>Оплата услуг по настоящему Контракту осуществляется за счет средств бюджета города Перми, предусмотренных в ведомственной целевой программе, утвержденной постановлением от 24.10.2011 № 671 «Об утверждении ведомственной целевой программы «Развитие муниципальной службы в администрации города Перми в 2012 – 2014 годах», мероприятие 3.2. «Организация обучения муниципальных служащих ФО, ТО, ФП».</w:t>
      </w:r>
    </w:p>
    <w:p w:rsidR="00E92916" w:rsidRPr="008F3EC7" w:rsidRDefault="00E92916" w:rsidP="00196C15">
      <w:pPr>
        <w:jc w:val="both"/>
      </w:pPr>
      <w:r>
        <w:t xml:space="preserve">         2</w:t>
      </w:r>
      <w:r w:rsidRPr="008F3EC7">
        <w:t>.</w:t>
      </w:r>
      <w:r>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t>обязательств</w:t>
      </w:r>
      <w:r w:rsidRPr="008F3EC7">
        <w:t xml:space="preserve">, в том числе с учетом включаемых в </w:t>
      </w:r>
      <w:r>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E92916" w:rsidRDefault="00E92916" w:rsidP="00E533C4">
      <w:pPr>
        <w:shd w:val="clear" w:color="auto" w:fill="FFFFFF"/>
        <w:ind w:firstLine="540"/>
        <w:jc w:val="both"/>
        <w:rPr>
          <w:color w:val="000000"/>
        </w:rPr>
      </w:pPr>
      <w:r w:rsidRPr="00E533C4">
        <w:rPr>
          <w:rStyle w:val="a"/>
          <w:color w:val="000000"/>
        </w:rPr>
        <w:t>2.5.</w:t>
      </w:r>
      <w:r w:rsidRPr="00E533C4">
        <w:rPr>
          <w:color w:val="000000"/>
        </w:rPr>
        <w:t xml:space="preserve"> Оплата  производится  Заказчиком в размере 100%  в течение десяти  рабочих дней с момента подписания Контракта</w:t>
      </w:r>
      <w:r>
        <w:rPr>
          <w:color w:val="000000"/>
        </w:rPr>
        <w:t>,</w:t>
      </w:r>
      <w:r w:rsidRPr="00E533C4">
        <w:rPr>
          <w:color w:val="000000"/>
        </w:rPr>
        <w:t xml:space="preserve"> на основании выставленного Исполнителем счёта, путём перечисления денежных средств на расчётный счёт Исполнителя.</w:t>
      </w:r>
      <w:r w:rsidRPr="00E97295">
        <w:rPr>
          <w:color w:val="000000"/>
        </w:rPr>
        <w:t xml:space="preserve"> </w:t>
      </w:r>
    </w:p>
    <w:p w:rsidR="00E92916" w:rsidRDefault="00E92916" w:rsidP="00C447D6">
      <w:pPr>
        <w:ind w:firstLine="540"/>
        <w:jc w:val="both"/>
        <w:rPr>
          <w:rStyle w:val="a"/>
          <w:color w:val="000000"/>
        </w:rPr>
      </w:pPr>
      <w:r>
        <w:rPr>
          <w:rStyle w:val="a"/>
          <w:color w:val="000000"/>
        </w:rPr>
        <w:t>2</w:t>
      </w:r>
      <w:r w:rsidRPr="00E97295">
        <w:rPr>
          <w:rStyle w:val="a"/>
          <w:color w:val="000000"/>
        </w:rPr>
        <w:t>.</w:t>
      </w:r>
      <w:r>
        <w:rPr>
          <w:rStyle w:val="a"/>
          <w:color w:val="000000"/>
        </w:rPr>
        <w:t>6</w:t>
      </w:r>
      <w:r w:rsidRPr="00E97295">
        <w:rPr>
          <w:rStyle w:val="a"/>
          <w:color w:val="000000"/>
        </w:rPr>
        <w:t xml:space="preserve">. В случае отчисления </w:t>
      </w:r>
      <w:r>
        <w:rPr>
          <w:rStyle w:val="a"/>
          <w:color w:val="000000"/>
        </w:rPr>
        <w:t>Слушателя</w:t>
      </w:r>
      <w:r w:rsidRPr="00E97295">
        <w:rPr>
          <w:rStyle w:val="a"/>
          <w:color w:val="000000"/>
        </w:rPr>
        <w:t xml:space="preserve"> по причи</w:t>
      </w:r>
      <w:r>
        <w:rPr>
          <w:rStyle w:val="a"/>
          <w:color w:val="000000"/>
        </w:rPr>
        <w:t>нам, указанным в подпункте 3</w:t>
      </w:r>
      <w:r w:rsidRPr="00E97295">
        <w:rPr>
          <w:rStyle w:val="a"/>
          <w:color w:val="000000"/>
        </w:rPr>
        <w:t>.</w:t>
      </w:r>
      <w:r>
        <w:rPr>
          <w:rStyle w:val="a"/>
          <w:color w:val="000000"/>
        </w:rPr>
        <w:t>1.</w:t>
      </w:r>
      <w:r w:rsidRPr="00E97295">
        <w:rPr>
          <w:rStyle w:val="a"/>
          <w:color w:val="000000"/>
        </w:rPr>
        <w:t xml:space="preserve">2 пункта </w:t>
      </w:r>
      <w:r>
        <w:rPr>
          <w:rStyle w:val="a"/>
          <w:color w:val="000000"/>
        </w:rPr>
        <w:t>3</w:t>
      </w:r>
      <w:r w:rsidRPr="00E97295">
        <w:rPr>
          <w:rStyle w:val="a"/>
          <w:color w:val="000000"/>
        </w:rPr>
        <w:t xml:space="preserve"> настоящего </w:t>
      </w:r>
      <w:r>
        <w:rPr>
          <w:rStyle w:val="a"/>
          <w:color w:val="000000"/>
        </w:rPr>
        <w:t>К</w:t>
      </w:r>
      <w:r w:rsidRPr="00E97295">
        <w:rPr>
          <w:rStyle w:val="a"/>
          <w:color w:val="000000"/>
        </w:rPr>
        <w:t xml:space="preserve">онтракта, услуги Исполнителя оплачиваются в объёме, равном фактически оказанным образовательным услугам. </w:t>
      </w:r>
    </w:p>
    <w:p w:rsidR="00E92916" w:rsidRPr="00E97295" w:rsidRDefault="00E92916" w:rsidP="00C447D6">
      <w:pPr>
        <w:ind w:firstLine="540"/>
        <w:jc w:val="both"/>
        <w:rPr>
          <w:rStyle w:val="a"/>
          <w:color w:val="000000"/>
        </w:rPr>
      </w:pPr>
    </w:p>
    <w:p w:rsidR="00E92916" w:rsidRDefault="00E92916" w:rsidP="00C447D6">
      <w:pPr>
        <w:pStyle w:val="21"/>
        <w:jc w:val="center"/>
        <w:rPr>
          <w:rStyle w:val="a"/>
          <w:rFonts w:cs="Arial"/>
          <w:b/>
          <w:color w:val="000000"/>
          <w:szCs w:val="24"/>
        </w:rPr>
      </w:pPr>
      <w:r>
        <w:rPr>
          <w:rStyle w:val="a"/>
          <w:rFonts w:cs="Arial"/>
          <w:b/>
          <w:color w:val="000000"/>
          <w:szCs w:val="24"/>
        </w:rPr>
        <w:t>3. Права и обязанности сторон</w:t>
      </w:r>
    </w:p>
    <w:p w:rsidR="00E92916" w:rsidRPr="005C0B78" w:rsidRDefault="00E92916" w:rsidP="00C447D6">
      <w:pPr>
        <w:pStyle w:val="21"/>
        <w:rPr>
          <w:rStyle w:val="a"/>
          <w:rFonts w:cs="Arial"/>
          <w:b/>
          <w:color w:val="000000"/>
          <w:szCs w:val="24"/>
        </w:rPr>
      </w:pPr>
    </w:p>
    <w:p w:rsidR="00E92916" w:rsidRDefault="00E92916" w:rsidP="00C447D6">
      <w:pPr>
        <w:pStyle w:val="21"/>
        <w:ind w:firstLine="540"/>
        <w:rPr>
          <w:rStyle w:val="a"/>
          <w:rFonts w:cs="Arial"/>
          <w:color w:val="000000"/>
          <w:szCs w:val="24"/>
        </w:rPr>
      </w:pPr>
      <w:r>
        <w:rPr>
          <w:rStyle w:val="a"/>
          <w:rFonts w:cs="Arial"/>
          <w:color w:val="000000"/>
          <w:szCs w:val="24"/>
        </w:rPr>
        <w:t>3.1. Исполнитель вправе:</w:t>
      </w:r>
    </w:p>
    <w:p w:rsidR="00E92916" w:rsidRDefault="00E92916" w:rsidP="00C447D6">
      <w:pPr>
        <w:pStyle w:val="21"/>
        <w:ind w:firstLine="540"/>
        <w:rPr>
          <w:rStyle w:val="a"/>
          <w:rFonts w:cs="Arial"/>
          <w:color w:val="000000"/>
          <w:szCs w:val="24"/>
        </w:rPr>
      </w:pPr>
      <w:r>
        <w:rPr>
          <w:rStyle w:val="a"/>
          <w:rFonts w:cs="Arial"/>
          <w:color w:val="000000"/>
          <w:szCs w:val="24"/>
        </w:rPr>
        <w:t xml:space="preserve">3.1.1. Привлекать третьих лиц для оказания услуг по настоящему Контракту. В случае привлечения третьих лиц Исполнитель несет ответственность за их действия. </w:t>
      </w:r>
    </w:p>
    <w:p w:rsidR="00E92916" w:rsidRDefault="00E92916" w:rsidP="00473DD7">
      <w:pPr>
        <w:pStyle w:val="21"/>
        <w:ind w:firstLine="540"/>
        <w:rPr>
          <w:rStyle w:val="a"/>
          <w:rFonts w:cs="Arial"/>
          <w:color w:val="000000"/>
          <w:szCs w:val="24"/>
        </w:rPr>
      </w:pPr>
      <w:r>
        <w:rPr>
          <w:rStyle w:val="a"/>
          <w:rFonts w:cs="Arial"/>
          <w:color w:val="000000"/>
          <w:szCs w:val="24"/>
        </w:rPr>
        <w:t>3.1.2. Отчислять Слушателей в случаях грубого нарушения Правил внутреннего распорядка Исполнителя.</w:t>
      </w:r>
    </w:p>
    <w:p w:rsidR="00E92916" w:rsidRDefault="00E92916" w:rsidP="00B64B4C">
      <w:pPr>
        <w:pStyle w:val="21"/>
        <w:ind w:firstLine="540"/>
        <w:rPr>
          <w:rStyle w:val="a"/>
          <w:rFonts w:cs="Arial"/>
          <w:color w:val="000000"/>
          <w:szCs w:val="24"/>
        </w:rPr>
      </w:pPr>
      <w:r>
        <w:rPr>
          <w:rStyle w:val="a"/>
          <w:rFonts w:cs="Arial"/>
          <w:color w:val="000000"/>
          <w:szCs w:val="24"/>
        </w:rPr>
        <w:t>3.2. Заказчик имеет право п</w:t>
      </w:r>
      <w:r>
        <w:rPr>
          <w:color w:val="000000"/>
        </w:rPr>
        <w:t>роверять своевременность и качество услуг, оказываемых Исполнителем, не вмешиваясь в его хозяйственную деятельность</w:t>
      </w:r>
    </w:p>
    <w:p w:rsidR="00E92916" w:rsidRDefault="00E92916" w:rsidP="00C447D6">
      <w:pPr>
        <w:pStyle w:val="21"/>
        <w:ind w:firstLine="540"/>
        <w:rPr>
          <w:rStyle w:val="a"/>
          <w:rFonts w:cs="Arial"/>
          <w:color w:val="000000"/>
          <w:szCs w:val="24"/>
        </w:rPr>
      </w:pPr>
      <w:r>
        <w:rPr>
          <w:rStyle w:val="a"/>
          <w:rFonts w:cs="Arial"/>
          <w:color w:val="000000"/>
          <w:szCs w:val="24"/>
        </w:rPr>
        <w:t>3.3. Исполнитель обязан:</w:t>
      </w:r>
    </w:p>
    <w:p w:rsidR="00E92916" w:rsidRDefault="00E92916" w:rsidP="00C447D6">
      <w:pPr>
        <w:pStyle w:val="21"/>
        <w:ind w:firstLine="540"/>
        <w:rPr>
          <w:rStyle w:val="a"/>
          <w:rFonts w:cs="Arial"/>
          <w:color w:val="000000"/>
          <w:szCs w:val="24"/>
        </w:rPr>
      </w:pPr>
      <w:r>
        <w:rPr>
          <w:rStyle w:val="a"/>
          <w:rFonts w:cs="Arial"/>
          <w:color w:val="000000"/>
          <w:szCs w:val="24"/>
        </w:rPr>
        <w:t>3.3.1. Оказать услуги надлежащего качества.</w:t>
      </w:r>
    </w:p>
    <w:p w:rsidR="00E92916" w:rsidRDefault="00E92916" w:rsidP="00C447D6">
      <w:pPr>
        <w:pStyle w:val="21"/>
        <w:ind w:firstLine="540"/>
        <w:rPr>
          <w:rStyle w:val="a"/>
          <w:rFonts w:cs="Arial"/>
          <w:color w:val="000000"/>
          <w:szCs w:val="24"/>
        </w:rPr>
      </w:pPr>
      <w:r>
        <w:rPr>
          <w:rStyle w:val="a"/>
          <w:rFonts w:cs="Arial"/>
          <w:color w:val="000000"/>
          <w:szCs w:val="24"/>
        </w:rPr>
        <w:t>3.3.2. Оказать услуги в полном объеме в срок указанный в пункте 1.2 настоящего Контракта.</w:t>
      </w:r>
    </w:p>
    <w:p w:rsidR="00E92916" w:rsidRDefault="00E92916" w:rsidP="00E533C4">
      <w:pPr>
        <w:pStyle w:val="21"/>
        <w:ind w:firstLine="540"/>
        <w:rPr>
          <w:rStyle w:val="a"/>
          <w:rFonts w:cs="Arial"/>
          <w:color w:val="000000"/>
          <w:szCs w:val="24"/>
        </w:rPr>
      </w:pPr>
      <w:r>
        <w:rPr>
          <w:rStyle w:val="a"/>
          <w:rFonts w:cs="Arial"/>
          <w:color w:val="000000"/>
          <w:szCs w:val="24"/>
        </w:rPr>
        <w:t xml:space="preserve">3.3.3. Безвозмездно исправить по требованию Заказчика в течение пяти дней все выявленные недостатки, если в процессе оказания услуг допущены отступления от условий Контракта, ухудшившие качество услуг.  </w:t>
      </w:r>
    </w:p>
    <w:p w:rsidR="00E92916" w:rsidRDefault="00E92916" w:rsidP="00C447D6">
      <w:pPr>
        <w:pStyle w:val="21"/>
        <w:ind w:firstLine="540"/>
        <w:rPr>
          <w:rStyle w:val="a"/>
          <w:rFonts w:cs="Arial"/>
          <w:color w:val="000000"/>
          <w:szCs w:val="24"/>
        </w:rPr>
      </w:pPr>
      <w:r>
        <w:rPr>
          <w:rStyle w:val="a"/>
          <w:rFonts w:cs="Arial"/>
          <w:color w:val="000000"/>
          <w:szCs w:val="24"/>
        </w:rPr>
        <w:t xml:space="preserve">3.3.4. </w:t>
      </w:r>
      <w:r>
        <w:rPr>
          <w:rStyle w:val="a"/>
          <w:rFonts w:cs="Arial"/>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Российской Федерации.</w:t>
      </w:r>
    </w:p>
    <w:p w:rsidR="00E92916" w:rsidRDefault="00E92916" w:rsidP="00056E09">
      <w:pPr>
        <w:pStyle w:val="21"/>
        <w:ind w:firstLine="540"/>
        <w:rPr>
          <w:rStyle w:val="a"/>
          <w:rFonts w:cs="Arial"/>
          <w:color w:val="000000"/>
          <w:szCs w:val="24"/>
        </w:rPr>
      </w:pPr>
      <w:r>
        <w:rPr>
          <w:rStyle w:val="a"/>
          <w:rFonts w:cs="Arial"/>
          <w:color w:val="000000"/>
          <w:szCs w:val="24"/>
        </w:rPr>
        <w:t>3.3.5. Осуществить по итогам обучения Слушателей к</w:t>
      </w:r>
      <w:r w:rsidRPr="009B15B9">
        <w:rPr>
          <w:rStyle w:val="a"/>
          <w:rFonts w:cs="Arial"/>
          <w:b/>
          <w:color w:val="000000"/>
          <w:szCs w:val="24"/>
        </w:rPr>
        <w:t>омплексную оценку приобретенных ими знаний и выдать удостоверение о краткосрочном</w:t>
      </w:r>
      <w:r>
        <w:rPr>
          <w:rStyle w:val="a"/>
          <w:rFonts w:cs="Arial"/>
          <w:color w:val="000000"/>
          <w:szCs w:val="24"/>
        </w:rPr>
        <w:t xml:space="preserve"> повышении квалификации в случае успешного окончания курса обучения. </w:t>
      </w:r>
    </w:p>
    <w:p w:rsidR="00E92916" w:rsidRDefault="00E92916" w:rsidP="00C447D6">
      <w:pPr>
        <w:pStyle w:val="21"/>
        <w:ind w:firstLine="540"/>
        <w:rPr>
          <w:rStyle w:val="a"/>
          <w:rFonts w:cs="Arial"/>
          <w:color w:val="000000"/>
          <w:szCs w:val="24"/>
        </w:rPr>
      </w:pPr>
      <w:r>
        <w:rPr>
          <w:rStyle w:val="a"/>
          <w:rFonts w:cs="Arial"/>
          <w:color w:val="000000"/>
          <w:szCs w:val="24"/>
        </w:rPr>
        <w:t>3.3.6. Обеспечить Слушателей учебно-методической документацией и литературой.</w:t>
      </w:r>
    </w:p>
    <w:p w:rsidR="00E92916" w:rsidRDefault="00E92916" w:rsidP="00734A10">
      <w:pPr>
        <w:jc w:val="both"/>
        <w:rPr>
          <w:rStyle w:val="a"/>
          <w:color w:val="000000"/>
        </w:rPr>
      </w:pPr>
      <w:r>
        <w:rPr>
          <w:rStyle w:val="a"/>
        </w:rPr>
        <w:t xml:space="preserve">         </w:t>
      </w:r>
      <w:r>
        <w:rPr>
          <w:rStyle w:val="a"/>
          <w:color w:val="000000"/>
        </w:rPr>
        <w:t>3.4. Заказчик обязан:</w:t>
      </w:r>
    </w:p>
    <w:p w:rsidR="00E92916" w:rsidRDefault="00E92916" w:rsidP="00734A10">
      <w:pPr>
        <w:jc w:val="both"/>
        <w:rPr>
          <w:rStyle w:val="a"/>
          <w:color w:val="000000"/>
        </w:rPr>
      </w:pPr>
      <w:r>
        <w:rPr>
          <w:rStyle w:val="a"/>
          <w:color w:val="000000"/>
        </w:rPr>
        <w:t xml:space="preserve">         3.4.1. Направить на повышение квалификации Слушателей.</w:t>
      </w:r>
    </w:p>
    <w:p w:rsidR="00E92916" w:rsidRPr="00634884" w:rsidRDefault="00E92916" w:rsidP="00734A10">
      <w:pPr>
        <w:pStyle w:val="21"/>
        <w:ind w:firstLine="540"/>
      </w:pPr>
      <w:r>
        <w:rPr>
          <w:rStyle w:val="a"/>
          <w:rFonts w:cs="Arial"/>
          <w:color w:val="000000"/>
        </w:rPr>
        <w:t>3.4.2. О</w:t>
      </w:r>
      <w:r>
        <w:t>платить услуги Исполнителя в порядке и сроки, указанные в настоящем Контракте.</w:t>
      </w:r>
    </w:p>
    <w:p w:rsidR="00E92916" w:rsidRDefault="00E92916" w:rsidP="00C447D6">
      <w:pPr>
        <w:jc w:val="center"/>
        <w:rPr>
          <w:b/>
          <w:color w:val="000000"/>
        </w:rPr>
      </w:pPr>
    </w:p>
    <w:p w:rsidR="00E92916" w:rsidRDefault="00E9291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E92916" w:rsidRPr="00634884" w:rsidRDefault="00E92916" w:rsidP="00C447D6">
      <w:pPr>
        <w:jc w:val="center"/>
        <w:rPr>
          <w:b/>
          <w:color w:val="000000"/>
        </w:rPr>
      </w:pPr>
    </w:p>
    <w:p w:rsidR="00E92916" w:rsidRDefault="00E9291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 xml:space="preserve"> с приложением учебного плана.</w:t>
      </w:r>
    </w:p>
    <w:p w:rsidR="00E92916" w:rsidRPr="008F3EC7" w:rsidRDefault="00E9291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E92916" w:rsidRPr="008F3EC7" w:rsidRDefault="00E9291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E92916" w:rsidRDefault="00E92916" w:rsidP="00E412C9">
      <w:pPr>
        <w:jc w:val="both"/>
      </w:pPr>
      <w:r>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 xml:space="preserve">а сдачи-приемки оказанных услуг </w:t>
      </w:r>
      <w:r w:rsidRPr="008F3EC7">
        <w:t>(без замечаний).</w:t>
      </w:r>
    </w:p>
    <w:p w:rsidR="00E92916" w:rsidRPr="00E412C9" w:rsidRDefault="00E92916" w:rsidP="00E412C9">
      <w:pPr>
        <w:jc w:val="both"/>
      </w:pPr>
    </w:p>
    <w:p w:rsidR="00E92916" w:rsidRDefault="00E92916" w:rsidP="00C447D6">
      <w:pPr>
        <w:pStyle w:val="21"/>
        <w:jc w:val="center"/>
        <w:rPr>
          <w:rStyle w:val="a"/>
          <w:rFonts w:cs="Arial"/>
          <w:b/>
          <w:color w:val="000000"/>
          <w:szCs w:val="24"/>
        </w:rPr>
      </w:pPr>
      <w:r>
        <w:rPr>
          <w:rStyle w:val="a"/>
          <w:rFonts w:cs="Arial"/>
          <w:b/>
          <w:color w:val="000000"/>
          <w:szCs w:val="24"/>
        </w:rPr>
        <w:t>5.  Ответственность сторон</w:t>
      </w:r>
    </w:p>
    <w:p w:rsidR="00E92916" w:rsidRPr="005C0B78" w:rsidRDefault="00E92916" w:rsidP="00C447D6">
      <w:pPr>
        <w:pStyle w:val="21"/>
        <w:rPr>
          <w:rStyle w:val="a"/>
          <w:rFonts w:cs="Arial"/>
          <w:b/>
          <w:color w:val="000000"/>
          <w:szCs w:val="24"/>
        </w:rPr>
      </w:pPr>
    </w:p>
    <w:p w:rsidR="00E92916" w:rsidRDefault="00E92916" w:rsidP="00CE21BD">
      <w:pPr>
        <w:pStyle w:val="21"/>
        <w:ind w:firstLine="540"/>
        <w:rPr>
          <w:rFonts w:cs="Times New Roman"/>
          <w:color w:val="000000"/>
          <w:szCs w:val="24"/>
        </w:rPr>
      </w:pPr>
      <w:r>
        <w:rPr>
          <w:rStyle w:val="a"/>
          <w:rFonts w:cs="Arial"/>
          <w:color w:val="000000"/>
          <w:szCs w:val="24"/>
        </w:rPr>
        <w:t>5</w:t>
      </w:r>
      <w:r w:rsidRPr="00D62F8F">
        <w:rPr>
          <w:rStyle w:val="a"/>
          <w:rFonts w:cs="Arial"/>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
          <w:rFonts w:cs="Arial"/>
          <w:color w:val="000000"/>
          <w:szCs w:val="24"/>
        </w:rPr>
        <w:t xml:space="preserve">размере одной трехсотой ставки рефинансирования Центрального банка Российской Федерации, </w:t>
      </w:r>
      <w:r>
        <w:rPr>
          <w:rStyle w:val="a"/>
          <w:rFonts w:cs="Arial"/>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E92916" w:rsidRDefault="00E92916" w:rsidP="00CE21BD">
      <w:pPr>
        <w:pStyle w:val="ConsNormal"/>
        <w:ind w:firstLine="540"/>
        <w:jc w:val="both"/>
        <w:rPr>
          <w:rFonts w:ascii="Times New Roman" w:hAnsi="Times New Roman"/>
          <w:sz w:val="24"/>
          <w:szCs w:val="24"/>
        </w:rPr>
      </w:pPr>
      <w:r w:rsidRPr="00746636">
        <w:rPr>
          <w:rStyle w:val="a"/>
          <w:rFonts w:ascii="Times New Roman" w:hAnsi="Times New Roman"/>
          <w:color w:val="000000"/>
          <w:szCs w:val="24"/>
        </w:rPr>
        <w:t>5.2.</w:t>
      </w:r>
      <w:r w:rsidRPr="00D62F8F">
        <w:rPr>
          <w:rStyle w:val="a"/>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E92916" w:rsidRPr="00D62F8F" w:rsidRDefault="00E92916"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E92916" w:rsidRPr="00BE4AB1" w:rsidRDefault="00E92916" w:rsidP="00CE21BD">
      <w:pPr>
        <w:pStyle w:val="ConsNormal"/>
        <w:ind w:firstLine="540"/>
        <w:jc w:val="both"/>
        <w:rPr>
          <w:rStyle w:val="a"/>
          <w:rFonts w:ascii="Times New Roman" w:hAnsi="Times New Roman"/>
          <w:color w:val="000000"/>
          <w:szCs w:val="24"/>
        </w:rPr>
      </w:pPr>
      <w:r w:rsidRPr="00BE4AB1">
        <w:rPr>
          <w:rStyle w:val="a"/>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E92916" w:rsidRDefault="00E92916" w:rsidP="00CE21BD">
      <w:pPr>
        <w:pStyle w:val="21"/>
        <w:ind w:firstLine="540"/>
        <w:rPr>
          <w:rStyle w:val="a"/>
          <w:rFonts w:cs="Arial"/>
          <w:color w:val="000000"/>
          <w:szCs w:val="24"/>
        </w:rPr>
      </w:pPr>
      <w:r>
        <w:rPr>
          <w:rStyle w:val="a"/>
          <w:rFonts w:cs="Arial"/>
          <w:color w:val="000000"/>
          <w:szCs w:val="24"/>
        </w:rPr>
        <w:t>5.5. Уплата неустойки не освобождает Стороны от исполнения обязательств по настоящему Контракту или устранения нарушений.</w:t>
      </w:r>
    </w:p>
    <w:p w:rsidR="00E92916" w:rsidRDefault="00E92916" w:rsidP="00CE21BD">
      <w:pPr>
        <w:pStyle w:val="21"/>
        <w:ind w:firstLine="540"/>
        <w:rPr>
          <w:rStyle w:val="a"/>
          <w:rFonts w:cs="Arial"/>
          <w:color w:val="000000"/>
          <w:szCs w:val="24"/>
        </w:rPr>
      </w:pPr>
    </w:p>
    <w:p w:rsidR="00E92916" w:rsidRDefault="00E92916" w:rsidP="00C447D6">
      <w:pPr>
        <w:pStyle w:val="21"/>
        <w:jc w:val="center"/>
        <w:rPr>
          <w:rStyle w:val="a"/>
          <w:rFonts w:cs="Arial"/>
          <w:b/>
          <w:color w:val="000000"/>
          <w:szCs w:val="24"/>
        </w:rPr>
      </w:pPr>
      <w:r>
        <w:rPr>
          <w:rStyle w:val="a"/>
          <w:rFonts w:cs="Arial"/>
          <w:b/>
          <w:color w:val="000000"/>
          <w:szCs w:val="24"/>
        </w:rPr>
        <w:t>6. Порядок разрешения споров</w:t>
      </w:r>
    </w:p>
    <w:p w:rsidR="00E92916" w:rsidRPr="005C0B78" w:rsidRDefault="00E92916" w:rsidP="00C447D6">
      <w:pPr>
        <w:pStyle w:val="21"/>
        <w:rPr>
          <w:rStyle w:val="a"/>
          <w:rFonts w:cs="Arial"/>
          <w:b/>
          <w:color w:val="000000"/>
          <w:szCs w:val="24"/>
        </w:rPr>
      </w:pPr>
    </w:p>
    <w:p w:rsidR="00E92916" w:rsidRDefault="00E92916"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E92916" w:rsidRDefault="00E92916"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92916" w:rsidRDefault="00E92916"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E92916" w:rsidRPr="001016F2" w:rsidRDefault="00E92916"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E92916" w:rsidRPr="00687F49" w:rsidRDefault="00E92916" w:rsidP="001016F2">
      <w:pPr>
        <w:pStyle w:val="2"/>
        <w:ind w:firstLine="540"/>
        <w:rPr>
          <w:rFonts w:ascii="Times New Roman" w:hAnsi="Times New Roman"/>
          <w:color w:val="FF0000"/>
          <w:sz w:val="24"/>
          <w:szCs w:val="24"/>
        </w:rPr>
      </w:pPr>
    </w:p>
    <w:p w:rsidR="00E92916" w:rsidRDefault="00E92916" w:rsidP="003D297C">
      <w:pPr>
        <w:pStyle w:val="21"/>
        <w:rPr>
          <w:rStyle w:val="a"/>
          <w:rFonts w:cs="Arial"/>
          <w:b/>
          <w:color w:val="000000"/>
          <w:szCs w:val="24"/>
        </w:rPr>
      </w:pPr>
    </w:p>
    <w:p w:rsidR="00E92916" w:rsidRDefault="00E92916" w:rsidP="003D297C">
      <w:pPr>
        <w:pStyle w:val="21"/>
        <w:jc w:val="center"/>
        <w:rPr>
          <w:rStyle w:val="a"/>
          <w:rFonts w:cs="Arial"/>
          <w:b/>
          <w:color w:val="000000"/>
          <w:szCs w:val="24"/>
        </w:rPr>
      </w:pPr>
    </w:p>
    <w:p w:rsidR="00E92916" w:rsidRDefault="00E92916" w:rsidP="003D297C">
      <w:pPr>
        <w:pStyle w:val="21"/>
        <w:jc w:val="center"/>
        <w:rPr>
          <w:rStyle w:val="a"/>
          <w:rFonts w:cs="Arial"/>
          <w:b/>
          <w:color w:val="000000"/>
          <w:szCs w:val="24"/>
        </w:rPr>
      </w:pPr>
    </w:p>
    <w:p w:rsidR="00E92916" w:rsidRDefault="00E92916" w:rsidP="003D297C">
      <w:pPr>
        <w:pStyle w:val="21"/>
        <w:jc w:val="center"/>
        <w:rPr>
          <w:rStyle w:val="a"/>
          <w:rFonts w:cs="Arial"/>
          <w:b/>
          <w:color w:val="000000"/>
          <w:szCs w:val="24"/>
        </w:rPr>
      </w:pPr>
      <w:r>
        <w:rPr>
          <w:rStyle w:val="a"/>
          <w:rFonts w:cs="Arial"/>
          <w:b/>
          <w:color w:val="000000"/>
          <w:szCs w:val="24"/>
        </w:rPr>
        <w:t>7. Действие обстоятельств непреодолимой силы</w:t>
      </w:r>
    </w:p>
    <w:p w:rsidR="00E92916" w:rsidRDefault="00E92916" w:rsidP="00C447D6">
      <w:pPr>
        <w:pStyle w:val="21"/>
        <w:jc w:val="center"/>
        <w:rPr>
          <w:rStyle w:val="a"/>
          <w:rFonts w:cs="Arial"/>
          <w:b/>
          <w:color w:val="000000"/>
          <w:szCs w:val="24"/>
        </w:rPr>
      </w:pPr>
    </w:p>
    <w:p w:rsidR="00E92916" w:rsidRDefault="00E92916" w:rsidP="00C447D6">
      <w:pPr>
        <w:pStyle w:val="21"/>
        <w:ind w:firstLine="540"/>
        <w:rPr>
          <w:rStyle w:val="a"/>
          <w:rFonts w:cs="Arial"/>
          <w:color w:val="000000"/>
          <w:szCs w:val="24"/>
        </w:rPr>
      </w:pPr>
      <w:r>
        <w:rPr>
          <w:rStyle w:val="a"/>
          <w:rFonts w:cs="Arial"/>
          <w:color w:val="000000"/>
          <w:szCs w:val="24"/>
        </w:rPr>
        <w:t>7.1. 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92916" w:rsidRDefault="00E92916" w:rsidP="00C447D6">
      <w:pPr>
        <w:pStyle w:val="21"/>
        <w:ind w:firstLine="540"/>
        <w:rPr>
          <w:rStyle w:val="a"/>
          <w:rFonts w:cs="Arial"/>
          <w:color w:val="000000"/>
          <w:szCs w:val="24"/>
        </w:rPr>
      </w:pPr>
      <w:r>
        <w:rPr>
          <w:rStyle w:val="a"/>
          <w:rFonts w:cs="Arial"/>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E92916" w:rsidRDefault="00E92916" w:rsidP="00C447D6">
      <w:pPr>
        <w:pStyle w:val="21"/>
        <w:ind w:firstLine="540"/>
        <w:rPr>
          <w:rStyle w:val="a"/>
          <w:rFonts w:cs="Arial"/>
          <w:color w:val="000000"/>
          <w:szCs w:val="24"/>
        </w:rPr>
      </w:pPr>
      <w:r>
        <w:rPr>
          <w:rStyle w:val="a"/>
          <w:rFonts w:cs="Arial"/>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Сторону о таких обстоятельствах и их влиянии на исполнение обязательств по Контракту.</w:t>
      </w:r>
    </w:p>
    <w:p w:rsidR="00E92916" w:rsidRDefault="00E92916" w:rsidP="00C447D6">
      <w:pPr>
        <w:pStyle w:val="21"/>
        <w:ind w:firstLine="540"/>
        <w:rPr>
          <w:rStyle w:val="a"/>
          <w:rFonts w:cs="Arial"/>
          <w:color w:val="000000"/>
          <w:szCs w:val="24"/>
        </w:rPr>
      </w:pPr>
      <w:r>
        <w:rPr>
          <w:rStyle w:val="a"/>
          <w:rFonts w:cs="Arial"/>
          <w:color w:val="000000"/>
          <w:szCs w:val="24"/>
        </w:rPr>
        <w:t>7.4.  Если обязательства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E92916" w:rsidRDefault="00E92916" w:rsidP="0077044C">
      <w:pPr>
        <w:pStyle w:val="ConsNormal"/>
        <w:ind w:left="12" w:firstLine="708"/>
        <w:jc w:val="center"/>
        <w:rPr>
          <w:rFonts w:ascii="Times New Roman" w:hAnsi="Times New Roman"/>
          <w:b/>
          <w:sz w:val="24"/>
          <w:szCs w:val="24"/>
        </w:rPr>
      </w:pPr>
      <w:r>
        <w:rPr>
          <w:rStyle w:val="a"/>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E92916" w:rsidRPr="008F3EC7" w:rsidRDefault="00E92916" w:rsidP="0077044C">
      <w:pPr>
        <w:pStyle w:val="ConsNormal"/>
        <w:ind w:left="12" w:firstLine="708"/>
        <w:jc w:val="center"/>
        <w:rPr>
          <w:rFonts w:ascii="Times New Roman" w:hAnsi="Times New Roman"/>
          <w:b/>
          <w:sz w:val="24"/>
          <w:szCs w:val="24"/>
        </w:rPr>
      </w:pPr>
    </w:p>
    <w:p w:rsidR="00E92916" w:rsidRPr="008F3EC7" w:rsidRDefault="00E92916" w:rsidP="0077044C">
      <w:pPr>
        <w:pStyle w:val="ConsNormal"/>
        <w:jc w:val="both"/>
        <w:rPr>
          <w:rFonts w:ascii="Times New Roman" w:hAnsi="Times New Roman"/>
          <w:sz w:val="24"/>
          <w:szCs w:val="24"/>
        </w:rPr>
      </w:pPr>
      <w:r w:rsidRPr="008F3EC7">
        <w:rPr>
          <w:rFonts w:ascii="Times New Roman" w:hAnsi="Times New Roman"/>
          <w:sz w:val="24"/>
          <w:szCs w:val="24"/>
        </w:rPr>
        <w:t xml:space="preserve">8.1. Настоящий Контракт вступает в силу с момента его подписания обеими Сторонами и действует до момента полного исполнения Сторонами своих обязательств. </w:t>
      </w:r>
    </w:p>
    <w:p w:rsidR="00E92916" w:rsidRPr="008F3EC7" w:rsidRDefault="00E92916" w:rsidP="0077044C">
      <w:pPr>
        <w:ind w:firstLine="720"/>
      </w:pPr>
      <w:r w:rsidRPr="008F3EC7">
        <w:t>8.2. Настоящий Контракт может быть расторгнут:</w:t>
      </w:r>
    </w:p>
    <w:p w:rsidR="00E92916" w:rsidRPr="008F3EC7" w:rsidRDefault="00E92916" w:rsidP="0077044C">
      <w:pPr>
        <w:numPr>
          <w:ilvl w:val="0"/>
          <w:numId w:val="3"/>
        </w:numPr>
      </w:pPr>
      <w:r w:rsidRPr="008F3EC7">
        <w:t>по письменному соглашению Сторон;</w:t>
      </w:r>
    </w:p>
    <w:p w:rsidR="00E92916" w:rsidRDefault="00E92916"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E92916" w:rsidRPr="008F3EC7" w:rsidRDefault="00E92916" w:rsidP="0077044C"/>
    <w:p w:rsidR="00E92916" w:rsidRDefault="00E92916"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E92916" w:rsidRPr="008F3EC7" w:rsidRDefault="00E92916" w:rsidP="0077044C">
      <w:pPr>
        <w:pStyle w:val="ConsNormal"/>
        <w:ind w:firstLine="0"/>
        <w:outlineLvl w:val="0"/>
        <w:rPr>
          <w:rFonts w:ascii="Times New Roman" w:hAnsi="Times New Roman"/>
          <w:b/>
          <w:sz w:val="24"/>
          <w:szCs w:val="24"/>
        </w:rPr>
      </w:pPr>
    </w:p>
    <w:p w:rsidR="00E92916" w:rsidRPr="008F3EC7" w:rsidRDefault="00E92916"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E92916" w:rsidRPr="008F3EC7" w:rsidRDefault="00E92916"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E92916" w:rsidRPr="008F3EC7" w:rsidRDefault="00E92916"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E92916" w:rsidRPr="008F3EC7" w:rsidRDefault="00E92916"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E92916" w:rsidRPr="008F3EC7" w:rsidRDefault="00E92916" w:rsidP="00530A73">
      <w:pPr>
        <w:ind w:firstLine="720"/>
        <w:jc w:val="both"/>
      </w:pPr>
    </w:p>
    <w:p w:rsidR="00E92916" w:rsidRDefault="00E92916" w:rsidP="00530A73">
      <w:pPr>
        <w:ind w:firstLine="720"/>
        <w:jc w:val="both"/>
        <w:rPr>
          <w:b/>
        </w:rPr>
      </w:pPr>
      <w:r w:rsidRPr="00C270A9">
        <w:rPr>
          <w:b/>
        </w:rPr>
        <w:t>Приложения к Контракту:</w:t>
      </w:r>
    </w:p>
    <w:p w:rsidR="00E92916" w:rsidRPr="00C270A9" w:rsidRDefault="00E92916" w:rsidP="00530A73">
      <w:pPr>
        <w:ind w:firstLine="720"/>
        <w:jc w:val="both"/>
        <w:rPr>
          <w:b/>
        </w:rPr>
      </w:pPr>
    </w:p>
    <w:p w:rsidR="00E92916" w:rsidRPr="008F3EC7" w:rsidRDefault="00E92916"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t>ых</w:t>
      </w:r>
      <w:r w:rsidRPr="00CF7DF5">
        <w:t xml:space="preserve"> служащ</w:t>
      </w:r>
      <w:r>
        <w:t>их функциональных и  территориальных органов, функциональных подразделений</w:t>
      </w:r>
      <w:r w:rsidRPr="00CF7DF5">
        <w:t xml:space="preserve"> администрации города Перми</w:t>
      </w:r>
      <w:r>
        <w:t>.</w:t>
      </w:r>
    </w:p>
    <w:p w:rsidR="00E92916" w:rsidRPr="008F3EC7" w:rsidRDefault="00E92916" w:rsidP="0063006C">
      <w:pPr>
        <w:pStyle w:val="ListParagraph"/>
        <w:numPr>
          <w:ilvl w:val="0"/>
          <w:numId w:val="2"/>
        </w:numPr>
        <w:ind w:left="0" w:firstLine="709"/>
        <w:jc w:val="both"/>
      </w:pPr>
      <w:r>
        <w:rPr>
          <w:bCs/>
        </w:rPr>
        <w:t>Список муниципальных служащих, направляемых на обучение.</w:t>
      </w:r>
    </w:p>
    <w:p w:rsidR="00E92916" w:rsidRDefault="00E92916"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от ____________ № ______________ сроком действия до _________</w:t>
      </w:r>
      <w:r>
        <w:t>.</w:t>
      </w:r>
    </w:p>
    <w:p w:rsidR="00E92916" w:rsidRPr="0002775E" w:rsidRDefault="00E92916" w:rsidP="0002775E">
      <w:pPr>
        <w:numPr>
          <w:ilvl w:val="0"/>
          <w:numId w:val="2"/>
        </w:numPr>
        <w:ind w:left="0" w:firstLine="709"/>
        <w:jc w:val="both"/>
      </w:pPr>
      <w:r>
        <w:t>Заверенная копия свидетельства о государственной аккредитации образовательного учреждения от______№_______ сроком действия до ________.</w:t>
      </w:r>
    </w:p>
    <w:p w:rsidR="00E92916" w:rsidRDefault="00E92916" w:rsidP="009E607E">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w:t>
      </w:r>
      <w:bookmarkStart w:id="0" w:name="_GoBack"/>
      <w:bookmarkEnd w:id="0"/>
    </w:p>
    <w:p w:rsidR="00E92916" w:rsidRDefault="00E92916"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10. Адреса и банковские реквизиты Сторон:</w:t>
      </w:r>
    </w:p>
    <w:p w:rsidR="00E92916" w:rsidRPr="008F3EC7" w:rsidRDefault="00E92916" w:rsidP="00530A73">
      <w:pPr>
        <w:pStyle w:val="Heading"/>
        <w:ind w:left="360"/>
        <w:jc w:val="center"/>
        <w:rPr>
          <w:rFonts w:ascii="Times New Roman" w:hAnsi="Times New Roman"/>
          <w:bCs/>
          <w:color w:val="000000"/>
          <w:sz w:val="24"/>
          <w:szCs w:val="24"/>
        </w:rPr>
      </w:pPr>
    </w:p>
    <w:p w:rsidR="00E92916" w:rsidRPr="008F3EC7" w:rsidRDefault="00E92916"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Pr="008F3EC7">
        <w:rPr>
          <w:rFonts w:ascii="Times New Roman" w:hAnsi="Times New Roman" w:cs="Times New Roman"/>
          <w:sz w:val="24"/>
          <w:szCs w:val="24"/>
        </w:rPr>
        <w:t>:</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Pr>
          <w:rFonts w:ascii="Times New Roman" w:hAnsi="Times New Roman" w:cs="Times New Roman"/>
          <w:sz w:val="24"/>
          <w:szCs w:val="24"/>
        </w:rPr>
        <w:t xml:space="preserve">                    </w:t>
      </w:r>
      <w:r w:rsidRPr="008F3EC7">
        <w:rPr>
          <w:rFonts w:ascii="Times New Roman" w:hAnsi="Times New Roman" w:cs="Times New Roman"/>
          <w:sz w:val="24"/>
          <w:szCs w:val="24"/>
        </w:rPr>
        <w:t>Исполнитель:</w:t>
      </w:r>
    </w:p>
    <w:tbl>
      <w:tblPr>
        <w:tblW w:w="0" w:type="auto"/>
        <w:tblBorders>
          <w:insideH w:val="single" w:sz="4" w:space="0" w:color="auto"/>
        </w:tblBorders>
        <w:tblLook w:val="01E0"/>
      </w:tblPr>
      <w:tblGrid>
        <w:gridCol w:w="4785"/>
        <w:gridCol w:w="4683"/>
      </w:tblGrid>
      <w:tr w:rsidR="00E92916" w:rsidRPr="008F3EC7" w:rsidTr="00F21E4D">
        <w:tc>
          <w:tcPr>
            <w:tcW w:w="4785" w:type="dxa"/>
          </w:tcPr>
          <w:p w:rsidR="00E92916" w:rsidRPr="00F21E4D" w:rsidRDefault="00E92916" w:rsidP="00F21E4D">
            <w:pPr>
              <w:jc w:val="both"/>
              <w:rPr>
                <w:b/>
              </w:rPr>
            </w:pPr>
            <w:r w:rsidRPr="00F21E4D">
              <w:rPr>
                <w:b/>
              </w:rPr>
              <w:t>Администрация города Перми:</w:t>
            </w:r>
          </w:p>
          <w:p w:rsidR="00E92916" w:rsidRPr="008F3EC7" w:rsidRDefault="00E92916" w:rsidP="00F21E4D">
            <w:pPr>
              <w:jc w:val="both"/>
            </w:pPr>
            <w:r w:rsidRPr="008F3EC7">
              <w:t>Почтовый адрес:</w:t>
            </w:r>
          </w:p>
          <w:p w:rsidR="00E92916" w:rsidRPr="008F3EC7" w:rsidRDefault="00E92916" w:rsidP="00F21E4D">
            <w:pPr>
              <w:jc w:val="both"/>
            </w:pPr>
            <w:r w:rsidRPr="008F3EC7">
              <w:t>614000, г. Пермь, ул. Ленина, 23</w:t>
            </w:r>
          </w:p>
          <w:p w:rsidR="00E92916" w:rsidRPr="008F3EC7" w:rsidRDefault="00E92916" w:rsidP="00D00361">
            <w:r w:rsidRPr="008F3EC7">
              <w:t>Юридический адрес:</w:t>
            </w:r>
          </w:p>
          <w:p w:rsidR="00E92916" w:rsidRPr="008F3EC7" w:rsidRDefault="00E92916" w:rsidP="00F21E4D">
            <w:pPr>
              <w:jc w:val="both"/>
            </w:pPr>
            <w:r w:rsidRPr="008F3EC7">
              <w:t>614000, г. Пермь, ул. Ленина, 23</w:t>
            </w:r>
          </w:p>
          <w:p w:rsidR="00E92916" w:rsidRPr="008F3EC7" w:rsidRDefault="00E92916" w:rsidP="00D00361">
            <w:r w:rsidRPr="008F3EC7">
              <w:t>Платежные реквизиты:</w:t>
            </w:r>
          </w:p>
          <w:p w:rsidR="00E92916" w:rsidRPr="008F3EC7" w:rsidRDefault="00E92916" w:rsidP="00D00361">
            <w:r w:rsidRPr="008F3EC7">
              <w:t>ИНН 5902290635 КПП 590201001</w:t>
            </w:r>
          </w:p>
          <w:p w:rsidR="00E92916" w:rsidRPr="008F3EC7" w:rsidRDefault="00E92916"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E92916" w:rsidRPr="008F3EC7" w:rsidRDefault="00E92916"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E92916" w:rsidRPr="008F3EC7" w:rsidRDefault="00E92916" w:rsidP="00D00361">
            <w:r>
              <w:t>Г</w:t>
            </w:r>
            <w:r w:rsidRPr="008F3EC7">
              <w:t xml:space="preserve">РКЦ </w:t>
            </w:r>
            <w:r>
              <w:t>ГУ Банка России по Пермскому краю</w:t>
            </w:r>
          </w:p>
          <w:p w:rsidR="00E92916" w:rsidRPr="008F3EC7" w:rsidRDefault="00E92916" w:rsidP="00D00361">
            <w:r w:rsidRPr="008F3EC7">
              <w:t>БИК 0457</w:t>
            </w:r>
            <w:r>
              <w:t>73</w:t>
            </w:r>
            <w:r w:rsidRPr="008F3EC7">
              <w:t>00</w:t>
            </w:r>
            <w:r>
              <w:t>1</w:t>
            </w:r>
          </w:p>
          <w:p w:rsidR="00E92916" w:rsidRPr="008F3EC7" w:rsidRDefault="00E92916" w:rsidP="00D00361">
            <w:r w:rsidRPr="008F3EC7">
              <w:t>Контактный телефон (342) 212-95-49</w:t>
            </w:r>
          </w:p>
          <w:p w:rsidR="00E92916" w:rsidRPr="008F3EC7" w:rsidRDefault="00E92916" w:rsidP="00D00361">
            <w:r w:rsidRPr="008F3EC7">
              <w:t>Факс (342) 212-95-49</w:t>
            </w:r>
          </w:p>
          <w:p w:rsidR="00E92916" w:rsidRPr="008F3EC7" w:rsidRDefault="00E92916" w:rsidP="00F21E4D">
            <w:pPr>
              <w:jc w:val="both"/>
            </w:pPr>
          </w:p>
        </w:tc>
        <w:tc>
          <w:tcPr>
            <w:tcW w:w="4683" w:type="dxa"/>
          </w:tcPr>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Адрес юридический</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Адрес фактический</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Телефон</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Факс</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Получатель: л/с</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 xml:space="preserve"> </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ИНН</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КПП</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БИК</w:t>
            </w:r>
          </w:p>
          <w:p w:rsidR="00E92916" w:rsidRPr="00F21E4D" w:rsidRDefault="00E92916" w:rsidP="00F21E4D">
            <w:pPr>
              <w:pStyle w:val="ConsPlusNonformat"/>
              <w:widowControl/>
              <w:rPr>
                <w:rFonts w:ascii="Times New Roman" w:hAnsi="Times New Roman" w:cs="Times New Roman"/>
                <w:sz w:val="24"/>
                <w:szCs w:val="24"/>
              </w:rPr>
            </w:pPr>
            <w:r w:rsidRPr="00F21E4D">
              <w:rPr>
                <w:rFonts w:ascii="Times New Roman" w:hAnsi="Times New Roman" w:cs="Times New Roman"/>
                <w:sz w:val="24"/>
                <w:szCs w:val="24"/>
              </w:rPr>
              <w:t>р/с</w:t>
            </w:r>
          </w:p>
          <w:p w:rsidR="00E92916" w:rsidRPr="00F21E4D" w:rsidRDefault="00E92916" w:rsidP="00F21E4D">
            <w:pPr>
              <w:pStyle w:val="ConsPlusNonformat"/>
              <w:widowControl/>
              <w:rPr>
                <w:rFonts w:ascii="Times New Roman" w:hAnsi="Times New Roman" w:cs="Times New Roman"/>
                <w:sz w:val="24"/>
                <w:szCs w:val="24"/>
              </w:rPr>
            </w:pPr>
          </w:p>
        </w:tc>
      </w:tr>
    </w:tbl>
    <w:p w:rsidR="00E92916" w:rsidRPr="008F3EC7" w:rsidRDefault="00E92916" w:rsidP="00530A73">
      <w:pPr>
        <w:pStyle w:val="ConsPlusNonformat"/>
        <w:widowControl/>
        <w:rPr>
          <w:rFonts w:ascii="Times New Roman" w:hAnsi="Times New Roman" w:cs="Times New Roman"/>
          <w:sz w:val="24"/>
          <w:szCs w:val="24"/>
        </w:rPr>
      </w:pPr>
    </w:p>
    <w:p w:rsidR="00E92916" w:rsidRPr="008F3EC7" w:rsidRDefault="00E92916"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Pr>
          <w:rFonts w:ascii="Times New Roman" w:hAnsi="Times New Roman" w:cs="Times New Roman"/>
          <w:sz w:val="24"/>
          <w:szCs w:val="24"/>
        </w:rPr>
        <w:t xml:space="preserve"> _____________                         </w:t>
      </w:r>
      <w:r w:rsidRPr="008F3EC7">
        <w:rPr>
          <w:rFonts w:ascii="Times New Roman" w:hAnsi="Times New Roman" w:cs="Times New Roman"/>
          <w:sz w:val="24"/>
          <w:szCs w:val="24"/>
        </w:rPr>
        <w:t>______________/_______________</w:t>
      </w:r>
    </w:p>
    <w:p w:rsidR="00E92916" w:rsidRPr="008F3EC7" w:rsidRDefault="00E92916"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Pr>
          <w:rFonts w:ascii="Times New Roman" w:hAnsi="Times New Roman" w:cs="Times New Roman"/>
          <w:sz w:val="24"/>
          <w:szCs w:val="24"/>
        </w:rPr>
        <w:t>12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«__» ____________ 20</w:t>
      </w:r>
      <w:r>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E92916" w:rsidRPr="008F3EC7" w:rsidRDefault="00E92916"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М.П.</w:t>
      </w:r>
    </w:p>
    <w:p w:rsidR="00E92916" w:rsidRPr="008F3EC7" w:rsidRDefault="00E92916" w:rsidP="00530A73">
      <w:pPr>
        <w:ind w:left="360"/>
      </w:pPr>
    </w:p>
    <w:p w:rsidR="00E92916" w:rsidRPr="008F3EC7" w:rsidRDefault="00E92916" w:rsidP="00530A73">
      <w:pPr>
        <w:ind w:left="5580"/>
      </w:pPr>
    </w:p>
    <w:p w:rsidR="00E92916" w:rsidRDefault="00E92916" w:rsidP="00C447D6">
      <w:pPr>
        <w:rPr>
          <w:color w:val="000000"/>
          <w:sz w:val="28"/>
          <w:szCs w:val="28"/>
        </w:rPr>
      </w:pPr>
    </w:p>
    <w:p w:rsidR="00E92916" w:rsidRDefault="00E92916" w:rsidP="00C447D6">
      <w:pPr>
        <w:rPr>
          <w:color w:val="000000"/>
        </w:rPr>
      </w:pPr>
    </w:p>
    <w:p w:rsidR="00E92916" w:rsidRDefault="00E92916" w:rsidP="00C447D6">
      <w:pPr>
        <w:ind w:left="5040"/>
        <w:jc w:val="both"/>
        <w:outlineLvl w:val="1"/>
      </w:pPr>
      <w:r>
        <w:t xml:space="preserve"> </w:t>
      </w: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040"/>
        <w:jc w:val="both"/>
        <w:outlineLvl w:val="1"/>
      </w:pPr>
    </w:p>
    <w:p w:rsidR="00E92916" w:rsidRDefault="00E92916" w:rsidP="00C447D6">
      <w:pPr>
        <w:ind w:left="5400"/>
      </w:pPr>
      <w:r>
        <w:t xml:space="preserve"> </w:t>
      </w: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C447D6">
      <w:pPr>
        <w:ind w:left="5400"/>
      </w:pPr>
    </w:p>
    <w:p w:rsidR="00E92916" w:rsidRDefault="00E92916" w:rsidP="00B76982"/>
    <w:p w:rsidR="00E92916" w:rsidRDefault="00E92916" w:rsidP="00B76982"/>
    <w:p w:rsidR="00E92916" w:rsidRPr="00331068" w:rsidRDefault="00E92916" w:rsidP="0063006C">
      <w:pPr>
        <w:rPr>
          <w:color w:val="000000"/>
        </w:rPr>
      </w:pPr>
    </w:p>
    <w:sectPr w:rsidR="00E92916" w:rsidRPr="00331068" w:rsidSect="00505D6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916" w:rsidRDefault="00E92916" w:rsidP="001F2F0A">
      <w:r>
        <w:separator/>
      </w:r>
    </w:p>
  </w:endnote>
  <w:endnote w:type="continuationSeparator" w:id="0">
    <w:p w:rsidR="00E92916" w:rsidRDefault="00E92916"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16" w:rsidRDefault="00E929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2916" w:rsidRDefault="00E929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916" w:rsidRDefault="00E9291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916" w:rsidRDefault="00E92916" w:rsidP="001F2F0A">
      <w:r>
        <w:separator/>
      </w:r>
    </w:p>
  </w:footnote>
  <w:footnote w:type="continuationSeparator" w:id="0">
    <w:p w:rsidR="00E92916" w:rsidRDefault="00E92916"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24CFC"/>
    <w:multiLevelType w:val="hybridMultilevel"/>
    <w:tmpl w:val="25627D80"/>
    <w:lvl w:ilvl="0" w:tplc="5F2A35C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7D6"/>
    <w:rsid w:val="0001042D"/>
    <w:rsid w:val="00011965"/>
    <w:rsid w:val="0002775E"/>
    <w:rsid w:val="00037EAC"/>
    <w:rsid w:val="00044DF3"/>
    <w:rsid w:val="00056E09"/>
    <w:rsid w:val="00060CAD"/>
    <w:rsid w:val="00077E18"/>
    <w:rsid w:val="00080046"/>
    <w:rsid w:val="000C6C01"/>
    <w:rsid w:val="000D4BF6"/>
    <w:rsid w:val="001016F2"/>
    <w:rsid w:val="001170F7"/>
    <w:rsid w:val="001334F8"/>
    <w:rsid w:val="001457CD"/>
    <w:rsid w:val="00164348"/>
    <w:rsid w:val="00173DFD"/>
    <w:rsid w:val="00196C15"/>
    <w:rsid w:val="001A7DB6"/>
    <w:rsid w:val="001C7F82"/>
    <w:rsid w:val="001E726B"/>
    <w:rsid w:val="001F1BFB"/>
    <w:rsid w:val="001F2F0A"/>
    <w:rsid w:val="001F570A"/>
    <w:rsid w:val="002000DD"/>
    <w:rsid w:val="00202C8C"/>
    <w:rsid w:val="002644F0"/>
    <w:rsid w:val="002759EA"/>
    <w:rsid w:val="00276712"/>
    <w:rsid w:val="002949BA"/>
    <w:rsid w:val="002E43F1"/>
    <w:rsid w:val="00315B80"/>
    <w:rsid w:val="00331068"/>
    <w:rsid w:val="003534D9"/>
    <w:rsid w:val="003656C8"/>
    <w:rsid w:val="00366FA4"/>
    <w:rsid w:val="00383752"/>
    <w:rsid w:val="003906F6"/>
    <w:rsid w:val="003A4EEF"/>
    <w:rsid w:val="003C44BB"/>
    <w:rsid w:val="003D297C"/>
    <w:rsid w:val="003D5E7B"/>
    <w:rsid w:val="003E3E57"/>
    <w:rsid w:val="004031CC"/>
    <w:rsid w:val="004554BE"/>
    <w:rsid w:val="004609A3"/>
    <w:rsid w:val="00463047"/>
    <w:rsid w:val="00473DD7"/>
    <w:rsid w:val="0048420E"/>
    <w:rsid w:val="004E55B9"/>
    <w:rsid w:val="00505D62"/>
    <w:rsid w:val="00530A73"/>
    <w:rsid w:val="005435A4"/>
    <w:rsid w:val="005C0B78"/>
    <w:rsid w:val="005F0AB3"/>
    <w:rsid w:val="00600519"/>
    <w:rsid w:val="0063006C"/>
    <w:rsid w:val="00634884"/>
    <w:rsid w:val="00644122"/>
    <w:rsid w:val="00644392"/>
    <w:rsid w:val="00687F49"/>
    <w:rsid w:val="006C4411"/>
    <w:rsid w:val="006E72A7"/>
    <w:rsid w:val="006F0B9B"/>
    <w:rsid w:val="006F1CD6"/>
    <w:rsid w:val="00701004"/>
    <w:rsid w:val="00704037"/>
    <w:rsid w:val="00712408"/>
    <w:rsid w:val="00715C67"/>
    <w:rsid w:val="00734A10"/>
    <w:rsid w:val="00741268"/>
    <w:rsid w:val="00746636"/>
    <w:rsid w:val="0077044C"/>
    <w:rsid w:val="00776230"/>
    <w:rsid w:val="007762C4"/>
    <w:rsid w:val="00793135"/>
    <w:rsid w:val="007B2DE1"/>
    <w:rsid w:val="007C0232"/>
    <w:rsid w:val="007E590C"/>
    <w:rsid w:val="007F155D"/>
    <w:rsid w:val="00813C17"/>
    <w:rsid w:val="00831259"/>
    <w:rsid w:val="00851FE6"/>
    <w:rsid w:val="0085328B"/>
    <w:rsid w:val="0088593F"/>
    <w:rsid w:val="008A0801"/>
    <w:rsid w:val="008A6C63"/>
    <w:rsid w:val="008F3EC7"/>
    <w:rsid w:val="0090634B"/>
    <w:rsid w:val="0091063D"/>
    <w:rsid w:val="00953B58"/>
    <w:rsid w:val="00956B68"/>
    <w:rsid w:val="009715C3"/>
    <w:rsid w:val="00974763"/>
    <w:rsid w:val="009B15B9"/>
    <w:rsid w:val="009B1C98"/>
    <w:rsid w:val="009E607E"/>
    <w:rsid w:val="00A56BF7"/>
    <w:rsid w:val="00A60654"/>
    <w:rsid w:val="00A854FE"/>
    <w:rsid w:val="00A93791"/>
    <w:rsid w:val="00AE4811"/>
    <w:rsid w:val="00B11313"/>
    <w:rsid w:val="00B30738"/>
    <w:rsid w:val="00B32D41"/>
    <w:rsid w:val="00B60798"/>
    <w:rsid w:val="00B64B4C"/>
    <w:rsid w:val="00B76982"/>
    <w:rsid w:val="00B80D4D"/>
    <w:rsid w:val="00B82CCE"/>
    <w:rsid w:val="00BA3855"/>
    <w:rsid w:val="00BA478B"/>
    <w:rsid w:val="00BE4AB1"/>
    <w:rsid w:val="00BE5110"/>
    <w:rsid w:val="00C1044A"/>
    <w:rsid w:val="00C270A9"/>
    <w:rsid w:val="00C447D6"/>
    <w:rsid w:val="00C63A27"/>
    <w:rsid w:val="00C81226"/>
    <w:rsid w:val="00C9044E"/>
    <w:rsid w:val="00CC365B"/>
    <w:rsid w:val="00CD45C5"/>
    <w:rsid w:val="00CE21BD"/>
    <w:rsid w:val="00CE3303"/>
    <w:rsid w:val="00CE4DB3"/>
    <w:rsid w:val="00CF7DF5"/>
    <w:rsid w:val="00D00361"/>
    <w:rsid w:val="00D37F52"/>
    <w:rsid w:val="00D527F5"/>
    <w:rsid w:val="00D53D05"/>
    <w:rsid w:val="00D56E52"/>
    <w:rsid w:val="00D62F8F"/>
    <w:rsid w:val="00D70CD6"/>
    <w:rsid w:val="00D81964"/>
    <w:rsid w:val="00D82E51"/>
    <w:rsid w:val="00D94C51"/>
    <w:rsid w:val="00DA2896"/>
    <w:rsid w:val="00DE4037"/>
    <w:rsid w:val="00DF2F8D"/>
    <w:rsid w:val="00E412C9"/>
    <w:rsid w:val="00E45609"/>
    <w:rsid w:val="00E533C4"/>
    <w:rsid w:val="00E641BE"/>
    <w:rsid w:val="00E7045F"/>
    <w:rsid w:val="00E7363A"/>
    <w:rsid w:val="00E92916"/>
    <w:rsid w:val="00E97295"/>
    <w:rsid w:val="00EA4891"/>
    <w:rsid w:val="00F21E4D"/>
    <w:rsid w:val="00F431E3"/>
    <w:rsid w:val="00F650EF"/>
    <w:rsid w:val="00F826BA"/>
    <w:rsid w:val="00F87120"/>
    <w:rsid w:val="00FD7C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7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C447D6"/>
    <w:pPr>
      <w:widowControl w:val="0"/>
      <w:ind w:firstLine="720"/>
    </w:pPr>
    <w:rPr>
      <w:rFonts w:ascii="Arial" w:eastAsia="Times New Roman" w:hAnsi="Arial"/>
      <w:sz w:val="20"/>
      <w:szCs w:val="20"/>
    </w:rPr>
  </w:style>
  <w:style w:type="character" w:customStyle="1" w:styleId="a">
    <w:name w:val="Основной текст с отступом Знак"/>
    <w:basedOn w:val="DefaultParagraphFont"/>
    <w:uiPriority w:val="99"/>
    <w:rsid w:val="00C447D6"/>
    <w:rPr>
      <w:rFonts w:cs="Times New Roman"/>
      <w:sz w:val="24"/>
      <w:lang w:val="ru-RU" w:eastAsia="ru-RU" w:bidi="ar-SA"/>
    </w:rPr>
  </w:style>
  <w:style w:type="paragraph" w:styleId="NormalWeb">
    <w:name w:val="Normal (Web)"/>
    <w:basedOn w:val="Normal"/>
    <w:uiPriority w:val="99"/>
    <w:rsid w:val="00C447D6"/>
    <w:pPr>
      <w:spacing w:before="100" w:beforeAutospacing="1" w:after="100" w:afterAutospacing="1"/>
    </w:pPr>
    <w:rPr>
      <w:rFonts w:ascii="Arial Unicode MS" w:eastAsia="Calibri" w:hAnsi="Arial Unicode MS"/>
    </w:rPr>
  </w:style>
  <w:style w:type="paragraph" w:customStyle="1" w:styleId="ConsPlusNonformat">
    <w:name w:val="ConsPlusNonformat"/>
    <w:uiPriority w:val="99"/>
    <w:rsid w:val="00C447D6"/>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C447D6"/>
    <w:pPr>
      <w:tabs>
        <w:tab w:val="center" w:pos="4677"/>
        <w:tab w:val="right" w:pos="9355"/>
      </w:tabs>
    </w:pPr>
  </w:style>
  <w:style w:type="character" w:customStyle="1" w:styleId="FooterChar">
    <w:name w:val="Footer Char"/>
    <w:basedOn w:val="DefaultParagraphFont"/>
    <w:link w:val="Footer"/>
    <w:uiPriority w:val="99"/>
    <w:locked/>
    <w:rsid w:val="00C447D6"/>
    <w:rPr>
      <w:rFonts w:ascii="Times New Roman" w:hAnsi="Times New Roman" w:cs="Times New Roman"/>
      <w:sz w:val="24"/>
      <w:szCs w:val="24"/>
      <w:lang w:eastAsia="ru-RU"/>
    </w:rPr>
  </w:style>
  <w:style w:type="character" w:styleId="PageNumber">
    <w:name w:val="page number"/>
    <w:basedOn w:val="DefaultParagraphFont"/>
    <w:uiPriority w:val="99"/>
    <w:rsid w:val="00C447D6"/>
    <w:rPr>
      <w:rFonts w:cs="Times New Roman"/>
    </w:rPr>
  </w:style>
  <w:style w:type="paragraph" w:customStyle="1" w:styleId="2">
    <w:name w:val="Обычный2"/>
    <w:uiPriority w:val="99"/>
    <w:rsid w:val="00C447D6"/>
    <w:pPr>
      <w:jc w:val="both"/>
    </w:pPr>
    <w:rPr>
      <w:rFonts w:ascii="Arial" w:eastAsia="Times New Roman" w:hAnsi="Arial"/>
      <w:sz w:val="28"/>
      <w:szCs w:val="20"/>
    </w:rPr>
  </w:style>
  <w:style w:type="paragraph" w:customStyle="1" w:styleId="21">
    <w:name w:val="Основной текст 21"/>
    <w:basedOn w:val="Normal"/>
    <w:uiPriority w:val="99"/>
    <w:rsid w:val="00C447D6"/>
    <w:pPr>
      <w:widowControl w:val="0"/>
      <w:jc w:val="both"/>
    </w:pPr>
    <w:rPr>
      <w:rFonts w:cs="Arial"/>
      <w:szCs w:val="18"/>
    </w:rPr>
  </w:style>
  <w:style w:type="paragraph" w:styleId="BodyText2">
    <w:name w:val="Body Text 2"/>
    <w:basedOn w:val="Normal"/>
    <w:link w:val="BodyText2Char"/>
    <w:uiPriority w:val="99"/>
    <w:rsid w:val="00C447D6"/>
    <w:pPr>
      <w:spacing w:after="120" w:line="480" w:lineRule="auto"/>
    </w:pPr>
  </w:style>
  <w:style w:type="character" w:customStyle="1" w:styleId="BodyText2Char">
    <w:name w:val="Body Text 2 Char"/>
    <w:basedOn w:val="DefaultParagraphFont"/>
    <w:link w:val="BodyText2"/>
    <w:uiPriority w:val="99"/>
    <w:locked/>
    <w:rsid w:val="00C447D6"/>
    <w:rPr>
      <w:rFonts w:ascii="Times New Roman" w:hAnsi="Times New Roman" w:cs="Times New Roman"/>
      <w:sz w:val="24"/>
      <w:szCs w:val="24"/>
      <w:lang w:eastAsia="ru-RU"/>
    </w:rPr>
  </w:style>
  <w:style w:type="paragraph" w:customStyle="1" w:styleId="Normal1">
    <w:name w:val="Normal1"/>
    <w:uiPriority w:val="99"/>
    <w:rsid w:val="00C447D6"/>
    <w:rPr>
      <w:rFonts w:ascii="Times New Roman" w:eastAsia="Times New Roman" w:hAnsi="Times New Roman"/>
      <w:sz w:val="20"/>
      <w:szCs w:val="20"/>
    </w:rPr>
  </w:style>
  <w:style w:type="paragraph" w:customStyle="1" w:styleId="a0">
    <w:name w:val="Знак Знак Знак Знак Знак Знак Знак Знак Знак Знак"/>
    <w:basedOn w:val="Normal"/>
    <w:uiPriority w:val="99"/>
    <w:rsid w:val="00C447D6"/>
    <w:pPr>
      <w:widowControl w:val="0"/>
      <w:adjustRightInd w:val="0"/>
      <w:spacing w:after="160" w:line="240" w:lineRule="exact"/>
      <w:jc w:val="right"/>
    </w:pPr>
    <w:rPr>
      <w:rFonts w:ascii="Arial" w:hAnsi="Arial" w:cs="Arial"/>
      <w:sz w:val="20"/>
      <w:szCs w:val="20"/>
      <w:lang w:val="en-GB" w:eastAsia="en-US"/>
    </w:rPr>
  </w:style>
  <w:style w:type="paragraph" w:styleId="Title">
    <w:name w:val="Title"/>
    <w:basedOn w:val="Normal"/>
    <w:link w:val="TitleChar"/>
    <w:uiPriority w:val="99"/>
    <w:qFormat/>
    <w:rsid w:val="00C447D6"/>
    <w:pPr>
      <w:jc w:val="center"/>
    </w:pPr>
    <w:rPr>
      <w:sz w:val="28"/>
      <w:szCs w:val="20"/>
    </w:rPr>
  </w:style>
  <w:style w:type="character" w:customStyle="1" w:styleId="TitleChar">
    <w:name w:val="Title Char"/>
    <w:basedOn w:val="DefaultParagraphFont"/>
    <w:link w:val="Title"/>
    <w:uiPriority w:val="99"/>
    <w:locked/>
    <w:rsid w:val="00C447D6"/>
    <w:rPr>
      <w:rFonts w:ascii="Times New Roman" w:hAnsi="Times New Roman" w:cs="Times New Roman"/>
      <w:sz w:val="20"/>
      <w:szCs w:val="20"/>
      <w:lang w:eastAsia="ru-RU"/>
    </w:rPr>
  </w:style>
  <w:style w:type="table" w:styleId="TableGrid">
    <w:name w:val="Table Grid"/>
    <w:basedOn w:val="TableNormal"/>
    <w:uiPriority w:val="99"/>
    <w:rsid w:val="00530A7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530A73"/>
    <w:rPr>
      <w:rFonts w:ascii="Arial" w:eastAsia="Times New Roman" w:hAnsi="Arial"/>
      <w:b/>
      <w:szCs w:val="20"/>
    </w:rPr>
  </w:style>
  <w:style w:type="paragraph" w:customStyle="1" w:styleId="ConsNonformat">
    <w:name w:val="ConsNonformat"/>
    <w:uiPriority w:val="99"/>
    <w:rsid w:val="001457CD"/>
    <w:pPr>
      <w:widowControl w:val="0"/>
      <w:adjustRightInd w:val="0"/>
    </w:pPr>
    <w:rPr>
      <w:rFonts w:ascii="Courier New" w:eastAsia="Times New Roman" w:hAnsi="Courier New" w:cs="Courier New"/>
      <w:sz w:val="24"/>
      <w:szCs w:val="24"/>
    </w:rPr>
  </w:style>
  <w:style w:type="paragraph" w:customStyle="1" w:styleId="1">
    <w:name w:val="Знак Знак Знак Знак Знак Знак Знак Знак Знак Знак1"/>
    <w:basedOn w:val="Normal"/>
    <w:uiPriority w:val="99"/>
    <w:rsid w:val="0077044C"/>
    <w:pPr>
      <w:widowControl w:val="0"/>
      <w:adjustRightInd w:val="0"/>
      <w:spacing w:after="160" w:line="240" w:lineRule="exact"/>
      <w:jc w:val="right"/>
    </w:pPr>
    <w:rPr>
      <w:rFonts w:ascii="Arial" w:hAnsi="Arial" w:cs="Arial"/>
      <w:sz w:val="20"/>
      <w:szCs w:val="20"/>
      <w:lang w:val="en-GB" w:eastAsia="en-US"/>
    </w:rPr>
  </w:style>
  <w:style w:type="paragraph" w:styleId="ListParagraph">
    <w:name w:val="List Paragraph"/>
    <w:basedOn w:val="Normal"/>
    <w:uiPriority w:val="99"/>
    <w:qFormat/>
    <w:rsid w:val="006F1CD6"/>
    <w:pPr>
      <w:ind w:left="720"/>
      <w:contextualSpacing/>
    </w:pPr>
  </w:style>
  <w:style w:type="paragraph" w:styleId="BalloonText">
    <w:name w:val="Balloon Text"/>
    <w:basedOn w:val="Normal"/>
    <w:link w:val="BalloonTextChar"/>
    <w:uiPriority w:val="99"/>
    <w:semiHidden/>
    <w:rsid w:val="00C270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70A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533</TotalTime>
  <Pages>5</Pages>
  <Words>1814</Words>
  <Characters>10343</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СОК</cp:lastModifiedBy>
  <cp:revision>74</cp:revision>
  <cp:lastPrinted>2012-02-15T11:05:00Z</cp:lastPrinted>
  <dcterms:created xsi:type="dcterms:W3CDTF">2011-05-20T05:22:00Z</dcterms:created>
  <dcterms:modified xsi:type="dcterms:W3CDTF">2012-02-22T05:18:00Z</dcterms:modified>
</cp:coreProperties>
</file>