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A4" w:rsidRDefault="00AA24A4" w:rsidP="00AF4C71">
      <w:pPr>
        <w:jc w:val="right"/>
        <w:rPr>
          <w:sz w:val="24"/>
          <w:szCs w:val="24"/>
        </w:rPr>
      </w:pPr>
      <w:bookmarkStart w:id="0" w:name="Приложение_8"/>
      <w:r>
        <w:rPr>
          <w:sz w:val="24"/>
          <w:szCs w:val="24"/>
        </w:rPr>
        <w:t xml:space="preserve">Приложение № </w:t>
      </w:r>
      <w:bookmarkEnd w:id="0"/>
      <w:r>
        <w:rPr>
          <w:sz w:val="24"/>
          <w:szCs w:val="24"/>
        </w:rPr>
        <w:t xml:space="preserve">3 к договору </w:t>
      </w:r>
    </w:p>
    <w:p w:rsidR="00AA24A4" w:rsidRDefault="00AA24A4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AA24A4" w:rsidRDefault="00AA24A4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г.Пермь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AA24A4" w:rsidRPr="0090319E" w:rsidRDefault="00AA24A4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AA24A4" w:rsidRPr="0090319E" w:rsidRDefault="00AA24A4" w:rsidP="00907129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автономное дошкольное образовательное учреждение «Детский сад № 312» г. Перми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именуемо</w:t>
      </w:r>
      <w:r>
        <w:rPr>
          <w:sz w:val="24"/>
          <w:szCs w:val="24"/>
        </w:rPr>
        <w:t>е в дальнейшем Заказчик, в лице заведующего Овчинниковой Елены Михайловны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действующего на основании Уставва</w:t>
      </w:r>
      <w:r w:rsidRPr="0090319E">
        <w:rPr>
          <w:sz w:val="24"/>
          <w:szCs w:val="24"/>
        </w:rPr>
        <w:t>, с одной стороны, и ______</w:t>
      </w:r>
      <w:r>
        <w:rPr>
          <w:sz w:val="24"/>
          <w:szCs w:val="24"/>
        </w:rPr>
        <w:t>________</w:t>
      </w:r>
      <w:r w:rsidRPr="0090319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именуемый в дальнейшем Уча</w:t>
      </w:r>
      <w:r>
        <w:rPr>
          <w:sz w:val="24"/>
          <w:szCs w:val="24"/>
        </w:rPr>
        <w:t>стник открытого конкурса, в лице</w:t>
      </w:r>
      <w:r w:rsidRPr="0090319E">
        <w:rPr>
          <w:sz w:val="24"/>
          <w:szCs w:val="24"/>
        </w:rPr>
        <w:t xml:space="preserve"> _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>______, действующего на основании __</w:t>
      </w:r>
      <w:r>
        <w:rPr>
          <w:sz w:val="24"/>
          <w:szCs w:val="24"/>
        </w:rPr>
        <w:t>___________</w:t>
      </w:r>
      <w:r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>
        <w:rPr>
          <w:sz w:val="24"/>
          <w:szCs w:val="24"/>
        </w:rPr>
        <w:t xml:space="preserve">Федерации и Федеральным законом от </w:t>
      </w:r>
      <w:r w:rsidRPr="0090319E">
        <w:rPr>
          <w:sz w:val="24"/>
          <w:szCs w:val="24"/>
        </w:rPr>
        <w:t>18.07.2011</w:t>
      </w:r>
      <w:r w:rsidRPr="0090319E">
        <w:rPr>
          <w:rFonts w:ascii="Arial" w:hAnsi="Arial" w:cs="Arial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№ 223-ФЗ «О закупках товаров, работ, </w:t>
      </w:r>
      <w:r w:rsidRPr="0090319E">
        <w:rPr>
          <w:vanish/>
          <w:sz w:val="24"/>
          <w:szCs w:val="24"/>
        </w:rPr>
        <w:br/>
      </w:r>
      <w:r w:rsidRPr="0090319E">
        <w:rPr>
          <w:sz w:val="24"/>
          <w:szCs w:val="24"/>
        </w:rPr>
        <w:t>услуг отдельными видами юридических лиц», на основании Протокола</w:t>
      </w:r>
      <w:r>
        <w:rPr>
          <w:sz w:val="24"/>
          <w:szCs w:val="24"/>
        </w:rPr>
        <w:t xml:space="preserve"> конкурсной </w:t>
      </w:r>
      <w:r w:rsidRPr="0090319E">
        <w:rPr>
          <w:sz w:val="24"/>
          <w:szCs w:val="24"/>
        </w:rPr>
        <w:t>комиссии № _____от « »______</w:t>
      </w:r>
      <w:r>
        <w:rPr>
          <w:sz w:val="24"/>
          <w:szCs w:val="24"/>
        </w:rPr>
        <w:t xml:space="preserve">__ </w:t>
      </w:r>
      <w:r w:rsidRPr="0090319E">
        <w:rPr>
          <w:sz w:val="24"/>
          <w:szCs w:val="24"/>
        </w:rPr>
        <w:t>201</w:t>
      </w:r>
      <w:r>
        <w:rPr>
          <w:sz w:val="24"/>
          <w:szCs w:val="24"/>
        </w:rPr>
        <w:t xml:space="preserve">_ </w:t>
      </w:r>
      <w:r w:rsidRPr="0090319E">
        <w:rPr>
          <w:sz w:val="24"/>
          <w:szCs w:val="24"/>
        </w:rPr>
        <w:t xml:space="preserve">года заключили 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о нижеследующем.</w:t>
      </w:r>
    </w:p>
    <w:p w:rsidR="00AA24A4" w:rsidRDefault="00AA24A4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AA24A4" w:rsidRPr="0090319E" w:rsidRDefault="00AA24A4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z w:val="24"/>
          <w:szCs w:val="24"/>
        </w:rPr>
        <w:t>_________  по адресу г.Пермь, ул. Льва Шатрова, д. 21</w:t>
      </w:r>
      <w:r w:rsidRPr="0090319E">
        <w:rPr>
          <w:sz w:val="24"/>
          <w:szCs w:val="24"/>
        </w:rPr>
        <w:t xml:space="preserve"> МА</w:t>
      </w:r>
      <w:r>
        <w:rPr>
          <w:sz w:val="24"/>
          <w:szCs w:val="24"/>
        </w:rPr>
        <w:t>ДОУ «Детский сад № 312</w:t>
      </w:r>
      <w:r w:rsidRPr="0090319E">
        <w:rPr>
          <w:sz w:val="24"/>
          <w:szCs w:val="24"/>
        </w:rPr>
        <w:t>» г.Перми.</w:t>
      </w:r>
    </w:p>
    <w:p w:rsidR="00AA24A4" w:rsidRDefault="00AA24A4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AA24A4" w:rsidRPr="0090319E" w:rsidRDefault="00AA24A4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AA24A4" w:rsidRDefault="00AA24A4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AA24A4" w:rsidRDefault="00AA24A4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AA24A4" w:rsidRDefault="00AA24A4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AA24A4" w:rsidRDefault="00AA24A4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AA24A4" w:rsidRPr="0090319E" w:rsidRDefault="00AA24A4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AA24A4" w:rsidRPr="00305018" w:rsidRDefault="00AA24A4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AA24A4" w:rsidRPr="0090319E" w:rsidRDefault="00AA24A4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AA24A4" w:rsidRPr="0090319E" w:rsidRDefault="00AA24A4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AA24A4" w:rsidRPr="0090319E" w:rsidRDefault="00AA24A4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AA24A4" w:rsidRPr="0090319E" w:rsidRDefault="00AA24A4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AA24A4" w:rsidRDefault="00AA24A4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AA24A4" w:rsidRPr="0090319E" w:rsidRDefault="00AA24A4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AA24A4" w:rsidRPr="0090319E" w:rsidRDefault="00AA24A4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AA24A4" w:rsidRPr="0090319E" w:rsidRDefault="00AA24A4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В случае не поступления в указанный срок 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AA24A4" w:rsidRPr="0090319E" w:rsidRDefault="00AA24A4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AA24A4" w:rsidRPr="0090319E" w:rsidRDefault="00AA24A4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AA24A4" w:rsidRDefault="00AA24A4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AA24A4" w:rsidRPr="0090319E" w:rsidRDefault="00AA24A4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</w:p>
    <w:p w:rsidR="00AA24A4" w:rsidRPr="0090319E" w:rsidRDefault="00AA24A4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средств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AA24A4" w:rsidRPr="0090319E" w:rsidRDefault="00AA24A4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AA24A4" w:rsidRDefault="00AA24A4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AA24A4" w:rsidRPr="0090319E" w:rsidRDefault="00AA24A4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AA24A4" w:rsidRPr="0090319E" w:rsidRDefault="00AA24A4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AA24A4" w:rsidRPr="0090319E" w:rsidRDefault="00AA24A4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AA24A4" w:rsidRPr="0090319E" w:rsidRDefault="00AA24A4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AA24A4" w:rsidRPr="0090319E" w:rsidRDefault="00AA24A4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AA24A4" w:rsidRDefault="00AA24A4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AA24A4" w:rsidRPr="0090319E" w:rsidRDefault="00AA24A4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AA24A4" w:rsidRDefault="00AA24A4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AA24A4" w:rsidRPr="0090319E" w:rsidRDefault="00AA24A4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AA24A4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 xml:space="preserve">________________  /                          /                                     _________________  /                  </w:t>
      </w:r>
    </w:p>
    <w:p w:rsidR="00AA24A4" w:rsidRDefault="00AA24A4" w:rsidP="00670BC2"/>
    <w:sectPr w:rsidR="00AA24A4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40F"/>
    <w:rsid w:val="0011488D"/>
    <w:rsid w:val="00140E2E"/>
    <w:rsid w:val="001B6A02"/>
    <w:rsid w:val="0023740F"/>
    <w:rsid w:val="00244936"/>
    <w:rsid w:val="00264B0D"/>
    <w:rsid w:val="00305018"/>
    <w:rsid w:val="0042454B"/>
    <w:rsid w:val="004D1171"/>
    <w:rsid w:val="005B2ECB"/>
    <w:rsid w:val="005F053F"/>
    <w:rsid w:val="005F3A68"/>
    <w:rsid w:val="006073DA"/>
    <w:rsid w:val="00670BC2"/>
    <w:rsid w:val="007963B6"/>
    <w:rsid w:val="008A2C75"/>
    <w:rsid w:val="008B7435"/>
    <w:rsid w:val="00901C08"/>
    <w:rsid w:val="0090319E"/>
    <w:rsid w:val="00907129"/>
    <w:rsid w:val="009166F8"/>
    <w:rsid w:val="00937662"/>
    <w:rsid w:val="00966B87"/>
    <w:rsid w:val="00AA24A4"/>
    <w:rsid w:val="00AF4C71"/>
    <w:rsid w:val="00B426C4"/>
    <w:rsid w:val="00BA0A1B"/>
    <w:rsid w:val="00C46548"/>
    <w:rsid w:val="00C75F3C"/>
    <w:rsid w:val="00CA462E"/>
    <w:rsid w:val="00E539D3"/>
    <w:rsid w:val="00FC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7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740F"/>
    <w:rPr>
      <w:rFonts w:ascii="Tahoma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9071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06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3</Pages>
  <Words>840</Words>
  <Characters>4789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Заведующая</cp:lastModifiedBy>
  <cp:revision>11</cp:revision>
  <cp:lastPrinted>2012-01-20T07:06:00Z</cp:lastPrinted>
  <dcterms:created xsi:type="dcterms:W3CDTF">2012-01-19T11:18:00Z</dcterms:created>
  <dcterms:modified xsi:type="dcterms:W3CDTF">2012-03-05T08:40:00Z</dcterms:modified>
</cp:coreProperties>
</file>