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23" w:rsidRPr="001F7052" w:rsidRDefault="00EF4D23" w:rsidP="00F51FE3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EF4D23" w:rsidRPr="001F7052" w:rsidRDefault="00EF4D23" w:rsidP="00F51FE3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EF4D23" w:rsidRPr="001F7052" w:rsidRDefault="00EF4D23" w:rsidP="00F51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3232"/>
        <w:gridCol w:w="7180"/>
      </w:tblGrid>
      <w:tr w:rsidR="00EF4D23" w:rsidRPr="0028720A" w:rsidTr="00F51FE3">
        <w:tc>
          <w:tcPr>
            <w:tcW w:w="1552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4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0156300015512000033 </w:t>
            </w:r>
          </w:p>
        </w:tc>
      </w:tr>
      <w:tr w:rsidR="00EF4D23" w:rsidRPr="0028720A" w:rsidTr="00F51FE3">
        <w:tc>
          <w:tcPr>
            <w:tcW w:w="1552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ind w:right="-3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4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средств индивидуальной защиты для нужд администрации Дзержинского района города Перми </w:t>
            </w:r>
          </w:p>
        </w:tc>
      </w:tr>
      <w:tr w:rsidR="00EF4D23" w:rsidRPr="0028720A" w:rsidTr="00F51FE3">
        <w:tc>
          <w:tcPr>
            <w:tcW w:w="1552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4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Дзержинского района г.Перми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614990, Пермски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край, Пермь г, ул. Ленина, 85</w:t>
            </w: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EF4D23" w:rsidRPr="001F7052" w:rsidRDefault="00EF4D23" w:rsidP="00F51FE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7052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3600"/>
        <w:gridCol w:w="6812"/>
      </w:tblGrid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средств индивидуальной защиты для нужд администрации Дзержинского района города Перми </w:t>
            </w:r>
          </w:p>
        </w:tc>
      </w:tr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11 351,00 Российский рубль </w:t>
            </w:r>
          </w:p>
        </w:tc>
      </w:tr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ТЗ </w:t>
            </w:r>
          </w:p>
        </w:tc>
      </w:tr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Цена включает все расходы Поставщика, связанные с поставкой Товара, в том числе стоимость доставки, прочие расходы, включая погрузо-разгрузочные работы, страхование, уплату таможенных пошлин, налогов, сборов и других обязательных платежей, уплачиваемых Поставщиком. </w:t>
            </w:r>
          </w:p>
        </w:tc>
      </w:tr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>2924694 Средства защиты индивидуальные</w:t>
            </w:r>
          </w:p>
        </w:tc>
      </w:tr>
      <w:tr w:rsidR="00EF4D23" w:rsidRPr="0028720A" w:rsidTr="00F51FE3">
        <w:tc>
          <w:tcPr>
            <w:tcW w:w="17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2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-32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Контракта по 20 апреля 2012 г.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настоящему контракту осуществляется за фактически поставленный Товар в течение 10 (десяти) банковских дней с момента подписания Сторонами товарной накладной на основании счета и (или) счета-фактуры, выставленного Поставщиком.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EF4D23" w:rsidRPr="001F7052" w:rsidRDefault="00EF4D23" w:rsidP="00F51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052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934 0309 7963405 244 340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F4D23" w:rsidRPr="001F7052" w:rsidRDefault="00EF4D23" w:rsidP="00F51FE3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F7052">
        <w:rPr>
          <w:rFonts w:ascii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-39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30.03.2012 09:00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05.04.2012 17:00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F4D23" w:rsidRPr="001F7052" w:rsidRDefault="00EF4D23" w:rsidP="00F51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584"/>
        <w:gridCol w:w="7753"/>
      </w:tblGrid>
      <w:tr w:rsidR="00EF4D23" w:rsidRPr="002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EF4D23" w:rsidRPr="001F7052" w:rsidRDefault="00EF4D23" w:rsidP="00F51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sz w:val="24"/>
                <w:szCs w:val="24"/>
              </w:rPr>
              <w:t xml:space="preserve">29.03.2012 </w:t>
            </w:r>
          </w:p>
        </w:tc>
      </w:tr>
    </w:tbl>
    <w:p w:rsidR="00EF4D23" w:rsidRPr="001F7052" w:rsidRDefault="00EF4D23" w:rsidP="00F51FE3">
      <w:pPr>
        <w:spacing w:after="0" w:line="240" w:lineRule="auto"/>
        <w:rPr>
          <w:sz w:val="24"/>
          <w:szCs w:val="24"/>
        </w:rPr>
      </w:pPr>
    </w:p>
    <w:sectPr w:rsidR="00EF4D23" w:rsidRPr="001F7052" w:rsidSect="00F51FE3">
      <w:pgSz w:w="11906" w:h="16838"/>
      <w:pgMar w:top="624" w:right="567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052"/>
    <w:rsid w:val="001F7052"/>
    <w:rsid w:val="0028720A"/>
    <w:rsid w:val="00AB3301"/>
    <w:rsid w:val="00EF4D23"/>
    <w:rsid w:val="00F17888"/>
    <w:rsid w:val="00F5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88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1F7052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F7052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1F7052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3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485</Words>
  <Characters>2768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1zam</cp:lastModifiedBy>
  <cp:revision>3</cp:revision>
  <cp:lastPrinted>2012-03-30T04:21:00Z</cp:lastPrinted>
  <dcterms:created xsi:type="dcterms:W3CDTF">2012-03-29T07:41:00Z</dcterms:created>
  <dcterms:modified xsi:type="dcterms:W3CDTF">2012-03-30T04:22:00Z</dcterms:modified>
</cp:coreProperties>
</file>