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3B12" w:rsidRPr="008F3EC7" w:rsidRDefault="00213B12" w:rsidP="006251B6">
      <w:pPr>
        <w:pStyle w:val="Title"/>
        <w:ind w:left="5580"/>
        <w:jc w:val="right"/>
        <w:rPr>
          <w:sz w:val="24"/>
          <w:szCs w:val="24"/>
        </w:rPr>
      </w:pPr>
      <w:r w:rsidRPr="008F3EC7">
        <w:rPr>
          <w:sz w:val="24"/>
          <w:szCs w:val="24"/>
        </w:rPr>
        <w:t xml:space="preserve">Приложение № </w:t>
      </w:r>
      <w:r>
        <w:rPr>
          <w:sz w:val="24"/>
          <w:szCs w:val="24"/>
        </w:rPr>
        <w:t>3</w:t>
      </w:r>
    </w:p>
    <w:p w:rsidR="00213B12" w:rsidRDefault="00213B12" w:rsidP="006251B6">
      <w:pPr>
        <w:jc w:val="right"/>
      </w:pPr>
      <w:r w:rsidRPr="008F3EC7">
        <w:t xml:space="preserve">к извещению о проведении запроса </w:t>
      </w:r>
      <w:r>
        <w:t xml:space="preserve">котировок </w:t>
      </w:r>
    </w:p>
    <w:p w:rsidR="00213B12" w:rsidRDefault="00213B12" w:rsidP="00C447D6">
      <w:pPr>
        <w:pStyle w:val="ConsNormal"/>
        <w:widowControl/>
        <w:spacing w:line="240" w:lineRule="exact"/>
        <w:ind w:firstLine="0"/>
        <w:jc w:val="right"/>
        <w:outlineLvl w:val="0"/>
        <w:rPr>
          <w:rFonts w:ascii="Courier New" w:hAnsi="Courier New" w:cs="Courier New"/>
          <w:sz w:val="18"/>
          <w:szCs w:val="18"/>
        </w:rPr>
      </w:pPr>
    </w:p>
    <w:p w:rsidR="00213B12" w:rsidRDefault="00213B12" w:rsidP="00C447D6">
      <w:pPr>
        <w:pStyle w:val="ConsNormal"/>
        <w:widowControl/>
        <w:spacing w:line="240" w:lineRule="exact"/>
        <w:ind w:firstLine="0"/>
        <w:jc w:val="right"/>
        <w:outlineLvl w:val="0"/>
        <w:rPr>
          <w:rFonts w:ascii="Courier New" w:hAnsi="Courier New" w:cs="Courier New"/>
          <w:sz w:val="18"/>
          <w:szCs w:val="18"/>
        </w:rPr>
      </w:pPr>
    </w:p>
    <w:p w:rsidR="00213B12" w:rsidRPr="00037EAC" w:rsidRDefault="00213B12" w:rsidP="00C447D6">
      <w:pPr>
        <w:spacing w:line="240" w:lineRule="atLeast"/>
        <w:jc w:val="center"/>
        <w:rPr>
          <w:b/>
          <w:color w:val="000000"/>
        </w:rPr>
      </w:pPr>
      <w:r>
        <w:rPr>
          <w:b/>
          <w:color w:val="000000"/>
        </w:rPr>
        <w:t>МУНИЦИПАЛЬНЫЙ КОНТРАКТ</w:t>
      </w:r>
    </w:p>
    <w:p w:rsidR="00213B12" w:rsidRPr="00C1044A" w:rsidRDefault="00213B12" w:rsidP="00C447D6">
      <w:pPr>
        <w:spacing w:line="240" w:lineRule="atLeast"/>
        <w:jc w:val="center"/>
        <w:rPr>
          <w:b/>
          <w:color w:val="000000"/>
        </w:rPr>
      </w:pPr>
      <w:r>
        <w:rPr>
          <w:b/>
          <w:color w:val="000000"/>
        </w:rPr>
        <w:t>на оказание услуг по повышению квалификации муниципальных служащих функциональных и территориальных органов, функциональных подразделений администрации города Перми</w:t>
      </w:r>
    </w:p>
    <w:p w:rsidR="00213B12" w:rsidRDefault="00213B12" w:rsidP="00C447D6">
      <w:pPr>
        <w:jc w:val="both"/>
        <w:rPr>
          <w:color w:val="000000"/>
        </w:rPr>
      </w:pPr>
    </w:p>
    <w:p w:rsidR="00213B12" w:rsidRDefault="00213B12" w:rsidP="00C447D6">
      <w:pPr>
        <w:jc w:val="both"/>
        <w:rPr>
          <w:color w:val="000000"/>
        </w:rPr>
      </w:pPr>
    </w:p>
    <w:p w:rsidR="00213B12" w:rsidRDefault="00213B12" w:rsidP="00C447D6">
      <w:pPr>
        <w:rPr>
          <w:color w:val="000000"/>
        </w:rPr>
      </w:pPr>
      <w:r w:rsidRPr="007E590C">
        <w:t xml:space="preserve">г. </w:t>
      </w:r>
      <w:r>
        <w:t>Пермь</w:t>
      </w:r>
      <w:r w:rsidRPr="007E590C">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 xml:space="preserve"> «___» __________ 2012г.</w:t>
      </w:r>
    </w:p>
    <w:p w:rsidR="00213B12" w:rsidRDefault="00213B12" w:rsidP="00C447D6">
      <w:pPr>
        <w:pStyle w:val="21"/>
        <w:rPr>
          <w:rFonts w:cs="Times New Roman"/>
          <w:color w:val="000000"/>
          <w:szCs w:val="24"/>
        </w:rPr>
      </w:pPr>
    </w:p>
    <w:p w:rsidR="00213B12" w:rsidRPr="008F3EC7" w:rsidRDefault="00213B12" w:rsidP="00C447D6">
      <w:pPr>
        <w:autoSpaceDE w:val="0"/>
        <w:autoSpaceDN w:val="0"/>
        <w:adjustRightInd w:val="0"/>
        <w:ind w:firstLine="900"/>
        <w:jc w:val="both"/>
      </w:pPr>
      <w:r w:rsidRPr="008F3EC7">
        <w:t xml:space="preserve">Администрация города Перми, именуемая в дальнейшем </w:t>
      </w:r>
      <w:r>
        <w:t>З</w:t>
      </w:r>
      <w:r w:rsidRPr="008F3EC7">
        <w:t xml:space="preserve">аказчик, в лице </w:t>
      </w:r>
      <w:r>
        <w:t>____________________</w:t>
      </w:r>
      <w:r w:rsidRPr="008F3EC7">
        <w:t>действующе</w:t>
      </w:r>
      <w:r>
        <w:t xml:space="preserve">го </w:t>
      </w:r>
      <w:r w:rsidRPr="008F3EC7">
        <w:t xml:space="preserve">на основании </w:t>
      </w:r>
      <w:r>
        <w:t>___________________________</w:t>
      </w:r>
      <w:r w:rsidRPr="008F3EC7">
        <w:t>с одной стороны, и ___________________  именуемый (ое) в дальнейшем Исполнитель, в лице ___________________, действующего на основании _____________, с другой стороны, вместе именуемые Стороны и каждый в отдельности Сторона, с соблюдением требований Гражданского кодекса Российской Федерации, Федерального закона от 21.07.2005 № 94-ФЗ «О размещении заказов на поставки товаров, выполнение работ, оказание услуг для государственных и муниципальных нужд» и иного законодательства Российской Федерации и нормативн</w:t>
      </w:r>
      <w:r>
        <w:t>ых</w:t>
      </w:r>
      <w:r w:rsidRPr="008F3EC7">
        <w:t xml:space="preserve"> правовых актов города Перми, на основании результатов размещения муниципального заказа</w:t>
      </w:r>
      <w:r>
        <w:t xml:space="preserve"> администрации</w:t>
      </w:r>
      <w:r w:rsidRPr="008F3EC7">
        <w:t xml:space="preserve"> города Перми путем проведения запроса котировок, протокол № ____ от __</w:t>
      </w:r>
      <w:r>
        <w:t>___</w:t>
      </w:r>
      <w:r w:rsidRPr="008F3EC7">
        <w:t>__</w:t>
      </w:r>
      <w:r>
        <w:t xml:space="preserve"> </w:t>
      </w:r>
      <w:smartTag w:uri="urn:schemas-microsoft-com:office:smarttags" w:element="metricconverter">
        <w:smartTagPr>
          <w:attr w:name="ProductID" w:val="2012 г"/>
        </w:smartTagPr>
        <w:r>
          <w:t>2012</w:t>
        </w:r>
        <w:r w:rsidRPr="008F3EC7">
          <w:t xml:space="preserve"> г</w:t>
        </w:r>
      </w:smartTag>
      <w:r w:rsidRPr="008F3EC7">
        <w:t xml:space="preserve">. заключили настоящий Муниципальный контракт (далее - </w:t>
      </w:r>
      <w:r>
        <w:t>К</w:t>
      </w:r>
      <w:r w:rsidRPr="008F3EC7">
        <w:t>онтракт) о следующем:</w:t>
      </w:r>
    </w:p>
    <w:p w:rsidR="00213B12" w:rsidRDefault="00213B12" w:rsidP="00C447D6">
      <w:pPr>
        <w:pStyle w:val="21"/>
        <w:jc w:val="center"/>
        <w:rPr>
          <w:rStyle w:val="a"/>
          <w:rFonts w:cs="Arial"/>
          <w:b/>
          <w:color w:val="000000"/>
          <w:szCs w:val="24"/>
        </w:rPr>
      </w:pPr>
    </w:p>
    <w:p w:rsidR="00213B12" w:rsidRPr="005C0B78" w:rsidRDefault="00213B12" w:rsidP="00C447D6">
      <w:pPr>
        <w:pStyle w:val="21"/>
        <w:jc w:val="center"/>
        <w:rPr>
          <w:rStyle w:val="a"/>
          <w:rFonts w:cs="Arial"/>
          <w:b/>
          <w:color w:val="000000"/>
          <w:szCs w:val="24"/>
        </w:rPr>
      </w:pPr>
      <w:r>
        <w:rPr>
          <w:rStyle w:val="a"/>
          <w:rFonts w:cs="Arial"/>
          <w:b/>
          <w:color w:val="000000"/>
          <w:szCs w:val="24"/>
        </w:rPr>
        <w:t>1. Предмет Контракта</w:t>
      </w:r>
    </w:p>
    <w:p w:rsidR="00213B12" w:rsidRDefault="00213B12" w:rsidP="00C447D6">
      <w:pPr>
        <w:suppressAutoHyphens/>
        <w:ind w:firstLine="720"/>
        <w:jc w:val="both"/>
        <w:rPr>
          <w:rStyle w:val="a"/>
          <w:color w:val="000000"/>
        </w:rPr>
      </w:pPr>
    </w:p>
    <w:p w:rsidR="00213B12" w:rsidRPr="008F3EC7" w:rsidRDefault="00213B12" w:rsidP="00BE5110">
      <w:pPr>
        <w:suppressAutoHyphens/>
        <w:ind w:firstLine="720"/>
        <w:jc w:val="both"/>
      </w:pPr>
      <w:r>
        <w:rPr>
          <w:rStyle w:val="a"/>
          <w:color w:val="000000"/>
        </w:rPr>
        <w:t>1.1  Исполнитель</w:t>
      </w:r>
      <w:r w:rsidRPr="00776230">
        <w:rPr>
          <w:rStyle w:val="a"/>
          <w:color w:val="000000"/>
        </w:rPr>
        <w:t xml:space="preserve"> </w:t>
      </w:r>
      <w:r>
        <w:rPr>
          <w:rStyle w:val="a"/>
          <w:color w:val="000000"/>
        </w:rPr>
        <w:t xml:space="preserve">обязуется в соответствии с техническим заданием Заказчика (Приложение 1 к Контракту) </w:t>
      </w:r>
      <w:r w:rsidRPr="00776230">
        <w:t>оказать услуги по</w:t>
      </w:r>
      <w:r w:rsidRPr="00776230">
        <w:rPr>
          <w:rStyle w:val="a"/>
          <w:color w:val="000000"/>
        </w:rPr>
        <w:t xml:space="preserve"> повышени</w:t>
      </w:r>
      <w:r>
        <w:rPr>
          <w:rStyle w:val="a"/>
          <w:color w:val="000000"/>
        </w:rPr>
        <w:t>ю</w:t>
      </w:r>
      <w:r w:rsidRPr="00776230">
        <w:rPr>
          <w:rStyle w:val="a"/>
          <w:color w:val="000000"/>
        </w:rPr>
        <w:t xml:space="preserve"> квалификации </w:t>
      </w:r>
      <w:r>
        <w:rPr>
          <w:rStyle w:val="a"/>
          <w:color w:val="000000"/>
        </w:rPr>
        <w:t>муниципальных служащих администрации города Перми</w:t>
      </w:r>
      <w:r>
        <w:t>,</w:t>
      </w:r>
      <w:r w:rsidRPr="00776230">
        <w:t xml:space="preserve"> </w:t>
      </w:r>
      <w:r w:rsidRPr="00776230">
        <w:rPr>
          <w:rStyle w:val="a"/>
          <w:color w:val="000000"/>
        </w:rPr>
        <w:t>далее именуем</w:t>
      </w:r>
      <w:r>
        <w:rPr>
          <w:rStyle w:val="a"/>
          <w:color w:val="000000"/>
        </w:rPr>
        <w:t>ых</w:t>
      </w:r>
      <w:r>
        <w:rPr>
          <w:rStyle w:val="a"/>
        </w:rPr>
        <w:t xml:space="preserve"> Слушатели</w:t>
      </w:r>
      <w:r w:rsidRPr="000C6C01">
        <w:rPr>
          <w:rStyle w:val="a"/>
        </w:rPr>
        <w:t xml:space="preserve">, </w:t>
      </w:r>
      <w:r>
        <w:t>в количестве</w:t>
      </w:r>
      <w:r w:rsidRPr="000C6C01">
        <w:t xml:space="preserve"> </w:t>
      </w:r>
      <w:r>
        <w:t xml:space="preserve">20 человек согласно списку в соответствии с Приложением 2 к настоящему Контракту </w:t>
      </w:r>
      <w:r>
        <w:rPr>
          <w:rStyle w:val="a"/>
          <w:color w:val="000000"/>
        </w:rPr>
        <w:t xml:space="preserve">по программе </w:t>
      </w:r>
      <w:r w:rsidRPr="00AE4811">
        <w:rPr>
          <w:b/>
        </w:rPr>
        <w:t>«</w:t>
      </w:r>
      <w:r>
        <w:rPr>
          <w:b/>
        </w:rPr>
        <w:t>Правовые и организационные основы антикоррупционной деятельности в системе ор</w:t>
      </w:r>
      <w:bookmarkStart w:id="0" w:name="_GoBack"/>
      <w:bookmarkEnd w:id="0"/>
      <w:r>
        <w:rPr>
          <w:b/>
        </w:rPr>
        <w:t>ганов государственной власти и местного самоуправления</w:t>
      </w:r>
      <w:r w:rsidRPr="00AE4811">
        <w:rPr>
          <w:b/>
        </w:rPr>
        <w:t>»</w:t>
      </w:r>
      <w:r>
        <w:t>.</w:t>
      </w:r>
    </w:p>
    <w:p w:rsidR="00213B12" w:rsidRDefault="00213B12" w:rsidP="00E45609">
      <w:pPr>
        <w:ind w:firstLine="720"/>
        <w:jc w:val="both"/>
      </w:pPr>
      <w:r>
        <w:t xml:space="preserve"> </w:t>
      </w:r>
      <w:r w:rsidRPr="008F3EC7">
        <w:t>1.</w:t>
      </w:r>
      <w:r>
        <w:t>2</w:t>
      </w:r>
      <w:r w:rsidRPr="008F3EC7">
        <w:t xml:space="preserve">. </w:t>
      </w:r>
      <w:r>
        <w:t>Повышение квалификации</w:t>
      </w:r>
      <w:r w:rsidRPr="008F3EC7">
        <w:t xml:space="preserve"> муниципальн</w:t>
      </w:r>
      <w:r>
        <w:t>ых</w:t>
      </w:r>
      <w:r w:rsidRPr="008F3EC7">
        <w:t xml:space="preserve"> служащ</w:t>
      </w:r>
      <w:r>
        <w:t>их</w:t>
      </w:r>
      <w:r w:rsidRPr="008F3EC7">
        <w:t xml:space="preserve"> проводится в сроки с </w:t>
      </w:r>
      <w:r>
        <w:t>момента подписания К</w:t>
      </w:r>
      <w:r w:rsidRPr="0063006C">
        <w:t>онтракта и не позднее</w:t>
      </w:r>
      <w:r>
        <w:t xml:space="preserve"> 10 июля</w:t>
      </w:r>
      <w:r w:rsidRPr="0063006C">
        <w:t xml:space="preserve"> 2012 года,</w:t>
      </w:r>
      <w:r w:rsidRPr="008F3EC7">
        <w:t xml:space="preserve"> в соответствии с </w:t>
      </w:r>
      <w:r>
        <w:t xml:space="preserve">требованиями Приложения 1 </w:t>
      </w:r>
      <w:r w:rsidRPr="008F3EC7">
        <w:t xml:space="preserve">к настоящему </w:t>
      </w:r>
      <w:r>
        <w:t xml:space="preserve">Контракту. </w:t>
      </w:r>
    </w:p>
    <w:p w:rsidR="00213B12" w:rsidRDefault="00213B12" w:rsidP="00C447D6">
      <w:pPr>
        <w:ind w:firstLine="540"/>
        <w:jc w:val="both"/>
        <w:rPr>
          <w:color w:val="000000"/>
        </w:rPr>
      </w:pPr>
      <w:r>
        <w:rPr>
          <w:color w:val="000000"/>
          <w:spacing w:val="-2"/>
        </w:rPr>
        <w:t xml:space="preserve">   </w:t>
      </w:r>
      <w:r>
        <w:rPr>
          <w:color w:val="000000"/>
        </w:rPr>
        <w:t>1.3. Услуги считаются оказанными после подписания Сторонами акта сдачи-приемки услуг.</w:t>
      </w:r>
    </w:p>
    <w:p w:rsidR="00213B12" w:rsidRDefault="00213B12" w:rsidP="00C447D6">
      <w:pPr>
        <w:jc w:val="both"/>
        <w:rPr>
          <w:color w:val="000000"/>
        </w:rPr>
      </w:pPr>
    </w:p>
    <w:p w:rsidR="00213B12" w:rsidRDefault="00213B12" w:rsidP="00C447D6">
      <w:pPr>
        <w:jc w:val="center"/>
        <w:rPr>
          <w:b/>
        </w:rPr>
      </w:pPr>
      <w:r w:rsidRPr="005C0B78">
        <w:rPr>
          <w:b/>
        </w:rPr>
        <w:t xml:space="preserve">2. Цена </w:t>
      </w:r>
      <w:r>
        <w:rPr>
          <w:b/>
        </w:rPr>
        <w:t>муниципального</w:t>
      </w:r>
      <w:r w:rsidRPr="005C0B78">
        <w:rPr>
          <w:b/>
        </w:rPr>
        <w:t xml:space="preserve"> контракта и порядок расчетов</w:t>
      </w:r>
    </w:p>
    <w:p w:rsidR="00213B12" w:rsidRPr="005C0B78" w:rsidRDefault="00213B12" w:rsidP="00C447D6">
      <w:pPr>
        <w:jc w:val="center"/>
        <w:rPr>
          <w:rStyle w:val="a"/>
          <w:b/>
          <w:color w:val="000000"/>
        </w:rPr>
      </w:pPr>
    </w:p>
    <w:p w:rsidR="00213B12" w:rsidRDefault="00213B12" w:rsidP="00196C15">
      <w:pPr>
        <w:ind w:left="568"/>
        <w:jc w:val="both"/>
      </w:pPr>
      <w:r>
        <w:rPr>
          <w:rStyle w:val="a"/>
          <w:color w:val="000000"/>
        </w:rPr>
        <w:t xml:space="preserve">2.1. </w:t>
      </w:r>
      <w:r w:rsidRPr="008F3EC7">
        <w:t xml:space="preserve">Стоимость оказания услуг по настоящему Контракту </w:t>
      </w:r>
      <w:r>
        <w:t>составляет __________</w:t>
      </w:r>
    </w:p>
    <w:p w:rsidR="00213B12" w:rsidRDefault="00213B12" w:rsidP="00F94E88">
      <w:pPr>
        <w:jc w:val="both"/>
      </w:pPr>
      <w:r w:rsidRPr="008F3EC7">
        <w:t>(</w:t>
      </w:r>
      <w:r>
        <w:t>______________________________________________________________________</w:t>
      </w:r>
      <w:r w:rsidRPr="008F3EC7">
        <w:t xml:space="preserve">) руб. </w:t>
      </w:r>
    </w:p>
    <w:p w:rsidR="00213B12" w:rsidRDefault="00213B12" w:rsidP="0090634B">
      <w:pPr>
        <w:ind w:firstLine="540"/>
        <w:jc w:val="both"/>
        <w:rPr>
          <w:color w:val="000000"/>
        </w:rPr>
      </w:pPr>
      <w:r>
        <w:rPr>
          <w:rStyle w:val="a"/>
          <w:color w:val="000000"/>
        </w:rPr>
        <w:t>2.</w:t>
      </w:r>
      <w:r>
        <w:t xml:space="preserve">2. </w:t>
      </w:r>
      <w:r w:rsidRPr="00E97295">
        <w:rPr>
          <w:color w:val="000000"/>
        </w:rPr>
        <w:t>Стоимость услуг фиксируется на весь срок действия Контракта и</w:t>
      </w:r>
      <w:r>
        <w:rPr>
          <w:color w:val="000000"/>
        </w:rPr>
        <w:t xml:space="preserve"> не может меняться в ходе его исполнения, за исключением</w:t>
      </w:r>
      <w:r w:rsidRPr="00E97295">
        <w:rPr>
          <w:color w:val="000000"/>
        </w:rPr>
        <w:t xml:space="preserve"> случ</w:t>
      </w:r>
      <w:r>
        <w:rPr>
          <w:color w:val="000000"/>
        </w:rPr>
        <w:t>аев</w:t>
      </w:r>
      <w:r w:rsidRPr="00E97295">
        <w:rPr>
          <w:color w:val="000000"/>
        </w:rPr>
        <w:t xml:space="preserve">, предусмотренных </w:t>
      </w:r>
      <w:r>
        <w:rPr>
          <w:color w:val="000000"/>
        </w:rPr>
        <w:t>настоящим Контрактом.</w:t>
      </w:r>
    </w:p>
    <w:p w:rsidR="00213B12" w:rsidRPr="008F3EC7" w:rsidRDefault="00213B12" w:rsidP="00196C15">
      <w:pPr>
        <w:jc w:val="both"/>
      </w:pPr>
      <w:r>
        <w:t xml:space="preserve">         2.3</w:t>
      </w:r>
      <w:r w:rsidRPr="008F3EC7">
        <w:t xml:space="preserve">. </w:t>
      </w:r>
      <w:r>
        <w:t>Оплата</w:t>
      </w:r>
      <w:r w:rsidRPr="008F3EC7">
        <w:t xml:space="preserve"> услуг по настоящему Контракту </w:t>
      </w:r>
      <w:r>
        <w:t>осуществляется за счет средств бюджета города Перми</w:t>
      </w:r>
      <w:r w:rsidRPr="00802990">
        <w:rPr>
          <w:color w:val="000000"/>
        </w:rPr>
        <w:t>, предусмотренны</w:t>
      </w:r>
      <w:r>
        <w:rPr>
          <w:color w:val="000000"/>
        </w:rPr>
        <w:t>х в</w:t>
      </w:r>
      <w:r w:rsidRPr="00802990">
        <w:rPr>
          <w:color w:val="000000"/>
        </w:rPr>
        <w:t xml:space="preserve"> </w:t>
      </w:r>
      <w:r>
        <w:rPr>
          <w:color w:val="000000"/>
        </w:rPr>
        <w:t>ведомственной целевой программе</w:t>
      </w:r>
      <w:r w:rsidRPr="00802990">
        <w:rPr>
          <w:color w:val="000000"/>
        </w:rPr>
        <w:t xml:space="preserve">, утвержденной постановлением от 24.10.2011 № 671 «Об утверждении ведомственной целевой программы «Развитие муниципальной службы в администрации </w:t>
      </w:r>
      <w:r>
        <w:rPr>
          <w:color w:val="000000"/>
        </w:rPr>
        <w:t>города Перми в 2012-2014 годах», мероприятие 2.3. «Организация обучения участников кадрового резерва муниципальной службы ФО, ТО, ФП» и 3.2. «Организация обучения муниципальных служащих ФО, ТО, ФП».</w:t>
      </w:r>
    </w:p>
    <w:p w:rsidR="00213B12" w:rsidRPr="008F3EC7" w:rsidRDefault="00213B12" w:rsidP="00196C15">
      <w:pPr>
        <w:jc w:val="both"/>
      </w:pPr>
      <w:r>
        <w:t xml:space="preserve">         2</w:t>
      </w:r>
      <w:r w:rsidRPr="008F3EC7">
        <w:t>.</w:t>
      </w:r>
      <w:r>
        <w:t>4</w:t>
      </w:r>
      <w:r w:rsidRPr="008F3EC7">
        <w:t xml:space="preserve">. Стоимость оказания услуг включает все расходы Исполнителя по выполнению возложенных на него в рамках исполнения настоящего Контракта </w:t>
      </w:r>
      <w:r>
        <w:t>обязательств</w:t>
      </w:r>
      <w:r w:rsidRPr="008F3EC7">
        <w:t xml:space="preserve">, в том числе с учетом включаемых в </w:t>
      </w:r>
      <w:r>
        <w:t>стоимость</w:t>
      </w:r>
      <w:r w:rsidRPr="008F3EC7">
        <w:t xml:space="preserve"> оказываемых услуг налогов, сборов</w:t>
      </w:r>
      <w:r>
        <w:t xml:space="preserve"> и других обязательных платежей, а также</w:t>
      </w:r>
      <w:r w:rsidRPr="008F3EC7">
        <w:t xml:space="preserve"> все расходы (включая расходные материалы), необходимые для оказания услуг в полном объеме.</w:t>
      </w:r>
    </w:p>
    <w:p w:rsidR="00213B12" w:rsidRDefault="00213B12" w:rsidP="0098621A">
      <w:pPr>
        <w:ind w:firstLine="540"/>
        <w:jc w:val="both"/>
        <w:rPr>
          <w:color w:val="000000"/>
        </w:rPr>
      </w:pPr>
      <w:r>
        <w:rPr>
          <w:rStyle w:val="a"/>
          <w:color w:val="000000"/>
        </w:rPr>
        <w:t>2</w:t>
      </w:r>
      <w:r w:rsidRPr="00E97295">
        <w:rPr>
          <w:rStyle w:val="a"/>
          <w:color w:val="000000"/>
        </w:rPr>
        <w:t>.</w:t>
      </w:r>
      <w:r>
        <w:rPr>
          <w:rStyle w:val="a"/>
          <w:color w:val="000000"/>
        </w:rPr>
        <w:t>5</w:t>
      </w:r>
      <w:r w:rsidRPr="00E97295">
        <w:rPr>
          <w:rStyle w:val="a"/>
          <w:color w:val="000000"/>
        </w:rPr>
        <w:t>.</w:t>
      </w:r>
      <w:r w:rsidRPr="00E97295">
        <w:rPr>
          <w:color w:val="000000"/>
        </w:rPr>
        <w:t xml:space="preserve"> </w:t>
      </w:r>
      <w:r>
        <w:rPr>
          <w:color w:val="000000"/>
        </w:rPr>
        <w:t>Оплата производится Заказчиком в размере 100% в течение двадцати рабочих дней с момента подписания Контракта, на основании выставленного Исполнителем счета, путем перечисления денежных средств на расчетный счет  Исполнителя.</w:t>
      </w:r>
    </w:p>
    <w:p w:rsidR="00213B12" w:rsidRDefault="00213B12" w:rsidP="00C447D6">
      <w:pPr>
        <w:ind w:firstLine="540"/>
        <w:jc w:val="both"/>
        <w:rPr>
          <w:rStyle w:val="a"/>
          <w:color w:val="000000"/>
        </w:rPr>
      </w:pPr>
      <w:r>
        <w:rPr>
          <w:rStyle w:val="a"/>
          <w:color w:val="000000"/>
        </w:rPr>
        <w:t>2</w:t>
      </w:r>
      <w:r w:rsidRPr="00E97295">
        <w:rPr>
          <w:rStyle w:val="a"/>
          <w:color w:val="000000"/>
        </w:rPr>
        <w:t>.</w:t>
      </w:r>
      <w:r>
        <w:rPr>
          <w:rStyle w:val="a"/>
          <w:color w:val="000000"/>
        </w:rPr>
        <w:t>6</w:t>
      </w:r>
      <w:r w:rsidRPr="00E97295">
        <w:rPr>
          <w:rStyle w:val="a"/>
          <w:color w:val="000000"/>
        </w:rPr>
        <w:t xml:space="preserve">. В случае отчисления </w:t>
      </w:r>
      <w:r>
        <w:rPr>
          <w:rStyle w:val="a"/>
          <w:color w:val="000000"/>
        </w:rPr>
        <w:t>Слушателя</w:t>
      </w:r>
      <w:r w:rsidRPr="00E97295">
        <w:rPr>
          <w:rStyle w:val="a"/>
          <w:color w:val="000000"/>
        </w:rPr>
        <w:t xml:space="preserve"> по причи</w:t>
      </w:r>
      <w:r>
        <w:rPr>
          <w:rStyle w:val="a"/>
          <w:color w:val="000000"/>
        </w:rPr>
        <w:t>нам, указанным в подпункте 3</w:t>
      </w:r>
      <w:r w:rsidRPr="00E97295">
        <w:rPr>
          <w:rStyle w:val="a"/>
          <w:color w:val="000000"/>
        </w:rPr>
        <w:t>.</w:t>
      </w:r>
      <w:r>
        <w:rPr>
          <w:rStyle w:val="a"/>
          <w:color w:val="000000"/>
        </w:rPr>
        <w:t>1</w:t>
      </w:r>
      <w:r w:rsidRPr="00E97295">
        <w:rPr>
          <w:rStyle w:val="a"/>
          <w:color w:val="000000"/>
        </w:rPr>
        <w:t xml:space="preserve"> пункта </w:t>
      </w:r>
      <w:r>
        <w:rPr>
          <w:rStyle w:val="a"/>
          <w:color w:val="000000"/>
        </w:rPr>
        <w:t>3</w:t>
      </w:r>
      <w:r w:rsidRPr="00E97295">
        <w:rPr>
          <w:rStyle w:val="a"/>
          <w:color w:val="000000"/>
        </w:rPr>
        <w:t xml:space="preserve"> настоящего </w:t>
      </w:r>
      <w:r>
        <w:rPr>
          <w:rStyle w:val="a"/>
          <w:color w:val="000000"/>
        </w:rPr>
        <w:t>К</w:t>
      </w:r>
      <w:r w:rsidRPr="00E97295">
        <w:rPr>
          <w:rStyle w:val="a"/>
          <w:color w:val="000000"/>
        </w:rPr>
        <w:t>онтракта, услуги Исполнителя оплачиваются в объёме, равном фактически ока</w:t>
      </w:r>
      <w:r>
        <w:rPr>
          <w:rStyle w:val="a"/>
          <w:color w:val="000000"/>
        </w:rPr>
        <w:t>занным образовательным услугам, разница суммы возвращается Заказчику.</w:t>
      </w:r>
    </w:p>
    <w:p w:rsidR="00213B12" w:rsidRPr="00E97295" w:rsidRDefault="00213B12" w:rsidP="00DA3BF8">
      <w:pPr>
        <w:tabs>
          <w:tab w:val="left" w:pos="567"/>
        </w:tabs>
        <w:jc w:val="both"/>
        <w:rPr>
          <w:rStyle w:val="a"/>
          <w:color w:val="000000"/>
        </w:rPr>
      </w:pPr>
      <w:r>
        <w:rPr>
          <w:rStyle w:val="a"/>
          <w:color w:val="000000"/>
        </w:rPr>
        <w:t xml:space="preserve">    </w:t>
      </w:r>
    </w:p>
    <w:p w:rsidR="00213B12" w:rsidRDefault="00213B12" w:rsidP="00C447D6">
      <w:pPr>
        <w:pStyle w:val="21"/>
        <w:jc w:val="center"/>
        <w:rPr>
          <w:rStyle w:val="a"/>
          <w:rFonts w:cs="Arial"/>
          <w:b/>
          <w:color w:val="000000"/>
          <w:szCs w:val="24"/>
        </w:rPr>
      </w:pPr>
      <w:r>
        <w:rPr>
          <w:rStyle w:val="a"/>
          <w:rFonts w:cs="Arial"/>
          <w:b/>
          <w:color w:val="000000"/>
          <w:szCs w:val="24"/>
        </w:rPr>
        <w:t>3. Права и обязанности сторон</w:t>
      </w:r>
    </w:p>
    <w:p w:rsidR="00213B12" w:rsidRPr="005C0B78" w:rsidRDefault="00213B12" w:rsidP="00C447D6">
      <w:pPr>
        <w:pStyle w:val="21"/>
        <w:rPr>
          <w:rStyle w:val="a"/>
          <w:rFonts w:cs="Arial"/>
          <w:b/>
          <w:color w:val="000000"/>
          <w:szCs w:val="24"/>
        </w:rPr>
      </w:pPr>
    </w:p>
    <w:p w:rsidR="00213B12" w:rsidRDefault="00213B12" w:rsidP="008C3408">
      <w:pPr>
        <w:pStyle w:val="21"/>
        <w:ind w:firstLine="540"/>
        <w:rPr>
          <w:rStyle w:val="a"/>
          <w:rFonts w:cs="Arial"/>
          <w:color w:val="000000"/>
          <w:szCs w:val="24"/>
        </w:rPr>
      </w:pPr>
      <w:r>
        <w:rPr>
          <w:rStyle w:val="a"/>
          <w:rFonts w:cs="Arial"/>
          <w:color w:val="000000"/>
          <w:szCs w:val="24"/>
        </w:rPr>
        <w:t>3.1. Исполнитель вправе отчислять Слушателей в случаях грубого нарушения Правил внутреннего распорядка Исполнителя.</w:t>
      </w:r>
    </w:p>
    <w:p w:rsidR="00213B12" w:rsidRDefault="00213B12" w:rsidP="00083470">
      <w:pPr>
        <w:pStyle w:val="21"/>
        <w:ind w:firstLine="540"/>
        <w:rPr>
          <w:rStyle w:val="a"/>
          <w:rFonts w:cs="Arial"/>
          <w:color w:val="000000"/>
          <w:szCs w:val="24"/>
        </w:rPr>
      </w:pPr>
      <w:r>
        <w:rPr>
          <w:rStyle w:val="a"/>
          <w:rFonts w:cs="Arial"/>
          <w:color w:val="000000"/>
          <w:szCs w:val="24"/>
        </w:rPr>
        <w:t>3.2. Заказчик имеет право п</w:t>
      </w:r>
      <w:r>
        <w:rPr>
          <w:color w:val="000000"/>
        </w:rPr>
        <w:t>роверять своевременность и качество услуг, оказываемых Исполнителем, не вмешиваясь в его хозяйственную деятельность</w:t>
      </w:r>
    </w:p>
    <w:p w:rsidR="00213B12" w:rsidRDefault="00213B12" w:rsidP="00C447D6">
      <w:pPr>
        <w:pStyle w:val="21"/>
        <w:ind w:firstLine="540"/>
        <w:rPr>
          <w:rStyle w:val="a"/>
          <w:rFonts w:cs="Arial"/>
          <w:color w:val="000000"/>
          <w:szCs w:val="24"/>
        </w:rPr>
      </w:pPr>
      <w:r>
        <w:rPr>
          <w:rStyle w:val="a"/>
          <w:rFonts w:cs="Arial"/>
          <w:color w:val="000000"/>
          <w:szCs w:val="24"/>
        </w:rPr>
        <w:t>3.3. Исполнитель обязан:</w:t>
      </w:r>
    </w:p>
    <w:p w:rsidR="00213B12" w:rsidRDefault="00213B12" w:rsidP="00C447D6">
      <w:pPr>
        <w:pStyle w:val="21"/>
        <w:ind w:firstLine="540"/>
        <w:rPr>
          <w:rStyle w:val="a"/>
          <w:rFonts w:cs="Arial"/>
          <w:color w:val="000000"/>
          <w:szCs w:val="24"/>
        </w:rPr>
      </w:pPr>
      <w:r>
        <w:rPr>
          <w:rStyle w:val="a"/>
          <w:rFonts w:cs="Arial"/>
          <w:color w:val="000000"/>
          <w:szCs w:val="24"/>
        </w:rPr>
        <w:t>3.3.1.  Оказать услуги надлежащего качества.</w:t>
      </w:r>
    </w:p>
    <w:p w:rsidR="00213B12" w:rsidRDefault="00213B12" w:rsidP="00C447D6">
      <w:pPr>
        <w:pStyle w:val="21"/>
        <w:ind w:firstLine="540"/>
        <w:rPr>
          <w:rStyle w:val="a"/>
          <w:rFonts w:cs="Arial"/>
          <w:color w:val="000000"/>
          <w:szCs w:val="24"/>
        </w:rPr>
      </w:pPr>
      <w:r>
        <w:rPr>
          <w:rStyle w:val="a"/>
          <w:rFonts w:cs="Arial"/>
          <w:color w:val="000000"/>
          <w:szCs w:val="24"/>
        </w:rPr>
        <w:t>3.3.2. Оказать услуги в полном объеме в срок указанный в пункте 1.2 настоящего Контракта.</w:t>
      </w:r>
    </w:p>
    <w:p w:rsidR="00213B12" w:rsidRDefault="00213B12" w:rsidP="00C270A9">
      <w:pPr>
        <w:pStyle w:val="21"/>
        <w:ind w:left="540"/>
        <w:rPr>
          <w:rStyle w:val="a"/>
          <w:rFonts w:cs="Arial"/>
          <w:color w:val="000000"/>
          <w:szCs w:val="24"/>
        </w:rPr>
      </w:pPr>
      <w:r>
        <w:rPr>
          <w:rStyle w:val="a"/>
          <w:rFonts w:cs="Arial"/>
          <w:color w:val="000000"/>
          <w:szCs w:val="24"/>
        </w:rPr>
        <w:t>3.3.3.  Безвозмездно исправить по требованию Заказчика в течение пяти дней все</w:t>
      </w:r>
    </w:p>
    <w:p w:rsidR="00213B12" w:rsidRDefault="00213B12" w:rsidP="00DA3BF8">
      <w:pPr>
        <w:pStyle w:val="21"/>
        <w:rPr>
          <w:rStyle w:val="a"/>
          <w:rFonts w:cs="Arial"/>
          <w:color w:val="000000"/>
          <w:szCs w:val="24"/>
        </w:rPr>
      </w:pPr>
      <w:r>
        <w:rPr>
          <w:rStyle w:val="a"/>
          <w:rFonts w:cs="Arial"/>
          <w:color w:val="000000"/>
          <w:szCs w:val="24"/>
        </w:rPr>
        <w:t>выявленные недостатки, если в процессе оказания услуг допущены отступления от условий Контракта, ухудшившие качество услуг.</w:t>
      </w:r>
    </w:p>
    <w:p w:rsidR="00213B12" w:rsidRDefault="00213B12" w:rsidP="00C447D6">
      <w:pPr>
        <w:pStyle w:val="21"/>
        <w:ind w:firstLine="540"/>
        <w:rPr>
          <w:rStyle w:val="a"/>
          <w:rFonts w:cs="Arial"/>
          <w:color w:val="000000"/>
          <w:szCs w:val="24"/>
        </w:rPr>
      </w:pPr>
      <w:r>
        <w:rPr>
          <w:rStyle w:val="a"/>
          <w:rFonts w:cs="Arial"/>
          <w:color w:val="000000"/>
          <w:szCs w:val="24"/>
        </w:rPr>
        <w:t xml:space="preserve">3.3.4. </w:t>
      </w:r>
      <w:r>
        <w:rPr>
          <w:rStyle w:val="a"/>
          <w:rFonts w:cs="Arial"/>
          <w:color w:val="000000"/>
        </w:rPr>
        <w:t>Обеспечить уровень профессионального обучения в соответствии с государственными требованиями, предъявляемыми к повышению квалификации муниципальных служащих в Российской Федерации.</w:t>
      </w:r>
    </w:p>
    <w:p w:rsidR="00213B12" w:rsidRDefault="00213B12" w:rsidP="00056E09">
      <w:pPr>
        <w:pStyle w:val="21"/>
        <w:ind w:firstLine="540"/>
        <w:rPr>
          <w:rStyle w:val="a"/>
          <w:rFonts w:cs="Arial"/>
          <w:color w:val="000000"/>
          <w:szCs w:val="24"/>
        </w:rPr>
      </w:pPr>
      <w:r>
        <w:rPr>
          <w:rStyle w:val="a"/>
          <w:rFonts w:cs="Arial"/>
          <w:color w:val="000000"/>
          <w:szCs w:val="24"/>
        </w:rPr>
        <w:t xml:space="preserve">3.3.5. Осуществить по итогам обучения Слушателей комплексную оценку приобретенных ими знаний и выдать удостоверение о краткосрочном повышении квалификации в случае успешного окончания курса обучения. </w:t>
      </w:r>
    </w:p>
    <w:p w:rsidR="00213B12" w:rsidRDefault="00213B12" w:rsidP="00C447D6">
      <w:pPr>
        <w:pStyle w:val="21"/>
        <w:ind w:firstLine="540"/>
        <w:rPr>
          <w:rStyle w:val="a"/>
          <w:rFonts w:cs="Arial"/>
          <w:color w:val="000000"/>
          <w:szCs w:val="24"/>
        </w:rPr>
      </w:pPr>
      <w:r>
        <w:rPr>
          <w:rStyle w:val="a"/>
          <w:rFonts w:cs="Arial"/>
          <w:color w:val="000000"/>
          <w:szCs w:val="24"/>
        </w:rPr>
        <w:t>3.3.6.  Обеспечить Слушателей учебно-методической документацией и литературой.</w:t>
      </w:r>
    </w:p>
    <w:p w:rsidR="00213B12" w:rsidRDefault="00213B12" w:rsidP="00C447D6">
      <w:pPr>
        <w:pStyle w:val="21"/>
        <w:ind w:firstLine="540"/>
        <w:rPr>
          <w:rStyle w:val="a"/>
          <w:rFonts w:cs="Arial"/>
          <w:color w:val="000000"/>
          <w:szCs w:val="24"/>
        </w:rPr>
      </w:pPr>
      <w:r>
        <w:rPr>
          <w:rStyle w:val="a"/>
          <w:rFonts w:cs="Arial"/>
          <w:color w:val="000000"/>
          <w:szCs w:val="24"/>
        </w:rPr>
        <w:t>3.3.7. Осуществлять мониторинг посещаемости Слушателей.</w:t>
      </w:r>
    </w:p>
    <w:p w:rsidR="00213B12" w:rsidRDefault="00213B12" w:rsidP="00734A10">
      <w:pPr>
        <w:jc w:val="both"/>
        <w:rPr>
          <w:rStyle w:val="a"/>
          <w:color w:val="000000"/>
        </w:rPr>
      </w:pPr>
      <w:r>
        <w:rPr>
          <w:rStyle w:val="a"/>
        </w:rPr>
        <w:t xml:space="preserve">         </w:t>
      </w:r>
      <w:r>
        <w:rPr>
          <w:rStyle w:val="a"/>
          <w:color w:val="000000"/>
        </w:rPr>
        <w:t>3.4.  Заказчик обязан:</w:t>
      </w:r>
    </w:p>
    <w:p w:rsidR="00213B12" w:rsidRDefault="00213B12" w:rsidP="00734A10">
      <w:pPr>
        <w:jc w:val="both"/>
        <w:rPr>
          <w:rStyle w:val="a"/>
          <w:color w:val="000000"/>
        </w:rPr>
      </w:pPr>
      <w:r>
        <w:rPr>
          <w:rStyle w:val="a"/>
          <w:color w:val="000000"/>
        </w:rPr>
        <w:t xml:space="preserve">         3.4.1. Направить на повышение квалификации Слушателей.</w:t>
      </w:r>
    </w:p>
    <w:p w:rsidR="00213B12" w:rsidRPr="00634884" w:rsidRDefault="00213B12" w:rsidP="00734A10">
      <w:pPr>
        <w:pStyle w:val="21"/>
        <w:ind w:firstLine="540"/>
      </w:pPr>
      <w:r>
        <w:rPr>
          <w:rStyle w:val="a"/>
          <w:rFonts w:cs="Arial"/>
          <w:color w:val="000000"/>
        </w:rPr>
        <w:t>3.4.2. О</w:t>
      </w:r>
      <w:r>
        <w:t>платить услуги Исполнителя в порядке и сроки, указанные в настоящем Контракте.</w:t>
      </w:r>
    </w:p>
    <w:p w:rsidR="00213B12" w:rsidRDefault="00213B12" w:rsidP="00C447D6">
      <w:pPr>
        <w:jc w:val="center"/>
        <w:rPr>
          <w:b/>
          <w:color w:val="000000"/>
        </w:rPr>
      </w:pPr>
    </w:p>
    <w:p w:rsidR="00213B12" w:rsidRDefault="00213B12" w:rsidP="00C447D6">
      <w:pPr>
        <w:jc w:val="center"/>
        <w:rPr>
          <w:b/>
          <w:color w:val="000000"/>
        </w:rPr>
      </w:pPr>
      <w:r>
        <w:rPr>
          <w:b/>
          <w:color w:val="000000"/>
        </w:rPr>
        <w:t xml:space="preserve">4. </w:t>
      </w:r>
      <w:r w:rsidRPr="00634884">
        <w:rPr>
          <w:b/>
          <w:color w:val="000000"/>
        </w:rPr>
        <w:t>Порядок приемки вып</w:t>
      </w:r>
      <w:r>
        <w:rPr>
          <w:b/>
          <w:color w:val="000000"/>
        </w:rPr>
        <w:t>о</w:t>
      </w:r>
      <w:r w:rsidRPr="00634884">
        <w:rPr>
          <w:b/>
          <w:color w:val="000000"/>
        </w:rPr>
        <w:t>лненных работ и оказанных услуг</w:t>
      </w:r>
    </w:p>
    <w:p w:rsidR="00213B12" w:rsidRPr="00634884" w:rsidRDefault="00213B12" w:rsidP="00C447D6">
      <w:pPr>
        <w:jc w:val="center"/>
        <w:rPr>
          <w:b/>
          <w:color w:val="000000"/>
        </w:rPr>
      </w:pPr>
    </w:p>
    <w:p w:rsidR="00213B12" w:rsidRDefault="00213B12" w:rsidP="00746636">
      <w:pPr>
        <w:pStyle w:val="ConsNormal"/>
        <w:jc w:val="both"/>
        <w:rPr>
          <w:rFonts w:ascii="Times New Roman" w:hAnsi="Times New Roman"/>
          <w:sz w:val="24"/>
          <w:szCs w:val="24"/>
        </w:rPr>
      </w:pPr>
      <w:r w:rsidRPr="008F3EC7">
        <w:rPr>
          <w:rFonts w:ascii="Times New Roman" w:hAnsi="Times New Roman"/>
          <w:sz w:val="24"/>
          <w:szCs w:val="24"/>
        </w:rPr>
        <w:t xml:space="preserve">4.1. Исполнитель по </w:t>
      </w:r>
      <w:r>
        <w:rPr>
          <w:rFonts w:ascii="Times New Roman" w:hAnsi="Times New Roman"/>
          <w:sz w:val="24"/>
          <w:szCs w:val="24"/>
        </w:rPr>
        <w:t>завершению обучения</w:t>
      </w:r>
      <w:r w:rsidRPr="008F3EC7">
        <w:rPr>
          <w:rFonts w:ascii="Times New Roman" w:hAnsi="Times New Roman"/>
          <w:sz w:val="24"/>
          <w:szCs w:val="24"/>
        </w:rPr>
        <w:t xml:space="preserve"> предоставляет Заказчику в двух экземплярах Акт сдачи-приемки </w:t>
      </w:r>
      <w:r>
        <w:rPr>
          <w:rFonts w:ascii="Times New Roman" w:hAnsi="Times New Roman"/>
          <w:sz w:val="24"/>
          <w:szCs w:val="24"/>
        </w:rPr>
        <w:t xml:space="preserve">оказанных </w:t>
      </w:r>
      <w:r w:rsidRPr="008F3EC7">
        <w:rPr>
          <w:rFonts w:ascii="Times New Roman" w:hAnsi="Times New Roman"/>
          <w:sz w:val="24"/>
          <w:szCs w:val="24"/>
        </w:rPr>
        <w:t>услуг</w:t>
      </w:r>
      <w:r>
        <w:rPr>
          <w:rFonts w:ascii="Times New Roman" w:hAnsi="Times New Roman"/>
          <w:sz w:val="24"/>
          <w:szCs w:val="24"/>
        </w:rPr>
        <w:t xml:space="preserve"> с приложением учебного плана.</w:t>
      </w:r>
    </w:p>
    <w:p w:rsidR="00213B12" w:rsidRPr="008F3EC7" w:rsidRDefault="00213B12" w:rsidP="00746636">
      <w:pPr>
        <w:pStyle w:val="ConsNormal"/>
        <w:jc w:val="both"/>
        <w:rPr>
          <w:rFonts w:ascii="Times New Roman" w:hAnsi="Times New Roman"/>
          <w:sz w:val="24"/>
          <w:szCs w:val="24"/>
        </w:rPr>
      </w:pPr>
      <w:r w:rsidRPr="008F3EC7">
        <w:rPr>
          <w:rFonts w:ascii="Times New Roman" w:hAnsi="Times New Roman"/>
          <w:sz w:val="24"/>
          <w:szCs w:val="24"/>
        </w:rPr>
        <w:t>4.2. Заказчик в течение пяти рабочих дней со дня получения Акта сдачи-приемки оказанных услуг принимает услуги и подписывает Акт сдачи-приемки оказанных услуг или направляет Исполнителю мотивированный письменный отказ от приемки оказанных услуг.</w:t>
      </w:r>
    </w:p>
    <w:p w:rsidR="00213B12" w:rsidRDefault="00213B12" w:rsidP="00746636">
      <w:pPr>
        <w:pStyle w:val="ConsNormal"/>
        <w:ind w:firstLine="0"/>
        <w:jc w:val="both"/>
        <w:rPr>
          <w:rFonts w:ascii="Times New Roman" w:hAnsi="Times New Roman"/>
          <w:sz w:val="24"/>
          <w:szCs w:val="24"/>
        </w:rPr>
      </w:pPr>
      <w:r>
        <w:rPr>
          <w:rFonts w:ascii="Times New Roman" w:hAnsi="Times New Roman"/>
          <w:sz w:val="24"/>
          <w:szCs w:val="24"/>
        </w:rPr>
        <w:t xml:space="preserve">           </w:t>
      </w:r>
      <w:r w:rsidRPr="008F3EC7">
        <w:rPr>
          <w:rFonts w:ascii="Times New Roman" w:hAnsi="Times New Roman"/>
          <w:sz w:val="24"/>
          <w:szCs w:val="24"/>
        </w:rPr>
        <w:t>4.3. В случае мотивированного отказа от приемки оказанных услуг Заказчик предоставляет Исполнителю письменные замечания (комментарии), с описанием требований по их устранению. Доработки производятся Исполнителем за свой счет при условии, что они не выходят за рамки функций, предусмотренных по настоящему Контракту. Повторная приемка результатов оказания услуг после проведения доработок</w:t>
      </w:r>
    </w:p>
    <w:p w:rsidR="00213B12" w:rsidRDefault="00213B12" w:rsidP="00746636">
      <w:pPr>
        <w:pStyle w:val="ConsNormal"/>
        <w:ind w:firstLine="0"/>
        <w:jc w:val="both"/>
        <w:rPr>
          <w:rFonts w:ascii="Times New Roman" w:hAnsi="Times New Roman"/>
          <w:sz w:val="24"/>
          <w:szCs w:val="24"/>
        </w:rPr>
      </w:pPr>
      <w:r w:rsidRPr="008F3EC7">
        <w:rPr>
          <w:rFonts w:ascii="Times New Roman" w:hAnsi="Times New Roman"/>
          <w:sz w:val="24"/>
          <w:szCs w:val="24"/>
        </w:rPr>
        <w:t xml:space="preserve">осуществляется в порядке, установленном для первоначальной сдачи-приемки оказанных </w:t>
      </w:r>
    </w:p>
    <w:p w:rsidR="00213B12" w:rsidRDefault="00213B12" w:rsidP="00746636">
      <w:pPr>
        <w:pStyle w:val="ConsNormal"/>
        <w:ind w:firstLine="0"/>
        <w:jc w:val="both"/>
        <w:rPr>
          <w:rFonts w:ascii="Times New Roman" w:hAnsi="Times New Roman"/>
          <w:sz w:val="24"/>
          <w:szCs w:val="24"/>
        </w:rPr>
      </w:pPr>
    </w:p>
    <w:p w:rsidR="00213B12" w:rsidRPr="008F3EC7" w:rsidRDefault="00213B12" w:rsidP="00746636">
      <w:pPr>
        <w:pStyle w:val="ConsNormal"/>
        <w:ind w:firstLine="0"/>
        <w:jc w:val="both"/>
        <w:rPr>
          <w:rFonts w:ascii="Times New Roman" w:hAnsi="Times New Roman"/>
          <w:sz w:val="24"/>
          <w:szCs w:val="24"/>
        </w:rPr>
      </w:pPr>
      <w:r w:rsidRPr="008F3EC7">
        <w:rPr>
          <w:rFonts w:ascii="Times New Roman" w:hAnsi="Times New Roman"/>
          <w:sz w:val="24"/>
          <w:szCs w:val="24"/>
        </w:rPr>
        <w:t>услуг.</w:t>
      </w:r>
    </w:p>
    <w:p w:rsidR="00213B12" w:rsidRDefault="00213B12" w:rsidP="00E412C9">
      <w:pPr>
        <w:jc w:val="both"/>
      </w:pPr>
      <w:r>
        <w:t xml:space="preserve">          </w:t>
      </w:r>
      <w:r w:rsidRPr="008F3EC7">
        <w:t>4.4. Услуги, оказываемые в соответствии с настоящим Контрактом, считаются оказанными и принятыми Заказчиком после подписания Заказчиком Акт</w:t>
      </w:r>
      <w:r>
        <w:t xml:space="preserve">а сдачи-приемки оказанных услуг </w:t>
      </w:r>
      <w:r w:rsidRPr="008F3EC7">
        <w:t>(без замечаний).</w:t>
      </w:r>
    </w:p>
    <w:p w:rsidR="00213B12" w:rsidRPr="00E412C9" w:rsidRDefault="00213B12" w:rsidP="00E412C9">
      <w:pPr>
        <w:jc w:val="both"/>
      </w:pPr>
    </w:p>
    <w:p w:rsidR="00213B12" w:rsidRDefault="00213B12" w:rsidP="00C447D6">
      <w:pPr>
        <w:pStyle w:val="21"/>
        <w:jc w:val="center"/>
        <w:rPr>
          <w:rStyle w:val="a"/>
          <w:rFonts w:cs="Arial"/>
          <w:b/>
          <w:color w:val="000000"/>
          <w:szCs w:val="24"/>
        </w:rPr>
      </w:pPr>
      <w:r>
        <w:rPr>
          <w:rStyle w:val="a"/>
          <w:rFonts w:cs="Arial"/>
          <w:b/>
          <w:color w:val="000000"/>
          <w:szCs w:val="24"/>
        </w:rPr>
        <w:t>5.  Ответственность сторон</w:t>
      </w:r>
    </w:p>
    <w:p w:rsidR="00213B12" w:rsidRPr="005C0B78" w:rsidRDefault="00213B12" w:rsidP="00C447D6">
      <w:pPr>
        <w:pStyle w:val="21"/>
        <w:rPr>
          <w:rStyle w:val="a"/>
          <w:rFonts w:cs="Arial"/>
          <w:b/>
          <w:color w:val="000000"/>
          <w:szCs w:val="24"/>
        </w:rPr>
      </w:pPr>
    </w:p>
    <w:p w:rsidR="00213B12" w:rsidRDefault="00213B12" w:rsidP="00CE21BD">
      <w:pPr>
        <w:pStyle w:val="21"/>
        <w:ind w:firstLine="540"/>
        <w:rPr>
          <w:rFonts w:cs="Times New Roman"/>
          <w:color w:val="000000"/>
          <w:szCs w:val="24"/>
        </w:rPr>
      </w:pPr>
      <w:r>
        <w:rPr>
          <w:rStyle w:val="a"/>
          <w:rFonts w:cs="Arial"/>
          <w:color w:val="000000"/>
          <w:szCs w:val="24"/>
        </w:rPr>
        <w:t>5</w:t>
      </w:r>
      <w:r w:rsidRPr="00D62F8F">
        <w:rPr>
          <w:rStyle w:val="a"/>
          <w:rFonts w:cs="Arial"/>
          <w:color w:val="000000"/>
          <w:szCs w:val="24"/>
        </w:rPr>
        <w:t xml:space="preserve">.1. </w:t>
      </w:r>
      <w:r>
        <w:rPr>
          <w:rFonts w:cs="Times New Roman"/>
          <w:color w:val="000000"/>
          <w:szCs w:val="24"/>
        </w:rPr>
        <w:t xml:space="preserve">Исполнитель при нарушении срока оказания услуг уплачивает Заказчику пени </w:t>
      </w:r>
      <w:r w:rsidRPr="00D62F8F">
        <w:rPr>
          <w:rFonts w:cs="Times New Roman"/>
          <w:color w:val="000000"/>
          <w:szCs w:val="24"/>
        </w:rPr>
        <w:t xml:space="preserve"> в </w:t>
      </w:r>
      <w:r w:rsidRPr="00D62F8F">
        <w:rPr>
          <w:rStyle w:val="a"/>
          <w:rFonts w:cs="Arial"/>
          <w:color w:val="000000"/>
          <w:szCs w:val="24"/>
        </w:rPr>
        <w:t xml:space="preserve">размере одной трехсотой ставки рефинансирования Центрального банка Российской Федерации, </w:t>
      </w:r>
      <w:r>
        <w:rPr>
          <w:rStyle w:val="a"/>
          <w:rFonts w:cs="Arial"/>
          <w:color w:val="000000"/>
          <w:szCs w:val="24"/>
        </w:rPr>
        <w:t xml:space="preserve">от цены Контракта,  за каждый календарный день просрочки, начиная со дня следующего после дня </w:t>
      </w:r>
      <w:r w:rsidRPr="00D62F8F">
        <w:rPr>
          <w:rFonts w:cs="Times New Roman"/>
          <w:color w:val="000000"/>
          <w:szCs w:val="24"/>
        </w:rPr>
        <w:t xml:space="preserve">установленного Контрактом срока </w:t>
      </w:r>
      <w:r>
        <w:rPr>
          <w:rFonts w:cs="Times New Roman"/>
          <w:color w:val="000000"/>
          <w:szCs w:val="24"/>
        </w:rPr>
        <w:t>оказания услуг.</w:t>
      </w:r>
    </w:p>
    <w:p w:rsidR="00213B12" w:rsidRDefault="00213B12" w:rsidP="00CE21BD">
      <w:pPr>
        <w:pStyle w:val="ConsNormal"/>
        <w:ind w:firstLine="540"/>
        <w:jc w:val="both"/>
        <w:rPr>
          <w:rFonts w:ascii="Times New Roman" w:hAnsi="Times New Roman"/>
          <w:sz w:val="24"/>
          <w:szCs w:val="24"/>
        </w:rPr>
      </w:pPr>
      <w:r w:rsidRPr="00746636">
        <w:rPr>
          <w:rStyle w:val="a"/>
          <w:rFonts w:ascii="Times New Roman" w:hAnsi="Times New Roman"/>
          <w:color w:val="000000"/>
          <w:szCs w:val="24"/>
        </w:rPr>
        <w:t>5.2.</w:t>
      </w:r>
      <w:r w:rsidRPr="00D62F8F">
        <w:rPr>
          <w:rStyle w:val="a"/>
          <w:color w:val="000000"/>
          <w:szCs w:val="24"/>
        </w:rPr>
        <w:t xml:space="preserve"> </w:t>
      </w:r>
      <w:r w:rsidRPr="00D62F8F">
        <w:rPr>
          <w:rFonts w:ascii="Times New Roman" w:hAnsi="Times New Roman"/>
          <w:sz w:val="24"/>
          <w:szCs w:val="24"/>
        </w:rPr>
        <w:t xml:space="preserve">В случае просрочки исполнения (не исполнения) </w:t>
      </w:r>
      <w:r>
        <w:rPr>
          <w:rFonts w:ascii="Times New Roman" w:hAnsi="Times New Roman"/>
          <w:sz w:val="24"/>
          <w:szCs w:val="24"/>
        </w:rPr>
        <w:t xml:space="preserve"> Заказчиком</w:t>
      </w:r>
      <w:r w:rsidRPr="00D62F8F">
        <w:rPr>
          <w:rFonts w:ascii="Times New Roman" w:hAnsi="Times New Roman"/>
          <w:sz w:val="24"/>
          <w:szCs w:val="24"/>
        </w:rPr>
        <w:t xml:space="preserve"> обязательст</w:t>
      </w:r>
      <w:r>
        <w:rPr>
          <w:rFonts w:ascii="Times New Roman" w:hAnsi="Times New Roman"/>
          <w:sz w:val="24"/>
          <w:szCs w:val="24"/>
        </w:rPr>
        <w:t xml:space="preserve">ва, предусмотренного п.3.4.2. настоящего Контракта, </w:t>
      </w:r>
      <w:r w:rsidRPr="00D62F8F">
        <w:rPr>
          <w:rFonts w:ascii="Times New Roman" w:hAnsi="Times New Roman"/>
          <w:sz w:val="24"/>
          <w:szCs w:val="24"/>
        </w:rPr>
        <w:t>Исполни</w:t>
      </w:r>
      <w:r>
        <w:rPr>
          <w:rFonts w:ascii="Times New Roman" w:hAnsi="Times New Roman"/>
          <w:sz w:val="24"/>
          <w:szCs w:val="24"/>
        </w:rPr>
        <w:t>тель</w:t>
      </w:r>
      <w:r w:rsidRPr="00D62F8F">
        <w:rPr>
          <w:rFonts w:ascii="Times New Roman" w:hAnsi="Times New Roman"/>
          <w:sz w:val="24"/>
          <w:szCs w:val="24"/>
        </w:rPr>
        <w:t xml:space="preserve"> вправе потребовать уплату пени. Пеня начисляется за каждый день просрочки исполнения (не исполнения)  обязательств, предусмотренных Контрактом, начиная со дня, следующего после дня истечения установленного Контрактом срока исполнения обязательств. Размер такой пени устанавливается в размере одной трехсотой действующей на день уплаты пени ставки рефинансирования Центрального банка Российской Фед</w:t>
      </w:r>
      <w:r>
        <w:rPr>
          <w:rFonts w:ascii="Times New Roman" w:hAnsi="Times New Roman"/>
          <w:sz w:val="24"/>
          <w:szCs w:val="24"/>
        </w:rPr>
        <w:t xml:space="preserve">ерации от стоимости Контракта. </w:t>
      </w:r>
    </w:p>
    <w:p w:rsidR="00213B12" w:rsidRPr="00D62F8F" w:rsidRDefault="00213B12" w:rsidP="00CE21BD">
      <w:pPr>
        <w:pStyle w:val="ConsNormal"/>
        <w:ind w:firstLine="540"/>
        <w:jc w:val="both"/>
        <w:rPr>
          <w:rFonts w:ascii="Times New Roman" w:hAnsi="Times New Roman"/>
          <w:sz w:val="24"/>
          <w:szCs w:val="24"/>
        </w:rPr>
      </w:pPr>
      <w:r>
        <w:rPr>
          <w:rFonts w:ascii="Times New Roman" w:hAnsi="Times New Roman"/>
          <w:sz w:val="24"/>
          <w:szCs w:val="24"/>
        </w:rPr>
        <w:t>5.3. Заказчик</w:t>
      </w:r>
      <w:r w:rsidRPr="00D62F8F">
        <w:rPr>
          <w:rFonts w:ascii="Times New Roman" w:hAnsi="Times New Roman"/>
          <w:sz w:val="24"/>
          <w:szCs w:val="24"/>
        </w:rPr>
        <w:t xml:space="preserve"> освобождается от уплаты пени, если докажет, что просро</w:t>
      </w:r>
      <w:r>
        <w:rPr>
          <w:rFonts w:ascii="Times New Roman" w:hAnsi="Times New Roman"/>
          <w:sz w:val="24"/>
          <w:szCs w:val="24"/>
        </w:rPr>
        <w:t>чка исполнения</w:t>
      </w:r>
      <w:r w:rsidRPr="00D62F8F">
        <w:rPr>
          <w:rFonts w:ascii="Times New Roman" w:hAnsi="Times New Roman"/>
          <w:sz w:val="24"/>
          <w:szCs w:val="24"/>
        </w:rPr>
        <w:t xml:space="preserve"> обязательства</w:t>
      </w:r>
      <w:r>
        <w:rPr>
          <w:rFonts w:ascii="Times New Roman" w:hAnsi="Times New Roman"/>
          <w:sz w:val="24"/>
          <w:szCs w:val="24"/>
        </w:rPr>
        <w:t xml:space="preserve"> по оплате услуг</w:t>
      </w:r>
      <w:r w:rsidRPr="00D62F8F">
        <w:rPr>
          <w:rFonts w:ascii="Times New Roman" w:hAnsi="Times New Roman"/>
          <w:sz w:val="24"/>
          <w:szCs w:val="24"/>
        </w:rPr>
        <w:t xml:space="preserve"> произошла вследствие непреодолимой силы или по вине Исполнителя.</w:t>
      </w:r>
    </w:p>
    <w:p w:rsidR="00213B12" w:rsidRPr="00BE4AB1" w:rsidRDefault="00213B12" w:rsidP="00CE21BD">
      <w:pPr>
        <w:pStyle w:val="ConsNormal"/>
        <w:ind w:firstLine="540"/>
        <w:jc w:val="both"/>
        <w:rPr>
          <w:rStyle w:val="a"/>
          <w:rFonts w:ascii="Times New Roman" w:hAnsi="Times New Roman"/>
          <w:color w:val="000000"/>
          <w:szCs w:val="24"/>
        </w:rPr>
      </w:pPr>
      <w:r w:rsidRPr="00BE4AB1">
        <w:rPr>
          <w:rStyle w:val="a"/>
          <w:rFonts w:ascii="Times New Roman" w:hAnsi="Times New Roman"/>
          <w:color w:val="000000"/>
          <w:szCs w:val="24"/>
        </w:rPr>
        <w:t>5.4. Ответственность сторон в иных случаях определяется в соответствии с действующим законодательством Российской Федерации.</w:t>
      </w:r>
    </w:p>
    <w:p w:rsidR="00213B12" w:rsidRDefault="00213B12" w:rsidP="00CE21BD">
      <w:pPr>
        <w:pStyle w:val="21"/>
        <w:ind w:firstLine="540"/>
        <w:rPr>
          <w:rStyle w:val="a"/>
          <w:rFonts w:cs="Arial"/>
          <w:color w:val="000000"/>
          <w:szCs w:val="24"/>
        </w:rPr>
      </w:pPr>
      <w:r>
        <w:rPr>
          <w:rStyle w:val="a"/>
          <w:rFonts w:cs="Arial"/>
          <w:color w:val="000000"/>
          <w:szCs w:val="24"/>
        </w:rPr>
        <w:t>5.5. Уплата неустойки не освобождает Стороны от исполнения обязательств по настоящему Контракту или устранения нарушений.</w:t>
      </w:r>
    </w:p>
    <w:p w:rsidR="00213B12" w:rsidRDefault="00213B12" w:rsidP="00CE21BD">
      <w:pPr>
        <w:pStyle w:val="21"/>
        <w:ind w:firstLine="540"/>
        <w:rPr>
          <w:rStyle w:val="a"/>
          <w:rFonts w:cs="Arial"/>
          <w:color w:val="000000"/>
          <w:szCs w:val="24"/>
        </w:rPr>
      </w:pPr>
    </w:p>
    <w:p w:rsidR="00213B12" w:rsidRDefault="00213B12" w:rsidP="00C447D6">
      <w:pPr>
        <w:pStyle w:val="21"/>
        <w:jc w:val="center"/>
        <w:rPr>
          <w:rStyle w:val="a"/>
          <w:rFonts w:cs="Arial"/>
          <w:b/>
          <w:color w:val="000000"/>
          <w:szCs w:val="24"/>
        </w:rPr>
      </w:pPr>
      <w:r>
        <w:rPr>
          <w:rStyle w:val="a"/>
          <w:rFonts w:cs="Arial"/>
          <w:b/>
          <w:color w:val="000000"/>
          <w:szCs w:val="24"/>
        </w:rPr>
        <w:t>6. Порядок разрешения споров</w:t>
      </w:r>
    </w:p>
    <w:p w:rsidR="00213B12" w:rsidRPr="005C0B78" w:rsidRDefault="00213B12" w:rsidP="00C447D6">
      <w:pPr>
        <w:pStyle w:val="21"/>
        <w:rPr>
          <w:rStyle w:val="a"/>
          <w:rFonts w:cs="Arial"/>
          <w:b/>
          <w:color w:val="000000"/>
          <w:szCs w:val="24"/>
        </w:rPr>
      </w:pPr>
    </w:p>
    <w:p w:rsidR="00213B12" w:rsidRDefault="00213B12" w:rsidP="001016F2">
      <w:pPr>
        <w:pStyle w:val="2"/>
        <w:ind w:firstLine="540"/>
        <w:rPr>
          <w:rFonts w:ascii="Times New Roman" w:hAnsi="Times New Roman"/>
          <w:color w:val="000000"/>
          <w:sz w:val="24"/>
          <w:szCs w:val="24"/>
        </w:rPr>
      </w:pPr>
      <w:r>
        <w:rPr>
          <w:rFonts w:ascii="Times New Roman" w:hAnsi="Times New Roman"/>
          <w:color w:val="000000"/>
          <w:sz w:val="24"/>
          <w:szCs w:val="24"/>
        </w:rPr>
        <w:t>6.1. Все споры и разногласия, которые могут возникнуть при исполнении обязательств по настоящему Контракту между Сторонами, будут разрешаться путем переговоров, в том числе в претензионном порядке.</w:t>
      </w:r>
    </w:p>
    <w:p w:rsidR="00213B12" w:rsidRDefault="00213B12" w:rsidP="001016F2">
      <w:pPr>
        <w:pStyle w:val="2"/>
        <w:ind w:firstLine="540"/>
        <w:rPr>
          <w:rFonts w:ascii="Times New Roman" w:hAnsi="Times New Roman"/>
          <w:color w:val="000000"/>
          <w:sz w:val="24"/>
          <w:szCs w:val="24"/>
        </w:rPr>
      </w:pPr>
      <w:r>
        <w:rPr>
          <w:rFonts w:ascii="Times New Roman" w:hAnsi="Times New Roman"/>
          <w:color w:val="000000"/>
          <w:sz w:val="24"/>
          <w:szCs w:val="24"/>
        </w:rPr>
        <w:t>6.2. Претензия оформляется в письменной форме и направляется той Стороне по Контракту, которой допущены нарушения его условий. В претензии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213B12" w:rsidRDefault="00213B12" w:rsidP="001016F2">
      <w:pPr>
        <w:pStyle w:val="2"/>
        <w:ind w:firstLine="540"/>
        <w:rPr>
          <w:rFonts w:ascii="Times New Roman" w:hAnsi="Times New Roman"/>
          <w:color w:val="000000"/>
          <w:sz w:val="24"/>
          <w:szCs w:val="24"/>
        </w:rPr>
      </w:pPr>
      <w:r>
        <w:rPr>
          <w:rFonts w:ascii="Times New Roman" w:hAnsi="Times New Roman"/>
          <w:color w:val="000000"/>
          <w:sz w:val="24"/>
          <w:szCs w:val="24"/>
        </w:rPr>
        <w:t>6.3. Срок рассмотрения писем, уведомлений или претензий не может превышать двадцати дней с момента их получения, если иные сроки рассмотрения не предусмотрены настоящим Контрактом. Переписка Сторон может осуществляться в виде письма или телеграммы, а в случаях направления факса, иного электронного сообщения с последующим предоставлением оригинала документа.</w:t>
      </w:r>
    </w:p>
    <w:p w:rsidR="00213B12" w:rsidRPr="001016F2" w:rsidRDefault="00213B12" w:rsidP="001016F2">
      <w:pPr>
        <w:pStyle w:val="2"/>
        <w:ind w:firstLine="540"/>
        <w:rPr>
          <w:rFonts w:ascii="Times New Roman" w:hAnsi="Times New Roman"/>
          <w:sz w:val="24"/>
          <w:szCs w:val="24"/>
        </w:rPr>
      </w:pPr>
      <w:r>
        <w:rPr>
          <w:rFonts w:ascii="Times New Roman" w:hAnsi="Times New Roman"/>
          <w:color w:val="000000"/>
          <w:sz w:val="24"/>
          <w:szCs w:val="24"/>
        </w:rPr>
        <w:t xml:space="preserve">6.4. При не урегулировании Сторонами спора в досудебном порядке спор передается в Арбитражный суд </w:t>
      </w:r>
      <w:r>
        <w:rPr>
          <w:rFonts w:ascii="Times New Roman" w:hAnsi="Times New Roman"/>
          <w:sz w:val="24"/>
          <w:szCs w:val="24"/>
        </w:rPr>
        <w:t>Пермского края.</w:t>
      </w:r>
    </w:p>
    <w:p w:rsidR="00213B12" w:rsidRDefault="00213B12" w:rsidP="007E7E1F">
      <w:pPr>
        <w:pStyle w:val="21"/>
        <w:rPr>
          <w:rStyle w:val="a"/>
          <w:rFonts w:cs="Arial"/>
          <w:b/>
          <w:color w:val="000000"/>
          <w:szCs w:val="24"/>
        </w:rPr>
      </w:pPr>
    </w:p>
    <w:p w:rsidR="00213B12" w:rsidRDefault="00213B12" w:rsidP="00C447D6">
      <w:pPr>
        <w:pStyle w:val="21"/>
        <w:jc w:val="center"/>
        <w:rPr>
          <w:rStyle w:val="a"/>
          <w:rFonts w:cs="Arial"/>
          <w:b/>
          <w:color w:val="000000"/>
          <w:szCs w:val="24"/>
        </w:rPr>
      </w:pPr>
      <w:r>
        <w:rPr>
          <w:rStyle w:val="a"/>
          <w:rFonts w:cs="Arial"/>
          <w:b/>
          <w:color w:val="000000"/>
          <w:szCs w:val="24"/>
        </w:rPr>
        <w:t>7. Действие обстоятельств непреодолимой силы</w:t>
      </w:r>
    </w:p>
    <w:p w:rsidR="00213B12" w:rsidRDefault="00213B12" w:rsidP="00C447D6">
      <w:pPr>
        <w:pStyle w:val="21"/>
        <w:jc w:val="center"/>
        <w:rPr>
          <w:rStyle w:val="a"/>
          <w:rFonts w:cs="Arial"/>
          <w:b/>
          <w:color w:val="000000"/>
          <w:szCs w:val="24"/>
        </w:rPr>
      </w:pPr>
    </w:p>
    <w:p w:rsidR="00213B12" w:rsidRDefault="00213B12" w:rsidP="00C447D6">
      <w:pPr>
        <w:pStyle w:val="21"/>
        <w:ind w:firstLine="540"/>
        <w:rPr>
          <w:rStyle w:val="a"/>
          <w:rFonts w:cs="Arial"/>
          <w:color w:val="000000"/>
          <w:szCs w:val="24"/>
        </w:rPr>
      </w:pPr>
      <w:r>
        <w:rPr>
          <w:rStyle w:val="a"/>
          <w:rFonts w:cs="Arial"/>
          <w:color w:val="000000"/>
          <w:szCs w:val="24"/>
        </w:rPr>
        <w:t>7.1. Ни одна из Сторон не несет ответственность перед другой Стороной за неисполнение обязательств по настоящему Контракту, обусловленное действием обстоятельств непреодолимой силы, т.е. чрезвычайных и непредотвратимых при данных условиях обстоятельств, в том числе объявленная или фактическая война, гражданские волнения, эпидемии, блокада, эмбарго, пожары, землетрясения, наводнения и другие природные стихийные бедствия, а также издания актов государственных органов.</w:t>
      </w:r>
    </w:p>
    <w:p w:rsidR="00213B12" w:rsidRDefault="00213B12" w:rsidP="00C447D6">
      <w:pPr>
        <w:pStyle w:val="21"/>
        <w:ind w:firstLine="540"/>
        <w:rPr>
          <w:rStyle w:val="a"/>
          <w:rFonts w:cs="Arial"/>
          <w:color w:val="000000"/>
          <w:szCs w:val="24"/>
        </w:rPr>
      </w:pPr>
      <w:r>
        <w:rPr>
          <w:rStyle w:val="a"/>
          <w:rFonts w:cs="Arial"/>
          <w:color w:val="000000"/>
          <w:szCs w:val="24"/>
        </w:rPr>
        <w:t>7.2. Свидетельство, выданное соответствующим компетентным органом, является достаточным подтверждением наличия и продолжительности действия непреодолимой силы.</w:t>
      </w:r>
    </w:p>
    <w:p w:rsidR="00213B12" w:rsidRDefault="00213B12" w:rsidP="00C447D6">
      <w:pPr>
        <w:pStyle w:val="21"/>
        <w:ind w:firstLine="540"/>
        <w:rPr>
          <w:rStyle w:val="a"/>
          <w:rFonts w:cs="Arial"/>
          <w:color w:val="000000"/>
          <w:szCs w:val="24"/>
        </w:rPr>
      </w:pPr>
      <w:r>
        <w:rPr>
          <w:rStyle w:val="a"/>
          <w:rFonts w:cs="Arial"/>
          <w:color w:val="000000"/>
          <w:szCs w:val="24"/>
        </w:rPr>
        <w:t>7.3. Сторона, которая не исполняет обязательств по настоящему Контракту вследствие действия непреодолимой силы, должна в течение трех дней известить другую Сторону о таких обстоятельствах и их влиянии на исполнение обязательств по Контракту.</w:t>
      </w:r>
    </w:p>
    <w:p w:rsidR="00213B12" w:rsidRDefault="00213B12" w:rsidP="00C447D6">
      <w:pPr>
        <w:pStyle w:val="21"/>
        <w:ind w:firstLine="540"/>
        <w:rPr>
          <w:rStyle w:val="a"/>
          <w:rFonts w:cs="Arial"/>
          <w:color w:val="000000"/>
          <w:szCs w:val="24"/>
        </w:rPr>
      </w:pPr>
      <w:r>
        <w:rPr>
          <w:rStyle w:val="a"/>
          <w:rFonts w:cs="Arial"/>
          <w:color w:val="000000"/>
          <w:szCs w:val="24"/>
        </w:rPr>
        <w:t>7.4.  Если обязательства непреодолимой силы действуют на протяжении 3 (трех) последовательных месяцев, настоящий Контракт может быть расторгнут по соглашению Сторон.</w:t>
      </w:r>
    </w:p>
    <w:p w:rsidR="00213B12" w:rsidRDefault="00213B12" w:rsidP="0077044C">
      <w:pPr>
        <w:pStyle w:val="ConsNormal"/>
        <w:ind w:left="12" w:firstLine="708"/>
        <w:jc w:val="center"/>
        <w:rPr>
          <w:rFonts w:ascii="Times New Roman" w:hAnsi="Times New Roman"/>
          <w:b/>
          <w:sz w:val="24"/>
          <w:szCs w:val="24"/>
        </w:rPr>
      </w:pPr>
      <w:r>
        <w:rPr>
          <w:rStyle w:val="a"/>
          <w:color w:val="000000"/>
          <w:szCs w:val="24"/>
        </w:rPr>
        <w:t xml:space="preserve"> </w:t>
      </w:r>
      <w:r w:rsidRPr="008F3EC7">
        <w:rPr>
          <w:rFonts w:ascii="Times New Roman" w:hAnsi="Times New Roman"/>
          <w:b/>
          <w:sz w:val="24"/>
          <w:szCs w:val="24"/>
        </w:rPr>
        <w:t>8. Срок действия контракта, порядок его расторжения</w:t>
      </w:r>
    </w:p>
    <w:p w:rsidR="00213B12" w:rsidRPr="008F3EC7" w:rsidRDefault="00213B12" w:rsidP="0077044C">
      <w:pPr>
        <w:pStyle w:val="ConsNormal"/>
        <w:ind w:left="12" w:firstLine="708"/>
        <w:jc w:val="center"/>
        <w:rPr>
          <w:rFonts w:ascii="Times New Roman" w:hAnsi="Times New Roman"/>
          <w:b/>
          <w:sz w:val="24"/>
          <w:szCs w:val="24"/>
        </w:rPr>
      </w:pPr>
    </w:p>
    <w:p w:rsidR="00213B12" w:rsidRPr="008F3EC7" w:rsidRDefault="00213B12" w:rsidP="0077044C">
      <w:pPr>
        <w:pStyle w:val="ConsNormal"/>
        <w:jc w:val="both"/>
        <w:rPr>
          <w:rFonts w:ascii="Times New Roman" w:hAnsi="Times New Roman"/>
          <w:sz w:val="24"/>
          <w:szCs w:val="24"/>
        </w:rPr>
      </w:pPr>
      <w:r w:rsidRPr="008F3EC7">
        <w:rPr>
          <w:rFonts w:ascii="Times New Roman" w:hAnsi="Times New Roman"/>
          <w:sz w:val="24"/>
          <w:szCs w:val="24"/>
        </w:rPr>
        <w:t xml:space="preserve">8.1. Настоящий Контракт вступает в силу с момента его подписания обеими Сторонами и действует до момента полного исполнения Сторонами своих обязательств. </w:t>
      </w:r>
    </w:p>
    <w:p w:rsidR="00213B12" w:rsidRPr="008F3EC7" w:rsidRDefault="00213B12" w:rsidP="0077044C">
      <w:pPr>
        <w:ind w:firstLine="720"/>
      </w:pPr>
      <w:r w:rsidRPr="008F3EC7">
        <w:t>8.2. Настоящий Контракт может быть расторгнут:</w:t>
      </w:r>
    </w:p>
    <w:p w:rsidR="00213B12" w:rsidRPr="008F3EC7" w:rsidRDefault="00213B12" w:rsidP="0077044C">
      <w:pPr>
        <w:numPr>
          <w:ilvl w:val="0"/>
          <w:numId w:val="3"/>
        </w:numPr>
      </w:pPr>
      <w:r w:rsidRPr="008F3EC7">
        <w:t>по письменному соглашению Сторон;</w:t>
      </w:r>
    </w:p>
    <w:p w:rsidR="00213B12" w:rsidRDefault="00213B12" w:rsidP="006F1CD6">
      <w:pPr>
        <w:numPr>
          <w:ilvl w:val="0"/>
          <w:numId w:val="3"/>
        </w:numPr>
        <w:tabs>
          <w:tab w:val="clear" w:pos="720"/>
          <w:tab w:val="num" w:pos="0"/>
        </w:tabs>
        <w:ind w:left="0" w:firstLine="360"/>
        <w:jc w:val="both"/>
      </w:pPr>
      <w:r w:rsidRPr="008F3EC7">
        <w:t>по решению суда по основаниям, предусмотренным гражданским законодательством.</w:t>
      </w:r>
    </w:p>
    <w:p w:rsidR="00213B12" w:rsidRPr="008F3EC7" w:rsidRDefault="00213B12" w:rsidP="0077044C"/>
    <w:p w:rsidR="00213B12" w:rsidRDefault="00213B12" w:rsidP="0077044C">
      <w:pPr>
        <w:pStyle w:val="ConsNormal"/>
        <w:ind w:firstLine="0"/>
        <w:outlineLvl w:val="0"/>
        <w:rPr>
          <w:rFonts w:ascii="Times New Roman" w:hAnsi="Times New Roman"/>
          <w:b/>
          <w:sz w:val="24"/>
          <w:szCs w:val="24"/>
        </w:rPr>
      </w:pPr>
      <w:r>
        <w:rPr>
          <w:rFonts w:ascii="Times New Roman" w:hAnsi="Times New Roman"/>
          <w:b/>
          <w:sz w:val="24"/>
          <w:szCs w:val="24"/>
        </w:rPr>
        <w:t xml:space="preserve">                                             </w:t>
      </w:r>
      <w:r w:rsidRPr="008F3EC7">
        <w:rPr>
          <w:rFonts w:ascii="Times New Roman" w:hAnsi="Times New Roman"/>
          <w:b/>
          <w:sz w:val="24"/>
          <w:szCs w:val="24"/>
        </w:rPr>
        <w:t>9. Заключительные положения</w:t>
      </w:r>
    </w:p>
    <w:p w:rsidR="00213B12" w:rsidRPr="008F3EC7" w:rsidRDefault="00213B12" w:rsidP="0077044C">
      <w:pPr>
        <w:pStyle w:val="ConsNormal"/>
        <w:ind w:firstLine="0"/>
        <w:outlineLvl w:val="0"/>
        <w:rPr>
          <w:rFonts w:ascii="Times New Roman" w:hAnsi="Times New Roman"/>
          <w:b/>
          <w:sz w:val="24"/>
          <w:szCs w:val="24"/>
        </w:rPr>
      </w:pPr>
    </w:p>
    <w:p w:rsidR="00213B12" w:rsidRPr="008F3EC7" w:rsidRDefault="00213B12" w:rsidP="00530A73">
      <w:pPr>
        <w:pStyle w:val="ConsNormal"/>
        <w:jc w:val="both"/>
        <w:rPr>
          <w:rFonts w:ascii="Times New Roman" w:hAnsi="Times New Roman"/>
          <w:sz w:val="24"/>
          <w:szCs w:val="24"/>
        </w:rPr>
      </w:pPr>
      <w:r w:rsidRPr="008F3EC7">
        <w:rPr>
          <w:rFonts w:ascii="Times New Roman" w:hAnsi="Times New Roman"/>
          <w:sz w:val="24"/>
          <w:szCs w:val="24"/>
        </w:rPr>
        <w:t>9.1. По всем вопросам, не оговоренным в настоящем Контракте, Стороны руководствуются действующим законодательством Российской Федерации и принятыми в Российской Федерации обычаями делового оборота.</w:t>
      </w:r>
    </w:p>
    <w:p w:rsidR="00213B12" w:rsidRPr="008F3EC7" w:rsidRDefault="00213B12" w:rsidP="00530A73">
      <w:pPr>
        <w:pStyle w:val="ConsNormal"/>
        <w:jc w:val="both"/>
        <w:rPr>
          <w:rFonts w:ascii="Times New Roman" w:hAnsi="Times New Roman"/>
          <w:sz w:val="24"/>
          <w:szCs w:val="24"/>
        </w:rPr>
      </w:pPr>
      <w:r w:rsidRPr="008F3EC7">
        <w:rPr>
          <w:rFonts w:ascii="Times New Roman" w:hAnsi="Times New Roman"/>
          <w:sz w:val="24"/>
          <w:szCs w:val="24"/>
        </w:rPr>
        <w:t xml:space="preserve">9.2. Обмен информацией между Сторонами в рамках исполнения настоящего Контракта осуществляется в электронном и печатном виде. В случае расхождений преимущество имеет печатная форма документа. </w:t>
      </w:r>
    </w:p>
    <w:p w:rsidR="00213B12" w:rsidRPr="008F3EC7" w:rsidRDefault="00213B12" w:rsidP="00530A73">
      <w:pPr>
        <w:pStyle w:val="ConsNormal"/>
        <w:jc w:val="both"/>
        <w:rPr>
          <w:rFonts w:ascii="Times New Roman" w:hAnsi="Times New Roman"/>
          <w:sz w:val="24"/>
          <w:szCs w:val="24"/>
        </w:rPr>
      </w:pPr>
      <w:r w:rsidRPr="008F3EC7">
        <w:rPr>
          <w:rFonts w:ascii="Times New Roman" w:hAnsi="Times New Roman"/>
          <w:sz w:val="24"/>
          <w:szCs w:val="24"/>
        </w:rPr>
        <w:t>9.3. Настоящий Контракт составлен в двух экземплярах, имеющих одинаковую юридическую силу, по одному экземпляру для каждой из Сторон. Приложения к Контракту являются его неотъемлемыми частями.</w:t>
      </w:r>
    </w:p>
    <w:p w:rsidR="00213B12" w:rsidRPr="008F3EC7" w:rsidRDefault="00213B12" w:rsidP="00530A73">
      <w:pPr>
        <w:ind w:firstLine="720"/>
        <w:jc w:val="both"/>
      </w:pPr>
      <w:r w:rsidRPr="008F3EC7">
        <w:t>9.4. Ни одна из Сторон не вправе передавать свои права и обязанности без письменного согласия другой Стороны.</w:t>
      </w:r>
    </w:p>
    <w:p w:rsidR="00213B12" w:rsidRPr="008F3EC7" w:rsidRDefault="00213B12" w:rsidP="00530A73">
      <w:pPr>
        <w:ind w:firstLine="720"/>
        <w:jc w:val="both"/>
      </w:pPr>
    </w:p>
    <w:p w:rsidR="00213B12" w:rsidRDefault="00213B12" w:rsidP="00530A73">
      <w:pPr>
        <w:ind w:firstLine="720"/>
        <w:jc w:val="both"/>
        <w:rPr>
          <w:b/>
        </w:rPr>
      </w:pPr>
      <w:r w:rsidRPr="00C270A9">
        <w:rPr>
          <w:b/>
        </w:rPr>
        <w:t>Приложения к Контракту:</w:t>
      </w:r>
    </w:p>
    <w:p w:rsidR="00213B12" w:rsidRPr="00C270A9" w:rsidRDefault="00213B12" w:rsidP="00530A73">
      <w:pPr>
        <w:ind w:firstLine="720"/>
        <w:jc w:val="both"/>
        <w:rPr>
          <w:b/>
        </w:rPr>
      </w:pPr>
    </w:p>
    <w:p w:rsidR="00213B12" w:rsidRPr="008F3EC7" w:rsidRDefault="00213B12" w:rsidP="0063006C">
      <w:pPr>
        <w:numPr>
          <w:ilvl w:val="0"/>
          <w:numId w:val="2"/>
        </w:numPr>
        <w:ind w:left="0" w:firstLine="709"/>
        <w:jc w:val="both"/>
      </w:pPr>
      <w:r w:rsidRPr="008F3EC7">
        <w:t>Техническое задание на оказание услуг</w:t>
      </w:r>
      <w:r>
        <w:t xml:space="preserve"> по повышению квалификации</w:t>
      </w:r>
      <w:r w:rsidRPr="00CF7DF5">
        <w:t xml:space="preserve"> муниципальн</w:t>
      </w:r>
      <w:r>
        <w:t>ых</w:t>
      </w:r>
      <w:r w:rsidRPr="00CF7DF5">
        <w:t xml:space="preserve"> служащ</w:t>
      </w:r>
      <w:r>
        <w:t>их функциональных и территориальных органов, функциональных подразделений</w:t>
      </w:r>
      <w:r w:rsidRPr="00CF7DF5">
        <w:t xml:space="preserve"> администрации города Перми</w:t>
      </w:r>
      <w:r>
        <w:t>.</w:t>
      </w:r>
    </w:p>
    <w:p w:rsidR="00213B12" w:rsidRPr="008F3EC7" w:rsidRDefault="00213B12" w:rsidP="0063006C">
      <w:pPr>
        <w:pStyle w:val="ListParagraph"/>
        <w:numPr>
          <w:ilvl w:val="0"/>
          <w:numId w:val="2"/>
        </w:numPr>
        <w:ind w:left="0" w:firstLine="709"/>
        <w:jc w:val="both"/>
      </w:pPr>
      <w:r>
        <w:rPr>
          <w:bCs/>
        </w:rPr>
        <w:t>Список муниципальных служащих, направляемых на обучение.</w:t>
      </w:r>
    </w:p>
    <w:p w:rsidR="00213B12" w:rsidRDefault="00213B12" w:rsidP="00530A73">
      <w:pPr>
        <w:numPr>
          <w:ilvl w:val="0"/>
          <w:numId w:val="2"/>
        </w:numPr>
        <w:ind w:left="0" w:firstLine="709"/>
        <w:jc w:val="both"/>
      </w:pPr>
      <w:r>
        <w:t>Заверенная копия действующей л</w:t>
      </w:r>
      <w:r w:rsidRPr="008F3EC7">
        <w:t>ицензи</w:t>
      </w:r>
      <w:r>
        <w:t>и</w:t>
      </w:r>
      <w:r w:rsidRPr="008F3EC7">
        <w:t xml:space="preserve"> на осуществление </w:t>
      </w:r>
      <w:r>
        <w:t>образовательной деятельности</w:t>
      </w:r>
      <w:r w:rsidRPr="008F3EC7">
        <w:t xml:space="preserve"> </w:t>
      </w:r>
      <w:r>
        <w:t xml:space="preserve"> </w:t>
      </w:r>
      <w:r w:rsidRPr="008F3EC7">
        <w:t>от ____________ № ______________ сроком действия до _________</w:t>
      </w:r>
      <w:r>
        <w:t>.</w:t>
      </w:r>
    </w:p>
    <w:p w:rsidR="00213B12" w:rsidRPr="008F3EC7" w:rsidRDefault="00213B12" w:rsidP="00DE4037">
      <w:pPr>
        <w:numPr>
          <w:ilvl w:val="0"/>
          <w:numId w:val="2"/>
        </w:numPr>
        <w:ind w:left="0" w:firstLine="709"/>
        <w:jc w:val="both"/>
      </w:pPr>
      <w:r>
        <w:t>Заверенная копия свидетельства о государственной аккредитации образовательного учреждения от______№_______ сроком действия до ________.</w:t>
      </w:r>
    </w:p>
    <w:p w:rsidR="00213B12" w:rsidRDefault="00213B12" w:rsidP="00D61454">
      <w:pPr>
        <w:pStyle w:val="Heading"/>
        <w:rPr>
          <w:rFonts w:ascii="Times New Roman" w:hAnsi="Times New Roman"/>
          <w:bCs/>
          <w:color w:val="000000"/>
          <w:sz w:val="24"/>
          <w:szCs w:val="24"/>
        </w:rPr>
      </w:pPr>
    </w:p>
    <w:p w:rsidR="00213B12" w:rsidRDefault="00213B12" w:rsidP="00530A73">
      <w:pPr>
        <w:pStyle w:val="Heading"/>
        <w:ind w:left="360"/>
        <w:jc w:val="center"/>
        <w:rPr>
          <w:rFonts w:ascii="Times New Roman" w:hAnsi="Times New Roman"/>
          <w:bCs/>
          <w:color w:val="000000"/>
          <w:sz w:val="24"/>
          <w:szCs w:val="24"/>
        </w:rPr>
      </w:pPr>
      <w:r w:rsidRPr="008F3EC7">
        <w:rPr>
          <w:rFonts w:ascii="Times New Roman" w:hAnsi="Times New Roman"/>
          <w:bCs/>
          <w:color w:val="000000"/>
          <w:sz w:val="24"/>
          <w:szCs w:val="24"/>
        </w:rPr>
        <w:t xml:space="preserve">   10. Адреса и банковские реквизиты Сторон:</w:t>
      </w:r>
    </w:p>
    <w:p w:rsidR="00213B12" w:rsidRPr="008F3EC7" w:rsidRDefault="00213B12" w:rsidP="00530A73">
      <w:pPr>
        <w:pStyle w:val="Heading"/>
        <w:ind w:left="360"/>
        <w:jc w:val="center"/>
        <w:rPr>
          <w:rFonts w:ascii="Times New Roman" w:hAnsi="Times New Roman"/>
          <w:bCs/>
          <w:color w:val="000000"/>
          <w:sz w:val="24"/>
          <w:szCs w:val="24"/>
        </w:rPr>
      </w:pPr>
    </w:p>
    <w:p w:rsidR="00213B12" w:rsidRPr="008F3EC7" w:rsidRDefault="00213B12"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Заказчик</w:t>
      </w:r>
      <w:r w:rsidRPr="008F3EC7">
        <w:rPr>
          <w:rFonts w:ascii="Times New Roman" w:hAnsi="Times New Roman" w:cs="Times New Roman"/>
          <w:sz w:val="24"/>
          <w:szCs w:val="24"/>
        </w:rPr>
        <w:t>:</w:t>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sidRPr="008F3EC7">
        <w:rPr>
          <w:rFonts w:ascii="Times New Roman" w:hAnsi="Times New Roman" w:cs="Times New Roman"/>
          <w:sz w:val="24"/>
          <w:szCs w:val="24"/>
        </w:rPr>
        <w:tab/>
      </w:r>
      <w:r>
        <w:rPr>
          <w:rFonts w:ascii="Times New Roman" w:hAnsi="Times New Roman" w:cs="Times New Roman"/>
          <w:sz w:val="24"/>
          <w:szCs w:val="24"/>
        </w:rPr>
        <w:t xml:space="preserve">                    </w:t>
      </w:r>
      <w:r w:rsidRPr="008F3EC7">
        <w:rPr>
          <w:rFonts w:ascii="Times New Roman" w:hAnsi="Times New Roman" w:cs="Times New Roman"/>
          <w:sz w:val="24"/>
          <w:szCs w:val="24"/>
        </w:rPr>
        <w:t>Исполнитель:</w:t>
      </w:r>
    </w:p>
    <w:tbl>
      <w:tblPr>
        <w:tblW w:w="0" w:type="auto"/>
        <w:tblBorders>
          <w:insideH w:val="single" w:sz="4" w:space="0" w:color="auto"/>
        </w:tblBorders>
        <w:tblLook w:val="01E0"/>
      </w:tblPr>
      <w:tblGrid>
        <w:gridCol w:w="4785"/>
        <w:gridCol w:w="4683"/>
      </w:tblGrid>
      <w:tr w:rsidR="00213B12" w:rsidRPr="008F3EC7" w:rsidTr="00377761">
        <w:tc>
          <w:tcPr>
            <w:tcW w:w="4785" w:type="dxa"/>
          </w:tcPr>
          <w:p w:rsidR="00213B12" w:rsidRPr="00377761" w:rsidRDefault="00213B12" w:rsidP="00377761">
            <w:pPr>
              <w:jc w:val="both"/>
              <w:rPr>
                <w:b/>
              </w:rPr>
            </w:pPr>
            <w:r w:rsidRPr="00377761">
              <w:rPr>
                <w:b/>
              </w:rPr>
              <w:t>Администрация города Перми:</w:t>
            </w:r>
          </w:p>
          <w:p w:rsidR="00213B12" w:rsidRPr="008F3EC7" w:rsidRDefault="00213B12" w:rsidP="00377761">
            <w:pPr>
              <w:jc w:val="both"/>
            </w:pPr>
            <w:r w:rsidRPr="008F3EC7">
              <w:t>Почтовый адрес:</w:t>
            </w:r>
          </w:p>
          <w:p w:rsidR="00213B12" w:rsidRPr="008F3EC7" w:rsidRDefault="00213B12" w:rsidP="003777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213B12" w:rsidRPr="008F3EC7" w:rsidRDefault="00213B12" w:rsidP="00D00361">
            <w:r w:rsidRPr="008F3EC7">
              <w:t>Юридический адрес:</w:t>
            </w:r>
          </w:p>
          <w:p w:rsidR="00213B12" w:rsidRPr="008F3EC7" w:rsidRDefault="00213B12" w:rsidP="00377761">
            <w:pPr>
              <w:jc w:val="both"/>
            </w:pPr>
            <w:smartTag w:uri="urn:schemas-microsoft-com:office:smarttags" w:element="metricconverter">
              <w:smartTagPr>
                <w:attr w:name="ProductID" w:val="614000, г"/>
              </w:smartTagPr>
              <w:r w:rsidRPr="008F3EC7">
                <w:t>614000, г</w:t>
              </w:r>
            </w:smartTag>
            <w:r w:rsidRPr="008F3EC7">
              <w:t>. Пермь, ул. Ленина, 23</w:t>
            </w:r>
          </w:p>
          <w:p w:rsidR="00213B12" w:rsidRPr="008F3EC7" w:rsidRDefault="00213B12" w:rsidP="00D00361">
            <w:r w:rsidRPr="008F3EC7">
              <w:t>Платежные реквизиты:</w:t>
            </w:r>
          </w:p>
          <w:p w:rsidR="00213B12" w:rsidRPr="008F3EC7" w:rsidRDefault="00213B12" w:rsidP="00D00361">
            <w:r w:rsidRPr="008F3EC7">
              <w:t>ИНН 5902290635 КПП 590201001</w:t>
            </w:r>
          </w:p>
          <w:p w:rsidR="00213B12" w:rsidRPr="008F3EC7" w:rsidRDefault="00213B12" w:rsidP="00D00361">
            <w:r w:rsidRPr="008F3EC7">
              <w:t>УФК по Пермскому краю   (Департамент финансов администрации города Перми</w:t>
            </w:r>
            <w:r>
              <w:t xml:space="preserve"> </w:t>
            </w:r>
            <w:r w:rsidRPr="008F3EC7">
              <w:t>(Администрация г. Перми л/с 0</w:t>
            </w:r>
            <w:r>
              <w:t>2</w:t>
            </w:r>
            <w:r w:rsidRPr="008F3EC7">
              <w:t xml:space="preserve">975012791) </w:t>
            </w:r>
          </w:p>
          <w:p w:rsidR="00213B12" w:rsidRPr="008F3EC7" w:rsidRDefault="00213B12" w:rsidP="00D00361">
            <w:r w:rsidRPr="008F3EC7">
              <w:t>Р/счет 40</w:t>
            </w:r>
            <w:r>
              <w:t>2</w:t>
            </w:r>
            <w:r w:rsidRPr="008F3EC7">
              <w:t>0</w:t>
            </w:r>
            <w:r>
              <w:t>4</w:t>
            </w:r>
            <w:r w:rsidRPr="008F3EC7">
              <w:t>810</w:t>
            </w:r>
            <w:r>
              <w:t>3</w:t>
            </w:r>
            <w:r w:rsidRPr="008F3EC7">
              <w:t>0000</w:t>
            </w:r>
            <w:r>
              <w:t>0</w:t>
            </w:r>
            <w:r w:rsidRPr="008F3EC7">
              <w:t>00000</w:t>
            </w:r>
            <w:r>
              <w:t>6</w:t>
            </w:r>
            <w:r w:rsidRPr="008F3EC7">
              <w:t xml:space="preserve"> </w:t>
            </w:r>
          </w:p>
          <w:p w:rsidR="00213B12" w:rsidRPr="008F3EC7" w:rsidRDefault="00213B12" w:rsidP="00D00361">
            <w:r>
              <w:t>Г</w:t>
            </w:r>
            <w:r w:rsidRPr="008F3EC7">
              <w:t xml:space="preserve">РКЦ </w:t>
            </w:r>
            <w:r>
              <w:t>ГУ Банка России по Пермскому краю</w:t>
            </w:r>
          </w:p>
          <w:p w:rsidR="00213B12" w:rsidRPr="008F3EC7" w:rsidRDefault="00213B12" w:rsidP="00D00361">
            <w:r w:rsidRPr="008F3EC7">
              <w:t>БИК 0457</w:t>
            </w:r>
            <w:r>
              <w:t>73</w:t>
            </w:r>
            <w:r w:rsidRPr="008F3EC7">
              <w:t>00</w:t>
            </w:r>
            <w:r>
              <w:t>1</w:t>
            </w:r>
          </w:p>
          <w:p w:rsidR="00213B12" w:rsidRPr="008F3EC7" w:rsidRDefault="00213B12" w:rsidP="00D00361">
            <w:r w:rsidRPr="008F3EC7">
              <w:t>Контактный телефон (342) 212-95-49</w:t>
            </w:r>
          </w:p>
          <w:p w:rsidR="00213B12" w:rsidRPr="008F3EC7" w:rsidRDefault="00213B12" w:rsidP="00D00361">
            <w:r w:rsidRPr="008F3EC7">
              <w:t>Факс (342) 212-95-49</w:t>
            </w:r>
          </w:p>
          <w:p w:rsidR="00213B12" w:rsidRPr="008F3EC7" w:rsidRDefault="00213B12" w:rsidP="00377761">
            <w:pPr>
              <w:jc w:val="both"/>
            </w:pPr>
          </w:p>
        </w:tc>
        <w:tc>
          <w:tcPr>
            <w:tcW w:w="4683" w:type="dxa"/>
          </w:tcPr>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Адрес юридический</w:t>
            </w:r>
          </w:p>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Адрес фактический</w:t>
            </w:r>
          </w:p>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Телефон</w:t>
            </w:r>
          </w:p>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Факс</w:t>
            </w:r>
          </w:p>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Получатель: л/с</w:t>
            </w:r>
          </w:p>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 xml:space="preserve"> </w:t>
            </w:r>
          </w:p>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ИНН</w:t>
            </w:r>
          </w:p>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КПП</w:t>
            </w:r>
          </w:p>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БИК</w:t>
            </w:r>
          </w:p>
          <w:p w:rsidR="00213B12" w:rsidRPr="00377761" w:rsidRDefault="00213B12" w:rsidP="00377761">
            <w:pPr>
              <w:pStyle w:val="ConsPlusNonformat"/>
              <w:widowControl/>
              <w:rPr>
                <w:rFonts w:ascii="Times New Roman" w:hAnsi="Times New Roman" w:cs="Times New Roman"/>
                <w:sz w:val="24"/>
                <w:szCs w:val="24"/>
              </w:rPr>
            </w:pPr>
            <w:r w:rsidRPr="00377761">
              <w:rPr>
                <w:rFonts w:ascii="Times New Roman" w:hAnsi="Times New Roman" w:cs="Times New Roman"/>
                <w:sz w:val="24"/>
                <w:szCs w:val="24"/>
              </w:rPr>
              <w:t>р/с</w:t>
            </w:r>
          </w:p>
          <w:p w:rsidR="00213B12" w:rsidRPr="00377761" w:rsidRDefault="00213B12" w:rsidP="00377761">
            <w:pPr>
              <w:pStyle w:val="ConsPlusNonformat"/>
              <w:widowControl/>
              <w:rPr>
                <w:rFonts w:ascii="Times New Roman" w:hAnsi="Times New Roman" w:cs="Times New Roman"/>
                <w:sz w:val="24"/>
                <w:szCs w:val="24"/>
              </w:rPr>
            </w:pPr>
          </w:p>
        </w:tc>
      </w:tr>
    </w:tbl>
    <w:p w:rsidR="00213B12" w:rsidRPr="008F3EC7" w:rsidRDefault="00213B12" w:rsidP="00530A73">
      <w:pPr>
        <w:pStyle w:val="ConsPlusNonformat"/>
        <w:widowControl/>
        <w:rPr>
          <w:rFonts w:ascii="Times New Roman" w:hAnsi="Times New Roman" w:cs="Times New Roman"/>
          <w:sz w:val="24"/>
          <w:szCs w:val="24"/>
        </w:rPr>
      </w:pPr>
    </w:p>
    <w:p w:rsidR="00213B12" w:rsidRPr="008F3EC7" w:rsidRDefault="00213B12"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_______________/</w:t>
      </w:r>
      <w:r>
        <w:rPr>
          <w:rFonts w:ascii="Times New Roman" w:hAnsi="Times New Roman" w:cs="Times New Roman"/>
          <w:sz w:val="24"/>
          <w:szCs w:val="24"/>
        </w:rPr>
        <w:t xml:space="preserve"> _____________                         </w:t>
      </w:r>
      <w:r w:rsidRPr="008F3EC7">
        <w:rPr>
          <w:rFonts w:ascii="Times New Roman" w:hAnsi="Times New Roman" w:cs="Times New Roman"/>
          <w:sz w:val="24"/>
          <w:szCs w:val="24"/>
        </w:rPr>
        <w:t>______________/_______________</w:t>
      </w:r>
    </w:p>
    <w:p w:rsidR="00213B12" w:rsidRPr="008F3EC7" w:rsidRDefault="00213B12" w:rsidP="00530A73">
      <w:pPr>
        <w:pStyle w:val="ConsPlusNonformat"/>
        <w:widowControl/>
        <w:rPr>
          <w:rFonts w:ascii="Times New Roman" w:hAnsi="Times New Roman" w:cs="Times New Roman"/>
          <w:sz w:val="24"/>
          <w:szCs w:val="24"/>
        </w:rPr>
      </w:pPr>
      <w:r w:rsidRPr="008F3EC7">
        <w:rPr>
          <w:rFonts w:ascii="Times New Roman" w:hAnsi="Times New Roman" w:cs="Times New Roman"/>
          <w:sz w:val="24"/>
          <w:szCs w:val="24"/>
        </w:rPr>
        <w:t xml:space="preserve">«__» ___________ </w:t>
      </w:r>
      <w:smartTag w:uri="urn:schemas-microsoft-com:office:smarttags" w:element="metricconverter">
        <w:smartTagPr>
          <w:attr w:name="ProductID" w:val="2012 г"/>
        </w:smartTagPr>
        <w:r w:rsidRPr="008F3EC7">
          <w:rPr>
            <w:rFonts w:ascii="Times New Roman" w:hAnsi="Times New Roman" w:cs="Times New Roman"/>
            <w:sz w:val="24"/>
            <w:szCs w:val="24"/>
          </w:rPr>
          <w:t>20</w:t>
        </w:r>
        <w:r>
          <w:rPr>
            <w:rFonts w:ascii="Times New Roman" w:hAnsi="Times New Roman" w:cs="Times New Roman"/>
            <w:sz w:val="24"/>
            <w:szCs w:val="24"/>
          </w:rPr>
          <w:t>12 г</w:t>
        </w:r>
      </w:smartTag>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F3EC7">
        <w:rPr>
          <w:rFonts w:ascii="Times New Roman" w:hAnsi="Times New Roman" w:cs="Times New Roman"/>
          <w:sz w:val="24"/>
          <w:szCs w:val="24"/>
        </w:rPr>
        <w:t xml:space="preserve">«__» ____________ </w:t>
      </w:r>
      <w:smartTag w:uri="urn:schemas-microsoft-com:office:smarttags" w:element="metricconverter">
        <w:smartTagPr>
          <w:attr w:name="ProductID" w:val="2012 г"/>
        </w:smartTagPr>
        <w:r w:rsidRPr="008F3EC7">
          <w:rPr>
            <w:rFonts w:ascii="Times New Roman" w:hAnsi="Times New Roman" w:cs="Times New Roman"/>
            <w:sz w:val="24"/>
            <w:szCs w:val="24"/>
          </w:rPr>
          <w:t>20</w:t>
        </w:r>
        <w:r>
          <w:rPr>
            <w:rFonts w:ascii="Times New Roman" w:hAnsi="Times New Roman" w:cs="Times New Roman"/>
            <w:sz w:val="24"/>
            <w:szCs w:val="24"/>
          </w:rPr>
          <w:t>12</w:t>
        </w:r>
        <w:r w:rsidRPr="008F3EC7">
          <w:rPr>
            <w:rFonts w:ascii="Times New Roman" w:hAnsi="Times New Roman" w:cs="Times New Roman"/>
            <w:sz w:val="24"/>
            <w:szCs w:val="24"/>
          </w:rPr>
          <w:t xml:space="preserve"> г</w:t>
        </w:r>
      </w:smartTag>
      <w:r w:rsidRPr="008F3EC7">
        <w:rPr>
          <w:rFonts w:ascii="Times New Roman" w:hAnsi="Times New Roman" w:cs="Times New Roman"/>
          <w:sz w:val="24"/>
          <w:szCs w:val="24"/>
        </w:rPr>
        <w:t>.</w:t>
      </w:r>
    </w:p>
    <w:p w:rsidR="00213B12" w:rsidRPr="008F3EC7" w:rsidRDefault="00213B12" w:rsidP="00530A73">
      <w:pPr>
        <w:pStyle w:val="ConsPlusNonformat"/>
        <w:widowControl/>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8F3EC7">
        <w:rPr>
          <w:rFonts w:ascii="Times New Roman" w:hAnsi="Times New Roman" w:cs="Times New Roman"/>
          <w:sz w:val="24"/>
          <w:szCs w:val="24"/>
        </w:rPr>
        <w:t>М.П.</w:t>
      </w:r>
    </w:p>
    <w:p w:rsidR="00213B12" w:rsidRPr="008F3EC7" w:rsidRDefault="00213B12" w:rsidP="00530A73">
      <w:pPr>
        <w:ind w:left="360"/>
      </w:pPr>
    </w:p>
    <w:p w:rsidR="00213B12" w:rsidRPr="008F3EC7" w:rsidRDefault="00213B12" w:rsidP="00530A73">
      <w:pPr>
        <w:ind w:left="5580"/>
      </w:pPr>
    </w:p>
    <w:p w:rsidR="00213B12" w:rsidRDefault="00213B12" w:rsidP="00C447D6">
      <w:pPr>
        <w:rPr>
          <w:color w:val="000000"/>
          <w:sz w:val="28"/>
          <w:szCs w:val="28"/>
        </w:rPr>
      </w:pPr>
    </w:p>
    <w:p w:rsidR="00213B12" w:rsidRDefault="00213B12" w:rsidP="00C447D6">
      <w:pPr>
        <w:rPr>
          <w:color w:val="000000"/>
        </w:rPr>
      </w:pPr>
    </w:p>
    <w:p w:rsidR="00213B12" w:rsidRDefault="00213B12" w:rsidP="00C447D6">
      <w:pPr>
        <w:ind w:left="5040"/>
        <w:jc w:val="both"/>
        <w:outlineLvl w:val="1"/>
      </w:pPr>
      <w:r>
        <w:t xml:space="preserve"> </w:t>
      </w:r>
    </w:p>
    <w:p w:rsidR="00213B12" w:rsidRDefault="00213B12" w:rsidP="00083470">
      <w:pPr>
        <w:jc w:val="both"/>
        <w:outlineLvl w:val="1"/>
      </w:pPr>
    </w:p>
    <w:p w:rsidR="00213B12" w:rsidRDefault="00213B12" w:rsidP="00C447D6">
      <w:pPr>
        <w:ind w:left="5400"/>
      </w:pPr>
      <w:r>
        <w:t xml:space="preserve"> </w:t>
      </w: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C447D6">
      <w:pPr>
        <w:ind w:left="5400"/>
      </w:pPr>
    </w:p>
    <w:p w:rsidR="00213B12" w:rsidRDefault="00213B12" w:rsidP="001457CD">
      <w:pPr>
        <w:ind w:left="6288" w:firstLine="84"/>
      </w:pPr>
    </w:p>
    <w:p w:rsidR="00213B12" w:rsidRPr="00331068" w:rsidRDefault="00213B12" w:rsidP="0063006C">
      <w:pPr>
        <w:rPr>
          <w:color w:val="000000"/>
        </w:rPr>
      </w:pPr>
    </w:p>
    <w:sectPr w:rsidR="00213B12" w:rsidRPr="00331068" w:rsidSect="00DB4A5D">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3B12" w:rsidRDefault="00213B12" w:rsidP="001F2F0A">
      <w:r>
        <w:separator/>
      </w:r>
    </w:p>
  </w:endnote>
  <w:endnote w:type="continuationSeparator" w:id="0">
    <w:p w:rsidR="00213B12" w:rsidRDefault="00213B12" w:rsidP="001F2F0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B12" w:rsidRDefault="00213B1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13B12" w:rsidRDefault="00213B12">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3B12" w:rsidRDefault="00213B12">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3B12" w:rsidRDefault="00213B12" w:rsidP="001F2F0A">
      <w:r>
        <w:separator/>
      </w:r>
    </w:p>
  </w:footnote>
  <w:footnote w:type="continuationSeparator" w:id="0">
    <w:p w:rsidR="00213B12" w:rsidRDefault="00213B12" w:rsidP="001F2F0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724CFC"/>
    <w:multiLevelType w:val="hybridMultilevel"/>
    <w:tmpl w:val="25627D80"/>
    <w:lvl w:ilvl="0" w:tplc="5F2A35CC">
      <w:start w:val="1"/>
      <w:numFmt w:val="decimal"/>
      <w:lvlText w:val="%1."/>
      <w:lvlJc w:val="left"/>
      <w:pPr>
        <w:ind w:left="107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26C18C1"/>
    <w:multiLevelType w:val="hybridMultilevel"/>
    <w:tmpl w:val="DF2C39C2"/>
    <w:lvl w:ilvl="0" w:tplc="04190005">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E603A9D"/>
    <w:multiLevelType w:val="multilevel"/>
    <w:tmpl w:val="9E824984"/>
    <w:lvl w:ilvl="0">
      <w:start w:val="3"/>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1288"/>
        </w:tabs>
        <w:ind w:left="128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7D6"/>
    <w:rsid w:val="0001042D"/>
    <w:rsid w:val="00036322"/>
    <w:rsid w:val="00037EAC"/>
    <w:rsid w:val="00044DF3"/>
    <w:rsid w:val="000534E2"/>
    <w:rsid w:val="00055B1E"/>
    <w:rsid w:val="00056E09"/>
    <w:rsid w:val="00060CAD"/>
    <w:rsid w:val="00065E7B"/>
    <w:rsid w:val="00077E18"/>
    <w:rsid w:val="00080046"/>
    <w:rsid w:val="00083470"/>
    <w:rsid w:val="000A2A44"/>
    <w:rsid w:val="000C6C01"/>
    <w:rsid w:val="000D4BF6"/>
    <w:rsid w:val="000E5B7D"/>
    <w:rsid w:val="000F38D6"/>
    <w:rsid w:val="000F4F9B"/>
    <w:rsid w:val="001016F2"/>
    <w:rsid w:val="001170F7"/>
    <w:rsid w:val="001334F8"/>
    <w:rsid w:val="00144A85"/>
    <w:rsid w:val="001457CD"/>
    <w:rsid w:val="00164348"/>
    <w:rsid w:val="00173DFD"/>
    <w:rsid w:val="00196C15"/>
    <w:rsid w:val="001A7DB6"/>
    <w:rsid w:val="001C7F82"/>
    <w:rsid w:val="001E726B"/>
    <w:rsid w:val="001F1BFB"/>
    <w:rsid w:val="001F2F0A"/>
    <w:rsid w:val="001F570A"/>
    <w:rsid w:val="002000DD"/>
    <w:rsid w:val="00213B12"/>
    <w:rsid w:val="00223B32"/>
    <w:rsid w:val="00246E92"/>
    <w:rsid w:val="002644F0"/>
    <w:rsid w:val="00265A54"/>
    <w:rsid w:val="00270D6E"/>
    <w:rsid w:val="002759EA"/>
    <w:rsid w:val="00276712"/>
    <w:rsid w:val="002949BA"/>
    <w:rsid w:val="0029515E"/>
    <w:rsid w:val="002C0A3D"/>
    <w:rsid w:val="002E43F1"/>
    <w:rsid w:val="00315B80"/>
    <w:rsid w:val="00315DE3"/>
    <w:rsid w:val="00331068"/>
    <w:rsid w:val="0035245E"/>
    <w:rsid w:val="003534D9"/>
    <w:rsid w:val="003656C8"/>
    <w:rsid w:val="00366FA4"/>
    <w:rsid w:val="00377761"/>
    <w:rsid w:val="00383752"/>
    <w:rsid w:val="003906F6"/>
    <w:rsid w:val="003A4EEF"/>
    <w:rsid w:val="003C44BB"/>
    <w:rsid w:val="003D5E7B"/>
    <w:rsid w:val="003E3E57"/>
    <w:rsid w:val="003F164D"/>
    <w:rsid w:val="003F314E"/>
    <w:rsid w:val="004031CC"/>
    <w:rsid w:val="004554BE"/>
    <w:rsid w:val="004609A3"/>
    <w:rsid w:val="00473DD7"/>
    <w:rsid w:val="0048066F"/>
    <w:rsid w:val="004C575E"/>
    <w:rsid w:val="004D100E"/>
    <w:rsid w:val="004E55B9"/>
    <w:rsid w:val="00505D62"/>
    <w:rsid w:val="00530A73"/>
    <w:rsid w:val="005365E0"/>
    <w:rsid w:val="005435A4"/>
    <w:rsid w:val="005938DE"/>
    <w:rsid w:val="005C0B78"/>
    <w:rsid w:val="005F0AB3"/>
    <w:rsid w:val="00600519"/>
    <w:rsid w:val="006251B6"/>
    <w:rsid w:val="0063006C"/>
    <w:rsid w:val="00634884"/>
    <w:rsid w:val="00644122"/>
    <w:rsid w:val="00644392"/>
    <w:rsid w:val="00656D19"/>
    <w:rsid w:val="00663A21"/>
    <w:rsid w:val="00667EFC"/>
    <w:rsid w:val="006C4411"/>
    <w:rsid w:val="006F0B9B"/>
    <w:rsid w:val="006F1CD6"/>
    <w:rsid w:val="00701004"/>
    <w:rsid w:val="00704037"/>
    <w:rsid w:val="00705C0B"/>
    <w:rsid w:val="00712408"/>
    <w:rsid w:val="00714DBB"/>
    <w:rsid w:val="00715C67"/>
    <w:rsid w:val="00734A10"/>
    <w:rsid w:val="00746636"/>
    <w:rsid w:val="0077044C"/>
    <w:rsid w:val="00776230"/>
    <w:rsid w:val="007762C4"/>
    <w:rsid w:val="00786CE1"/>
    <w:rsid w:val="00793135"/>
    <w:rsid w:val="007B2DE1"/>
    <w:rsid w:val="007C0232"/>
    <w:rsid w:val="007E590C"/>
    <w:rsid w:val="007E7E1F"/>
    <w:rsid w:val="00802990"/>
    <w:rsid w:val="00813C17"/>
    <w:rsid w:val="00831259"/>
    <w:rsid w:val="0084764D"/>
    <w:rsid w:val="00851FE6"/>
    <w:rsid w:val="0085328B"/>
    <w:rsid w:val="0088593F"/>
    <w:rsid w:val="008A0801"/>
    <w:rsid w:val="008A6C63"/>
    <w:rsid w:val="008B1838"/>
    <w:rsid w:val="008C1047"/>
    <w:rsid w:val="008C1464"/>
    <w:rsid w:val="008C3408"/>
    <w:rsid w:val="008D19EB"/>
    <w:rsid w:val="008E381C"/>
    <w:rsid w:val="008F3EC7"/>
    <w:rsid w:val="0090634B"/>
    <w:rsid w:val="0091063D"/>
    <w:rsid w:val="00953B58"/>
    <w:rsid w:val="00956B68"/>
    <w:rsid w:val="009715C3"/>
    <w:rsid w:val="00974763"/>
    <w:rsid w:val="0098621A"/>
    <w:rsid w:val="009A2D13"/>
    <w:rsid w:val="009B1C98"/>
    <w:rsid w:val="00A106E6"/>
    <w:rsid w:val="00A56BF7"/>
    <w:rsid w:val="00A57100"/>
    <w:rsid w:val="00A60654"/>
    <w:rsid w:val="00A93791"/>
    <w:rsid w:val="00AD1CB7"/>
    <w:rsid w:val="00AE4811"/>
    <w:rsid w:val="00B00855"/>
    <w:rsid w:val="00B11313"/>
    <w:rsid w:val="00B30738"/>
    <w:rsid w:val="00B32D41"/>
    <w:rsid w:val="00B60798"/>
    <w:rsid w:val="00B676B1"/>
    <w:rsid w:val="00B75A41"/>
    <w:rsid w:val="00B76982"/>
    <w:rsid w:val="00B80D4D"/>
    <w:rsid w:val="00B82CCE"/>
    <w:rsid w:val="00B9338B"/>
    <w:rsid w:val="00BA3855"/>
    <w:rsid w:val="00BA478B"/>
    <w:rsid w:val="00BE4AB1"/>
    <w:rsid w:val="00BE5110"/>
    <w:rsid w:val="00BE5DEB"/>
    <w:rsid w:val="00C1044A"/>
    <w:rsid w:val="00C270A9"/>
    <w:rsid w:val="00C447D6"/>
    <w:rsid w:val="00C63A27"/>
    <w:rsid w:val="00C81226"/>
    <w:rsid w:val="00C9044E"/>
    <w:rsid w:val="00CC18C4"/>
    <w:rsid w:val="00CC365B"/>
    <w:rsid w:val="00CD45C5"/>
    <w:rsid w:val="00CD5B8D"/>
    <w:rsid w:val="00CE21BD"/>
    <w:rsid w:val="00CE4DB3"/>
    <w:rsid w:val="00CF7DF5"/>
    <w:rsid w:val="00D00361"/>
    <w:rsid w:val="00D527F5"/>
    <w:rsid w:val="00D53D05"/>
    <w:rsid w:val="00D56E52"/>
    <w:rsid w:val="00D61454"/>
    <w:rsid w:val="00D62F8F"/>
    <w:rsid w:val="00D70CD6"/>
    <w:rsid w:val="00D84A5D"/>
    <w:rsid w:val="00D94C51"/>
    <w:rsid w:val="00DA2896"/>
    <w:rsid w:val="00DA3BF8"/>
    <w:rsid w:val="00DB4A5D"/>
    <w:rsid w:val="00DE4037"/>
    <w:rsid w:val="00DF2F8D"/>
    <w:rsid w:val="00E272CA"/>
    <w:rsid w:val="00E412C9"/>
    <w:rsid w:val="00E45609"/>
    <w:rsid w:val="00E474D7"/>
    <w:rsid w:val="00E641BE"/>
    <w:rsid w:val="00E7045F"/>
    <w:rsid w:val="00E7363A"/>
    <w:rsid w:val="00E75821"/>
    <w:rsid w:val="00E923C2"/>
    <w:rsid w:val="00E97295"/>
    <w:rsid w:val="00EA4891"/>
    <w:rsid w:val="00EF1FD2"/>
    <w:rsid w:val="00F431E3"/>
    <w:rsid w:val="00F63F55"/>
    <w:rsid w:val="00F650EF"/>
    <w:rsid w:val="00F826BA"/>
    <w:rsid w:val="00F87120"/>
    <w:rsid w:val="00F94E88"/>
    <w:rsid w:val="00FA049C"/>
    <w:rsid w:val="00FC1374"/>
    <w:rsid w:val="00FD752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47D6"/>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Normal">
    <w:name w:val="ConsNormal"/>
    <w:uiPriority w:val="99"/>
    <w:rsid w:val="00C447D6"/>
    <w:pPr>
      <w:widowControl w:val="0"/>
      <w:ind w:firstLine="720"/>
    </w:pPr>
    <w:rPr>
      <w:rFonts w:ascii="Arial" w:eastAsia="Times New Roman" w:hAnsi="Arial"/>
      <w:sz w:val="20"/>
      <w:szCs w:val="20"/>
    </w:rPr>
  </w:style>
  <w:style w:type="character" w:customStyle="1" w:styleId="a">
    <w:name w:val="Основной текст с отступом Знак"/>
    <w:basedOn w:val="DefaultParagraphFont"/>
    <w:uiPriority w:val="99"/>
    <w:rsid w:val="00C447D6"/>
    <w:rPr>
      <w:rFonts w:cs="Times New Roman"/>
      <w:sz w:val="24"/>
      <w:lang w:val="ru-RU" w:eastAsia="ru-RU" w:bidi="ar-SA"/>
    </w:rPr>
  </w:style>
  <w:style w:type="paragraph" w:styleId="NormalWeb">
    <w:name w:val="Normal (Web)"/>
    <w:basedOn w:val="Normal"/>
    <w:uiPriority w:val="99"/>
    <w:rsid w:val="00C447D6"/>
    <w:pPr>
      <w:spacing w:before="100" w:beforeAutospacing="1" w:after="100" w:afterAutospacing="1"/>
    </w:pPr>
    <w:rPr>
      <w:rFonts w:ascii="Arial Unicode MS" w:eastAsia="Calibri" w:hAnsi="Arial Unicode MS"/>
    </w:rPr>
  </w:style>
  <w:style w:type="paragraph" w:customStyle="1" w:styleId="ConsPlusNonformat">
    <w:name w:val="ConsPlusNonformat"/>
    <w:uiPriority w:val="99"/>
    <w:rsid w:val="00C447D6"/>
    <w:pPr>
      <w:widowControl w:val="0"/>
      <w:autoSpaceDE w:val="0"/>
      <w:autoSpaceDN w:val="0"/>
      <w:adjustRightInd w:val="0"/>
    </w:pPr>
    <w:rPr>
      <w:rFonts w:ascii="Courier New" w:eastAsia="Times New Roman" w:hAnsi="Courier New" w:cs="Courier New"/>
      <w:sz w:val="20"/>
      <w:szCs w:val="20"/>
    </w:rPr>
  </w:style>
  <w:style w:type="paragraph" w:styleId="Footer">
    <w:name w:val="footer"/>
    <w:basedOn w:val="Normal"/>
    <w:link w:val="FooterChar"/>
    <w:uiPriority w:val="99"/>
    <w:rsid w:val="00C447D6"/>
    <w:pPr>
      <w:tabs>
        <w:tab w:val="center" w:pos="4677"/>
        <w:tab w:val="right" w:pos="9355"/>
      </w:tabs>
    </w:pPr>
  </w:style>
  <w:style w:type="character" w:customStyle="1" w:styleId="FooterChar">
    <w:name w:val="Footer Char"/>
    <w:basedOn w:val="DefaultParagraphFont"/>
    <w:link w:val="Footer"/>
    <w:uiPriority w:val="99"/>
    <w:locked/>
    <w:rsid w:val="00C447D6"/>
    <w:rPr>
      <w:rFonts w:ascii="Times New Roman" w:hAnsi="Times New Roman" w:cs="Times New Roman"/>
      <w:sz w:val="24"/>
      <w:szCs w:val="24"/>
      <w:lang w:eastAsia="ru-RU"/>
    </w:rPr>
  </w:style>
  <w:style w:type="character" w:styleId="PageNumber">
    <w:name w:val="page number"/>
    <w:basedOn w:val="DefaultParagraphFont"/>
    <w:uiPriority w:val="99"/>
    <w:rsid w:val="00C447D6"/>
    <w:rPr>
      <w:rFonts w:cs="Times New Roman"/>
    </w:rPr>
  </w:style>
  <w:style w:type="paragraph" w:customStyle="1" w:styleId="2">
    <w:name w:val="Обычный2"/>
    <w:uiPriority w:val="99"/>
    <w:rsid w:val="00C447D6"/>
    <w:pPr>
      <w:jc w:val="both"/>
    </w:pPr>
    <w:rPr>
      <w:rFonts w:ascii="Arial" w:eastAsia="Times New Roman" w:hAnsi="Arial"/>
      <w:sz w:val="28"/>
      <w:szCs w:val="20"/>
    </w:rPr>
  </w:style>
  <w:style w:type="paragraph" w:customStyle="1" w:styleId="21">
    <w:name w:val="Основной текст 21"/>
    <w:basedOn w:val="Normal"/>
    <w:uiPriority w:val="99"/>
    <w:rsid w:val="00C447D6"/>
    <w:pPr>
      <w:widowControl w:val="0"/>
      <w:jc w:val="both"/>
    </w:pPr>
    <w:rPr>
      <w:rFonts w:cs="Arial"/>
      <w:szCs w:val="18"/>
    </w:rPr>
  </w:style>
  <w:style w:type="paragraph" w:styleId="BodyText2">
    <w:name w:val="Body Text 2"/>
    <w:basedOn w:val="Normal"/>
    <w:link w:val="BodyText2Char"/>
    <w:uiPriority w:val="99"/>
    <w:rsid w:val="00C447D6"/>
    <w:pPr>
      <w:spacing w:after="120" w:line="480" w:lineRule="auto"/>
    </w:pPr>
  </w:style>
  <w:style w:type="character" w:customStyle="1" w:styleId="BodyText2Char">
    <w:name w:val="Body Text 2 Char"/>
    <w:basedOn w:val="DefaultParagraphFont"/>
    <w:link w:val="BodyText2"/>
    <w:uiPriority w:val="99"/>
    <w:locked/>
    <w:rsid w:val="00C447D6"/>
    <w:rPr>
      <w:rFonts w:ascii="Times New Roman" w:hAnsi="Times New Roman" w:cs="Times New Roman"/>
      <w:sz w:val="24"/>
      <w:szCs w:val="24"/>
      <w:lang w:eastAsia="ru-RU"/>
    </w:rPr>
  </w:style>
  <w:style w:type="paragraph" w:customStyle="1" w:styleId="Normal1">
    <w:name w:val="Normal1"/>
    <w:uiPriority w:val="99"/>
    <w:rsid w:val="00C447D6"/>
    <w:rPr>
      <w:rFonts w:ascii="Times New Roman" w:eastAsia="Times New Roman" w:hAnsi="Times New Roman"/>
      <w:sz w:val="20"/>
      <w:szCs w:val="20"/>
    </w:rPr>
  </w:style>
  <w:style w:type="paragraph" w:customStyle="1" w:styleId="a0">
    <w:name w:val="Знак Знак Знак Знак Знак Знак Знак Знак Знак Знак"/>
    <w:basedOn w:val="Normal"/>
    <w:uiPriority w:val="99"/>
    <w:rsid w:val="00C447D6"/>
    <w:pPr>
      <w:widowControl w:val="0"/>
      <w:adjustRightInd w:val="0"/>
      <w:spacing w:after="160" w:line="240" w:lineRule="exact"/>
      <w:jc w:val="right"/>
    </w:pPr>
    <w:rPr>
      <w:rFonts w:ascii="Arial" w:hAnsi="Arial" w:cs="Arial"/>
      <w:sz w:val="20"/>
      <w:szCs w:val="20"/>
      <w:lang w:val="en-GB" w:eastAsia="en-US"/>
    </w:rPr>
  </w:style>
  <w:style w:type="paragraph" w:styleId="Title">
    <w:name w:val="Title"/>
    <w:basedOn w:val="Normal"/>
    <w:link w:val="TitleChar"/>
    <w:uiPriority w:val="99"/>
    <w:qFormat/>
    <w:rsid w:val="00C447D6"/>
    <w:pPr>
      <w:jc w:val="center"/>
    </w:pPr>
    <w:rPr>
      <w:sz w:val="28"/>
      <w:szCs w:val="20"/>
    </w:rPr>
  </w:style>
  <w:style w:type="character" w:customStyle="1" w:styleId="TitleChar">
    <w:name w:val="Title Char"/>
    <w:basedOn w:val="DefaultParagraphFont"/>
    <w:link w:val="Title"/>
    <w:uiPriority w:val="99"/>
    <w:locked/>
    <w:rsid w:val="00C447D6"/>
    <w:rPr>
      <w:rFonts w:ascii="Times New Roman" w:hAnsi="Times New Roman" w:cs="Times New Roman"/>
      <w:sz w:val="20"/>
      <w:szCs w:val="20"/>
      <w:lang w:eastAsia="ru-RU"/>
    </w:rPr>
  </w:style>
  <w:style w:type="table" w:styleId="TableGrid">
    <w:name w:val="Table Grid"/>
    <w:basedOn w:val="TableNormal"/>
    <w:uiPriority w:val="99"/>
    <w:rsid w:val="00530A73"/>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
    <w:name w:val="Heading"/>
    <w:uiPriority w:val="99"/>
    <w:rsid w:val="00530A73"/>
    <w:rPr>
      <w:rFonts w:ascii="Arial" w:eastAsia="Times New Roman" w:hAnsi="Arial"/>
      <w:b/>
      <w:szCs w:val="20"/>
    </w:rPr>
  </w:style>
  <w:style w:type="paragraph" w:customStyle="1" w:styleId="ConsNonformat">
    <w:name w:val="ConsNonformat"/>
    <w:uiPriority w:val="99"/>
    <w:rsid w:val="001457CD"/>
    <w:pPr>
      <w:widowControl w:val="0"/>
      <w:adjustRightInd w:val="0"/>
    </w:pPr>
    <w:rPr>
      <w:rFonts w:ascii="Courier New" w:eastAsia="Times New Roman" w:hAnsi="Courier New" w:cs="Courier New"/>
      <w:sz w:val="24"/>
      <w:szCs w:val="24"/>
    </w:rPr>
  </w:style>
  <w:style w:type="paragraph" w:customStyle="1" w:styleId="1">
    <w:name w:val="Знак Знак Знак Знак Знак Знак Знак Знак Знак Знак1"/>
    <w:basedOn w:val="Normal"/>
    <w:uiPriority w:val="99"/>
    <w:rsid w:val="0077044C"/>
    <w:pPr>
      <w:widowControl w:val="0"/>
      <w:adjustRightInd w:val="0"/>
      <w:spacing w:after="160" w:line="240" w:lineRule="exact"/>
      <w:jc w:val="right"/>
    </w:pPr>
    <w:rPr>
      <w:rFonts w:ascii="Arial" w:hAnsi="Arial" w:cs="Arial"/>
      <w:sz w:val="20"/>
      <w:szCs w:val="20"/>
      <w:lang w:val="en-GB" w:eastAsia="en-US"/>
    </w:rPr>
  </w:style>
  <w:style w:type="paragraph" w:styleId="ListParagraph">
    <w:name w:val="List Paragraph"/>
    <w:basedOn w:val="Normal"/>
    <w:uiPriority w:val="99"/>
    <w:qFormat/>
    <w:rsid w:val="006F1CD6"/>
    <w:pPr>
      <w:ind w:left="720"/>
      <w:contextualSpacing/>
    </w:pPr>
  </w:style>
  <w:style w:type="paragraph" w:styleId="BalloonText">
    <w:name w:val="Balloon Text"/>
    <w:basedOn w:val="Normal"/>
    <w:link w:val="BalloonTextChar"/>
    <w:uiPriority w:val="99"/>
    <w:semiHidden/>
    <w:rsid w:val="00C270A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270A9"/>
    <w:rPr>
      <w:rFonts w:ascii="Tahoma"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63572318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753</TotalTime>
  <Pages>5</Pages>
  <Words>1823</Words>
  <Characters>10397</Characters>
  <Application>Microsoft Office Outlook</Application>
  <DocSecurity>0</DocSecurity>
  <Lines>0</Lines>
  <Paragraphs>0</Paragraphs>
  <ScaleCrop>false</ScaleCrop>
  <Company>Администрация г. Перми</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ovmsk8</dc:creator>
  <cp:keywords/>
  <dc:description/>
  <cp:lastModifiedBy>СОК</cp:lastModifiedBy>
  <cp:revision>110</cp:revision>
  <cp:lastPrinted>2012-04-09T11:09:00Z</cp:lastPrinted>
  <dcterms:created xsi:type="dcterms:W3CDTF">2011-05-20T05:22:00Z</dcterms:created>
  <dcterms:modified xsi:type="dcterms:W3CDTF">2012-04-18T08:28:00Z</dcterms:modified>
</cp:coreProperties>
</file>