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FC" w:rsidRDefault="00C774FC" w:rsidP="004508AA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    </w:t>
      </w:r>
    </w:p>
    <w:p w:rsidR="00C774FC" w:rsidRPr="00813510" w:rsidRDefault="00C774FC" w:rsidP="004508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5508"/>
      </w:tblGrid>
      <w:tr w:rsidR="00C774FC" w:rsidRPr="00813510" w:rsidTr="005424D8">
        <w:trPr>
          <w:trHeight w:val="349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Перми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автономное общеобразовательное учреждение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школа № 115» г. Перми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ул. Баумана, 27, г. Пермь, 614066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тел/факс: (342) 221 79 90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Pr="0081351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school115pm@mail.ru</w:t>
              </w:r>
            </w:hyperlink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  <w:r w:rsidRPr="00813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43053171, </w:t>
            </w: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Pr="00813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1025901220674,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ИНН 5905002780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24.04.12.</w:t>
            </w: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_ № 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32</w:t>
            </w: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774FC" w:rsidRPr="00813510" w:rsidRDefault="00C774FC" w:rsidP="00542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 xml:space="preserve">на  №  </w:t>
            </w:r>
            <w:r w:rsidRPr="008135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>от _______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4FC" w:rsidRPr="00813510" w:rsidRDefault="00C774FC" w:rsidP="00542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tbl>
            <w:tblPr>
              <w:tblW w:w="5287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27"/>
              <w:gridCol w:w="4500"/>
              <w:gridCol w:w="360"/>
            </w:tblGrid>
            <w:tr w:rsidR="00C774FC" w:rsidRPr="00813510" w:rsidTr="005424D8"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74FC" w:rsidRPr="00EA0BB4" w:rsidRDefault="00C774FC" w:rsidP="005424D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A0BB4">
                    <w:rPr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74FC" w:rsidRPr="00EA0BB4" w:rsidRDefault="00C774FC" w:rsidP="005424D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74FC" w:rsidRPr="00EA0BB4" w:rsidRDefault="00C774FC" w:rsidP="005424D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C774FC" w:rsidRPr="00813510" w:rsidTr="005424D8"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74FC" w:rsidRPr="00EA0BB4" w:rsidRDefault="00C774FC" w:rsidP="005424D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74FC" w:rsidRPr="00EA0BB4" w:rsidRDefault="00C774FC" w:rsidP="005424D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74FC" w:rsidRPr="00EA0BB4" w:rsidRDefault="00C774FC" w:rsidP="005424D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74FC" w:rsidRPr="00813510" w:rsidRDefault="00C774FC" w:rsidP="00542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774FC" w:rsidRPr="00813510" w:rsidRDefault="00C774FC" w:rsidP="00542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51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:rsidR="00C774FC" w:rsidRPr="00813510" w:rsidRDefault="00C774FC" w:rsidP="004508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"/>
        <w:gridCol w:w="3240"/>
        <w:gridCol w:w="360"/>
      </w:tblGrid>
      <w:tr w:rsidR="00C774FC" w:rsidRPr="00813510" w:rsidTr="005424D8">
        <w:tc>
          <w:tcPr>
            <w:tcW w:w="360" w:type="dxa"/>
            <w:tcBorders>
              <w:bottom w:val="nil"/>
              <w:right w:val="nil"/>
            </w:tcBorders>
          </w:tcPr>
          <w:p w:rsidR="00C774FC" w:rsidRPr="00EA0BB4" w:rsidRDefault="00C774FC" w:rsidP="005424D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774FC" w:rsidRPr="00EA0BB4" w:rsidRDefault="00C774FC" w:rsidP="005424D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nil"/>
              <w:bottom w:val="nil"/>
            </w:tcBorders>
          </w:tcPr>
          <w:p w:rsidR="00C774FC" w:rsidRPr="00EA0BB4" w:rsidRDefault="00C774FC" w:rsidP="005424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774FC" w:rsidRPr="00813510" w:rsidTr="005424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74FC" w:rsidRPr="00EA0BB4" w:rsidRDefault="00C774FC" w:rsidP="005424D8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774FC" w:rsidRPr="00EA0BB4" w:rsidRDefault="00C774FC" w:rsidP="005424D8">
            <w:pPr>
              <w:jc w:val="center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74FC" w:rsidRPr="00EA0BB4" w:rsidRDefault="00C774FC" w:rsidP="005424D8">
            <w:pPr>
              <w:jc w:val="center"/>
              <w:rPr>
                <w:b/>
                <w:bCs/>
              </w:rPr>
            </w:pPr>
          </w:p>
        </w:tc>
      </w:tr>
    </w:tbl>
    <w:p w:rsidR="00C774FC" w:rsidRPr="00813510" w:rsidRDefault="00C774FC" w:rsidP="004508A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13510">
        <w:rPr>
          <w:rFonts w:ascii="Times New Roman" w:hAnsi="Times New Roman" w:cs="Times New Roman"/>
          <w:b/>
          <w:bCs/>
        </w:rPr>
        <w:t>Извещение</w:t>
      </w:r>
    </w:p>
    <w:p w:rsidR="00C774FC" w:rsidRDefault="00C774FC" w:rsidP="004508A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13510">
        <w:rPr>
          <w:rFonts w:ascii="Times New Roman" w:hAnsi="Times New Roman" w:cs="Times New Roman"/>
          <w:b/>
          <w:bCs/>
        </w:rPr>
        <w:t>О продлении срока подачи котировочных заявок</w:t>
      </w:r>
      <w:r>
        <w:rPr>
          <w:rFonts w:ascii="Times New Roman" w:hAnsi="Times New Roman" w:cs="Times New Roman"/>
          <w:b/>
          <w:bCs/>
        </w:rPr>
        <w:t>.</w:t>
      </w:r>
    </w:p>
    <w:p w:rsidR="00C774FC" w:rsidRDefault="00C774FC" w:rsidP="004508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«Средняя общеобразовательная школа №115» г. Перми, расположенная по адресу: г. Пермь, ул. Баумана,27 (электронный адрес: </w:t>
      </w:r>
      <w:hyperlink r:id="rId5" w:history="1">
        <w:r w:rsidRPr="00D0691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D0691E">
          <w:rPr>
            <w:rStyle w:val="Hyperlink"/>
            <w:rFonts w:ascii="Times New Roman" w:hAnsi="Times New Roman" w:cs="Times New Roman"/>
            <w:sz w:val="24"/>
            <w:szCs w:val="24"/>
          </w:rPr>
          <w:t>115</w:t>
        </w:r>
        <w:r w:rsidRPr="00D0691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pm</w:t>
        </w:r>
        <w:r w:rsidRPr="00D0691E">
          <w:rPr>
            <w:rStyle w:val="Hyperlink"/>
            <w:rFonts w:ascii="Times New Roman" w:hAnsi="Times New Roman" w:cs="Times New Roman"/>
            <w:sz w:val="24"/>
            <w:szCs w:val="24"/>
          </w:rPr>
          <w:t>@</w:t>
        </w:r>
        <w:r w:rsidRPr="00D0691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0691E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D0691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>) извещает о продлении срока подачи котировочных заявок к запросу котировок №1 от 16.04.2012 г  «Выполнение работ по детальному инженерному обследованию основного здания школы, здания столовой и здания спортивного зала»    Заявки будут приниматься по адресу:  г. Пермь, ул. Баумана, 27  до  17-00 часов   28.04.2012 г.</w:t>
      </w:r>
    </w:p>
    <w:p w:rsidR="00C774FC" w:rsidRDefault="00C774FC" w:rsidP="004508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лицо, уполномоченное на приём котировочных заявок:  заместитель директора по АХЧ Лесь Надежда Васильевна</w:t>
      </w:r>
    </w:p>
    <w:p w:rsidR="00C774FC" w:rsidRDefault="00C774FC" w:rsidP="004508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74FC" w:rsidRDefault="00C774FC" w:rsidP="004508AA">
      <w:pPr>
        <w:rPr>
          <w:rFonts w:ascii="Times New Roman" w:hAnsi="Times New Roman" w:cs="Times New Roman"/>
          <w:sz w:val="24"/>
          <w:szCs w:val="24"/>
        </w:rPr>
      </w:pPr>
    </w:p>
    <w:p w:rsidR="00C774FC" w:rsidRPr="00FD7D5E" w:rsidRDefault="00C774FC" w:rsidP="0045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З.Я. Шевченко</w:t>
      </w:r>
    </w:p>
    <w:p w:rsidR="00C774FC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C774FC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C774FC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C774FC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C774FC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Приложение  №1  к извещению о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продлении </w:t>
      </w:r>
    </w:p>
    <w:p w:rsidR="00C774FC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срока  подачи котировочных заявок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На основании приказа МАОУ «СОШ №115»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г. Перми за № СЭД-01-06-09 от 12.042012г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«О размещении муниципального заказа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способом запроса котировок»                                                                        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 №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по детальному инженерному обследованию основного здания школы, здания столовой и здания спортивного зала.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№115» г. Перми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614066, Пермский край, Пермь г,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ул. Баумана, 27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          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614066, Пермский край, Пермь г,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C774FC" w:rsidRPr="008A31D4" w:rsidRDefault="00C774FC" w:rsidP="00CB4FFC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886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    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Shool115pm@mail.ru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(342) 221 79  90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 (342) 221 79 90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Лесь Надежда Васильевна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по детальному инженерному обследованию основного здания школы, здания столовой и здания спортивного зала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418905 (Четыреста восемнадцать тысяч девятьсот пять)  Российский рубль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 стоимости затрат, в соответствии с Приложением № 3 к Извещению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следующие расходы: оплату труда исполнителей, транспортные расходы, расходы на составление сметной документации, страхование, материалы, инвентарь, хранение, погрузо-разгрузочные работы, транспортировку, уплату таможенных пошлин, уплату налогов, сборов и других обязательных платежей.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 266 (прочие услуги)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Пермь, Индустриальный район, улица Баумана, 27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 по 31 мая 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2012 г.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работы производится по безналичному расчету поэтапно в течение 10 (десяти 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>-    К запросу котировок не допускаются участники размещения заказа, сведения о     которых содержатся в реестре недобросовестных поставщиков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-   Наличие необходимого оборудования 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>-   Наличие свидетельства СРО о допуске работ</w:t>
      </w:r>
    </w:p>
    <w:p w:rsidR="00C774FC" w:rsidRPr="008A31D4" w:rsidRDefault="00C774FC" w:rsidP="00E65A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-   Наличие полных, достоверных данных, сведений об участнике закупки (копии  </w:t>
      </w:r>
    </w:p>
    <w:p w:rsidR="00C774FC" w:rsidRPr="008A31D4" w:rsidRDefault="00C774FC" w:rsidP="00E65A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    документов)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>-   Опыт и деловая репутация</w:t>
      </w:r>
    </w:p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266 (прочие услуги)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614066, Пермский край, Пермь г,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  Котировочные заявки принимаются в рабочие дни с 09:00 час  до 17:00 час.,  приёмная директора школы.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04. 2012   с  09:00 час.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28.04.</w:t>
            </w: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до  17:00 час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позднее 5 дней со дня подписания протокола рассмотрения и оценки котировочных заявок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и дата рассмотрения и оценки котировочных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02.05</w:t>
            </w: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.2012 г     Кабинет директора, 11:00 часов</w:t>
            </w:r>
          </w:p>
        </w:tc>
      </w:tr>
    </w:tbl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7A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Опубликовано:   24.04.2012г.</w:t>
      </w: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C774FC" w:rsidSect="003D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FFC"/>
    <w:rsid w:val="0000049D"/>
    <w:rsid w:val="00021F22"/>
    <w:rsid w:val="00091C1C"/>
    <w:rsid w:val="00101A54"/>
    <w:rsid w:val="00173C8B"/>
    <w:rsid w:val="001E4569"/>
    <w:rsid w:val="002C51FB"/>
    <w:rsid w:val="002D76A6"/>
    <w:rsid w:val="0035092C"/>
    <w:rsid w:val="00377F53"/>
    <w:rsid w:val="003D592B"/>
    <w:rsid w:val="00433A88"/>
    <w:rsid w:val="00437AC2"/>
    <w:rsid w:val="004508AA"/>
    <w:rsid w:val="004539D9"/>
    <w:rsid w:val="004C348C"/>
    <w:rsid w:val="005076B5"/>
    <w:rsid w:val="005424D8"/>
    <w:rsid w:val="005656EA"/>
    <w:rsid w:val="00677D9C"/>
    <w:rsid w:val="006A7694"/>
    <w:rsid w:val="006B7424"/>
    <w:rsid w:val="007B7148"/>
    <w:rsid w:val="00813510"/>
    <w:rsid w:val="00816E56"/>
    <w:rsid w:val="008467D1"/>
    <w:rsid w:val="00857D31"/>
    <w:rsid w:val="00881997"/>
    <w:rsid w:val="00886107"/>
    <w:rsid w:val="008A31D4"/>
    <w:rsid w:val="008F2DA4"/>
    <w:rsid w:val="00925EC1"/>
    <w:rsid w:val="00933A5F"/>
    <w:rsid w:val="009406AD"/>
    <w:rsid w:val="009D73CD"/>
    <w:rsid w:val="00A90F8C"/>
    <w:rsid w:val="00AF70F3"/>
    <w:rsid w:val="00B301CB"/>
    <w:rsid w:val="00B50354"/>
    <w:rsid w:val="00C0100E"/>
    <w:rsid w:val="00C27D7B"/>
    <w:rsid w:val="00C774FC"/>
    <w:rsid w:val="00C914A3"/>
    <w:rsid w:val="00CB0E02"/>
    <w:rsid w:val="00CB4FFC"/>
    <w:rsid w:val="00CF2E29"/>
    <w:rsid w:val="00D0691E"/>
    <w:rsid w:val="00D331FD"/>
    <w:rsid w:val="00D64446"/>
    <w:rsid w:val="00D87EB3"/>
    <w:rsid w:val="00E26EAF"/>
    <w:rsid w:val="00E54940"/>
    <w:rsid w:val="00E65AA6"/>
    <w:rsid w:val="00E70B3C"/>
    <w:rsid w:val="00EA0BB4"/>
    <w:rsid w:val="00EC2D07"/>
    <w:rsid w:val="00F86B6E"/>
    <w:rsid w:val="00FD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2B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CB4F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B4FF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CB4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81351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135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7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115pm@mail.ru" TargetMode="External"/><Relationship Id="rId4" Type="http://schemas.openxmlformats.org/officeDocument/2006/relationships/hyperlink" Target="mailto:school115p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5</Pages>
  <Words>938</Words>
  <Characters>5348</Characters>
  <Application>Microsoft Office Outlook</Application>
  <DocSecurity>0</DocSecurity>
  <Lines>0</Lines>
  <Paragraphs>0</Paragraphs>
  <ScaleCrop>false</ScaleCrop>
  <Company>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Customer</cp:lastModifiedBy>
  <cp:revision>12</cp:revision>
  <cp:lastPrinted>2012-04-24T06:24:00Z</cp:lastPrinted>
  <dcterms:created xsi:type="dcterms:W3CDTF">2012-04-06T03:24:00Z</dcterms:created>
  <dcterms:modified xsi:type="dcterms:W3CDTF">2012-04-24T08:17:00Z</dcterms:modified>
</cp:coreProperties>
</file>