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06" w:type="dxa"/>
        <w:tblInd w:w="-252" w:type="dxa"/>
        <w:tblLayout w:type="fixed"/>
        <w:tblLook w:val="0000"/>
      </w:tblPr>
      <w:tblGrid>
        <w:gridCol w:w="540"/>
        <w:gridCol w:w="1620"/>
        <w:gridCol w:w="1431"/>
        <w:gridCol w:w="540"/>
        <w:gridCol w:w="540"/>
        <w:gridCol w:w="709"/>
        <w:gridCol w:w="83"/>
        <w:gridCol w:w="851"/>
        <w:gridCol w:w="71"/>
        <w:gridCol w:w="638"/>
        <w:gridCol w:w="262"/>
        <w:gridCol w:w="635"/>
        <w:gridCol w:w="237"/>
        <w:gridCol w:w="483"/>
        <w:gridCol w:w="225"/>
        <w:gridCol w:w="675"/>
        <w:gridCol w:w="318"/>
        <w:gridCol w:w="402"/>
        <w:gridCol w:w="448"/>
        <w:gridCol w:w="178"/>
        <w:gridCol w:w="106"/>
        <w:gridCol w:w="425"/>
        <w:gridCol w:w="189"/>
        <w:gridCol w:w="236"/>
        <w:gridCol w:w="304"/>
        <w:gridCol w:w="720"/>
        <w:gridCol w:w="1080"/>
        <w:gridCol w:w="306"/>
        <w:gridCol w:w="1314"/>
        <w:gridCol w:w="240"/>
      </w:tblGrid>
      <w:tr w:rsidR="00EF2703" w:rsidTr="009219D4">
        <w:trPr>
          <w:gridAfter w:val="1"/>
          <w:wAfter w:w="240" w:type="dxa"/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2703" w:rsidRDefault="00EF2703" w:rsidP="002232F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2703" w:rsidRDefault="00EF2703" w:rsidP="002232F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2703" w:rsidRDefault="00EF2703" w:rsidP="002232F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2703" w:rsidRDefault="00EF2703" w:rsidP="002232F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2703" w:rsidRDefault="00EF2703" w:rsidP="002232F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2703" w:rsidRDefault="00EF2703" w:rsidP="002232F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2703" w:rsidRPr="004924EF" w:rsidRDefault="00EF2703" w:rsidP="002232F9">
            <w:pPr>
              <w:jc w:val="right"/>
              <w:rPr>
                <w:sz w:val="22"/>
                <w:szCs w:val="22"/>
              </w:rPr>
            </w:pPr>
            <w:r w:rsidRPr="004924EF">
              <w:rPr>
                <w:sz w:val="22"/>
                <w:szCs w:val="22"/>
              </w:rPr>
              <w:t>Приложение № 1</w:t>
            </w:r>
          </w:p>
          <w:p w:rsidR="00EF2703" w:rsidRDefault="00EF2703" w:rsidP="002232F9">
            <w:pPr>
              <w:jc w:val="right"/>
              <w:rPr>
                <w:sz w:val="20"/>
                <w:szCs w:val="20"/>
              </w:rPr>
            </w:pPr>
            <w:r w:rsidRPr="004924EF">
              <w:rPr>
                <w:sz w:val="22"/>
                <w:szCs w:val="22"/>
              </w:rPr>
              <w:t>к протоколу от</w:t>
            </w:r>
            <w:r>
              <w:rPr>
                <w:rFonts w:ascii="Arial" w:hAnsi="Arial"/>
                <w:sz w:val="20"/>
                <w:szCs w:val="20"/>
              </w:rPr>
              <w:t>08.06.</w:t>
            </w:r>
            <w:r>
              <w:rPr>
                <w:sz w:val="20"/>
                <w:szCs w:val="20"/>
              </w:rPr>
              <w:t>20</w:t>
            </w:r>
            <w:r w:rsidRPr="001A782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2.</w:t>
            </w:r>
          </w:p>
          <w:p w:rsidR="00EF2703" w:rsidRPr="0091311E" w:rsidRDefault="00EF2703" w:rsidP="00D323A2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(Извещение от 18.05.2012.</w:t>
            </w:r>
            <w:r>
              <w:t>)</w:t>
            </w:r>
          </w:p>
        </w:tc>
      </w:tr>
      <w:tr w:rsidR="00EF2703" w:rsidTr="00B60E50">
        <w:trPr>
          <w:trHeight w:val="255"/>
        </w:trPr>
        <w:tc>
          <w:tcPr>
            <w:tcW w:w="15566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F2703" w:rsidRPr="00E67F33" w:rsidRDefault="00EF2703" w:rsidP="007502A0">
            <w:pPr>
              <w:pStyle w:val="BodyText"/>
              <w:jc w:val="center"/>
              <w:rPr>
                <w:color w:val="000000"/>
              </w:rPr>
            </w:pPr>
            <w:r w:rsidRPr="00C02596">
              <w:rPr>
                <w:b/>
                <w:bCs/>
              </w:rPr>
              <w:t xml:space="preserve">Информация о вскрытии конвертов с заявками на участие в открытом конкурсе на </w:t>
            </w:r>
            <w:r>
              <w:rPr>
                <w:b/>
                <w:color w:val="000000"/>
              </w:rPr>
              <w:t>право</w:t>
            </w:r>
            <w:r w:rsidRPr="007502A0">
              <w:rPr>
                <w:b/>
                <w:color w:val="000000"/>
              </w:rPr>
              <w:t xml:space="preserve"> заключить договор оказания услуг </w:t>
            </w:r>
            <w:r w:rsidRPr="007502A0">
              <w:rPr>
                <w:b/>
              </w:rPr>
              <w:t xml:space="preserve">по организации питания в оздоровительном лагере «Лесная сказка» </w:t>
            </w:r>
            <w:r w:rsidRPr="007502A0">
              <w:rPr>
                <w:b/>
                <w:szCs w:val="24"/>
              </w:rPr>
              <w:t>Муниципального автономного образовательного учреждения дополнительного образования детей «Специализированная детско-юношеская спортивная школа олимпийского резерва по футболу» г. Перми</w:t>
            </w:r>
          </w:p>
          <w:p w:rsidR="00EF2703" w:rsidRPr="007502A0" w:rsidRDefault="00EF2703" w:rsidP="002232F9">
            <w:pPr>
              <w:jc w:val="center"/>
              <w:rPr>
                <w:b/>
                <w:bCs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2703" w:rsidRDefault="00EF2703" w:rsidP="002232F9">
            <w:pPr>
              <w:rPr>
                <w:b/>
                <w:bCs/>
              </w:rPr>
            </w:pPr>
          </w:p>
          <w:p w:rsidR="00EF2703" w:rsidRDefault="00EF2703" w:rsidP="002232F9">
            <w:pPr>
              <w:jc w:val="center"/>
              <w:rPr>
                <w:b/>
                <w:bCs/>
              </w:rPr>
            </w:pPr>
          </w:p>
        </w:tc>
      </w:tr>
      <w:tr w:rsidR="00EF2703" w:rsidTr="000844D6">
        <w:trPr>
          <w:gridAfter w:val="1"/>
          <w:wAfter w:w="240" w:type="dxa"/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703" w:rsidRDefault="00EF2703" w:rsidP="002232F9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703" w:rsidRDefault="00EF2703" w:rsidP="002232F9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sz w:val="20"/>
                <w:szCs w:val="20"/>
              </w:rPr>
            </w:pPr>
          </w:p>
        </w:tc>
        <w:tc>
          <w:tcPr>
            <w:tcW w:w="134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703" w:rsidRDefault="00EF2703" w:rsidP="002232F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703" w:rsidRDefault="00EF2703" w:rsidP="002232F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703" w:rsidRDefault="00EF2703" w:rsidP="002232F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F2703" w:rsidRDefault="00EF2703" w:rsidP="002232F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F2703" w:rsidRPr="000E059B" w:rsidTr="000844D6">
        <w:trPr>
          <w:gridAfter w:val="1"/>
          <w:wAfter w:w="240" w:type="dxa"/>
          <w:trHeight w:val="132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0E059B" w:rsidRDefault="00EF2703" w:rsidP="002232F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0E059B" w:rsidRDefault="00EF2703" w:rsidP="002232F9">
            <w:pPr>
              <w:jc w:val="center"/>
              <w:rPr>
                <w:b/>
                <w:bCs/>
                <w:sz w:val="16"/>
                <w:szCs w:val="16"/>
              </w:rPr>
            </w:pPr>
            <w:r w:rsidRPr="000E059B">
              <w:rPr>
                <w:b/>
                <w:bCs/>
                <w:sz w:val="16"/>
                <w:szCs w:val="16"/>
              </w:rPr>
              <w:t>Наименование (для юридического лица) или Ф.И.О (для физического лица) участника размещения заказа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0E059B" w:rsidRDefault="00EF2703" w:rsidP="002232F9">
            <w:pPr>
              <w:jc w:val="center"/>
              <w:rPr>
                <w:b/>
                <w:bCs/>
                <w:sz w:val="16"/>
                <w:szCs w:val="16"/>
              </w:rPr>
            </w:pPr>
            <w:r w:rsidRPr="000E059B">
              <w:rPr>
                <w:b/>
                <w:bCs/>
                <w:sz w:val="16"/>
                <w:szCs w:val="16"/>
              </w:rPr>
              <w:t>Почтовый адрес участника размещения заказа</w:t>
            </w:r>
          </w:p>
        </w:tc>
        <w:tc>
          <w:tcPr>
            <w:tcW w:w="782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0E059B" w:rsidRDefault="00EF2703" w:rsidP="002232F9">
            <w:pPr>
              <w:jc w:val="center"/>
              <w:rPr>
                <w:b/>
                <w:bCs/>
                <w:sz w:val="16"/>
                <w:szCs w:val="16"/>
              </w:rPr>
            </w:pPr>
            <w:r w:rsidRPr="000E059B">
              <w:rPr>
                <w:b/>
                <w:bCs/>
                <w:sz w:val="16"/>
                <w:szCs w:val="16"/>
              </w:rPr>
              <w:t>Сведения и документы об участнике размещения заказа, подавшем заявку на участие в конкурсе, предусмотренные конкурсной документацией</w:t>
            </w:r>
          </w:p>
          <w:p w:rsidR="00EF2703" w:rsidRPr="000E059B" w:rsidRDefault="00EF2703" w:rsidP="002232F9">
            <w:pPr>
              <w:rPr>
                <w:b/>
                <w:bCs/>
                <w:sz w:val="16"/>
                <w:szCs w:val="16"/>
              </w:rPr>
            </w:pPr>
          </w:p>
          <w:p w:rsidR="00EF2703" w:rsidRDefault="00EF2703">
            <w:pPr>
              <w:rPr>
                <w:b/>
                <w:bCs/>
                <w:sz w:val="16"/>
                <w:szCs w:val="16"/>
              </w:rPr>
            </w:pPr>
          </w:p>
          <w:p w:rsidR="00EF2703" w:rsidRDefault="00EF2703">
            <w:pPr>
              <w:rPr>
                <w:b/>
                <w:bCs/>
                <w:sz w:val="16"/>
                <w:szCs w:val="16"/>
              </w:rPr>
            </w:pPr>
          </w:p>
          <w:p w:rsidR="00EF2703" w:rsidRDefault="00EF2703">
            <w:pPr>
              <w:rPr>
                <w:b/>
                <w:bCs/>
                <w:sz w:val="16"/>
                <w:szCs w:val="16"/>
              </w:rPr>
            </w:pPr>
          </w:p>
          <w:p w:rsidR="00EF2703" w:rsidRPr="000E059B" w:rsidRDefault="00EF2703" w:rsidP="00E8407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0E059B" w:rsidRDefault="00EF2703" w:rsidP="002232F9">
            <w:pPr>
              <w:jc w:val="center"/>
              <w:rPr>
                <w:b/>
                <w:bCs/>
                <w:sz w:val="16"/>
                <w:szCs w:val="16"/>
              </w:rPr>
            </w:pPr>
            <w:r w:rsidRPr="000E059B">
              <w:rPr>
                <w:b/>
                <w:bCs/>
                <w:sz w:val="16"/>
                <w:szCs w:val="16"/>
              </w:rPr>
              <w:t xml:space="preserve">Условия исполнения контракта, являющиеся критериями оценки заявок на участие в конкурсе </w:t>
            </w:r>
          </w:p>
        </w:tc>
      </w:tr>
      <w:tr w:rsidR="00EF2703" w:rsidRPr="000E059B" w:rsidTr="000844D6">
        <w:trPr>
          <w:gridAfter w:val="1"/>
          <w:wAfter w:w="240" w:type="dxa"/>
          <w:trHeight w:val="383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0E059B" w:rsidRDefault="00EF2703" w:rsidP="002232F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0E059B" w:rsidRDefault="00EF2703" w:rsidP="002232F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0E059B" w:rsidRDefault="00EF2703" w:rsidP="002232F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703" w:rsidRPr="00165AD4" w:rsidRDefault="00EF2703" w:rsidP="00475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ЛОТ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703" w:rsidRPr="00165AD4" w:rsidRDefault="00EF2703" w:rsidP="00475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Опись документов, входящих в состав заявки на участие в конкурсе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703" w:rsidRDefault="00EF2703" w:rsidP="00475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Анкета претендента , с</w:t>
            </w:r>
            <w:r w:rsidRPr="000E059B">
              <w:rPr>
                <w:sz w:val="16"/>
                <w:szCs w:val="16"/>
              </w:rPr>
              <w:t>ведения об участнике размещения заказа</w:t>
            </w:r>
          </w:p>
          <w:p w:rsidR="00EF2703" w:rsidRPr="000E059B" w:rsidRDefault="00EF2703" w:rsidP="00475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 Декларирование соответствия участника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703" w:rsidRDefault="00EF2703" w:rsidP="00A40B3A">
            <w:pPr>
              <w:jc w:val="center"/>
              <w:rPr>
                <w:iCs/>
                <w:sz w:val="16"/>
                <w:szCs w:val="16"/>
              </w:rPr>
            </w:pPr>
            <w:r w:rsidRPr="000E059B">
              <w:rPr>
                <w:iCs/>
                <w:sz w:val="16"/>
                <w:szCs w:val="16"/>
              </w:rPr>
              <w:t>Предложение о</w:t>
            </w:r>
            <w:r>
              <w:rPr>
                <w:iCs/>
                <w:sz w:val="16"/>
                <w:szCs w:val="16"/>
              </w:rPr>
              <w:t xml:space="preserve"> качестве услуг, в том числе предложения о цене контракта</w:t>
            </w:r>
          </w:p>
          <w:p w:rsidR="00EF2703" w:rsidRPr="000E059B" w:rsidRDefault="00EF2703" w:rsidP="00A40B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703" w:rsidRPr="00247286" w:rsidRDefault="00EF2703" w:rsidP="00475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Документы  подтверждающие наличие у претендента </w:t>
            </w:r>
            <w:r w:rsidRPr="00247286">
              <w:rPr>
                <w:sz w:val="16"/>
                <w:szCs w:val="16"/>
              </w:rPr>
              <w:t xml:space="preserve"> необходимой профессиональной и технической квалификации</w:t>
            </w:r>
          </w:p>
          <w:p w:rsidR="00EF2703" w:rsidRPr="000E059B" w:rsidRDefault="00EF2703" w:rsidP="00475D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703" w:rsidRDefault="00EF2703" w:rsidP="00475D88">
            <w:pPr>
              <w:jc w:val="center"/>
              <w:rPr>
                <w:sz w:val="16"/>
                <w:szCs w:val="16"/>
              </w:rPr>
            </w:pPr>
            <w:r w:rsidRPr="00A40B3A">
              <w:rPr>
                <w:sz w:val="16"/>
                <w:szCs w:val="16"/>
              </w:rPr>
              <w:t>Выписка из ЕГРЮЛ/ЕГРИП или нотариально заверенная копия такой выписки</w:t>
            </w:r>
          </w:p>
          <w:p w:rsidR="00EF2703" w:rsidRPr="000E059B" w:rsidRDefault="00EF2703" w:rsidP="00475D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703" w:rsidRDefault="00EF2703" w:rsidP="00475D88">
            <w:pPr>
              <w:jc w:val="center"/>
              <w:rPr>
                <w:sz w:val="16"/>
                <w:szCs w:val="16"/>
              </w:rPr>
            </w:pPr>
            <w:r w:rsidRPr="00A40B3A">
              <w:rPr>
                <w:sz w:val="16"/>
                <w:szCs w:val="16"/>
              </w:rPr>
              <w:t>Копии учред</w:t>
            </w:r>
            <w:r w:rsidRPr="000E059B">
              <w:rPr>
                <w:sz w:val="16"/>
                <w:szCs w:val="16"/>
              </w:rPr>
              <w:t>ительных документ</w:t>
            </w:r>
            <w:r>
              <w:rPr>
                <w:sz w:val="16"/>
                <w:szCs w:val="16"/>
              </w:rPr>
              <w:t>ов</w:t>
            </w:r>
          </w:p>
          <w:p w:rsidR="00EF2703" w:rsidRPr="000E059B" w:rsidRDefault="00EF2703" w:rsidP="00475D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703" w:rsidRPr="000E059B" w:rsidRDefault="00EF2703" w:rsidP="00475D88">
            <w:pPr>
              <w:jc w:val="center"/>
              <w:rPr>
                <w:sz w:val="16"/>
                <w:szCs w:val="16"/>
              </w:rPr>
            </w:pPr>
            <w:r w:rsidRPr="00A40B3A">
              <w:rPr>
                <w:sz w:val="16"/>
                <w:szCs w:val="16"/>
              </w:rPr>
              <w:t>Документ, подтверждающий</w:t>
            </w:r>
            <w:r w:rsidRPr="000E059B">
              <w:rPr>
                <w:sz w:val="16"/>
                <w:szCs w:val="16"/>
              </w:rPr>
              <w:t xml:space="preserve"> полномочия лица на осуществление действий от имени участника размещения заказа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703" w:rsidRPr="000E059B" w:rsidRDefault="00EF2703" w:rsidP="0024728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  меню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703" w:rsidRPr="000E059B" w:rsidRDefault="00EF2703" w:rsidP="00475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документы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703" w:rsidRPr="000E059B" w:rsidRDefault="00EF2703" w:rsidP="00475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документы</w:t>
            </w:r>
          </w:p>
          <w:p w:rsidR="00EF2703" w:rsidRPr="000E059B" w:rsidRDefault="00EF2703" w:rsidP="00690D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703" w:rsidRPr="00F004AB" w:rsidRDefault="00EF2703" w:rsidP="00475D88">
            <w:pPr>
              <w:jc w:val="center"/>
              <w:rPr>
                <w:sz w:val="16"/>
                <w:szCs w:val="16"/>
              </w:rPr>
            </w:pPr>
            <w:r w:rsidRPr="000E059B">
              <w:rPr>
                <w:sz w:val="16"/>
                <w:szCs w:val="16"/>
              </w:rPr>
              <w:t>Цена контракта</w:t>
            </w:r>
            <w:r>
              <w:rPr>
                <w:sz w:val="16"/>
                <w:szCs w:val="16"/>
              </w:rPr>
              <w:t>(руб.)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703" w:rsidRDefault="00EF2703" w:rsidP="003D46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Документы, подтверждающие  квалификация </w:t>
            </w:r>
            <w:r w:rsidRPr="000E059B">
              <w:rPr>
                <w:color w:val="000000"/>
                <w:sz w:val="16"/>
                <w:szCs w:val="16"/>
              </w:rPr>
              <w:t>участника конкурса</w:t>
            </w:r>
          </w:p>
          <w:p w:rsidR="00EF2703" w:rsidRDefault="00EF2703" w:rsidP="003D46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1.Опыт работы по предмету конкурса :</w:t>
            </w:r>
          </w:p>
          <w:p w:rsidR="00EF2703" w:rsidRPr="00F004AB" w:rsidRDefault="00EF2703" w:rsidP="003D46D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(Количество копии государственных  или муниципальных  контрактов, договоров,  актов выполненных работ-аналогичных предмету конкурса) шт.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703" w:rsidRDefault="00EF2703" w:rsidP="00690D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Документы, подтверждающие  квалификация </w:t>
            </w:r>
            <w:r w:rsidRPr="000E059B">
              <w:rPr>
                <w:color w:val="000000"/>
                <w:sz w:val="16"/>
                <w:szCs w:val="16"/>
              </w:rPr>
              <w:t>участника конкурса</w:t>
            </w:r>
          </w:p>
          <w:p w:rsidR="00EF2703" w:rsidRDefault="00EF2703" w:rsidP="00690D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2.Уровень квалификации работников :</w:t>
            </w:r>
          </w:p>
          <w:p w:rsidR="00EF2703" w:rsidRPr="000E059B" w:rsidRDefault="00EF2703" w:rsidP="00EC583C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(Количество копии  удостоверений; дипломов; трудовых книжек и т.п.)</w:t>
            </w:r>
          </w:p>
        </w:tc>
      </w:tr>
      <w:tr w:rsidR="00EF2703" w:rsidTr="000844D6">
        <w:trPr>
          <w:gridAfter w:val="1"/>
          <w:wAfter w:w="240" w:type="dxa"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Default="00EF2703" w:rsidP="00502228">
            <w:pPr>
              <w:jc w:val="center"/>
              <w:rPr>
                <w:sz w:val="22"/>
                <w:szCs w:val="22"/>
              </w:rPr>
            </w:pPr>
          </w:p>
          <w:p w:rsidR="00EF2703" w:rsidRDefault="00EF2703" w:rsidP="00502228">
            <w:pPr>
              <w:jc w:val="center"/>
              <w:rPr>
                <w:sz w:val="22"/>
                <w:szCs w:val="22"/>
              </w:rPr>
            </w:pPr>
          </w:p>
          <w:p w:rsidR="00EF2703" w:rsidRPr="001636DA" w:rsidRDefault="00EF2703" w:rsidP="00502228">
            <w:pPr>
              <w:jc w:val="center"/>
            </w:pPr>
            <w:r w:rsidRPr="001636DA">
              <w:t>1</w:t>
            </w:r>
          </w:p>
          <w:p w:rsidR="00EF2703" w:rsidRDefault="00EF2703" w:rsidP="00502228">
            <w:pPr>
              <w:jc w:val="center"/>
              <w:rPr>
                <w:sz w:val="22"/>
                <w:szCs w:val="22"/>
              </w:rPr>
            </w:pPr>
          </w:p>
          <w:p w:rsidR="00EF2703" w:rsidRDefault="00EF2703" w:rsidP="00502228">
            <w:pPr>
              <w:jc w:val="center"/>
              <w:rPr>
                <w:sz w:val="22"/>
                <w:szCs w:val="22"/>
              </w:rPr>
            </w:pPr>
          </w:p>
          <w:p w:rsidR="00EF2703" w:rsidRDefault="00EF2703" w:rsidP="00502228">
            <w:pPr>
              <w:jc w:val="center"/>
              <w:rPr>
                <w:sz w:val="22"/>
                <w:szCs w:val="22"/>
              </w:rPr>
            </w:pPr>
          </w:p>
          <w:p w:rsidR="00EF2703" w:rsidRDefault="00EF2703" w:rsidP="00502228">
            <w:pPr>
              <w:jc w:val="center"/>
              <w:rPr>
                <w:sz w:val="22"/>
                <w:szCs w:val="22"/>
              </w:rPr>
            </w:pPr>
          </w:p>
          <w:p w:rsidR="00EF2703" w:rsidRDefault="00EF2703" w:rsidP="00502228">
            <w:pPr>
              <w:jc w:val="center"/>
              <w:rPr>
                <w:sz w:val="22"/>
                <w:szCs w:val="22"/>
              </w:rPr>
            </w:pPr>
          </w:p>
          <w:p w:rsidR="00EF2703" w:rsidRPr="00DC14C8" w:rsidRDefault="00EF2703" w:rsidP="0050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Default="00EF2703" w:rsidP="00502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МУП</w:t>
            </w:r>
          </w:p>
          <w:p w:rsidR="00EF2703" w:rsidRPr="00D63A9A" w:rsidRDefault="00EF2703" w:rsidP="00502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«Центр школьного питания «Веста»</w:t>
            </w:r>
          </w:p>
          <w:p w:rsidR="00EF2703" w:rsidRDefault="00EF2703" w:rsidP="00502228">
            <w:pPr>
              <w:jc w:val="center"/>
              <w:rPr>
                <w:sz w:val="22"/>
                <w:szCs w:val="22"/>
              </w:rPr>
            </w:pPr>
          </w:p>
          <w:p w:rsidR="00EF2703" w:rsidRDefault="00EF2703" w:rsidP="00502228">
            <w:pPr>
              <w:jc w:val="center"/>
              <w:rPr>
                <w:sz w:val="22"/>
                <w:szCs w:val="22"/>
              </w:rPr>
            </w:pPr>
          </w:p>
          <w:p w:rsidR="00EF2703" w:rsidRPr="00DC14C8" w:rsidRDefault="00EF2703" w:rsidP="0050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Default="00EF2703" w:rsidP="00502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617060, Пермский край, г.</w:t>
            </w:r>
          </w:p>
          <w:p w:rsidR="00EF2703" w:rsidRDefault="00EF2703" w:rsidP="00502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Краснокамск, ул.</w:t>
            </w:r>
          </w:p>
          <w:p w:rsidR="00EF2703" w:rsidRPr="00DC14C8" w:rsidRDefault="00EF2703" w:rsidP="00C95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Комарова 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9A66FA" w:rsidRDefault="00EF2703" w:rsidP="00502228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A66FA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9A66FA" w:rsidRDefault="00EF2703" w:rsidP="00502228">
            <w:pPr>
              <w:jc w:val="center"/>
              <w:rPr>
                <w:sz w:val="22"/>
                <w:szCs w:val="22"/>
              </w:rPr>
            </w:pPr>
            <w:r w:rsidRPr="009A66FA">
              <w:rPr>
                <w:sz w:val="22"/>
                <w:szCs w:val="22"/>
              </w:rPr>
              <w:t>+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9A66FA" w:rsidRDefault="00EF2703" w:rsidP="00502228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A66FA">
              <w:rPr>
                <w:rFonts w:ascii="Arial" w:hAnsi="Arial"/>
                <w:sz w:val="22"/>
                <w:szCs w:val="2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703" w:rsidRPr="009A66FA" w:rsidRDefault="00EF2703" w:rsidP="00502228">
            <w:pPr>
              <w:jc w:val="center"/>
              <w:rPr>
                <w:sz w:val="22"/>
                <w:szCs w:val="22"/>
              </w:rPr>
            </w:pPr>
            <w:r w:rsidRPr="009A66FA">
              <w:rPr>
                <w:sz w:val="22"/>
                <w:szCs w:val="22"/>
              </w:rPr>
              <w:t>+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703" w:rsidRPr="009A66FA" w:rsidRDefault="00EF2703" w:rsidP="00502228">
            <w:pPr>
              <w:jc w:val="center"/>
              <w:rPr>
                <w:sz w:val="22"/>
                <w:szCs w:val="22"/>
              </w:rPr>
            </w:pPr>
            <w:r w:rsidRPr="009A66FA">
              <w:rPr>
                <w:sz w:val="22"/>
                <w:szCs w:val="22"/>
              </w:rPr>
              <w:t>+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703" w:rsidRPr="009A66FA" w:rsidRDefault="00EF2703" w:rsidP="00C95B84">
            <w:pPr>
              <w:rPr>
                <w:rFonts w:ascii="Arial" w:hAnsi="Arial"/>
                <w:sz w:val="20"/>
                <w:szCs w:val="20"/>
              </w:rPr>
            </w:pPr>
            <w:r w:rsidRPr="009A66FA">
              <w:rPr>
                <w:rFonts w:ascii="Arial" w:hAnsi="Arial"/>
                <w:sz w:val="22"/>
                <w:szCs w:val="22"/>
              </w:rPr>
              <w:t>+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703" w:rsidRPr="009A66FA" w:rsidRDefault="00EF2703" w:rsidP="00502228">
            <w:pPr>
              <w:jc w:val="center"/>
              <w:rPr>
                <w:sz w:val="22"/>
                <w:szCs w:val="22"/>
              </w:rPr>
            </w:pPr>
            <w:r w:rsidRPr="009A66FA">
              <w:rPr>
                <w:sz w:val="22"/>
                <w:szCs w:val="22"/>
              </w:rPr>
              <w:t>+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703" w:rsidRPr="009A66FA" w:rsidRDefault="00EF2703" w:rsidP="00502228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A66FA">
              <w:rPr>
                <w:rFonts w:ascii="Arial" w:hAnsi="Arial"/>
                <w:sz w:val="22"/>
                <w:szCs w:val="22"/>
              </w:rPr>
              <w:t>+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703" w:rsidRPr="009A66FA" w:rsidRDefault="00EF2703" w:rsidP="00502228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A66FA">
              <w:rPr>
                <w:rFonts w:ascii="Arial" w:hAnsi="Arial"/>
                <w:sz w:val="22"/>
                <w:szCs w:val="22"/>
              </w:rPr>
              <w:t>+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9A66FA" w:rsidRDefault="00EF2703" w:rsidP="00502228">
            <w:pPr>
              <w:jc w:val="center"/>
              <w:rPr>
                <w:sz w:val="22"/>
                <w:szCs w:val="22"/>
                <w:lang w:val="en-US"/>
              </w:rPr>
            </w:pPr>
            <w:r w:rsidRPr="009A66FA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9A66FA" w:rsidRDefault="00EF2703" w:rsidP="00502228">
            <w:pPr>
              <w:jc w:val="center"/>
              <w:rPr>
                <w:sz w:val="22"/>
                <w:szCs w:val="22"/>
                <w:lang w:val="en-US"/>
              </w:rPr>
            </w:pPr>
            <w:r w:rsidRPr="009A66FA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703" w:rsidRPr="00DC14C8" w:rsidRDefault="00EF2703" w:rsidP="00BE75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2 189 880,00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DC14C8" w:rsidRDefault="00EF2703" w:rsidP="00502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703" w:rsidRPr="00DC14C8" w:rsidRDefault="00EF2703" w:rsidP="00502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EF2703" w:rsidRDefault="00EF2703"/>
    <w:tbl>
      <w:tblPr>
        <w:tblW w:w="15566" w:type="dxa"/>
        <w:tblInd w:w="-252" w:type="dxa"/>
        <w:tblLayout w:type="fixed"/>
        <w:tblLook w:val="0000"/>
      </w:tblPr>
      <w:tblGrid>
        <w:gridCol w:w="540"/>
        <w:gridCol w:w="1620"/>
        <w:gridCol w:w="1429"/>
        <w:gridCol w:w="540"/>
        <w:gridCol w:w="540"/>
        <w:gridCol w:w="683"/>
        <w:gridCol w:w="1031"/>
        <w:gridCol w:w="640"/>
        <w:gridCol w:w="1134"/>
        <w:gridCol w:w="708"/>
        <w:gridCol w:w="993"/>
        <w:gridCol w:w="850"/>
        <w:gridCol w:w="284"/>
        <w:gridCol w:w="425"/>
        <w:gridCol w:w="1449"/>
        <w:gridCol w:w="1080"/>
        <w:gridCol w:w="1620"/>
      </w:tblGrid>
      <w:tr w:rsidR="00EF2703" w:rsidTr="007C50B7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Default="00EF2703" w:rsidP="005D07D8">
            <w:pPr>
              <w:jc w:val="center"/>
              <w:rPr>
                <w:sz w:val="22"/>
                <w:szCs w:val="22"/>
              </w:rPr>
            </w:pPr>
          </w:p>
          <w:p w:rsidR="00EF2703" w:rsidRDefault="00EF2703" w:rsidP="005D07D8">
            <w:pPr>
              <w:jc w:val="center"/>
              <w:rPr>
                <w:sz w:val="22"/>
                <w:szCs w:val="22"/>
              </w:rPr>
            </w:pPr>
          </w:p>
          <w:p w:rsidR="00EF2703" w:rsidRPr="001636DA" w:rsidRDefault="00EF2703" w:rsidP="005D07D8">
            <w:pPr>
              <w:jc w:val="center"/>
            </w:pPr>
            <w:r w:rsidRPr="001636DA">
              <w:t>2</w:t>
            </w:r>
          </w:p>
          <w:p w:rsidR="00EF2703" w:rsidRDefault="00EF2703" w:rsidP="005D07D8">
            <w:pPr>
              <w:jc w:val="center"/>
              <w:rPr>
                <w:sz w:val="22"/>
                <w:szCs w:val="22"/>
              </w:rPr>
            </w:pPr>
          </w:p>
          <w:p w:rsidR="00EF2703" w:rsidRDefault="00EF2703" w:rsidP="005D07D8">
            <w:pPr>
              <w:jc w:val="center"/>
              <w:rPr>
                <w:sz w:val="22"/>
                <w:szCs w:val="22"/>
              </w:rPr>
            </w:pPr>
          </w:p>
          <w:p w:rsidR="00EF2703" w:rsidRDefault="00EF2703" w:rsidP="005D07D8">
            <w:pPr>
              <w:jc w:val="center"/>
              <w:rPr>
                <w:sz w:val="22"/>
                <w:szCs w:val="22"/>
              </w:rPr>
            </w:pPr>
          </w:p>
          <w:p w:rsidR="00EF2703" w:rsidRDefault="00EF2703" w:rsidP="005D07D8">
            <w:pPr>
              <w:jc w:val="center"/>
              <w:rPr>
                <w:sz w:val="22"/>
                <w:szCs w:val="22"/>
              </w:rPr>
            </w:pPr>
          </w:p>
          <w:p w:rsidR="00EF2703" w:rsidRDefault="00EF2703" w:rsidP="005D07D8">
            <w:pPr>
              <w:jc w:val="center"/>
              <w:rPr>
                <w:sz w:val="22"/>
                <w:szCs w:val="22"/>
              </w:rPr>
            </w:pPr>
          </w:p>
          <w:p w:rsidR="00EF2703" w:rsidRDefault="00EF2703" w:rsidP="005D07D8">
            <w:pPr>
              <w:jc w:val="center"/>
              <w:rPr>
                <w:sz w:val="22"/>
                <w:szCs w:val="22"/>
              </w:rPr>
            </w:pPr>
          </w:p>
          <w:p w:rsidR="00EF2703" w:rsidRPr="00DC14C8" w:rsidRDefault="00EF2703" w:rsidP="003B5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DC14C8" w:rsidRDefault="00EF2703" w:rsidP="008908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Теплова Анастасия Викторовна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Default="00EF2703" w:rsidP="008908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617060, Пермский край, г.</w:t>
            </w:r>
          </w:p>
          <w:p w:rsidR="00EF2703" w:rsidRDefault="00EF2703" w:rsidP="008908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Краснокамск, ул.</w:t>
            </w:r>
          </w:p>
          <w:p w:rsidR="00EF2703" w:rsidRPr="00DC14C8" w:rsidRDefault="00EF2703" w:rsidP="008908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Шоссейная 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DC14C8" w:rsidRDefault="00EF2703" w:rsidP="00B60E5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186187" w:rsidRDefault="00EF2703" w:rsidP="00B60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DC14C8" w:rsidRDefault="00EF2703" w:rsidP="00B60E5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+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703" w:rsidRPr="00DC14C8" w:rsidRDefault="00EF2703" w:rsidP="00B60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703" w:rsidRPr="00DC14C8" w:rsidRDefault="00EF2703" w:rsidP="00B60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703" w:rsidRPr="00DC14C8" w:rsidRDefault="00EF2703" w:rsidP="004811DA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703" w:rsidRPr="00ED4807" w:rsidRDefault="00EF2703" w:rsidP="00B60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703" w:rsidRPr="00C130AB" w:rsidRDefault="00EF2703" w:rsidP="00B60E50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>
              <w:rPr>
                <w:rFonts w:ascii="Arial" w:hAnsi="Arial"/>
                <w:sz w:val="22"/>
                <w:szCs w:val="22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703" w:rsidRPr="00C130AB" w:rsidRDefault="00EF2703" w:rsidP="00B60E50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>
              <w:rPr>
                <w:rFonts w:ascii="Arial" w:hAnsi="Arial"/>
                <w:sz w:val="22"/>
                <w:szCs w:val="22"/>
                <w:lang w:val="en-US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C130AB" w:rsidRDefault="00EF2703" w:rsidP="00B60E5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C130AB" w:rsidRDefault="00EF2703" w:rsidP="00B60E5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703" w:rsidRPr="00DC14C8" w:rsidRDefault="00EF2703" w:rsidP="00B60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2 289 420,00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703" w:rsidRPr="00DC14C8" w:rsidRDefault="00EF2703" w:rsidP="00B60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703" w:rsidRPr="00DC14C8" w:rsidRDefault="00EF2703" w:rsidP="00223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EF2703" w:rsidRDefault="00EF2703" w:rsidP="007C50B7"/>
    <w:p w:rsidR="00EF2703" w:rsidRDefault="00EF2703" w:rsidP="00720A52">
      <w:pPr>
        <w:jc w:val="both"/>
      </w:pPr>
      <w:r w:rsidRPr="0095591D">
        <w:t xml:space="preserve">Председатель комиссии: </w:t>
      </w:r>
      <w:r>
        <w:t xml:space="preserve">                                                </w:t>
      </w:r>
      <w:r w:rsidRPr="0095591D">
        <w:t>Скрипников Николай Геннадье</w:t>
      </w:r>
      <w:r>
        <w:t>вич</w:t>
      </w:r>
    </w:p>
    <w:p w:rsidR="00EF2703" w:rsidRDefault="00EF2703" w:rsidP="00720A52">
      <w:pPr>
        <w:jc w:val="both"/>
      </w:pPr>
    </w:p>
    <w:p w:rsidR="00EF2703" w:rsidRPr="0095591D" w:rsidRDefault="00EF2703" w:rsidP="00720A52">
      <w:pPr>
        <w:jc w:val="both"/>
      </w:pPr>
      <w:r w:rsidRPr="0095591D">
        <w:t>Члены комиссии:</w:t>
      </w:r>
      <w:r>
        <w:t xml:space="preserve">                                                             Лялин Вячеслав Борисович</w:t>
      </w:r>
    </w:p>
    <w:p w:rsidR="00EF2703" w:rsidRDefault="00EF2703" w:rsidP="00720A52"/>
    <w:p w:rsidR="00EF2703" w:rsidRPr="0095591D" w:rsidRDefault="00EF2703" w:rsidP="00720A52">
      <w:r>
        <w:t xml:space="preserve">                                                                                          </w:t>
      </w:r>
      <w:r>
        <w:rPr>
          <w:lang w:val="en-US"/>
        </w:rPr>
        <w:t xml:space="preserve"> </w:t>
      </w:r>
      <w:r w:rsidRPr="0095591D">
        <w:t>Хайрутдинова Евгения Энэсовна</w:t>
      </w:r>
    </w:p>
    <w:p w:rsidR="00EF2703" w:rsidRDefault="00EF2703" w:rsidP="00720A52">
      <w:pPr>
        <w:jc w:val="both"/>
      </w:pPr>
    </w:p>
    <w:p w:rsidR="00EF2703" w:rsidRPr="0095591D" w:rsidRDefault="00EF2703" w:rsidP="00720A52">
      <w:pPr>
        <w:jc w:val="both"/>
      </w:pPr>
      <w:r>
        <w:t xml:space="preserve">                                                                                         </w:t>
      </w:r>
      <w:r w:rsidRPr="0095591D">
        <w:t xml:space="preserve"> </w:t>
      </w:r>
      <w:r>
        <w:rPr>
          <w:lang w:val="en-US"/>
        </w:rPr>
        <w:t xml:space="preserve"> </w:t>
      </w:r>
      <w:r w:rsidRPr="0095591D">
        <w:t xml:space="preserve">Мальцев </w:t>
      </w:r>
      <w:r>
        <w:t>Алексей Яковлевич</w:t>
      </w:r>
    </w:p>
    <w:p w:rsidR="00EF2703" w:rsidRPr="002232F9" w:rsidRDefault="00EF2703" w:rsidP="007C50B7">
      <w:bookmarkStart w:id="0" w:name="_GoBack"/>
      <w:bookmarkEnd w:id="0"/>
    </w:p>
    <w:sectPr w:rsidR="00EF2703" w:rsidRPr="002232F9" w:rsidSect="00CD6EF2">
      <w:pgSz w:w="16838" w:h="11906" w:orient="landscape"/>
      <w:pgMar w:top="72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600"/>
    <w:rsid w:val="00053524"/>
    <w:rsid w:val="00063064"/>
    <w:rsid w:val="00070C13"/>
    <w:rsid w:val="000800C4"/>
    <w:rsid w:val="000844D6"/>
    <w:rsid w:val="00085BE4"/>
    <w:rsid w:val="00092DE0"/>
    <w:rsid w:val="000C087C"/>
    <w:rsid w:val="000C3E0A"/>
    <w:rsid w:val="000C4331"/>
    <w:rsid w:val="000C61CA"/>
    <w:rsid w:val="000D2CF9"/>
    <w:rsid w:val="000D4B88"/>
    <w:rsid w:val="000D7BEE"/>
    <w:rsid w:val="000E059B"/>
    <w:rsid w:val="000F195F"/>
    <w:rsid w:val="000F51C5"/>
    <w:rsid w:val="0010739C"/>
    <w:rsid w:val="001132EC"/>
    <w:rsid w:val="00127736"/>
    <w:rsid w:val="001503B0"/>
    <w:rsid w:val="001636DA"/>
    <w:rsid w:val="00165AD4"/>
    <w:rsid w:val="0017635A"/>
    <w:rsid w:val="00180640"/>
    <w:rsid w:val="0018385C"/>
    <w:rsid w:val="00186187"/>
    <w:rsid w:val="001A265C"/>
    <w:rsid w:val="001A6DA6"/>
    <w:rsid w:val="001A782A"/>
    <w:rsid w:val="001B43F8"/>
    <w:rsid w:val="001B7FD0"/>
    <w:rsid w:val="001C1C12"/>
    <w:rsid w:val="001D006D"/>
    <w:rsid w:val="001E060E"/>
    <w:rsid w:val="00201FA0"/>
    <w:rsid w:val="00203F87"/>
    <w:rsid w:val="00205676"/>
    <w:rsid w:val="002232F9"/>
    <w:rsid w:val="00247286"/>
    <w:rsid w:val="0027255E"/>
    <w:rsid w:val="002821A2"/>
    <w:rsid w:val="0029119B"/>
    <w:rsid w:val="002A47F2"/>
    <w:rsid w:val="0030378C"/>
    <w:rsid w:val="003367FE"/>
    <w:rsid w:val="003979B5"/>
    <w:rsid w:val="003A55DB"/>
    <w:rsid w:val="003B5099"/>
    <w:rsid w:val="003C32D8"/>
    <w:rsid w:val="003D46DA"/>
    <w:rsid w:val="003E2329"/>
    <w:rsid w:val="003E4168"/>
    <w:rsid w:val="003F2F3B"/>
    <w:rsid w:val="004149EE"/>
    <w:rsid w:val="00415C2E"/>
    <w:rsid w:val="004257EA"/>
    <w:rsid w:val="0043180C"/>
    <w:rsid w:val="0044104B"/>
    <w:rsid w:val="00453B3D"/>
    <w:rsid w:val="00475844"/>
    <w:rsid w:val="00475D88"/>
    <w:rsid w:val="0047714B"/>
    <w:rsid w:val="00481005"/>
    <w:rsid w:val="004811DA"/>
    <w:rsid w:val="00482A4F"/>
    <w:rsid w:val="004924EF"/>
    <w:rsid w:val="00493F2A"/>
    <w:rsid w:val="004A0CCD"/>
    <w:rsid w:val="004B1109"/>
    <w:rsid w:val="004B7A70"/>
    <w:rsid w:val="004C130A"/>
    <w:rsid w:val="004C29C8"/>
    <w:rsid w:val="004C36F6"/>
    <w:rsid w:val="004C6E64"/>
    <w:rsid w:val="004D002A"/>
    <w:rsid w:val="004D217F"/>
    <w:rsid w:val="004E414A"/>
    <w:rsid w:val="00502228"/>
    <w:rsid w:val="00503760"/>
    <w:rsid w:val="0051426A"/>
    <w:rsid w:val="005229EB"/>
    <w:rsid w:val="00534C56"/>
    <w:rsid w:val="0055660C"/>
    <w:rsid w:val="00566BED"/>
    <w:rsid w:val="005935B2"/>
    <w:rsid w:val="005D07D8"/>
    <w:rsid w:val="005E5640"/>
    <w:rsid w:val="005E64C3"/>
    <w:rsid w:val="005F3895"/>
    <w:rsid w:val="006028A2"/>
    <w:rsid w:val="006131F5"/>
    <w:rsid w:val="006165E3"/>
    <w:rsid w:val="00623C4B"/>
    <w:rsid w:val="006244C0"/>
    <w:rsid w:val="0063571A"/>
    <w:rsid w:val="00654816"/>
    <w:rsid w:val="006856F4"/>
    <w:rsid w:val="00690D95"/>
    <w:rsid w:val="00692431"/>
    <w:rsid w:val="006A45A7"/>
    <w:rsid w:val="006B2CD1"/>
    <w:rsid w:val="006B39D0"/>
    <w:rsid w:val="006C1580"/>
    <w:rsid w:val="006C3E23"/>
    <w:rsid w:val="006E07BB"/>
    <w:rsid w:val="007032D6"/>
    <w:rsid w:val="00720A52"/>
    <w:rsid w:val="00734215"/>
    <w:rsid w:val="0073689F"/>
    <w:rsid w:val="007502A0"/>
    <w:rsid w:val="00761F88"/>
    <w:rsid w:val="007669BC"/>
    <w:rsid w:val="00771EF4"/>
    <w:rsid w:val="00783450"/>
    <w:rsid w:val="007A6BD0"/>
    <w:rsid w:val="007C1161"/>
    <w:rsid w:val="007C50B7"/>
    <w:rsid w:val="007C580A"/>
    <w:rsid w:val="007D343C"/>
    <w:rsid w:val="007D34F3"/>
    <w:rsid w:val="00804A95"/>
    <w:rsid w:val="008052DC"/>
    <w:rsid w:val="00811299"/>
    <w:rsid w:val="008357D7"/>
    <w:rsid w:val="00841DA7"/>
    <w:rsid w:val="008762DD"/>
    <w:rsid w:val="00881F6E"/>
    <w:rsid w:val="00885D13"/>
    <w:rsid w:val="008908CB"/>
    <w:rsid w:val="008A1361"/>
    <w:rsid w:val="008B2B51"/>
    <w:rsid w:val="008C19F2"/>
    <w:rsid w:val="008D4982"/>
    <w:rsid w:val="008E1A7D"/>
    <w:rsid w:val="008E30DE"/>
    <w:rsid w:val="008E32B1"/>
    <w:rsid w:val="008E71EA"/>
    <w:rsid w:val="008E7F2F"/>
    <w:rsid w:val="00906ED5"/>
    <w:rsid w:val="0091311E"/>
    <w:rsid w:val="009219D4"/>
    <w:rsid w:val="009244EF"/>
    <w:rsid w:val="009269D0"/>
    <w:rsid w:val="00934916"/>
    <w:rsid w:val="0095068E"/>
    <w:rsid w:val="0095591D"/>
    <w:rsid w:val="00981BBC"/>
    <w:rsid w:val="009902DD"/>
    <w:rsid w:val="00991389"/>
    <w:rsid w:val="00993FC5"/>
    <w:rsid w:val="00995480"/>
    <w:rsid w:val="009A27D0"/>
    <w:rsid w:val="009A5D72"/>
    <w:rsid w:val="009A66FA"/>
    <w:rsid w:val="009B3CF6"/>
    <w:rsid w:val="009C59CD"/>
    <w:rsid w:val="009E264A"/>
    <w:rsid w:val="00A01600"/>
    <w:rsid w:val="00A0494B"/>
    <w:rsid w:val="00A138F8"/>
    <w:rsid w:val="00A15D5C"/>
    <w:rsid w:val="00A40B3A"/>
    <w:rsid w:val="00A41018"/>
    <w:rsid w:val="00A42823"/>
    <w:rsid w:val="00A42D4E"/>
    <w:rsid w:val="00A461DC"/>
    <w:rsid w:val="00A54F0B"/>
    <w:rsid w:val="00A62501"/>
    <w:rsid w:val="00A6315E"/>
    <w:rsid w:val="00A949D1"/>
    <w:rsid w:val="00A95DA9"/>
    <w:rsid w:val="00AA20E1"/>
    <w:rsid w:val="00AA6137"/>
    <w:rsid w:val="00AE067B"/>
    <w:rsid w:val="00AE2A52"/>
    <w:rsid w:val="00B101D8"/>
    <w:rsid w:val="00B239B1"/>
    <w:rsid w:val="00B554BD"/>
    <w:rsid w:val="00B60E50"/>
    <w:rsid w:val="00B648BC"/>
    <w:rsid w:val="00B77072"/>
    <w:rsid w:val="00B902CA"/>
    <w:rsid w:val="00B96DDD"/>
    <w:rsid w:val="00BA6278"/>
    <w:rsid w:val="00BD090D"/>
    <w:rsid w:val="00BE7515"/>
    <w:rsid w:val="00BF78FD"/>
    <w:rsid w:val="00C02596"/>
    <w:rsid w:val="00C101B1"/>
    <w:rsid w:val="00C130AB"/>
    <w:rsid w:val="00C1383C"/>
    <w:rsid w:val="00C16F5B"/>
    <w:rsid w:val="00C4188C"/>
    <w:rsid w:val="00C445D5"/>
    <w:rsid w:val="00C645AD"/>
    <w:rsid w:val="00C65E3C"/>
    <w:rsid w:val="00C66D9D"/>
    <w:rsid w:val="00C72926"/>
    <w:rsid w:val="00C73E25"/>
    <w:rsid w:val="00C81ACE"/>
    <w:rsid w:val="00C84167"/>
    <w:rsid w:val="00C95B84"/>
    <w:rsid w:val="00CA6826"/>
    <w:rsid w:val="00CB2D48"/>
    <w:rsid w:val="00CB76EA"/>
    <w:rsid w:val="00CC363C"/>
    <w:rsid w:val="00CC45BB"/>
    <w:rsid w:val="00CD6EF2"/>
    <w:rsid w:val="00CE6E35"/>
    <w:rsid w:val="00D00874"/>
    <w:rsid w:val="00D13259"/>
    <w:rsid w:val="00D323A2"/>
    <w:rsid w:val="00D46E42"/>
    <w:rsid w:val="00D514A0"/>
    <w:rsid w:val="00D52BB1"/>
    <w:rsid w:val="00D63A9A"/>
    <w:rsid w:val="00D749AB"/>
    <w:rsid w:val="00D835DB"/>
    <w:rsid w:val="00DA5643"/>
    <w:rsid w:val="00DA7588"/>
    <w:rsid w:val="00DC14C8"/>
    <w:rsid w:val="00DD017A"/>
    <w:rsid w:val="00DD2CDD"/>
    <w:rsid w:val="00DF0A3F"/>
    <w:rsid w:val="00DF57EA"/>
    <w:rsid w:val="00E04FE0"/>
    <w:rsid w:val="00E0646A"/>
    <w:rsid w:val="00E12C83"/>
    <w:rsid w:val="00E53421"/>
    <w:rsid w:val="00E67F33"/>
    <w:rsid w:val="00E84070"/>
    <w:rsid w:val="00E969BD"/>
    <w:rsid w:val="00EB3B82"/>
    <w:rsid w:val="00EB7A78"/>
    <w:rsid w:val="00EC583C"/>
    <w:rsid w:val="00EC675D"/>
    <w:rsid w:val="00ED0B70"/>
    <w:rsid w:val="00ED4807"/>
    <w:rsid w:val="00EF2703"/>
    <w:rsid w:val="00EF320B"/>
    <w:rsid w:val="00F004AB"/>
    <w:rsid w:val="00F10B0F"/>
    <w:rsid w:val="00F45391"/>
    <w:rsid w:val="00F45B39"/>
    <w:rsid w:val="00F5211C"/>
    <w:rsid w:val="00F53976"/>
    <w:rsid w:val="00F65C45"/>
    <w:rsid w:val="00F7402E"/>
    <w:rsid w:val="00F80C9E"/>
    <w:rsid w:val="00F87BC7"/>
    <w:rsid w:val="00F91AF8"/>
    <w:rsid w:val="00F977AB"/>
    <w:rsid w:val="00FC19F4"/>
    <w:rsid w:val="00FC4B6D"/>
    <w:rsid w:val="00FD320C"/>
    <w:rsid w:val="00FE45D8"/>
    <w:rsid w:val="00FF1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2F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1,Основной текст Знак,Знак1 Знак"/>
    <w:basedOn w:val="Normal"/>
    <w:link w:val="BodyTextChar"/>
    <w:uiPriority w:val="99"/>
    <w:rsid w:val="006165E3"/>
    <w:pPr>
      <w:jc w:val="both"/>
    </w:pPr>
    <w:rPr>
      <w:szCs w:val="20"/>
    </w:rPr>
  </w:style>
  <w:style w:type="character" w:customStyle="1" w:styleId="BodyTextChar">
    <w:name w:val="Body Text Char"/>
    <w:aliases w:val="Знак1 Char,Основной текст Знак Char,Знак1 Знак Char"/>
    <w:basedOn w:val="DefaultParagraphFont"/>
    <w:link w:val="BodyText"/>
    <w:uiPriority w:val="99"/>
    <w:locked/>
    <w:rsid w:val="006165E3"/>
    <w:rPr>
      <w:rFonts w:cs="Times New Roman"/>
      <w:sz w:val="24"/>
      <w:lang w:val="ru-RU" w:eastAsia="ru-RU" w:bidi="ar-SA"/>
    </w:rPr>
  </w:style>
  <w:style w:type="paragraph" w:styleId="BalloonText">
    <w:name w:val="Balloon Text"/>
    <w:basedOn w:val="Normal"/>
    <w:link w:val="BalloonTextChar"/>
    <w:uiPriority w:val="99"/>
    <w:semiHidden/>
    <w:rsid w:val="001B43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92"/>
    <w:rPr>
      <w:sz w:val="0"/>
      <w:szCs w:val="0"/>
    </w:rPr>
  </w:style>
  <w:style w:type="paragraph" w:styleId="BodyTextIndent">
    <w:name w:val="Body Text Indent"/>
    <w:basedOn w:val="Normal"/>
    <w:link w:val="BodyTextIndentChar"/>
    <w:uiPriority w:val="99"/>
    <w:rsid w:val="0027255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7255E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15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2</Pages>
  <Words>388</Words>
  <Characters>2214</Characters>
  <Application>Microsoft Office Outlook</Application>
  <DocSecurity>0</DocSecurity>
  <Lines>0</Lines>
  <Paragraphs>0</Paragraphs>
  <ScaleCrop>false</ScaleCrop>
  <Company>Администрация г. Перми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ОРОРС</dc:creator>
  <cp:keywords/>
  <dc:description/>
  <cp:lastModifiedBy>User</cp:lastModifiedBy>
  <cp:revision>7</cp:revision>
  <cp:lastPrinted>2012-06-08T06:15:00Z</cp:lastPrinted>
  <dcterms:created xsi:type="dcterms:W3CDTF">2012-06-08T04:12:00Z</dcterms:created>
  <dcterms:modified xsi:type="dcterms:W3CDTF">2012-06-08T13:08:00Z</dcterms:modified>
</cp:coreProperties>
</file>