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6C" w:rsidRPr="009C5E03" w:rsidRDefault="00FE616C" w:rsidP="009C5E03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9C5E03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616C" w:rsidRPr="009C5E03" w:rsidRDefault="00FE616C" w:rsidP="009C5E03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9C5E03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E616C" w:rsidRPr="009C5E03" w:rsidRDefault="00FE616C" w:rsidP="009C5E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EB5710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0356300030412000039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кошению газонов на объектах озеленения общего пользования на территории Свердловского района города Перми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E616C" w:rsidRPr="009C5E03" w:rsidRDefault="00FE616C" w:rsidP="009C5E0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C5E03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</w:tbl>
    <w:p w:rsidR="00FE616C" w:rsidRPr="009C5E03" w:rsidRDefault="00FE616C" w:rsidP="009C5E0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C5E03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616C" w:rsidRPr="009C5E03" w:rsidRDefault="00FE616C" w:rsidP="009C5E03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9C5E03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FE616C" w:rsidRPr="009C5E03" w:rsidRDefault="00FE616C" w:rsidP="009C5E0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C5E03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кошению газонов на объектах озеленения общего пользования на территории Свердловского района города Перми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274 322,58 Российский рубль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контракту)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Подрядчика.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Приведены в приложении № 1 к извещению о проведении запроса котировок </w:t>
            </w:r>
          </w:p>
        </w:tc>
      </w:tr>
    </w:tbl>
    <w:p w:rsidR="00FE616C" w:rsidRPr="009C5E03" w:rsidRDefault="00FE616C" w:rsidP="009C5E0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C5E03">
        <w:rPr>
          <w:rFonts w:ascii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Пермь, Свердловский район, объекты озеленения общего пользования, в соответствии с п. 5 технического задания на выполнение работ по кошению газонов на объектах озеленения общего пользования на территории Свердловского района города Перми.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 дней со дня заключения муниципального контракта.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за выполненные Подрядчиком работы осуществляется Заказчиком после полного исполнения Подрядчиком обязательств по настоящему контракту, в течение 30 (тридцати) банковских дней со дня подписания обеими сторонами акта о приемке выполненных работ (КС-2), справки о стоимости выполненных работ и затрат (КС-3) (приложение № 3 к контракту), актов контрольных проверок акта оценки работы подрядчика, и предоставления Подрядчиком справки с полигона ТБО, подтверждающую объем вывезенной травы и мусора, выписанную на организацию, выполняющую работы по кошению газонов на полигон ТБО, счета-фактуры, фотографий до начала производства работ и после окончания производства работ. Оплата за фактически выполненные Подрядчиком объёмы работ осуществляется в соответствии с локальным сметным расчетом заказчика (Приложение № 2 к контракту), с учетом применения «понижающего коэффициента», который определяется как частное от деления цены контракта, предложенной победителем аукциона на начальную (максимальную) цену контракта. Понижающий коэффициент рассчитывается с точностью до 4 (четырех) знаков после запятой без округления. Указанный коэффициент вносится в контракт. Сумма, подлежащая оплате за выполненные работы, определяется путем умножения локального сметного расчета заказчика на полученный понижающий коэффициент. Например, при начальной (максимальной) цене контракта 1 000 000 рублей и цене контракта, предложенной победителем аукциона, 895 550 рублей расчетный коэффициент снижения составит 0,89555, следовательно, понижающий коэффициент равен 0,8955. Указанный коэффициент вносится в контракт. </w:t>
            </w:r>
          </w:p>
        </w:tc>
      </w:tr>
    </w:tbl>
    <w:p w:rsidR="00FE616C" w:rsidRPr="009C5E03" w:rsidRDefault="00FE616C" w:rsidP="009C5E0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C5E03">
        <w:rPr>
          <w:rFonts w:ascii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932 0503 7963215 244 226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E616C" w:rsidRPr="009C5E03" w:rsidRDefault="00FE616C" w:rsidP="009C5E0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C5E03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19.06.2012 09:00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28.06.2012 18:00 </w:t>
            </w:r>
          </w:p>
        </w:tc>
      </w:tr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E616C" w:rsidRPr="009C5E03" w:rsidRDefault="00FE616C" w:rsidP="009C5E03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57"/>
        <w:gridCol w:w="7073"/>
      </w:tblGrid>
      <w:tr w:rsidR="00FE616C" w:rsidRPr="00934518" w:rsidTr="009C5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FE616C" w:rsidRPr="009C5E03" w:rsidRDefault="00FE616C" w:rsidP="009C5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E616C" w:rsidRDefault="00FE616C" w:rsidP="002E198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FE616C" w:rsidRDefault="00FE616C" w:rsidP="002E198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sectPr w:rsidR="00FE616C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E7C"/>
    <w:rsid w:val="001F1009"/>
    <w:rsid w:val="002E1986"/>
    <w:rsid w:val="002F5786"/>
    <w:rsid w:val="00344604"/>
    <w:rsid w:val="003A0476"/>
    <w:rsid w:val="00483041"/>
    <w:rsid w:val="004921C6"/>
    <w:rsid w:val="004D0E7C"/>
    <w:rsid w:val="00564542"/>
    <w:rsid w:val="00934518"/>
    <w:rsid w:val="009C5E03"/>
    <w:rsid w:val="00A92178"/>
    <w:rsid w:val="00BA2EAD"/>
    <w:rsid w:val="00C52BAB"/>
    <w:rsid w:val="00CB63A9"/>
    <w:rsid w:val="00CC072E"/>
    <w:rsid w:val="00E77793"/>
    <w:rsid w:val="00EB5710"/>
    <w:rsid w:val="00FB5B3B"/>
    <w:rsid w:val="00FE01DB"/>
    <w:rsid w:val="00FE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476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4D0E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D0E7C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4D0E7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1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4</Pages>
  <Words>753</Words>
  <Characters>4297</Characters>
  <Application>Microsoft Office Outlook</Application>
  <DocSecurity>0</DocSecurity>
  <Lines>0</Lines>
  <Paragraphs>0</Paragraphs>
  <ScaleCrop>false</ScaleCrop>
  <Company>МБУ "Благоустройство Свердловского района"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СОК</cp:lastModifiedBy>
  <cp:revision>9</cp:revision>
  <cp:lastPrinted>2012-06-09T08:44:00Z</cp:lastPrinted>
  <dcterms:created xsi:type="dcterms:W3CDTF">2012-04-17T04:43:00Z</dcterms:created>
  <dcterms:modified xsi:type="dcterms:W3CDTF">2012-06-18T10:01:00Z</dcterms:modified>
</cp:coreProperties>
</file>