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4B" w:rsidRDefault="002E464B" w:rsidP="0057616D">
      <w:pPr>
        <w:pStyle w:val="BodyText"/>
        <w:jc w:val="center"/>
        <w:rPr>
          <w:b/>
          <w:bCs/>
        </w:rPr>
      </w:pPr>
      <w:r w:rsidRPr="009C6E8C">
        <w:rPr>
          <w:b/>
          <w:bCs/>
        </w:rPr>
        <w:t xml:space="preserve">ИЗВЕЩЕНИЕ № </w:t>
      </w:r>
      <w:r>
        <w:rPr>
          <w:b/>
          <w:bCs/>
        </w:rPr>
        <w:t>1</w:t>
      </w:r>
      <w:r w:rsidRPr="009C6E8C">
        <w:rPr>
          <w:b/>
          <w:bCs/>
        </w:rPr>
        <w:t xml:space="preserve"> </w:t>
      </w:r>
    </w:p>
    <w:p w:rsidR="002E464B" w:rsidRPr="009C6E8C" w:rsidRDefault="002E464B" w:rsidP="0057616D">
      <w:pPr>
        <w:pStyle w:val="BodyText"/>
        <w:jc w:val="center"/>
        <w:rPr>
          <w:b/>
          <w:bCs/>
        </w:rPr>
      </w:pPr>
      <w:r w:rsidRPr="009C6E8C">
        <w:rPr>
          <w:b/>
          <w:bCs/>
        </w:rPr>
        <w:t>от «</w:t>
      </w:r>
      <w:r>
        <w:rPr>
          <w:b/>
          <w:bCs/>
        </w:rPr>
        <w:t>29</w:t>
      </w:r>
      <w:r w:rsidRPr="009C6E8C">
        <w:rPr>
          <w:b/>
          <w:bCs/>
        </w:rPr>
        <w:t xml:space="preserve">» </w:t>
      </w:r>
      <w:r>
        <w:rPr>
          <w:b/>
          <w:bCs/>
        </w:rPr>
        <w:t>июня</w:t>
      </w:r>
      <w:r w:rsidRPr="009C6E8C">
        <w:rPr>
          <w:b/>
          <w:bCs/>
        </w:rPr>
        <w:t xml:space="preserve"> 20</w:t>
      </w:r>
      <w:r>
        <w:rPr>
          <w:b/>
          <w:bCs/>
        </w:rPr>
        <w:t>12</w:t>
      </w:r>
      <w:r w:rsidRPr="009C6E8C">
        <w:rPr>
          <w:b/>
          <w:bCs/>
        </w:rPr>
        <w:t xml:space="preserve"> года</w:t>
      </w:r>
    </w:p>
    <w:p w:rsidR="002E464B" w:rsidRPr="009C6E8C" w:rsidRDefault="002E464B" w:rsidP="0057616D">
      <w:pPr>
        <w:pStyle w:val="BodyText"/>
        <w:jc w:val="center"/>
        <w:rPr>
          <w:b/>
          <w:bCs/>
        </w:rPr>
      </w:pPr>
      <w:r w:rsidRPr="009C6E8C">
        <w:rPr>
          <w:b/>
          <w:bCs/>
        </w:rPr>
        <w:t xml:space="preserve">о проведении открытого </w:t>
      </w:r>
      <w:r>
        <w:rPr>
          <w:b/>
          <w:bCs/>
        </w:rPr>
        <w:t>конкурса</w:t>
      </w:r>
    </w:p>
    <w:p w:rsidR="002E464B" w:rsidRPr="009C6E8C" w:rsidRDefault="002E464B" w:rsidP="0057616D">
      <w:pPr>
        <w:pStyle w:val="BodyText"/>
        <w:jc w:val="center"/>
        <w:rPr>
          <w:b/>
          <w:bCs/>
          <w:color w:val="000000"/>
        </w:rPr>
      </w:pPr>
      <w:r w:rsidRPr="009C6E8C">
        <w:rPr>
          <w:b/>
          <w:bCs/>
          <w:color w:val="000000"/>
        </w:rPr>
        <w:t xml:space="preserve">на право заключить </w:t>
      </w:r>
      <w:r>
        <w:rPr>
          <w:b/>
          <w:bCs/>
          <w:color w:val="000000"/>
        </w:rPr>
        <w:t>договор</w:t>
      </w:r>
      <w:r w:rsidRPr="009C6E8C">
        <w:rPr>
          <w:b/>
          <w:bCs/>
          <w:color w:val="000000"/>
        </w:rPr>
        <w:t xml:space="preserve"> </w:t>
      </w:r>
    </w:p>
    <w:p w:rsidR="002E464B" w:rsidRDefault="002E464B" w:rsidP="0057616D">
      <w:pPr>
        <w:pStyle w:val="BodyText"/>
        <w:jc w:val="center"/>
        <w:rPr>
          <w:b/>
          <w:bCs/>
          <w:i/>
          <w:iCs/>
        </w:rPr>
      </w:pPr>
      <w:r w:rsidRPr="00510EEA">
        <w:rPr>
          <w:b/>
          <w:bCs/>
          <w:i/>
          <w:iCs/>
        </w:rPr>
        <w:t>на выполнение ремонтных работ в здании МАДОУ «Детский сад № 291» г. Перми</w:t>
      </w:r>
    </w:p>
    <w:p w:rsidR="002E464B" w:rsidRPr="00B26990" w:rsidRDefault="002E464B" w:rsidP="0057616D">
      <w:pPr>
        <w:pStyle w:val="BodyText"/>
        <w:jc w:val="center"/>
        <w:rPr>
          <w:b/>
          <w:bCs/>
          <w:i/>
          <w:iCs/>
        </w:rPr>
      </w:pPr>
    </w:p>
    <w:tbl>
      <w:tblPr>
        <w:tblW w:w="9343" w:type="dxa"/>
        <w:tblCellSpacing w:w="20" w:type="dxa"/>
        <w:tblInd w:w="-106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687076">
            <w:r>
              <w:t>Открытый конкурс</w:t>
            </w:r>
          </w:p>
          <w:p w:rsidR="002E464B" w:rsidRPr="0028393F" w:rsidRDefault="002E464B" w:rsidP="00687076">
            <w:pPr>
              <w:rPr>
                <w:lang w:val="en-US"/>
              </w:rPr>
            </w:pP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687076">
            <w:r>
              <w:t>МАДОУ «Детский сад № 291» г.</w:t>
            </w:r>
            <w:r w:rsidRPr="00EE673E">
              <w:t xml:space="preserve"> </w:t>
            </w:r>
            <w:r>
              <w:t>Перми</w:t>
            </w:r>
          </w:p>
          <w:p w:rsidR="002E464B" w:rsidRPr="00EF7C40" w:rsidRDefault="002E464B" w:rsidP="00687076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687076">
            <w:r>
              <w:t>614064</w:t>
            </w:r>
            <w:r w:rsidRPr="0042598F">
              <w:t>, г.Пермь, ул.</w:t>
            </w:r>
            <w:r>
              <w:t xml:space="preserve"> Шатрова,16</w:t>
            </w:r>
          </w:p>
          <w:p w:rsidR="002E464B" w:rsidRPr="0042598F" w:rsidRDefault="002E464B" w:rsidP="00687076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BF5595">
            <w:r>
              <w:t>614064</w:t>
            </w:r>
            <w:r w:rsidRPr="0042598F">
              <w:t>, г.Пермь, ул.</w:t>
            </w:r>
            <w:r>
              <w:t xml:space="preserve"> Шатрова,16</w:t>
            </w:r>
          </w:p>
          <w:p w:rsidR="002E464B" w:rsidRPr="0042598F" w:rsidRDefault="002E464B" w:rsidP="00BF5595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2E464B" w:rsidRPr="00BF5595" w:rsidRDefault="002E464B" w:rsidP="00687076">
            <w:pPr>
              <w:rPr>
                <w:lang w:val="en-GB"/>
              </w:rPr>
            </w:pPr>
            <w:r>
              <w:rPr>
                <w:lang w:val="en-GB"/>
              </w:rPr>
              <w:t>detsad291</w:t>
            </w:r>
            <w:r w:rsidRPr="00E80D90">
              <w:rPr>
                <w:rFonts w:ascii="Tahoma" w:hAnsi="Tahoma" w:cs="Tahoma"/>
                <w:color w:val="000080"/>
                <w:u w:val="single"/>
              </w:rPr>
              <w:t>@</w:t>
            </w:r>
            <w:r>
              <w:rPr>
                <w:rFonts w:ascii="Tahoma" w:hAnsi="Tahoma" w:cs="Tahoma"/>
                <w:color w:val="000080"/>
                <w:u w:val="single"/>
                <w:lang w:val="en-GB"/>
              </w:rPr>
              <w:t>yandex.ru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2E464B" w:rsidRPr="00BF5595" w:rsidRDefault="002E464B" w:rsidP="00687076">
            <w:pPr>
              <w:rPr>
                <w:lang w:val="en-GB"/>
              </w:rPr>
            </w:pPr>
            <w:r>
              <w:rPr>
                <w:lang w:val="en-GB"/>
              </w:rPr>
              <w:t>281-31-61. 249-58-89</w:t>
            </w:r>
          </w:p>
          <w:p w:rsidR="002E464B" w:rsidRPr="0042598F" w:rsidRDefault="002E464B" w:rsidP="00687076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Заведующий Бутусова Ольга Геннадьевна</w:t>
            </w:r>
          </w:p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EE67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5C07">
              <w:rPr>
                <w:rFonts w:ascii="Times New Roman" w:hAnsi="Times New Roman" w:cs="Times New Roman"/>
                <w:sz w:val="20"/>
                <w:szCs w:val="20"/>
              </w:rPr>
              <w:t>Выполнение ремонтных работ в здании МАДОУ «Детский сад № 291» г. Перми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EE673E">
            <w:r w:rsidRPr="00D55C07">
              <w:t>В соответствии с локально-сметным расчетом на  выполнение ремонтных работ в здании  МАДОУ «Детский сад № 291» г. Перми  (Приложение №1 к конкурсной документации)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BF5595">
            <w:r>
              <w:t>614064</w:t>
            </w:r>
            <w:r w:rsidRPr="0042598F">
              <w:t>, г.Пермь, ул.</w:t>
            </w:r>
            <w:r>
              <w:t xml:space="preserve"> Шатрова,16</w:t>
            </w:r>
          </w:p>
          <w:p w:rsidR="002E464B" w:rsidRPr="0042598F" w:rsidRDefault="002E464B" w:rsidP="00EE673E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2E464B" w:rsidRPr="00B866C4" w:rsidRDefault="002E464B" w:rsidP="00BE39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(Три миллиона сто тысяч рублей) рублей</w:t>
            </w:r>
          </w:p>
          <w:p w:rsidR="002E464B" w:rsidRPr="00881FA2" w:rsidRDefault="002E464B" w:rsidP="00611453">
            <w:r w:rsidRPr="00881FA2">
              <w:t xml:space="preserve"> 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Размер, срок и порядок внесения денежных средств в качестве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>5 % от начальной (максимальной) цены договора, что составляет  155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66C4">
              <w:rPr>
                <w:rFonts w:ascii="Times New Roman" w:hAnsi="Times New Roman" w:cs="Times New Roman"/>
                <w:sz w:val="20"/>
                <w:szCs w:val="20"/>
              </w:rPr>
              <w:t xml:space="preserve">000 рублей. </w:t>
            </w:r>
          </w:p>
          <w:p w:rsidR="002E464B" w:rsidRPr="006847E2" w:rsidRDefault="002E464B" w:rsidP="00687076">
            <w:pPr>
              <w:pStyle w:val="BodyTextIndent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2E464B" w:rsidRPr="00B866C4" w:rsidRDefault="002E464B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днее «23 июля </w:t>
            </w:r>
            <w:r w:rsidRPr="00B866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2012 года  </w:t>
            </w:r>
            <w:r w:rsidRPr="00B866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(дата рассмотрения заявок на участие в конкурсе)</w:t>
            </w:r>
          </w:p>
          <w:p w:rsidR="002E464B" w:rsidRPr="006847E2" w:rsidRDefault="002E464B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2E464B" w:rsidRPr="0028393F" w:rsidRDefault="002E464B" w:rsidP="00687076">
            <w:pPr>
              <w:pStyle w:val="BodyTextIndent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Требование обеспечения заявки на участие в </w:t>
            </w:r>
            <w:r>
              <w:rPr>
                <w:color w:val="000000"/>
              </w:rPr>
              <w:t>открытом конкурсе</w:t>
            </w:r>
            <w:r w:rsidRPr="0028393F">
              <w:rPr>
                <w:color w:val="000000"/>
              </w:rPr>
              <w:t xml:space="preserve"> в равной мере распространяется на всех участников размещения заказа.</w:t>
            </w:r>
          </w:p>
          <w:p w:rsidR="002E464B" w:rsidRDefault="002E464B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2E464B" w:rsidRPr="000654FE"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</w:rPr>
                  </w:pPr>
                  <w:r w:rsidRPr="006847E2">
                    <w:rPr>
                      <w:b/>
                      <w:bCs/>
                    </w:rPr>
                    <w:t>Получатель</w:t>
                  </w:r>
                </w:p>
              </w:tc>
              <w:tc>
                <w:tcPr>
                  <w:tcW w:w="4512" w:type="dxa"/>
                  <w:tcBorders>
                    <w:bottom w:val="single" w:sz="4" w:space="0" w:color="auto"/>
                  </w:tcBorders>
                </w:tcPr>
                <w:p w:rsidR="002E464B" w:rsidRPr="00881FA2" w:rsidRDefault="002E464B" w:rsidP="00066EB4">
                  <w:pPr>
                    <w:jc w:val="both"/>
                  </w:pPr>
                  <w:r>
                    <w:t>МАДОУ «Детский сад № 291</w:t>
                  </w:r>
                  <w:r w:rsidRPr="00881FA2">
                    <w:t>» г.Перми</w:t>
                  </w:r>
                </w:p>
              </w:tc>
            </w:tr>
            <w:tr w:rsidR="002E464B" w:rsidRPr="000654FE"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</w:rPr>
                  </w:pPr>
                  <w:r w:rsidRPr="006847E2">
                    <w:rPr>
                      <w:b/>
                      <w:bCs/>
                    </w:rPr>
                    <w:t>ИНН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E464B" w:rsidRPr="00881FA2" w:rsidRDefault="002E464B" w:rsidP="00066EB4">
                  <w:pPr>
                    <w:jc w:val="both"/>
                  </w:pPr>
                  <w:r>
                    <w:t>5904081605</w:t>
                  </w:r>
                </w:p>
              </w:tc>
            </w:tr>
            <w:tr w:rsidR="002E464B" w:rsidRPr="000654FE"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</w:rPr>
                  </w:pPr>
                  <w:r w:rsidRPr="006847E2">
                    <w:rPr>
                      <w:b/>
                      <w:bCs/>
                    </w:rPr>
                    <w:t>КПП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E464B" w:rsidRPr="00881FA2" w:rsidRDefault="002E464B" w:rsidP="00066EB4">
                  <w:pPr>
                    <w:jc w:val="both"/>
                  </w:pPr>
                  <w:r>
                    <w:t>590401001</w:t>
                  </w:r>
                </w:p>
              </w:tc>
            </w:tr>
            <w:tr w:rsidR="002E464B" w:rsidRPr="000654FE"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</w:rPr>
                  </w:pPr>
                  <w:r w:rsidRPr="006847E2">
                    <w:rPr>
                      <w:b/>
                      <w:bCs/>
                    </w:rPr>
                    <w:t>Р/с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E464B" w:rsidRPr="00881FA2" w:rsidRDefault="002E464B" w:rsidP="00066EB4">
                  <w:pPr>
                    <w:jc w:val="both"/>
                  </w:pPr>
                  <w:r w:rsidRPr="00881FA2">
                    <w:t xml:space="preserve"> </w:t>
                  </w:r>
                  <w:r>
                    <w:t>40703810749774000198</w:t>
                  </w:r>
                  <w:r w:rsidRPr="00881FA2">
                    <w:t xml:space="preserve"> в Пермском </w:t>
                  </w:r>
                  <w:r>
                    <w:t>отделении № 6984- филиала ОАО «Сбербанк России» Западно-Уральского банка</w:t>
                  </w:r>
                </w:p>
              </w:tc>
            </w:tr>
            <w:tr w:rsidR="002E464B" w:rsidRPr="000654FE"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</w:rPr>
                  </w:pPr>
                  <w:r w:rsidRPr="006847E2">
                    <w:rPr>
                      <w:b/>
                      <w:bCs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E464B" w:rsidRPr="00881FA2" w:rsidRDefault="002E464B" w:rsidP="00066EB4">
                  <w:pPr>
                    <w:jc w:val="both"/>
                  </w:pPr>
                  <w:r>
                    <w:t>045773603</w:t>
                  </w:r>
                </w:p>
              </w:tc>
            </w:tr>
            <w:tr w:rsidR="002E464B" w:rsidRPr="000654FE">
              <w:trPr>
                <w:trHeight w:val="515"/>
              </w:trPr>
              <w:tc>
                <w:tcPr>
                  <w:tcW w:w="1302" w:type="dxa"/>
                </w:tcPr>
                <w:p w:rsidR="002E464B" w:rsidRPr="006847E2" w:rsidRDefault="002E464B" w:rsidP="0068707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847E2">
                    <w:rPr>
                      <w:b/>
                      <w:bCs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</w:tcBorders>
                </w:tcPr>
                <w:p w:rsidR="002E464B" w:rsidRPr="006847E2" w:rsidRDefault="002E464B" w:rsidP="00E031D7">
                  <w:pPr>
                    <w:jc w:val="both"/>
                    <w:rPr>
                      <w:i/>
                      <w:iCs/>
                    </w:rPr>
                  </w:pPr>
                  <w:r w:rsidRPr="006847E2">
                    <w:t>Обеспечение заявки на участие в конкурсе, извещение №</w:t>
                  </w:r>
                  <w:r>
                    <w:t xml:space="preserve">____ </w:t>
                  </w:r>
                  <w:r w:rsidRPr="006847E2">
                    <w:t xml:space="preserve"> от</w:t>
                  </w:r>
                  <w:r>
                    <w:t>________2012г.</w:t>
                  </w:r>
                </w:p>
              </w:tc>
            </w:tr>
          </w:tbl>
          <w:p w:rsidR="002E464B" w:rsidRPr="006E1F7A" w:rsidRDefault="002E464B" w:rsidP="00687076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2E464B" w:rsidRPr="00EF7C40" w:rsidRDefault="002E464B" w:rsidP="00687076">
            <w:r>
              <w:t>С 30 июня 2012 года  до 19 июля 2012</w:t>
            </w:r>
            <w:r w:rsidRPr="00EF7C40">
              <w:t xml:space="preserve"> года </w:t>
            </w:r>
          </w:p>
          <w:p w:rsidR="002E464B" w:rsidRDefault="002E464B" w:rsidP="00687076">
            <w:pPr>
              <w:rPr>
                <w:u w:val="single"/>
              </w:rPr>
            </w:pPr>
            <w:r>
              <w:t>с 10.00</w:t>
            </w:r>
            <w:r w:rsidRPr="00EF7C40">
              <w:t xml:space="preserve"> до 17.00 </w:t>
            </w:r>
            <w:r w:rsidRPr="0028393F">
              <w:rPr>
                <w:u w:val="single"/>
              </w:rPr>
              <w:t>в рабочие дни</w:t>
            </w:r>
          </w:p>
          <w:p w:rsidR="002E464B" w:rsidRDefault="002E464B" w:rsidP="00687076">
            <w:r w:rsidRPr="00EF7C40">
              <w:t xml:space="preserve">(с понедельника по пятницу, обеденный перерыв с 12.00 </w:t>
            </w:r>
            <w:r>
              <w:t>до 13.00)</w:t>
            </w:r>
          </w:p>
          <w:p w:rsidR="002E464B" w:rsidRPr="00EF7C40" w:rsidRDefault="002E464B" w:rsidP="00E031D7">
            <w:r>
              <w:t>20 июля с 9.00 до 10.00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2E464B" w:rsidRPr="0028393F" w:rsidRDefault="002E464B" w:rsidP="00611453">
            <w:pPr>
              <w:rPr>
                <w:i/>
                <w:iCs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Шатрова,16, </w:t>
            </w:r>
            <w:r w:rsidRPr="0028393F">
              <w:rPr>
                <w:color w:val="000000"/>
                <w:spacing w:val="2"/>
              </w:rPr>
              <w:t xml:space="preserve">кабинет </w:t>
            </w:r>
            <w:r>
              <w:rPr>
                <w:color w:val="000000"/>
                <w:spacing w:val="2"/>
              </w:rPr>
              <w:t>заведующего.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Порядок предоставления конкурсной документации 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2E464B" w:rsidRPr="00D60641" w:rsidRDefault="002E464B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Размер, порядок и сроки внесения платы, взимаемой заказчиком за предоставление конкурсной документации  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2E464B" w:rsidRPr="00EF7C40" w:rsidRDefault="002E464B" w:rsidP="00687076">
            <w:r w:rsidRPr="00EF7C40">
              <w:t>Не взимается.</w:t>
            </w:r>
          </w:p>
          <w:p w:rsidR="002E464B" w:rsidRPr="0028393F" w:rsidRDefault="002E464B" w:rsidP="00687076">
            <w:pPr>
              <w:rPr>
                <w:i/>
                <w:iCs/>
              </w:rPr>
            </w:pP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2E464B" w:rsidRPr="008D21BA" w:rsidRDefault="002E464B" w:rsidP="00687076">
            <w:hyperlink r:id="rId4" w:history="1">
              <w:r w:rsidRPr="0028393F">
                <w:rPr>
                  <w:rStyle w:val="Hyperlink"/>
                  <w:sz w:val="22"/>
                  <w:szCs w:val="22"/>
                </w:rPr>
                <w:t>http://www.gorodperm.ru</w:t>
              </w:r>
            </w:hyperlink>
          </w:p>
          <w:p w:rsidR="002E464B" w:rsidRPr="008D21BA" w:rsidRDefault="002E464B" w:rsidP="00687076"/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2E464B" w:rsidRDefault="002E464B" w:rsidP="00687076">
            <w:r>
              <w:t>20 июля 2012 года, 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  <w:r>
              <w:t xml:space="preserve">, </w:t>
            </w:r>
          </w:p>
          <w:p w:rsidR="002E464B" w:rsidRPr="00B26990" w:rsidRDefault="002E464B" w:rsidP="00611453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Льва Шатрова, 16, </w:t>
            </w:r>
            <w:r>
              <w:rPr>
                <w:color w:val="000000"/>
                <w:spacing w:val="2"/>
              </w:rPr>
              <w:t>кабинет заведующего</w:t>
            </w:r>
            <w:r w:rsidRPr="00297931">
              <w:rPr>
                <w:color w:val="000000"/>
                <w:spacing w:val="2"/>
              </w:rPr>
              <w:t>.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2E464B" w:rsidRPr="00B26990" w:rsidRDefault="002E464B" w:rsidP="002A6FB6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>Льва Шатрова</w:t>
            </w:r>
            <w:r w:rsidRPr="0042598F">
              <w:t xml:space="preserve">, </w:t>
            </w:r>
            <w:r>
              <w:t>16</w:t>
            </w:r>
            <w:r w:rsidRPr="0028393F">
              <w:rPr>
                <w:color w:val="000000"/>
                <w:spacing w:val="2"/>
              </w:rPr>
              <w:t>,</w:t>
            </w:r>
            <w:r>
              <w:rPr>
                <w:color w:val="000000"/>
                <w:spacing w:val="2"/>
              </w:rPr>
              <w:t xml:space="preserve"> кабинет заведующего.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2E464B" w:rsidRPr="008D21BA" w:rsidRDefault="002E464B" w:rsidP="00E031D7">
            <w:r>
              <w:t>20 июля 2012 года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2E464B" w:rsidRPr="008D21BA" w:rsidRDefault="002E464B" w:rsidP="00687076">
            <w:r>
              <w:t>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2E464B" w:rsidRPr="0028393F" w:rsidRDefault="002E464B" w:rsidP="006114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Льва Шатрова</w:t>
            </w:r>
            <w:r w:rsidRPr="0042598F">
              <w:t xml:space="preserve">, </w:t>
            </w:r>
            <w:r>
              <w:t xml:space="preserve">16, </w:t>
            </w:r>
            <w:r w:rsidRPr="0028393F">
              <w:rPr>
                <w:color w:val="000000"/>
                <w:spacing w:val="2"/>
              </w:rPr>
              <w:t xml:space="preserve"> кабинет</w:t>
            </w:r>
            <w:r>
              <w:rPr>
                <w:color w:val="000000"/>
                <w:spacing w:val="2"/>
              </w:rPr>
              <w:t xml:space="preserve"> заведующего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E031D7">
            <w:r w:rsidRPr="00D55C07">
              <w:t>23 июля  2012 года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6114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55C07">
              <w:t xml:space="preserve">г. Пермь, ул. </w:t>
            </w:r>
            <w:r>
              <w:t>Льва Шатрова, 16</w:t>
            </w:r>
            <w:r w:rsidRPr="00D55C07">
              <w:t xml:space="preserve">, </w:t>
            </w:r>
            <w:r w:rsidRPr="00D55C07">
              <w:rPr>
                <w:color w:val="000000"/>
                <w:spacing w:val="2"/>
              </w:rPr>
              <w:t xml:space="preserve">кабинет </w:t>
            </w:r>
            <w:r>
              <w:rPr>
                <w:color w:val="000000"/>
                <w:spacing w:val="2"/>
              </w:rPr>
              <w:t>заведующего</w:t>
            </w:r>
          </w:p>
        </w:tc>
      </w:tr>
      <w:tr w:rsidR="002E464B" w:rsidRPr="0028393F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CD75FE">
            <w:r w:rsidRPr="00D55C07">
              <w:t>25 июля 2012 года</w:t>
            </w:r>
          </w:p>
        </w:tc>
      </w:tr>
      <w:tr w:rsidR="002E464B" w:rsidRPr="008D21BA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2E464B" w:rsidRPr="00B866C4" w:rsidRDefault="002E464B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2E464B" w:rsidRPr="00D55C07" w:rsidRDefault="002E464B" w:rsidP="00E031D7">
            <w:r>
              <w:t>20</w:t>
            </w:r>
            <w:r w:rsidRPr="00D55C07">
              <w:t xml:space="preserve"> июля 2012 г. до 10 00</w:t>
            </w:r>
          </w:p>
        </w:tc>
      </w:tr>
    </w:tbl>
    <w:p w:rsidR="002E464B" w:rsidRDefault="002E464B" w:rsidP="0057616D">
      <w:pPr>
        <w:pStyle w:val="BodyText"/>
        <w:ind w:firstLine="360"/>
        <w:jc w:val="right"/>
      </w:pPr>
      <w:bookmarkStart w:id="0" w:name="Приложение_1"/>
      <w:bookmarkStart w:id="1" w:name="Приложение"/>
      <w:r w:rsidRPr="008B7AB0">
        <w:tab/>
      </w:r>
    </w:p>
    <w:p w:rsidR="002E464B" w:rsidRDefault="002E464B" w:rsidP="0057616D">
      <w:pPr>
        <w:pStyle w:val="BodyText"/>
        <w:ind w:firstLine="360"/>
        <w:jc w:val="right"/>
      </w:pPr>
    </w:p>
    <w:p w:rsidR="002E464B" w:rsidRDefault="002E464B" w:rsidP="0057616D">
      <w:pPr>
        <w:pStyle w:val="BodyText"/>
        <w:ind w:firstLine="360"/>
        <w:jc w:val="right"/>
      </w:pPr>
    </w:p>
    <w:p w:rsidR="002E464B" w:rsidRDefault="002E464B" w:rsidP="0057616D">
      <w:pPr>
        <w:pStyle w:val="BodyText"/>
        <w:ind w:firstLine="360"/>
        <w:jc w:val="right"/>
      </w:pPr>
    </w:p>
    <w:p w:rsidR="002E464B" w:rsidRDefault="002E464B" w:rsidP="0057616D">
      <w:pPr>
        <w:pStyle w:val="BodyText"/>
      </w:pPr>
    </w:p>
    <w:p w:rsidR="002E464B" w:rsidRDefault="002E464B" w:rsidP="0057616D">
      <w:pPr>
        <w:pStyle w:val="BodyText"/>
        <w:ind w:firstLine="360"/>
        <w:jc w:val="right"/>
      </w:pPr>
    </w:p>
    <w:bookmarkEnd w:id="0"/>
    <w:bookmarkEnd w:id="1"/>
    <w:p w:rsidR="002E464B" w:rsidRDefault="002E464B"/>
    <w:sectPr w:rsidR="002E464B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3CD4"/>
    <w:rsid w:val="00027C25"/>
    <w:rsid w:val="00035246"/>
    <w:rsid w:val="00037A94"/>
    <w:rsid w:val="000426FA"/>
    <w:rsid w:val="000468B7"/>
    <w:rsid w:val="00046EF5"/>
    <w:rsid w:val="00053B5E"/>
    <w:rsid w:val="00064D8A"/>
    <w:rsid w:val="000654FE"/>
    <w:rsid w:val="00065ED6"/>
    <w:rsid w:val="00066845"/>
    <w:rsid w:val="00066EB4"/>
    <w:rsid w:val="00076E68"/>
    <w:rsid w:val="00077CE4"/>
    <w:rsid w:val="0008150F"/>
    <w:rsid w:val="00084B26"/>
    <w:rsid w:val="00091ACE"/>
    <w:rsid w:val="00092944"/>
    <w:rsid w:val="00094142"/>
    <w:rsid w:val="00097C8B"/>
    <w:rsid w:val="00097C99"/>
    <w:rsid w:val="000A3772"/>
    <w:rsid w:val="000A4756"/>
    <w:rsid w:val="000B330D"/>
    <w:rsid w:val="000B51F1"/>
    <w:rsid w:val="000B5C58"/>
    <w:rsid w:val="000B61A9"/>
    <w:rsid w:val="000B7B87"/>
    <w:rsid w:val="000C37FE"/>
    <w:rsid w:val="000C4331"/>
    <w:rsid w:val="000C563D"/>
    <w:rsid w:val="000D03CD"/>
    <w:rsid w:val="000E3D39"/>
    <w:rsid w:val="000F0195"/>
    <w:rsid w:val="000F299F"/>
    <w:rsid w:val="000F2E8B"/>
    <w:rsid w:val="00100724"/>
    <w:rsid w:val="001076F1"/>
    <w:rsid w:val="00123A6F"/>
    <w:rsid w:val="0012723B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4F44"/>
    <w:rsid w:val="001B65CE"/>
    <w:rsid w:val="001C10BB"/>
    <w:rsid w:val="001C570E"/>
    <w:rsid w:val="001C7AED"/>
    <w:rsid w:val="001D3C63"/>
    <w:rsid w:val="001D46A2"/>
    <w:rsid w:val="001E7CFD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413D5"/>
    <w:rsid w:val="00241CB4"/>
    <w:rsid w:val="002458E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65BC"/>
    <w:rsid w:val="00267395"/>
    <w:rsid w:val="0027516C"/>
    <w:rsid w:val="0028046E"/>
    <w:rsid w:val="0028393F"/>
    <w:rsid w:val="00285AA4"/>
    <w:rsid w:val="00287F86"/>
    <w:rsid w:val="002915C7"/>
    <w:rsid w:val="00297931"/>
    <w:rsid w:val="002A6FB6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E464B"/>
    <w:rsid w:val="002F335C"/>
    <w:rsid w:val="002F64FA"/>
    <w:rsid w:val="002F7B9E"/>
    <w:rsid w:val="003019AF"/>
    <w:rsid w:val="0030318F"/>
    <w:rsid w:val="003107E0"/>
    <w:rsid w:val="003130A9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516E0"/>
    <w:rsid w:val="00353F8B"/>
    <w:rsid w:val="003600F5"/>
    <w:rsid w:val="00360FD3"/>
    <w:rsid w:val="00363755"/>
    <w:rsid w:val="00373938"/>
    <w:rsid w:val="00373FF2"/>
    <w:rsid w:val="00374177"/>
    <w:rsid w:val="00377BED"/>
    <w:rsid w:val="0039325B"/>
    <w:rsid w:val="00395440"/>
    <w:rsid w:val="003967A7"/>
    <w:rsid w:val="003A18B1"/>
    <w:rsid w:val="003A29C8"/>
    <w:rsid w:val="003C61C6"/>
    <w:rsid w:val="003D26FF"/>
    <w:rsid w:val="003D2C62"/>
    <w:rsid w:val="003E2AF4"/>
    <w:rsid w:val="003F12CC"/>
    <w:rsid w:val="003F5363"/>
    <w:rsid w:val="0040124D"/>
    <w:rsid w:val="00405D52"/>
    <w:rsid w:val="00413C04"/>
    <w:rsid w:val="0041488F"/>
    <w:rsid w:val="00420B66"/>
    <w:rsid w:val="0042598F"/>
    <w:rsid w:val="0042782E"/>
    <w:rsid w:val="004300CB"/>
    <w:rsid w:val="004302ED"/>
    <w:rsid w:val="004353B7"/>
    <w:rsid w:val="004361C2"/>
    <w:rsid w:val="00444535"/>
    <w:rsid w:val="004479E8"/>
    <w:rsid w:val="00453483"/>
    <w:rsid w:val="00462C3E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120C"/>
    <w:rsid w:val="004F23A2"/>
    <w:rsid w:val="004F51AE"/>
    <w:rsid w:val="004F7866"/>
    <w:rsid w:val="004F7DEE"/>
    <w:rsid w:val="00506C85"/>
    <w:rsid w:val="005076A7"/>
    <w:rsid w:val="00510EEA"/>
    <w:rsid w:val="0051332E"/>
    <w:rsid w:val="00515E4B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463F1"/>
    <w:rsid w:val="005463FA"/>
    <w:rsid w:val="00551CBE"/>
    <w:rsid w:val="00553F3A"/>
    <w:rsid w:val="005676A9"/>
    <w:rsid w:val="0057616D"/>
    <w:rsid w:val="0057678C"/>
    <w:rsid w:val="00594274"/>
    <w:rsid w:val="005A0EDC"/>
    <w:rsid w:val="005A147C"/>
    <w:rsid w:val="005A22C8"/>
    <w:rsid w:val="005A279E"/>
    <w:rsid w:val="005B7494"/>
    <w:rsid w:val="005C0F91"/>
    <w:rsid w:val="005C0FDD"/>
    <w:rsid w:val="005D7A3C"/>
    <w:rsid w:val="005E511B"/>
    <w:rsid w:val="005E6B5E"/>
    <w:rsid w:val="005F3EEA"/>
    <w:rsid w:val="00600CF4"/>
    <w:rsid w:val="0060591F"/>
    <w:rsid w:val="00611453"/>
    <w:rsid w:val="0061210C"/>
    <w:rsid w:val="00615ECF"/>
    <w:rsid w:val="00616AA7"/>
    <w:rsid w:val="00616D57"/>
    <w:rsid w:val="006206B3"/>
    <w:rsid w:val="00634BB7"/>
    <w:rsid w:val="00636B92"/>
    <w:rsid w:val="00644B83"/>
    <w:rsid w:val="00645F99"/>
    <w:rsid w:val="00650A7D"/>
    <w:rsid w:val="00650BB4"/>
    <w:rsid w:val="0065151A"/>
    <w:rsid w:val="00654D4E"/>
    <w:rsid w:val="00654EF8"/>
    <w:rsid w:val="00681B51"/>
    <w:rsid w:val="006847E2"/>
    <w:rsid w:val="006865F7"/>
    <w:rsid w:val="00687076"/>
    <w:rsid w:val="00691FFF"/>
    <w:rsid w:val="006940E1"/>
    <w:rsid w:val="006970C4"/>
    <w:rsid w:val="00697202"/>
    <w:rsid w:val="006A114F"/>
    <w:rsid w:val="006A76A8"/>
    <w:rsid w:val="006B0C14"/>
    <w:rsid w:val="006B2035"/>
    <w:rsid w:val="006B6AEE"/>
    <w:rsid w:val="006C0C55"/>
    <w:rsid w:val="006D5AAC"/>
    <w:rsid w:val="006E1F7A"/>
    <w:rsid w:val="006E3AE5"/>
    <w:rsid w:val="006E5A04"/>
    <w:rsid w:val="006E5DB9"/>
    <w:rsid w:val="006E66CC"/>
    <w:rsid w:val="006E7DB5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8169C"/>
    <w:rsid w:val="00797447"/>
    <w:rsid w:val="007A5285"/>
    <w:rsid w:val="007A5DEF"/>
    <w:rsid w:val="007B3E24"/>
    <w:rsid w:val="007C0F30"/>
    <w:rsid w:val="007D32C3"/>
    <w:rsid w:val="007E7580"/>
    <w:rsid w:val="007F54BE"/>
    <w:rsid w:val="007F7E25"/>
    <w:rsid w:val="008024A0"/>
    <w:rsid w:val="00805E1A"/>
    <w:rsid w:val="0080613B"/>
    <w:rsid w:val="008077A3"/>
    <w:rsid w:val="00820E53"/>
    <w:rsid w:val="00836330"/>
    <w:rsid w:val="0084124F"/>
    <w:rsid w:val="00841D9D"/>
    <w:rsid w:val="00862788"/>
    <w:rsid w:val="00865DD9"/>
    <w:rsid w:val="00867499"/>
    <w:rsid w:val="00875496"/>
    <w:rsid w:val="00880E10"/>
    <w:rsid w:val="00881FA2"/>
    <w:rsid w:val="0089025C"/>
    <w:rsid w:val="0089167B"/>
    <w:rsid w:val="00894AFC"/>
    <w:rsid w:val="00895387"/>
    <w:rsid w:val="008A095F"/>
    <w:rsid w:val="008B570E"/>
    <w:rsid w:val="008B7937"/>
    <w:rsid w:val="008B7AB0"/>
    <w:rsid w:val="008C5393"/>
    <w:rsid w:val="008C5757"/>
    <w:rsid w:val="008D14DD"/>
    <w:rsid w:val="008D1D6E"/>
    <w:rsid w:val="008D21BA"/>
    <w:rsid w:val="008D41B9"/>
    <w:rsid w:val="008D566E"/>
    <w:rsid w:val="008F1603"/>
    <w:rsid w:val="008F26C2"/>
    <w:rsid w:val="009001DA"/>
    <w:rsid w:val="0091134B"/>
    <w:rsid w:val="00914BB0"/>
    <w:rsid w:val="00917054"/>
    <w:rsid w:val="00920B83"/>
    <w:rsid w:val="00923667"/>
    <w:rsid w:val="0093437F"/>
    <w:rsid w:val="009368E5"/>
    <w:rsid w:val="00942512"/>
    <w:rsid w:val="00944D49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86067"/>
    <w:rsid w:val="0099054F"/>
    <w:rsid w:val="0099143C"/>
    <w:rsid w:val="0099344B"/>
    <w:rsid w:val="009A6117"/>
    <w:rsid w:val="009B0C4B"/>
    <w:rsid w:val="009B6D37"/>
    <w:rsid w:val="009C0372"/>
    <w:rsid w:val="009C0EFC"/>
    <w:rsid w:val="009C27DD"/>
    <w:rsid w:val="009C6B26"/>
    <w:rsid w:val="009C6E8C"/>
    <w:rsid w:val="009C725E"/>
    <w:rsid w:val="009D07C9"/>
    <w:rsid w:val="009D30C1"/>
    <w:rsid w:val="009D7503"/>
    <w:rsid w:val="009E3623"/>
    <w:rsid w:val="009E640B"/>
    <w:rsid w:val="009E6A13"/>
    <w:rsid w:val="009E7DB1"/>
    <w:rsid w:val="009F5A02"/>
    <w:rsid w:val="009F6360"/>
    <w:rsid w:val="009F6378"/>
    <w:rsid w:val="009F68DF"/>
    <w:rsid w:val="00A018FE"/>
    <w:rsid w:val="00A0646B"/>
    <w:rsid w:val="00A101A4"/>
    <w:rsid w:val="00A13041"/>
    <w:rsid w:val="00A17D5E"/>
    <w:rsid w:val="00A20663"/>
    <w:rsid w:val="00A276DB"/>
    <w:rsid w:val="00A370A6"/>
    <w:rsid w:val="00A42580"/>
    <w:rsid w:val="00A54633"/>
    <w:rsid w:val="00A56182"/>
    <w:rsid w:val="00A562F5"/>
    <w:rsid w:val="00A64C32"/>
    <w:rsid w:val="00A67BCB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0582"/>
    <w:rsid w:val="00AF3608"/>
    <w:rsid w:val="00B02EC4"/>
    <w:rsid w:val="00B1576E"/>
    <w:rsid w:val="00B26990"/>
    <w:rsid w:val="00B4543E"/>
    <w:rsid w:val="00B51748"/>
    <w:rsid w:val="00B54D5F"/>
    <w:rsid w:val="00B56AAC"/>
    <w:rsid w:val="00B609CB"/>
    <w:rsid w:val="00B60F34"/>
    <w:rsid w:val="00B7068A"/>
    <w:rsid w:val="00B73265"/>
    <w:rsid w:val="00B776AA"/>
    <w:rsid w:val="00B866C4"/>
    <w:rsid w:val="00B87805"/>
    <w:rsid w:val="00B94CDA"/>
    <w:rsid w:val="00B975C2"/>
    <w:rsid w:val="00BA433C"/>
    <w:rsid w:val="00BA6066"/>
    <w:rsid w:val="00BA7EDB"/>
    <w:rsid w:val="00BC0C20"/>
    <w:rsid w:val="00BC16C0"/>
    <w:rsid w:val="00BC2AD3"/>
    <w:rsid w:val="00BD16DD"/>
    <w:rsid w:val="00BD4A1D"/>
    <w:rsid w:val="00BD52AF"/>
    <w:rsid w:val="00BD7D61"/>
    <w:rsid w:val="00BE1AED"/>
    <w:rsid w:val="00BE39EF"/>
    <w:rsid w:val="00BE4C9A"/>
    <w:rsid w:val="00BE5DA9"/>
    <w:rsid w:val="00BF229E"/>
    <w:rsid w:val="00BF24A4"/>
    <w:rsid w:val="00BF5595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75E1F"/>
    <w:rsid w:val="00C850E4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5FE"/>
    <w:rsid w:val="00CD7EDD"/>
    <w:rsid w:val="00CE351C"/>
    <w:rsid w:val="00CF1406"/>
    <w:rsid w:val="00CF151A"/>
    <w:rsid w:val="00CF359F"/>
    <w:rsid w:val="00CF69A3"/>
    <w:rsid w:val="00CF6C0E"/>
    <w:rsid w:val="00D008A8"/>
    <w:rsid w:val="00D10DEB"/>
    <w:rsid w:val="00D10F84"/>
    <w:rsid w:val="00D12A6A"/>
    <w:rsid w:val="00D12E15"/>
    <w:rsid w:val="00D13193"/>
    <w:rsid w:val="00D2103E"/>
    <w:rsid w:val="00D21A52"/>
    <w:rsid w:val="00D321C9"/>
    <w:rsid w:val="00D34F36"/>
    <w:rsid w:val="00D40EC8"/>
    <w:rsid w:val="00D418CC"/>
    <w:rsid w:val="00D44DB8"/>
    <w:rsid w:val="00D45C7C"/>
    <w:rsid w:val="00D5029D"/>
    <w:rsid w:val="00D5105A"/>
    <w:rsid w:val="00D53E10"/>
    <w:rsid w:val="00D546BC"/>
    <w:rsid w:val="00D55C07"/>
    <w:rsid w:val="00D60641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1BE5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031D7"/>
    <w:rsid w:val="00E13C1D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5DA9"/>
    <w:rsid w:val="00E36AAE"/>
    <w:rsid w:val="00E37774"/>
    <w:rsid w:val="00E37DE5"/>
    <w:rsid w:val="00E46610"/>
    <w:rsid w:val="00E57C0C"/>
    <w:rsid w:val="00E717B9"/>
    <w:rsid w:val="00E774B3"/>
    <w:rsid w:val="00E80D90"/>
    <w:rsid w:val="00E84289"/>
    <w:rsid w:val="00E845A9"/>
    <w:rsid w:val="00E87E92"/>
    <w:rsid w:val="00E908FE"/>
    <w:rsid w:val="00E92A4B"/>
    <w:rsid w:val="00EA31DA"/>
    <w:rsid w:val="00EA74C6"/>
    <w:rsid w:val="00EA7E1D"/>
    <w:rsid w:val="00EB0B86"/>
    <w:rsid w:val="00EB0BB4"/>
    <w:rsid w:val="00EB2089"/>
    <w:rsid w:val="00EC18FD"/>
    <w:rsid w:val="00EC22EF"/>
    <w:rsid w:val="00EC561D"/>
    <w:rsid w:val="00EC6432"/>
    <w:rsid w:val="00ED029D"/>
    <w:rsid w:val="00ED02EA"/>
    <w:rsid w:val="00ED0350"/>
    <w:rsid w:val="00EE673E"/>
    <w:rsid w:val="00EE7C4E"/>
    <w:rsid w:val="00EF0EB2"/>
    <w:rsid w:val="00EF7C40"/>
    <w:rsid w:val="00F001DF"/>
    <w:rsid w:val="00F011A0"/>
    <w:rsid w:val="00F03B78"/>
    <w:rsid w:val="00F04ADB"/>
    <w:rsid w:val="00F11230"/>
    <w:rsid w:val="00F118AE"/>
    <w:rsid w:val="00F12BA7"/>
    <w:rsid w:val="00F16123"/>
    <w:rsid w:val="00F16E27"/>
    <w:rsid w:val="00F25532"/>
    <w:rsid w:val="00F302F3"/>
    <w:rsid w:val="00F32B90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A6FD9"/>
    <w:rsid w:val="00FB5C20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3FEF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6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Список 1,Знак1 Знак,Знак1"/>
    <w:basedOn w:val="Normal"/>
    <w:link w:val="BodyTextChar"/>
    <w:uiPriority w:val="99"/>
    <w:rsid w:val="0057616D"/>
    <w:pPr>
      <w:jc w:val="both"/>
    </w:pPr>
    <w:rPr>
      <w:sz w:val="24"/>
      <w:szCs w:val="24"/>
    </w:rPr>
  </w:style>
  <w:style w:type="character" w:customStyle="1" w:styleId="BodyTextChar">
    <w:name w:val="Body Text Char"/>
    <w:aliases w:val="Список 1 Char,Знак1 Знак Char,Знак1 Char"/>
    <w:basedOn w:val="DefaultParagraphFont"/>
    <w:link w:val="BodyText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761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rsid w:val="0057616D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57616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E39EF"/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2</Pages>
  <Words>601</Words>
  <Characters>3427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24</cp:revision>
  <cp:lastPrinted>2012-06-25T04:25:00Z</cp:lastPrinted>
  <dcterms:created xsi:type="dcterms:W3CDTF">2012-03-11T12:26:00Z</dcterms:created>
  <dcterms:modified xsi:type="dcterms:W3CDTF">2012-06-28T08:58:00Z</dcterms:modified>
</cp:coreProperties>
</file>