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24B" w:rsidRDefault="007A624B" w:rsidP="0057616D">
      <w:pPr>
        <w:pStyle w:val="BodyText"/>
        <w:jc w:val="center"/>
        <w:rPr>
          <w:b/>
          <w:szCs w:val="24"/>
        </w:rPr>
      </w:pPr>
      <w:r w:rsidRPr="009C6E8C">
        <w:rPr>
          <w:b/>
          <w:szCs w:val="24"/>
        </w:rPr>
        <w:t xml:space="preserve">ИЗВЕЩЕНИЕ № </w:t>
      </w:r>
      <w:r>
        <w:rPr>
          <w:b/>
          <w:szCs w:val="24"/>
        </w:rPr>
        <w:t>1</w:t>
      </w:r>
      <w:r w:rsidRPr="009C6E8C">
        <w:rPr>
          <w:b/>
          <w:szCs w:val="24"/>
        </w:rPr>
        <w:t xml:space="preserve"> </w:t>
      </w:r>
    </w:p>
    <w:p w:rsidR="007A624B" w:rsidRPr="009C6E8C" w:rsidRDefault="007A624B" w:rsidP="0057616D">
      <w:pPr>
        <w:pStyle w:val="BodyText"/>
        <w:jc w:val="center"/>
        <w:rPr>
          <w:b/>
          <w:szCs w:val="24"/>
        </w:rPr>
      </w:pPr>
      <w:r w:rsidRPr="009C6E8C">
        <w:rPr>
          <w:b/>
          <w:szCs w:val="24"/>
        </w:rPr>
        <w:t>от «</w:t>
      </w:r>
      <w:r>
        <w:rPr>
          <w:b/>
          <w:szCs w:val="24"/>
        </w:rPr>
        <w:t>29</w:t>
      </w:r>
      <w:r w:rsidRPr="009C6E8C">
        <w:rPr>
          <w:b/>
          <w:szCs w:val="24"/>
        </w:rPr>
        <w:t xml:space="preserve">» </w:t>
      </w:r>
      <w:r>
        <w:rPr>
          <w:b/>
          <w:szCs w:val="24"/>
        </w:rPr>
        <w:t>июня</w:t>
      </w:r>
      <w:r w:rsidRPr="009C6E8C">
        <w:rPr>
          <w:b/>
          <w:szCs w:val="24"/>
        </w:rPr>
        <w:t xml:space="preserve"> 20</w:t>
      </w:r>
      <w:r>
        <w:rPr>
          <w:b/>
          <w:szCs w:val="24"/>
        </w:rPr>
        <w:t>12</w:t>
      </w:r>
      <w:r w:rsidRPr="009C6E8C">
        <w:rPr>
          <w:b/>
          <w:szCs w:val="24"/>
        </w:rPr>
        <w:t xml:space="preserve"> года</w:t>
      </w:r>
    </w:p>
    <w:p w:rsidR="007A624B" w:rsidRPr="00C855F9" w:rsidRDefault="007A624B" w:rsidP="00C855F9">
      <w:pPr>
        <w:pStyle w:val="BodyText"/>
        <w:jc w:val="center"/>
        <w:rPr>
          <w:b/>
          <w:color w:val="000000"/>
          <w:szCs w:val="24"/>
        </w:rPr>
      </w:pPr>
      <w:r w:rsidRPr="009C6E8C">
        <w:rPr>
          <w:b/>
          <w:szCs w:val="24"/>
        </w:rPr>
        <w:t xml:space="preserve">о проведении открытого </w:t>
      </w:r>
      <w:r>
        <w:rPr>
          <w:b/>
          <w:szCs w:val="24"/>
        </w:rPr>
        <w:t xml:space="preserve">конкурса </w:t>
      </w:r>
      <w:r w:rsidRPr="00C855F9">
        <w:rPr>
          <w:b/>
          <w:color w:val="000000"/>
          <w:szCs w:val="24"/>
        </w:rPr>
        <w:t>на право заключить договор</w:t>
      </w:r>
    </w:p>
    <w:p w:rsidR="007A624B" w:rsidRPr="0082073E" w:rsidRDefault="007A624B" w:rsidP="00C855F9">
      <w:pPr>
        <w:jc w:val="center"/>
        <w:rPr>
          <w:b/>
          <w:sz w:val="24"/>
          <w:szCs w:val="24"/>
        </w:rPr>
      </w:pPr>
      <w:r w:rsidRPr="00C855F9">
        <w:rPr>
          <w:b/>
          <w:sz w:val="24"/>
          <w:szCs w:val="24"/>
        </w:rPr>
        <w:t xml:space="preserve">на </w:t>
      </w:r>
      <w:r w:rsidRPr="0082073E">
        <w:rPr>
          <w:b/>
          <w:sz w:val="24"/>
          <w:szCs w:val="24"/>
        </w:rPr>
        <w:t>ремонт здания (усиление стены подвала) МАДОУ «Детский сад № 238» г. Перми, по адресу: ул. Максима Горького, 42</w:t>
      </w:r>
    </w:p>
    <w:p w:rsidR="007A624B" w:rsidRPr="00B26990" w:rsidRDefault="007A624B" w:rsidP="0057616D">
      <w:pPr>
        <w:pStyle w:val="BodyText"/>
        <w:jc w:val="center"/>
        <w:rPr>
          <w:b/>
          <w:i/>
          <w:szCs w:val="24"/>
        </w:rPr>
      </w:pPr>
    </w:p>
    <w:tbl>
      <w:tblPr>
        <w:tblW w:w="9343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3223"/>
        <w:gridCol w:w="6120"/>
      </w:tblGrid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Способ закупки</w:t>
            </w:r>
          </w:p>
        </w:tc>
        <w:tc>
          <w:tcPr>
            <w:tcW w:w="6060" w:type="dxa"/>
            <w:shd w:val="clear" w:color="auto" w:fill="FFFFFF"/>
          </w:tcPr>
          <w:p w:rsidR="007A624B" w:rsidRDefault="007A624B" w:rsidP="00687076">
            <w:r>
              <w:t>Открытый конкурс</w:t>
            </w:r>
          </w:p>
          <w:p w:rsidR="007A624B" w:rsidRPr="0028393F" w:rsidRDefault="007A624B" w:rsidP="00687076">
            <w:pPr>
              <w:rPr>
                <w:lang w:val="en-US"/>
              </w:rPr>
            </w:pP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Муниципальный заказчик</w:t>
            </w:r>
          </w:p>
        </w:tc>
        <w:tc>
          <w:tcPr>
            <w:tcW w:w="6060" w:type="dxa"/>
            <w:shd w:val="clear" w:color="auto" w:fill="FFFFFF"/>
          </w:tcPr>
          <w:p w:rsidR="007A624B" w:rsidRDefault="007A624B" w:rsidP="00687076">
            <w:r>
              <w:t>МАДОУ «Детский сад № 238» г.Перми</w:t>
            </w:r>
          </w:p>
          <w:p w:rsidR="007A624B" w:rsidRPr="00EF7C40" w:rsidRDefault="007A624B" w:rsidP="00687076"/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060" w:type="dxa"/>
            <w:shd w:val="clear" w:color="auto" w:fill="FFFFFF"/>
          </w:tcPr>
          <w:p w:rsidR="007A624B" w:rsidRDefault="007A624B" w:rsidP="00687076">
            <w:smartTag w:uri="urn:schemas-microsoft-com:office:smarttags" w:element="metricconverter">
              <w:smartTagPr>
                <w:attr w:name="ProductID" w:val="614000, г"/>
              </w:smartTagPr>
              <w:r w:rsidRPr="0042598F">
                <w:t>6140</w:t>
              </w:r>
              <w:r>
                <w:t>00</w:t>
              </w:r>
              <w:r w:rsidRPr="0042598F">
                <w:t>, г</w:t>
              </w:r>
            </w:smartTag>
            <w:r w:rsidRPr="0042598F">
              <w:t>.Пермь, ул.</w:t>
            </w:r>
            <w:r>
              <w:t>Газеты Звезда, 12</w:t>
            </w:r>
          </w:p>
          <w:p w:rsidR="007A624B" w:rsidRPr="0042598F" w:rsidRDefault="007A624B" w:rsidP="00687076"/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060" w:type="dxa"/>
            <w:shd w:val="clear" w:color="auto" w:fill="FFFFFF"/>
          </w:tcPr>
          <w:p w:rsidR="007A624B" w:rsidRDefault="007A624B" w:rsidP="00687076">
            <w:smartTag w:uri="urn:schemas-microsoft-com:office:smarttags" w:element="metricconverter">
              <w:smartTagPr>
                <w:attr w:name="ProductID" w:val="614000, г"/>
              </w:smartTagPr>
              <w:r w:rsidRPr="0042598F">
                <w:t>6140</w:t>
              </w:r>
              <w:r>
                <w:t>00</w:t>
              </w:r>
              <w:r w:rsidRPr="0042598F">
                <w:t>, г</w:t>
              </w:r>
            </w:smartTag>
            <w:r w:rsidRPr="0042598F">
              <w:t>.Пермь, ул.</w:t>
            </w:r>
            <w:r>
              <w:t>Газеты Звезда, 12</w:t>
            </w:r>
          </w:p>
          <w:p w:rsidR="007A624B" w:rsidRPr="0042598F" w:rsidRDefault="007A624B" w:rsidP="00687076"/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Адрес электронной почты</w:t>
            </w:r>
          </w:p>
        </w:tc>
        <w:tc>
          <w:tcPr>
            <w:tcW w:w="6060" w:type="dxa"/>
            <w:shd w:val="clear" w:color="auto" w:fill="FFFFFF"/>
          </w:tcPr>
          <w:p w:rsidR="007A624B" w:rsidRDefault="007A624B" w:rsidP="00687076">
            <w:hyperlink r:id="rId4" w:history="1">
              <w:r w:rsidRPr="00852330">
                <w:rPr>
                  <w:rStyle w:val="Hyperlink"/>
                  <w:lang w:val="en-US"/>
                </w:rPr>
                <w:t>detsad238@mail</w:t>
              </w:r>
              <w:r w:rsidRPr="00852330">
                <w:rPr>
                  <w:rStyle w:val="Hyperlink"/>
                </w:rPr>
                <w:t>.ru</w:t>
              </w:r>
            </w:hyperlink>
          </w:p>
          <w:p w:rsidR="007A624B" w:rsidRPr="0042598F" w:rsidRDefault="007A624B" w:rsidP="00687076"/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060" w:type="dxa"/>
            <w:shd w:val="clear" w:color="auto" w:fill="FFFFFF"/>
          </w:tcPr>
          <w:p w:rsidR="007A624B" w:rsidRPr="004F44B3" w:rsidRDefault="007A624B" w:rsidP="00687076">
            <w:r>
              <w:rPr>
                <w:lang w:val="en-US"/>
              </w:rPr>
              <w:t>212</w:t>
            </w:r>
            <w:r>
              <w:t>-</w:t>
            </w:r>
            <w:r>
              <w:rPr>
                <w:lang w:val="en-US"/>
              </w:rPr>
              <w:t>33</w:t>
            </w:r>
            <w:r>
              <w:t>-</w:t>
            </w:r>
            <w:r>
              <w:rPr>
                <w:lang w:val="en-US"/>
              </w:rPr>
              <w:t>75</w:t>
            </w:r>
            <w:r>
              <w:t>, 290-13-07</w:t>
            </w:r>
          </w:p>
          <w:p w:rsidR="007A624B" w:rsidRPr="0042598F" w:rsidRDefault="007A624B" w:rsidP="00687076"/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Контактное лицо</w:t>
            </w:r>
          </w:p>
        </w:tc>
        <w:tc>
          <w:tcPr>
            <w:tcW w:w="6060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6F34">
              <w:rPr>
                <w:rFonts w:ascii="Times New Roman" w:hAnsi="Times New Roman"/>
                <w:sz w:val="20"/>
                <w:szCs w:val="20"/>
              </w:rPr>
              <w:t>Заведующий Носкова Елена Владимировна</w:t>
            </w:r>
          </w:p>
          <w:p w:rsidR="007A624B" w:rsidRPr="00126F34" w:rsidRDefault="007A624B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Предмет договора</w:t>
            </w:r>
          </w:p>
        </w:tc>
        <w:tc>
          <w:tcPr>
            <w:tcW w:w="6060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Ремонт здания (усиление стены подвала) МАДОУ «Детский сад № 238» г. Перми, по адресу: ул. Максима Горького, 42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Количество товара, объема выполняемых работ, оказываемых услуг</w:t>
            </w:r>
          </w:p>
        </w:tc>
        <w:tc>
          <w:tcPr>
            <w:tcW w:w="6060" w:type="dxa"/>
            <w:shd w:val="clear" w:color="auto" w:fill="FFFFFF"/>
          </w:tcPr>
          <w:p w:rsidR="007A624B" w:rsidRPr="00EF7C40" w:rsidRDefault="007A624B" w:rsidP="00C855F9">
            <w:r w:rsidRPr="00D60641">
              <w:t xml:space="preserve">В соответствии с техническим заданием </w:t>
            </w:r>
            <w:r>
              <w:t xml:space="preserve">(проектно-сметной документацией) </w:t>
            </w:r>
            <w:r w:rsidRPr="00D60641">
              <w:t>(Приложение №1 к конкурсной документации)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Место поставки товара, выполнения работ, оказания услуг</w:t>
            </w:r>
          </w:p>
        </w:tc>
        <w:tc>
          <w:tcPr>
            <w:tcW w:w="6060" w:type="dxa"/>
            <w:shd w:val="clear" w:color="auto" w:fill="FFFFFF"/>
          </w:tcPr>
          <w:p w:rsidR="007A624B" w:rsidRPr="0042598F" w:rsidRDefault="007A624B" w:rsidP="00687076">
            <w:smartTag w:uri="urn:schemas-microsoft-com:office:smarttags" w:element="metricconverter">
              <w:smartTagPr>
                <w:attr w:name="ProductID" w:val="614000, г"/>
              </w:smartTagPr>
              <w:r w:rsidRPr="0042598F">
                <w:t>6140</w:t>
              </w:r>
              <w:r>
                <w:t>00</w:t>
              </w:r>
              <w:r w:rsidRPr="0042598F">
                <w:t>, г</w:t>
              </w:r>
            </w:smartTag>
            <w:r w:rsidRPr="0042598F">
              <w:t>.</w:t>
            </w:r>
            <w:r>
              <w:t xml:space="preserve"> </w:t>
            </w:r>
            <w:r w:rsidRPr="0042598F">
              <w:t>Пермь, ул.</w:t>
            </w:r>
            <w:r>
              <w:t xml:space="preserve"> Максима Горького, 42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Начальная (максимальная) цена договора (цена лота)</w:t>
            </w:r>
          </w:p>
        </w:tc>
        <w:tc>
          <w:tcPr>
            <w:tcW w:w="6060" w:type="dxa"/>
            <w:shd w:val="clear" w:color="auto" w:fill="FFFFFF"/>
          </w:tcPr>
          <w:p w:rsidR="007A624B" w:rsidRPr="00EF7C40" w:rsidRDefault="007A624B" w:rsidP="00C855F9">
            <w:r w:rsidRPr="00D0539C">
              <w:rPr>
                <w:b/>
              </w:rPr>
              <w:t>2</w:t>
            </w:r>
            <w:r>
              <w:rPr>
                <w:b/>
              </w:rPr>
              <w:t> 094 818</w:t>
            </w:r>
            <w:r w:rsidRPr="00D0539C">
              <w:rPr>
                <w:b/>
              </w:rPr>
              <w:t xml:space="preserve">, </w:t>
            </w:r>
            <w:r>
              <w:rPr>
                <w:b/>
              </w:rPr>
              <w:t>26</w:t>
            </w:r>
            <w:r w:rsidRPr="006847E2">
              <w:t xml:space="preserve"> рубле</w:t>
            </w:r>
            <w:r w:rsidRPr="00D0539C">
              <w:t xml:space="preserve">й </w:t>
            </w:r>
            <w:r w:rsidRPr="006847E2">
              <w:t>(</w:t>
            </w:r>
            <w:r>
              <w:t>Два миллиона девяносто четыре тысячи восемьсот восемнадцать  рублей 26 коп.)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Размер, срок и порядок внесения денежных средств в качестве обеспечения заявки на участие в закупке (если требование о внесении обеспечения заявки на участие в закупке устанавливается заказчиком в соответствии с настоящим Положением);</w:t>
            </w:r>
          </w:p>
        </w:tc>
        <w:tc>
          <w:tcPr>
            <w:tcW w:w="6060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6F34">
              <w:rPr>
                <w:rFonts w:ascii="Times New Roman" w:hAnsi="Times New Roman"/>
                <w:sz w:val="20"/>
                <w:szCs w:val="20"/>
              </w:rPr>
              <w:t xml:space="preserve">5 % от начальной (максимальной) цены договора, что составляет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104 740,91</w:t>
            </w:r>
            <w:r w:rsidRPr="00D0539C">
              <w:rPr>
                <w:rFonts w:ascii="Times New Roman" w:hAnsi="Times New Roman"/>
                <w:sz w:val="20"/>
                <w:szCs w:val="20"/>
              </w:rPr>
              <w:t xml:space="preserve"> рублей (Сто </w:t>
            </w:r>
            <w:r>
              <w:rPr>
                <w:rFonts w:ascii="Times New Roman" w:hAnsi="Times New Roman"/>
                <w:sz w:val="20"/>
                <w:szCs w:val="20"/>
              </w:rPr>
              <w:t>четыре</w:t>
            </w:r>
            <w:r w:rsidRPr="00D0539C">
              <w:rPr>
                <w:rFonts w:ascii="Times New Roman" w:hAnsi="Times New Roman"/>
                <w:sz w:val="20"/>
                <w:szCs w:val="20"/>
              </w:rPr>
              <w:t xml:space="preserve"> тысяч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D0539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семьсот</w:t>
            </w:r>
            <w:r w:rsidRPr="00D0539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сорок</w:t>
            </w:r>
            <w:r w:rsidRPr="00D0539C">
              <w:rPr>
                <w:rFonts w:ascii="Times New Roman" w:hAnsi="Times New Roman"/>
                <w:sz w:val="20"/>
                <w:szCs w:val="20"/>
              </w:rPr>
              <w:t xml:space="preserve"> рублей </w:t>
            </w:r>
            <w:r>
              <w:rPr>
                <w:rFonts w:ascii="Times New Roman" w:hAnsi="Times New Roman"/>
                <w:sz w:val="20"/>
                <w:szCs w:val="20"/>
              </w:rPr>
              <w:t>91</w:t>
            </w:r>
            <w:r w:rsidRPr="00D0539C">
              <w:rPr>
                <w:rFonts w:ascii="Times New Roman" w:hAnsi="Times New Roman"/>
                <w:sz w:val="20"/>
                <w:szCs w:val="20"/>
              </w:rPr>
              <w:t xml:space="preserve"> коп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D0539C">
              <w:rPr>
                <w:rFonts w:ascii="Times New Roman" w:hAnsi="Times New Roman"/>
                <w:sz w:val="20"/>
                <w:szCs w:val="20"/>
              </w:rPr>
              <w:t>)</w:t>
            </w:r>
            <w:r w:rsidRPr="00126F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A624B" w:rsidRPr="006847E2" w:rsidRDefault="007A624B" w:rsidP="00687076">
            <w:pPr>
              <w:pStyle w:val="BodyTextIndent"/>
              <w:spacing w:after="0"/>
              <w:ind w:left="0" w:firstLine="258"/>
              <w:jc w:val="both"/>
              <w:rPr>
                <w:color w:val="000000"/>
              </w:rPr>
            </w:pPr>
            <w:r w:rsidRPr="006847E2">
              <w:rPr>
                <w:color w:val="000000"/>
              </w:rPr>
              <w:t>Требование обеспечения заявки на участие в конкурсе в равной мере распространяется на всех участников открытого конкурса.</w:t>
            </w:r>
          </w:p>
          <w:p w:rsidR="007A624B" w:rsidRPr="00126F34" w:rsidRDefault="007A624B" w:rsidP="00687076">
            <w:pPr>
              <w:pStyle w:val="ConsPlusNormal"/>
              <w:widowControl/>
              <w:ind w:firstLine="258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126F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 часов местного времени 23</w:t>
            </w:r>
            <w:r w:rsidRPr="00126F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июля 2012 года  </w:t>
            </w:r>
            <w:r w:rsidRPr="00126F34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(дата рассмотрения заявок на участие в конкурсе)</w:t>
            </w:r>
          </w:p>
          <w:p w:rsidR="007A624B" w:rsidRPr="006847E2" w:rsidRDefault="007A624B" w:rsidP="00687076">
            <w:r>
              <w:t xml:space="preserve">    </w:t>
            </w:r>
            <w:r w:rsidRPr="006847E2">
              <w:t>Денежные средства считаются внесенными с момента их зачисления на расчетный счет Заказчика.</w:t>
            </w:r>
          </w:p>
          <w:p w:rsidR="007A624B" w:rsidRPr="0028393F" w:rsidRDefault="007A624B" w:rsidP="00687076">
            <w:pPr>
              <w:pStyle w:val="BodyTextIndent"/>
              <w:spacing w:after="0"/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 w:rsidRPr="0028393F">
              <w:rPr>
                <w:color w:val="000000"/>
              </w:rPr>
              <w:t xml:space="preserve">Требование обеспечения заявки на участие в </w:t>
            </w:r>
            <w:r>
              <w:rPr>
                <w:color w:val="000000"/>
              </w:rPr>
              <w:t>открытом конкурсе</w:t>
            </w:r>
            <w:r w:rsidRPr="0028393F">
              <w:rPr>
                <w:color w:val="000000"/>
              </w:rPr>
              <w:t xml:space="preserve"> в равной мере распространяется на всех участников размещения заказа.</w:t>
            </w:r>
          </w:p>
          <w:p w:rsidR="007A624B" w:rsidRDefault="007A624B" w:rsidP="006870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 w:rsidRPr="0028393F">
              <w:rPr>
                <w:color w:val="000000"/>
              </w:rPr>
              <w:t xml:space="preserve">Денежные средства в качестве обеспечения заявки на участие в открытом конкурсе вносятся путём безналичного перечисления по следующим </w:t>
            </w:r>
            <w:r w:rsidRPr="006847E2">
              <w:rPr>
                <w:color w:val="000000"/>
              </w:rPr>
              <w:t>реквизитам: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4512"/>
            </w:tblGrid>
            <w:tr w:rsidR="007A624B" w:rsidRPr="000654FE" w:rsidTr="00112FCC">
              <w:tc>
                <w:tcPr>
                  <w:tcW w:w="1302" w:type="dxa"/>
                </w:tcPr>
                <w:p w:rsidR="007A624B" w:rsidRPr="00112FCC" w:rsidRDefault="007A624B" w:rsidP="00687076">
                  <w:pPr>
                    <w:jc w:val="right"/>
                    <w:rPr>
                      <w:b/>
                    </w:rPr>
                  </w:pPr>
                  <w:r w:rsidRPr="00112FCC"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4512" w:type="dxa"/>
                  <w:tcBorders>
                    <w:bottom w:val="single" w:sz="4" w:space="0" w:color="auto"/>
                  </w:tcBorders>
                </w:tcPr>
                <w:p w:rsidR="007A624B" w:rsidRPr="00112FCC" w:rsidRDefault="007A624B" w:rsidP="00687076">
                  <w:pPr>
                    <w:jc w:val="both"/>
                  </w:pPr>
                  <w:r w:rsidRPr="00112FCC">
                    <w:t>МАДОУ «Детский сад № 238» г.Перми</w:t>
                  </w:r>
                </w:p>
              </w:tc>
            </w:tr>
            <w:tr w:rsidR="007A624B" w:rsidRPr="000654FE" w:rsidTr="00112FCC">
              <w:tc>
                <w:tcPr>
                  <w:tcW w:w="1302" w:type="dxa"/>
                </w:tcPr>
                <w:p w:rsidR="007A624B" w:rsidRPr="00112FCC" w:rsidRDefault="007A624B" w:rsidP="00687076">
                  <w:pPr>
                    <w:jc w:val="right"/>
                    <w:rPr>
                      <w:b/>
                    </w:rPr>
                  </w:pPr>
                  <w:r w:rsidRPr="00112FCC">
                    <w:rPr>
                      <w:b/>
                    </w:rPr>
                    <w:t>ИНН</w:t>
                  </w:r>
                </w:p>
              </w:tc>
              <w:tc>
                <w:tcPr>
                  <w:tcW w:w="45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624B" w:rsidRPr="00112FCC" w:rsidRDefault="007A624B" w:rsidP="000B7D3B">
                  <w:pPr>
                    <w:jc w:val="both"/>
                  </w:pPr>
                  <w:r w:rsidRPr="00112FCC">
                    <w:t>5902292978</w:t>
                  </w:r>
                </w:p>
              </w:tc>
            </w:tr>
            <w:tr w:rsidR="007A624B" w:rsidRPr="000654FE" w:rsidTr="00112FCC">
              <w:tc>
                <w:tcPr>
                  <w:tcW w:w="1302" w:type="dxa"/>
                </w:tcPr>
                <w:p w:rsidR="007A624B" w:rsidRPr="00112FCC" w:rsidRDefault="007A624B" w:rsidP="00687076">
                  <w:pPr>
                    <w:jc w:val="right"/>
                    <w:rPr>
                      <w:b/>
                    </w:rPr>
                  </w:pPr>
                  <w:r w:rsidRPr="00112FCC">
                    <w:rPr>
                      <w:b/>
                    </w:rPr>
                    <w:t>ОГРН</w:t>
                  </w:r>
                </w:p>
              </w:tc>
              <w:tc>
                <w:tcPr>
                  <w:tcW w:w="45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624B" w:rsidRPr="00112FCC" w:rsidRDefault="007A624B" w:rsidP="000B7D3B">
                  <w:pPr>
                    <w:jc w:val="both"/>
                  </w:pPr>
                  <w:r w:rsidRPr="00112FCC">
                    <w:t>1035900104261</w:t>
                  </w:r>
                </w:p>
              </w:tc>
            </w:tr>
            <w:tr w:rsidR="007A624B" w:rsidRPr="000654FE" w:rsidTr="00112FCC">
              <w:tc>
                <w:tcPr>
                  <w:tcW w:w="1302" w:type="dxa"/>
                </w:tcPr>
                <w:p w:rsidR="007A624B" w:rsidRPr="00112FCC" w:rsidRDefault="007A624B" w:rsidP="00687076">
                  <w:pPr>
                    <w:jc w:val="right"/>
                    <w:rPr>
                      <w:b/>
                    </w:rPr>
                  </w:pPr>
                  <w:r w:rsidRPr="00112FCC">
                    <w:rPr>
                      <w:b/>
                    </w:rPr>
                    <w:t>КПП</w:t>
                  </w:r>
                </w:p>
              </w:tc>
              <w:tc>
                <w:tcPr>
                  <w:tcW w:w="45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624B" w:rsidRPr="00112FCC" w:rsidRDefault="007A624B" w:rsidP="000B7D3B">
                  <w:pPr>
                    <w:jc w:val="both"/>
                  </w:pPr>
                  <w:r w:rsidRPr="00112FCC">
                    <w:t>590201001</w:t>
                  </w:r>
                </w:p>
              </w:tc>
            </w:tr>
            <w:tr w:rsidR="007A624B" w:rsidRPr="000654FE" w:rsidTr="00112FCC">
              <w:tc>
                <w:tcPr>
                  <w:tcW w:w="1302" w:type="dxa"/>
                </w:tcPr>
                <w:p w:rsidR="007A624B" w:rsidRPr="00112FCC" w:rsidRDefault="007A624B" w:rsidP="00687076">
                  <w:pPr>
                    <w:jc w:val="right"/>
                    <w:rPr>
                      <w:b/>
                    </w:rPr>
                  </w:pPr>
                  <w:r w:rsidRPr="00112FCC">
                    <w:rPr>
                      <w:b/>
                    </w:rPr>
                    <w:t>Р/с</w:t>
                  </w:r>
                </w:p>
              </w:tc>
              <w:tc>
                <w:tcPr>
                  <w:tcW w:w="45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624B" w:rsidRPr="00112FCC" w:rsidRDefault="007A624B" w:rsidP="000B7D3B">
                  <w:pPr>
                    <w:jc w:val="both"/>
                  </w:pPr>
                  <w:r w:rsidRPr="00112FCC">
                    <w:t xml:space="preserve"> 40703810661100000026 в ОАО «Уральский банк реконструкции и развития» филиал «Пермский»</w:t>
                  </w:r>
                </w:p>
              </w:tc>
            </w:tr>
            <w:tr w:rsidR="007A624B" w:rsidRPr="000654FE" w:rsidTr="00112FCC">
              <w:tc>
                <w:tcPr>
                  <w:tcW w:w="1302" w:type="dxa"/>
                </w:tcPr>
                <w:p w:rsidR="007A624B" w:rsidRPr="00112FCC" w:rsidRDefault="007A624B" w:rsidP="00687076">
                  <w:pPr>
                    <w:jc w:val="right"/>
                    <w:rPr>
                      <w:b/>
                    </w:rPr>
                  </w:pPr>
                  <w:r w:rsidRPr="00112FCC"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45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624B" w:rsidRPr="00112FCC" w:rsidRDefault="007A624B" w:rsidP="000B7D3B">
                  <w:pPr>
                    <w:jc w:val="both"/>
                  </w:pPr>
                  <w:r w:rsidRPr="00112FCC">
                    <w:t>045773883</w:t>
                  </w:r>
                </w:p>
              </w:tc>
            </w:tr>
            <w:tr w:rsidR="007A624B" w:rsidRPr="000654FE" w:rsidTr="00112FCC">
              <w:tc>
                <w:tcPr>
                  <w:tcW w:w="1302" w:type="dxa"/>
                </w:tcPr>
                <w:p w:rsidR="007A624B" w:rsidRPr="00112FCC" w:rsidRDefault="007A624B" w:rsidP="00687076">
                  <w:pPr>
                    <w:jc w:val="right"/>
                    <w:rPr>
                      <w:b/>
                      <w:color w:val="000000"/>
                    </w:rPr>
                  </w:pPr>
                  <w:r w:rsidRPr="00112FCC">
                    <w:rPr>
                      <w:b/>
                      <w:color w:val="000000"/>
                    </w:rPr>
                    <w:t xml:space="preserve">КОР.СЧЕТ  </w:t>
                  </w:r>
                </w:p>
              </w:tc>
              <w:tc>
                <w:tcPr>
                  <w:tcW w:w="45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624B" w:rsidRPr="00112FCC" w:rsidRDefault="007A624B" w:rsidP="000B7D3B">
                  <w:pPr>
                    <w:jc w:val="both"/>
                  </w:pPr>
                  <w:r w:rsidRPr="00112FCC">
                    <w:t>30101810500000000883</w:t>
                  </w:r>
                </w:p>
              </w:tc>
            </w:tr>
            <w:tr w:rsidR="007A624B" w:rsidRPr="000654FE" w:rsidTr="00112FCC">
              <w:trPr>
                <w:trHeight w:val="515"/>
              </w:trPr>
              <w:tc>
                <w:tcPr>
                  <w:tcW w:w="1302" w:type="dxa"/>
                </w:tcPr>
                <w:p w:rsidR="007A624B" w:rsidRPr="006847E2" w:rsidRDefault="007A624B" w:rsidP="00687076">
                  <w:pPr>
                    <w:jc w:val="right"/>
                    <w:rPr>
                      <w:b/>
                      <w:color w:val="000000"/>
                    </w:rPr>
                  </w:pPr>
                  <w:r w:rsidRPr="006847E2">
                    <w:rPr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4512" w:type="dxa"/>
                  <w:tcBorders>
                    <w:top w:val="single" w:sz="4" w:space="0" w:color="auto"/>
                  </w:tcBorders>
                </w:tcPr>
                <w:p w:rsidR="007A624B" w:rsidRPr="006847E2" w:rsidRDefault="007A624B" w:rsidP="00687076">
                  <w:pPr>
                    <w:jc w:val="both"/>
                    <w:rPr>
                      <w:i/>
                    </w:rPr>
                  </w:pPr>
                  <w:r w:rsidRPr="006847E2">
                    <w:t xml:space="preserve">Обеспечение заявки на участие в конкурсе, извещение № </w:t>
                  </w:r>
                  <w:r>
                    <w:t>1</w:t>
                  </w:r>
                  <w:r w:rsidRPr="006847E2">
                    <w:t xml:space="preserve"> от </w:t>
                  </w:r>
                  <w:r>
                    <w:t>29</w:t>
                  </w:r>
                  <w:r w:rsidRPr="006847E2">
                    <w:t>.</w:t>
                  </w:r>
                  <w:r>
                    <w:t>06</w:t>
                  </w:r>
                  <w:r w:rsidRPr="006847E2">
                    <w:t>.201</w:t>
                  </w:r>
                  <w:r>
                    <w:t>2г</w:t>
                  </w:r>
                  <w:r w:rsidRPr="006847E2">
                    <w:t>.</w:t>
                  </w:r>
                </w:p>
              </w:tc>
            </w:tr>
          </w:tbl>
          <w:p w:rsidR="007A624B" w:rsidRPr="006E1F7A" w:rsidRDefault="007A624B" w:rsidP="00687076"/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Срок предоставления конкурсной документации</w:t>
            </w:r>
          </w:p>
        </w:tc>
        <w:tc>
          <w:tcPr>
            <w:tcW w:w="6060" w:type="dxa"/>
            <w:shd w:val="clear" w:color="auto" w:fill="FFFFFF"/>
          </w:tcPr>
          <w:p w:rsidR="007A624B" w:rsidRPr="00674CE9" w:rsidRDefault="007A624B" w:rsidP="00687076">
            <w:pPr>
              <w:rPr>
                <w:highlight w:val="cyan"/>
              </w:rPr>
            </w:pPr>
            <w:r w:rsidRPr="0082073E">
              <w:t xml:space="preserve">С 29 июня 2012 года  до </w:t>
            </w:r>
            <w:r>
              <w:t>19</w:t>
            </w:r>
            <w:r w:rsidRPr="00AB2D62">
              <w:t xml:space="preserve"> </w:t>
            </w:r>
            <w:r w:rsidRPr="0082073E">
              <w:t xml:space="preserve">июля 2012 года </w:t>
            </w:r>
          </w:p>
          <w:p w:rsidR="007A624B" w:rsidRPr="0082073E" w:rsidRDefault="007A624B" w:rsidP="00687076">
            <w:pPr>
              <w:rPr>
                <w:u w:val="single"/>
              </w:rPr>
            </w:pPr>
            <w:r w:rsidRPr="0082073E">
              <w:t xml:space="preserve">с 09.30 до 16.30 </w:t>
            </w:r>
            <w:r w:rsidRPr="0082073E">
              <w:rPr>
                <w:u w:val="single"/>
              </w:rPr>
              <w:t>в рабочие дни</w:t>
            </w:r>
          </w:p>
          <w:p w:rsidR="007A624B" w:rsidRPr="0082073E" w:rsidRDefault="007A624B" w:rsidP="00687076">
            <w:r w:rsidRPr="0082073E">
              <w:t>(с понедельника по пятницу, обеденный перерыв с 12.00 до 13.00)</w:t>
            </w:r>
          </w:p>
          <w:p w:rsidR="007A624B" w:rsidRPr="00EF7C40" w:rsidRDefault="007A624B" w:rsidP="00687076">
            <w:r w:rsidRPr="0082073E">
              <w:t>20 июля 2012г. - с 9.30 до 10.00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 xml:space="preserve">Место предоставления конкурсной документации </w:t>
            </w:r>
          </w:p>
        </w:tc>
        <w:tc>
          <w:tcPr>
            <w:tcW w:w="6060" w:type="dxa"/>
            <w:shd w:val="clear" w:color="auto" w:fill="FFFFFF"/>
          </w:tcPr>
          <w:p w:rsidR="007A624B" w:rsidRPr="0028393F" w:rsidRDefault="007A624B" w:rsidP="00687076">
            <w:pPr>
              <w:rPr>
                <w:i/>
              </w:rPr>
            </w:pPr>
            <w:r w:rsidRPr="0042598F">
              <w:t>г.Пермь, ул.</w:t>
            </w:r>
            <w:r>
              <w:t>Газеты Звезда, 12, кабинет бухгалтерии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Порядок предоставления конкурсной документации в электронном виде</w:t>
            </w:r>
          </w:p>
        </w:tc>
        <w:tc>
          <w:tcPr>
            <w:tcW w:w="6060" w:type="dxa"/>
            <w:shd w:val="clear" w:color="auto" w:fill="FFFFFF"/>
          </w:tcPr>
          <w:p w:rsidR="007A624B" w:rsidRPr="00D60641" w:rsidRDefault="007A624B" w:rsidP="00687076">
            <w:r>
              <w:t>При условии предоставления электронного носителя заинтересованным лицом.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Размер, порядок и сроки внесения платы, взимаемой заказчиком за предоставление конкурсной документации   электронном виде</w:t>
            </w:r>
          </w:p>
        </w:tc>
        <w:tc>
          <w:tcPr>
            <w:tcW w:w="6060" w:type="dxa"/>
            <w:shd w:val="clear" w:color="auto" w:fill="FFFFFF"/>
          </w:tcPr>
          <w:p w:rsidR="007A624B" w:rsidRPr="00EF7C40" w:rsidRDefault="007A624B" w:rsidP="00687076">
            <w:r w:rsidRPr="00EF7C40">
              <w:t>Не взимается.</w:t>
            </w:r>
          </w:p>
          <w:p w:rsidR="007A624B" w:rsidRPr="0028393F" w:rsidRDefault="007A624B" w:rsidP="00687076">
            <w:pPr>
              <w:rPr>
                <w:i/>
              </w:rPr>
            </w:pP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 xml:space="preserve">Официальный сайт, на котором размещается конкурсная документация </w:t>
            </w:r>
          </w:p>
        </w:tc>
        <w:tc>
          <w:tcPr>
            <w:tcW w:w="6060" w:type="dxa"/>
            <w:shd w:val="clear" w:color="auto" w:fill="FFFFFF"/>
          </w:tcPr>
          <w:p w:rsidR="007A624B" w:rsidRPr="008D21BA" w:rsidRDefault="007A624B" w:rsidP="00687076">
            <w:hyperlink r:id="rId5" w:history="1">
              <w:r w:rsidRPr="0028393F">
                <w:rPr>
                  <w:rStyle w:val="Hyperlink"/>
                  <w:sz w:val="22"/>
                  <w:szCs w:val="22"/>
                </w:rPr>
                <w:t>http://www.gorodperm.ru</w:t>
              </w:r>
            </w:hyperlink>
          </w:p>
          <w:p w:rsidR="007A624B" w:rsidRPr="008D21BA" w:rsidRDefault="007A624B" w:rsidP="00687076"/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Дата, время окончания подачи заявок на участие в закупке, место подачи заявок на участие в закупке</w:t>
            </w:r>
          </w:p>
        </w:tc>
        <w:tc>
          <w:tcPr>
            <w:tcW w:w="6060" w:type="dxa"/>
            <w:shd w:val="clear" w:color="auto" w:fill="FFFFFF"/>
          </w:tcPr>
          <w:p w:rsidR="007A624B" w:rsidRDefault="007A624B" w:rsidP="00687076">
            <w:r w:rsidRPr="0082073E">
              <w:t>20 июля 2012 года, 10:00 (время местное),</w:t>
            </w:r>
            <w:r>
              <w:t xml:space="preserve"> </w:t>
            </w:r>
          </w:p>
          <w:p w:rsidR="007A624B" w:rsidRDefault="007A624B" w:rsidP="004F44B3">
            <w:r w:rsidRPr="0042598F">
              <w:t>г.</w:t>
            </w:r>
            <w:r>
              <w:t xml:space="preserve"> </w:t>
            </w:r>
            <w:r w:rsidRPr="0042598F">
              <w:t>Пермь, ул.</w:t>
            </w:r>
            <w:r>
              <w:t xml:space="preserve"> Газеты Звезда, 12, </w:t>
            </w:r>
            <w:r w:rsidRPr="00112FCC">
              <w:t xml:space="preserve">кабинет </w:t>
            </w:r>
            <w:r>
              <w:t>бухгалтерии</w:t>
            </w:r>
          </w:p>
          <w:p w:rsidR="007A624B" w:rsidRPr="00B26990" w:rsidRDefault="007A624B" w:rsidP="00687076">
            <w:r>
              <w:rPr>
                <w:color w:val="000000"/>
                <w:spacing w:val="2"/>
              </w:rPr>
              <w:t>.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 xml:space="preserve">Место вскрытия конвертов с заявками на участие в конкурсе </w:t>
            </w:r>
          </w:p>
        </w:tc>
        <w:tc>
          <w:tcPr>
            <w:tcW w:w="6060" w:type="dxa"/>
            <w:shd w:val="clear" w:color="auto" w:fill="FFFFFF"/>
          </w:tcPr>
          <w:p w:rsidR="007A624B" w:rsidRPr="00B26990" w:rsidRDefault="007A624B" w:rsidP="00687076">
            <w:r w:rsidRPr="0042598F">
              <w:t>г.Пермь, ул.</w:t>
            </w:r>
            <w:r>
              <w:t>Газеты Звезда, 12, кабинет заведующего</w:t>
            </w:r>
            <w:r>
              <w:rPr>
                <w:color w:val="000000"/>
                <w:spacing w:val="2"/>
              </w:rPr>
              <w:t>.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 xml:space="preserve">Дата вскрытия конвертов с заявками на участие в конкурсе </w:t>
            </w:r>
          </w:p>
        </w:tc>
        <w:tc>
          <w:tcPr>
            <w:tcW w:w="6060" w:type="dxa"/>
            <w:shd w:val="clear" w:color="auto" w:fill="FFFFFF"/>
          </w:tcPr>
          <w:p w:rsidR="007A624B" w:rsidRPr="0082073E" w:rsidRDefault="007A624B" w:rsidP="00687076">
            <w:r w:rsidRPr="00112FCC">
              <w:t>20 июля 2012 года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 xml:space="preserve">Время вскрытия конвертов с заявками на участие в конкурсе </w:t>
            </w:r>
          </w:p>
        </w:tc>
        <w:tc>
          <w:tcPr>
            <w:tcW w:w="6060" w:type="dxa"/>
            <w:shd w:val="clear" w:color="auto" w:fill="FFFFFF"/>
          </w:tcPr>
          <w:p w:rsidR="007A624B" w:rsidRPr="0082073E" w:rsidRDefault="007A624B" w:rsidP="00687076">
            <w:r w:rsidRPr="0082073E">
              <w:t>10:00 (время местное)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 xml:space="preserve">Место рассмотрения заявок на участие в конкурсе </w:t>
            </w:r>
          </w:p>
        </w:tc>
        <w:tc>
          <w:tcPr>
            <w:tcW w:w="6060" w:type="dxa"/>
            <w:shd w:val="clear" w:color="auto" w:fill="FFFFFF"/>
          </w:tcPr>
          <w:p w:rsidR="007A624B" w:rsidRDefault="007A624B" w:rsidP="00674CE9">
            <w:r w:rsidRPr="0042598F">
              <w:t>г.</w:t>
            </w:r>
            <w:r>
              <w:t xml:space="preserve"> </w:t>
            </w:r>
            <w:r w:rsidRPr="0042598F">
              <w:t>Пермь, ул.</w:t>
            </w:r>
            <w:r>
              <w:t xml:space="preserve"> Газеты Звезда, 12, кабинет заведующего</w:t>
            </w:r>
          </w:p>
          <w:p w:rsidR="007A624B" w:rsidRPr="0028393F" w:rsidRDefault="007A624B" w:rsidP="00687076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Дата рассмотрения заявок на участие в конкурсе</w:t>
            </w:r>
          </w:p>
        </w:tc>
        <w:tc>
          <w:tcPr>
            <w:tcW w:w="6060" w:type="dxa"/>
            <w:shd w:val="clear" w:color="auto" w:fill="FFFFFF"/>
          </w:tcPr>
          <w:p w:rsidR="007A624B" w:rsidRPr="008D21BA" w:rsidRDefault="007A624B" w:rsidP="00687076">
            <w:r w:rsidRPr="00112FCC">
              <w:t>23 июля  2012 года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Место оценки и сопоставления заявки на участие в конкурсе</w:t>
            </w:r>
          </w:p>
        </w:tc>
        <w:tc>
          <w:tcPr>
            <w:tcW w:w="6060" w:type="dxa"/>
            <w:shd w:val="clear" w:color="auto" w:fill="FFFFFF"/>
          </w:tcPr>
          <w:p w:rsidR="007A624B" w:rsidRDefault="007A624B" w:rsidP="00674CE9">
            <w:r w:rsidRPr="0042598F">
              <w:t>г.</w:t>
            </w:r>
            <w:r>
              <w:t xml:space="preserve"> </w:t>
            </w:r>
            <w:r w:rsidRPr="0042598F">
              <w:t>Пермь, ул.</w:t>
            </w:r>
            <w:r>
              <w:t>Газеты Звезда, 12, кабинет заведующего</w:t>
            </w:r>
          </w:p>
          <w:p w:rsidR="007A624B" w:rsidRPr="0028393F" w:rsidRDefault="007A624B" w:rsidP="00687076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Дата оценки и сопоставления заявки на участие в конкурсе</w:t>
            </w:r>
          </w:p>
        </w:tc>
        <w:tc>
          <w:tcPr>
            <w:tcW w:w="6060" w:type="dxa"/>
            <w:shd w:val="clear" w:color="auto" w:fill="FFFFFF"/>
          </w:tcPr>
          <w:p w:rsidR="007A624B" w:rsidRPr="00674CE9" w:rsidRDefault="007A624B" w:rsidP="00687076">
            <w:pPr>
              <w:rPr>
                <w:highlight w:val="cyan"/>
              </w:rPr>
            </w:pPr>
            <w:r w:rsidRPr="00112FCC">
              <w:t>25 июля 2012 года</w:t>
            </w:r>
          </w:p>
        </w:tc>
      </w:tr>
      <w:tr w:rsidR="007A624B" w:rsidRPr="008D21BA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Срок, в течение которого заказчик вправе отказаться от проведения торгов</w:t>
            </w:r>
          </w:p>
        </w:tc>
        <w:tc>
          <w:tcPr>
            <w:tcW w:w="6060" w:type="dxa"/>
            <w:shd w:val="clear" w:color="auto" w:fill="FFFFFF"/>
          </w:tcPr>
          <w:p w:rsidR="007A624B" w:rsidRPr="008D21BA" w:rsidRDefault="007A624B" w:rsidP="00687076">
            <w:r>
              <w:t>Не позднее, чем за 3 (три) дня до даты окончания срока подачи заявок на участие в конкурсе.</w:t>
            </w:r>
          </w:p>
        </w:tc>
      </w:tr>
    </w:tbl>
    <w:p w:rsidR="007A624B" w:rsidRDefault="007A624B" w:rsidP="0057616D">
      <w:pPr>
        <w:pStyle w:val="BodyText"/>
        <w:ind w:firstLine="360"/>
        <w:jc w:val="right"/>
        <w:rPr>
          <w:szCs w:val="24"/>
        </w:rPr>
      </w:pPr>
      <w:bookmarkStart w:id="0" w:name="Приложение_1"/>
      <w:bookmarkStart w:id="1" w:name="Приложение"/>
      <w:r w:rsidRPr="008B7AB0">
        <w:rPr>
          <w:szCs w:val="24"/>
        </w:rPr>
        <w:tab/>
      </w:r>
    </w:p>
    <w:p w:rsidR="007A624B" w:rsidRDefault="007A624B" w:rsidP="0057616D">
      <w:pPr>
        <w:pStyle w:val="BodyText"/>
        <w:ind w:firstLine="360"/>
        <w:jc w:val="right"/>
        <w:rPr>
          <w:szCs w:val="24"/>
        </w:rPr>
      </w:pPr>
    </w:p>
    <w:p w:rsidR="007A624B" w:rsidRDefault="007A624B" w:rsidP="0057616D">
      <w:pPr>
        <w:pStyle w:val="BodyText"/>
        <w:ind w:firstLine="360"/>
        <w:jc w:val="right"/>
        <w:rPr>
          <w:szCs w:val="24"/>
        </w:rPr>
      </w:pPr>
    </w:p>
    <w:p w:rsidR="007A624B" w:rsidRDefault="007A624B" w:rsidP="0057616D">
      <w:pPr>
        <w:pStyle w:val="BodyText"/>
        <w:ind w:firstLine="360"/>
        <w:jc w:val="right"/>
        <w:rPr>
          <w:szCs w:val="24"/>
        </w:rPr>
      </w:pPr>
    </w:p>
    <w:p w:rsidR="007A624B" w:rsidRDefault="007A624B" w:rsidP="0057616D">
      <w:pPr>
        <w:pStyle w:val="BodyText"/>
        <w:rPr>
          <w:szCs w:val="24"/>
        </w:rPr>
      </w:pPr>
    </w:p>
    <w:p w:rsidR="007A624B" w:rsidRDefault="007A624B" w:rsidP="0057616D">
      <w:pPr>
        <w:pStyle w:val="BodyText"/>
        <w:ind w:firstLine="360"/>
        <w:jc w:val="right"/>
        <w:rPr>
          <w:szCs w:val="24"/>
        </w:rPr>
      </w:pPr>
    </w:p>
    <w:bookmarkEnd w:id="0"/>
    <w:bookmarkEnd w:id="1"/>
    <w:p w:rsidR="007A624B" w:rsidRDefault="007A624B"/>
    <w:sectPr w:rsidR="007A624B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616D"/>
    <w:rsid w:val="00000030"/>
    <w:rsid w:val="000038F0"/>
    <w:rsid w:val="00007652"/>
    <w:rsid w:val="00012B47"/>
    <w:rsid w:val="00012FB5"/>
    <w:rsid w:val="0001514F"/>
    <w:rsid w:val="00015B54"/>
    <w:rsid w:val="00027C25"/>
    <w:rsid w:val="00034557"/>
    <w:rsid w:val="00035246"/>
    <w:rsid w:val="00037A94"/>
    <w:rsid w:val="000426FA"/>
    <w:rsid w:val="0004309D"/>
    <w:rsid w:val="00046EF5"/>
    <w:rsid w:val="00053B5E"/>
    <w:rsid w:val="00064D8A"/>
    <w:rsid w:val="000654FE"/>
    <w:rsid w:val="00065ED6"/>
    <w:rsid w:val="00066845"/>
    <w:rsid w:val="00076E68"/>
    <w:rsid w:val="0008150F"/>
    <w:rsid w:val="00084B26"/>
    <w:rsid w:val="00087EE2"/>
    <w:rsid w:val="00091ACE"/>
    <w:rsid w:val="00092944"/>
    <w:rsid w:val="00094142"/>
    <w:rsid w:val="000A3772"/>
    <w:rsid w:val="000A4756"/>
    <w:rsid w:val="000B330D"/>
    <w:rsid w:val="000B51F1"/>
    <w:rsid w:val="000B5C58"/>
    <w:rsid w:val="000B61A9"/>
    <w:rsid w:val="000B7B87"/>
    <w:rsid w:val="000B7D3B"/>
    <w:rsid w:val="000C37FE"/>
    <w:rsid w:val="000C4331"/>
    <w:rsid w:val="000C563D"/>
    <w:rsid w:val="000D03CD"/>
    <w:rsid w:val="000D779C"/>
    <w:rsid w:val="000E3D39"/>
    <w:rsid w:val="000F0195"/>
    <w:rsid w:val="000F2E8B"/>
    <w:rsid w:val="00100724"/>
    <w:rsid w:val="001076F1"/>
    <w:rsid w:val="00112FCC"/>
    <w:rsid w:val="00123A6F"/>
    <w:rsid w:val="00126F34"/>
    <w:rsid w:val="00141EC9"/>
    <w:rsid w:val="0014561A"/>
    <w:rsid w:val="001516AD"/>
    <w:rsid w:val="001542CF"/>
    <w:rsid w:val="00155AFB"/>
    <w:rsid w:val="00156AAA"/>
    <w:rsid w:val="001578ED"/>
    <w:rsid w:val="001634E5"/>
    <w:rsid w:val="001710DE"/>
    <w:rsid w:val="00171A4B"/>
    <w:rsid w:val="00177A55"/>
    <w:rsid w:val="00180C49"/>
    <w:rsid w:val="00184F21"/>
    <w:rsid w:val="001878E9"/>
    <w:rsid w:val="0019026C"/>
    <w:rsid w:val="001960C9"/>
    <w:rsid w:val="001A6F7C"/>
    <w:rsid w:val="001A7129"/>
    <w:rsid w:val="001B0626"/>
    <w:rsid w:val="001B65CE"/>
    <w:rsid w:val="001C10BB"/>
    <w:rsid w:val="001C7AED"/>
    <w:rsid w:val="001D3C63"/>
    <w:rsid w:val="001D46A2"/>
    <w:rsid w:val="001F08DE"/>
    <w:rsid w:val="001F1A20"/>
    <w:rsid w:val="001F58D2"/>
    <w:rsid w:val="00200567"/>
    <w:rsid w:val="0022323C"/>
    <w:rsid w:val="00226929"/>
    <w:rsid w:val="002332B8"/>
    <w:rsid w:val="00233DEC"/>
    <w:rsid w:val="00234737"/>
    <w:rsid w:val="002413D5"/>
    <w:rsid w:val="00241CB4"/>
    <w:rsid w:val="00245FC6"/>
    <w:rsid w:val="00246949"/>
    <w:rsid w:val="00246C3E"/>
    <w:rsid w:val="00251109"/>
    <w:rsid w:val="00254759"/>
    <w:rsid w:val="00254E24"/>
    <w:rsid w:val="00260386"/>
    <w:rsid w:val="00262C83"/>
    <w:rsid w:val="00263942"/>
    <w:rsid w:val="002657FB"/>
    <w:rsid w:val="00267395"/>
    <w:rsid w:val="0027516C"/>
    <w:rsid w:val="0028046E"/>
    <w:rsid w:val="0028393F"/>
    <w:rsid w:val="00285AA4"/>
    <w:rsid w:val="00287F86"/>
    <w:rsid w:val="002915C7"/>
    <w:rsid w:val="002B37CF"/>
    <w:rsid w:val="002B48E8"/>
    <w:rsid w:val="002B53DC"/>
    <w:rsid w:val="002B75ED"/>
    <w:rsid w:val="002C0D3F"/>
    <w:rsid w:val="002C119B"/>
    <w:rsid w:val="002C452E"/>
    <w:rsid w:val="002D0B86"/>
    <w:rsid w:val="002D3C3F"/>
    <w:rsid w:val="002D503C"/>
    <w:rsid w:val="002F335C"/>
    <w:rsid w:val="002F64FA"/>
    <w:rsid w:val="002F7B9E"/>
    <w:rsid w:val="0030318F"/>
    <w:rsid w:val="003107E0"/>
    <w:rsid w:val="003128F7"/>
    <w:rsid w:val="00316123"/>
    <w:rsid w:val="003210F6"/>
    <w:rsid w:val="00323811"/>
    <w:rsid w:val="0032488F"/>
    <w:rsid w:val="003250CC"/>
    <w:rsid w:val="00335D65"/>
    <w:rsid w:val="003424FA"/>
    <w:rsid w:val="003425FB"/>
    <w:rsid w:val="00343BC7"/>
    <w:rsid w:val="00345C12"/>
    <w:rsid w:val="00353F8B"/>
    <w:rsid w:val="003600F5"/>
    <w:rsid w:val="00360FD3"/>
    <w:rsid w:val="00363755"/>
    <w:rsid w:val="00373938"/>
    <w:rsid w:val="00373FF2"/>
    <w:rsid w:val="00374177"/>
    <w:rsid w:val="003775CB"/>
    <w:rsid w:val="00377BED"/>
    <w:rsid w:val="00386E60"/>
    <w:rsid w:val="0039325B"/>
    <w:rsid w:val="00395440"/>
    <w:rsid w:val="003A18B1"/>
    <w:rsid w:val="003A29C8"/>
    <w:rsid w:val="003D2C62"/>
    <w:rsid w:val="003F12CC"/>
    <w:rsid w:val="003F5363"/>
    <w:rsid w:val="0040124D"/>
    <w:rsid w:val="00413C04"/>
    <w:rsid w:val="0041488F"/>
    <w:rsid w:val="00420B66"/>
    <w:rsid w:val="0042598F"/>
    <w:rsid w:val="0042782E"/>
    <w:rsid w:val="004300CB"/>
    <w:rsid w:val="004302ED"/>
    <w:rsid w:val="004353B7"/>
    <w:rsid w:val="004361C2"/>
    <w:rsid w:val="00444535"/>
    <w:rsid w:val="00447975"/>
    <w:rsid w:val="004479E8"/>
    <w:rsid w:val="00453483"/>
    <w:rsid w:val="00466B79"/>
    <w:rsid w:val="00474615"/>
    <w:rsid w:val="00474DA8"/>
    <w:rsid w:val="004936FF"/>
    <w:rsid w:val="004A0A17"/>
    <w:rsid w:val="004A3FB5"/>
    <w:rsid w:val="004A4412"/>
    <w:rsid w:val="004A4CD7"/>
    <w:rsid w:val="004A6B88"/>
    <w:rsid w:val="004A7C25"/>
    <w:rsid w:val="004B0ADE"/>
    <w:rsid w:val="004B36B6"/>
    <w:rsid w:val="004B5DED"/>
    <w:rsid w:val="004C6686"/>
    <w:rsid w:val="004D388D"/>
    <w:rsid w:val="004D3B34"/>
    <w:rsid w:val="004D47FA"/>
    <w:rsid w:val="004D4B94"/>
    <w:rsid w:val="004E2CAF"/>
    <w:rsid w:val="004E62B3"/>
    <w:rsid w:val="004E6896"/>
    <w:rsid w:val="004E6C1D"/>
    <w:rsid w:val="004E70CC"/>
    <w:rsid w:val="004F23A2"/>
    <w:rsid w:val="004F44B3"/>
    <w:rsid w:val="004F51AE"/>
    <w:rsid w:val="004F7866"/>
    <w:rsid w:val="004F7DEE"/>
    <w:rsid w:val="00506C85"/>
    <w:rsid w:val="005076A7"/>
    <w:rsid w:val="0051332E"/>
    <w:rsid w:val="005167D1"/>
    <w:rsid w:val="005248F4"/>
    <w:rsid w:val="00526C1F"/>
    <w:rsid w:val="00527F3B"/>
    <w:rsid w:val="005311C9"/>
    <w:rsid w:val="005312D4"/>
    <w:rsid w:val="005335D5"/>
    <w:rsid w:val="00533F44"/>
    <w:rsid w:val="00536902"/>
    <w:rsid w:val="0054020D"/>
    <w:rsid w:val="00541A4D"/>
    <w:rsid w:val="00543DFC"/>
    <w:rsid w:val="00543FC6"/>
    <w:rsid w:val="005463F1"/>
    <w:rsid w:val="00551CBE"/>
    <w:rsid w:val="00553F3A"/>
    <w:rsid w:val="005676A9"/>
    <w:rsid w:val="0057616D"/>
    <w:rsid w:val="0057678C"/>
    <w:rsid w:val="00587AF5"/>
    <w:rsid w:val="005A0EDC"/>
    <w:rsid w:val="005A147C"/>
    <w:rsid w:val="005A279E"/>
    <w:rsid w:val="005B2906"/>
    <w:rsid w:val="005B7494"/>
    <w:rsid w:val="005C0F91"/>
    <w:rsid w:val="005C0FDD"/>
    <w:rsid w:val="005D7A3C"/>
    <w:rsid w:val="005E511B"/>
    <w:rsid w:val="005E6B5E"/>
    <w:rsid w:val="005F3EEA"/>
    <w:rsid w:val="0060591F"/>
    <w:rsid w:val="0061210C"/>
    <w:rsid w:val="00615ECF"/>
    <w:rsid w:val="00616D57"/>
    <w:rsid w:val="006206B3"/>
    <w:rsid w:val="00621B08"/>
    <w:rsid w:val="00634BB7"/>
    <w:rsid w:val="00644B83"/>
    <w:rsid w:val="00645F99"/>
    <w:rsid w:val="00650A7D"/>
    <w:rsid w:val="00650BB4"/>
    <w:rsid w:val="0065151A"/>
    <w:rsid w:val="00654D4E"/>
    <w:rsid w:val="00674CE9"/>
    <w:rsid w:val="00681B51"/>
    <w:rsid w:val="006847E2"/>
    <w:rsid w:val="006865F7"/>
    <w:rsid w:val="00687076"/>
    <w:rsid w:val="00691FFF"/>
    <w:rsid w:val="006940E1"/>
    <w:rsid w:val="006970C4"/>
    <w:rsid w:val="00697202"/>
    <w:rsid w:val="006A114F"/>
    <w:rsid w:val="006A76A8"/>
    <w:rsid w:val="006B0C14"/>
    <w:rsid w:val="006B2035"/>
    <w:rsid w:val="006B6AEE"/>
    <w:rsid w:val="006C0C55"/>
    <w:rsid w:val="006D2716"/>
    <w:rsid w:val="006D5AAC"/>
    <w:rsid w:val="006E1F7A"/>
    <w:rsid w:val="006E3AE5"/>
    <w:rsid w:val="006E5A04"/>
    <w:rsid w:val="006E5DB9"/>
    <w:rsid w:val="006E6368"/>
    <w:rsid w:val="006E66CC"/>
    <w:rsid w:val="006E7DB5"/>
    <w:rsid w:val="006F2601"/>
    <w:rsid w:val="006F447B"/>
    <w:rsid w:val="006F5309"/>
    <w:rsid w:val="006F62E4"/>
    <w:rsid w:val="00705D16"/>
    <w:rsid w:val="00711D89"/>
    <w:rsid w:val="00720C24"/>
    <w:rsid w:val="007213F4"/>
    <w:rsid w:val="0072212A"/>
    <w:rsid w:val="00727C01"/>
    <w:rsid w:val="007307A8"/>
    <w:rsid w:val="007430C7"/>
    <w:rsid w:val="00755D3F"/>
    <w:rsid w:val="00756D5B"/>
    <w:rsid w:val="0075715D"/>
    <w:rsid w:val="00760166"/>
    <w:rsid w:val="00762C00"/>
    <w:rsid w:val="0077019C"/>
    <w:rsid w:val="00797447"/>
    <w:rsid w:val="007A5285"/>
    <w:rsid w:val="007A5DEF"/>
    <w:rsid w:val="007A624B"/>
    <w:rsid w:val="007B3E24"/>
    <w:rsid w:val="007C0F30"/>
    <w:rsid w:val="007D32C3"/>
    <w:rsid w:val="007E4E05"/>
    <w:rsid w:val="007E7580"/>
    <w:rsid w:val="007F54BE"/>
    <w:rsid w:val="007F7E25"/>
    <w:rsid w:val="008024A0"/>
    <w:rsid w:val="00805E1A"/>
    <w:rsid w:val="0080613B"/>
    <w:rsid w:val="00806A56"/>
    <w:rsid w:val="008077A3"/>
    <w:rsid w:val="0082073E"/>
    <w:rsid w:val="00820E53"/>
    <w:rsid w:val="00825697"/>
    <w:rsid w:val="00827611"/>
    <w:rsid w:val="00836330"/>
    <w:rsid w:val="0084124F"/>
    <w:rsid w:val="00841D9D"/>
    <w:rsid w:val="00852330"/>
    <w:rsid w:val="00865DD9"/>
    <w:rsid w:val="00867499"/>
    <w:rsid w:val="00875496"/>
    <w:rsid w:val="00877775"/>
    <w:rsid w:val="00880E10"/>
    <w:rsid w:val="0089025C"/>
    <w:rsid w:val="0089167B"/>
    <w:rsid w:val="00894AFC"/>
    <w:rsid w:val="00895387"/>
    <w:rsid w:val="008A095F"/>
    <w:rsid w:val="008B570E"/>
    <w:rsid w:val="008B7937"/>
    <w:rsid w:val="008B7994"/>
    <w:rsid w:val="008B7AB0"/>
    <w:rsid w:val="008C3913"/>
    <w:rsid w:val="008C5393"/>
    <w:rsid w:val="008C5757"/>
    <w:rsid w:val="008D14DD"/>
    <w:rsid w:val="008D1D6E"/>
    <w:rsid w:val="008D21BA"/>
    <w:rsid w:val="008D41B9"/>
    <w:rsid w:val="008D566E"/>
    <w:rsid w:val="008F1603"/>
    <w:rsid w:val="008F26C2"/>
    <w:rsid w:val="009001DA"/>
    <w:rsid w:val="00902EC0"/>
    <w:rsid w:val="00914BB0"/>
    <w:rsid w:val="00917054"/>
    <w:rsid w:val="00920B83"/>
    <w:rsid w:val="00923667"/>
    <w:rsid w:val="0093437F"/>
    <w:rsid w:val="009368E5"/>
    <w:rsid w:val="00942512"/>
    <w:rsid w:val="00946E0E"/>
    <w:rsid w:val="009510DF"/>
    <w:rsid w:val="0095684B"/>
    <w:rsid w:val="009669FE"/>
    <w:rsid w:val="00966D1C"/>
    <w:rsid w:val="009700FA"/>
    <w:rsid w:val="009702F7"/>
    <w:rsid w:val="0097055B"/>
    <w:rsid w:val="0098436D"/>
    <w:rsid w:val="0099054F"/>
    <w:rsid w:val="00990F76"/>
    <w:rsid w:val="0099143C"/>
    <w:rsid w:val="009A6117"/>
    <w:rsid w:val="009B0C4B"/>
    <w:rsid w:val="009B6D37"/>
    <w:rsid w:val="009C0372"/>
    <w:rsid w:val="009C0EFC"/>
    <w:rsid w:val="009C27DD"/>
    <w:rsid w:val="009C6B26"/>
    <w:rsid w:val="009C6E8C"/>
    <w:rsid w:val="009C725E"/>
    <w:rsid w:val="009D07C9"/>
    <w:rsid w:val="009D30C1"/>
    <w:rsid w:val="009E3623"/>
    <w:rsid w:val="009E640B"/>
    <w:rsid w:val="009E6A13"/>
    <w:rsid w:val="009E7DB1"/>
    <w:rsid w:val="009F5A02"/>
    <w:rsid w:val="009F6360"/>
    <w:rsid w:val="009F6378"/>
    <w:rsid w:val="00A018FE"/>
    <w:rsid w:val="00A0646B"/>
    <w:rsid w:val="00A125F5"/>
    <w:rsid w:val="00A13041"/>
    <w:rsid w:val="00A17D5E"/>
    <w:rsid w:val="00A20663"/>
    <w:rsid w:val="00A276DB"/>
    <w:rsid w:val="00A370A6"/>
    <w:rsid w:val="00A42580"/>
    <w:rsid w:val="00A56182"/>
    <w:rsid w:val="00A562F5"/>
    <w:rsid w:val="00A64C32"/>
    <w:rsid w:val="00A67BCB"/>
    <w:rsid w:val="00A84ECD"/>
    <w:rsid w:val="00A91125"/>
    <w:rsid w:val="00A9741E"/>
    <w:rsid w:val="00AA1AD9"/>
    <w:rsid w:val="00AA2A9F"/>
    <w:rsid w:val="00AA4F7D"/>
    <w:rsid w:val="00AA6C47"/>
    <w:rsid w:val="00AB025A"/>
    <w:rsid w:val="00AB2D62"/>
    <w:rsid w:val="00AB4F97"/>
    <w:rsid w:val="00AB639B"/>
    <w:rsid w:val="00AC2BF7"/>
    <w:rsid w:val="00AC3751"/>
    <w:rsid w:val="00AE2950"/>
    <w:rsid w:val="00AF3608"/>
    <w:rsid w:val="00B02EC4"/>
    <w:rsid w:val="00B1576E"/>
    <w:rsid w:val="00B26990"/>
    <w:rsid w:val="00B354B1"/>
    <w:rsid w:val="00B4543E"/>
    <w:rsid w:val="00B51748"/>
    <w:rsid w:val="00B54D5F"/>
    <w:rsid w:val="00B56AAC"/>
    <w:rsid w:val="00B609CB"/>
    <w:rsid w:val="00B60F34"/>
    <w:rsid w:val="00B7068A"/>
    <w:rsid w:val="00B73265"/>
    <w:rsid w:val="00B87805"/>
    <w:rsid w:val="00B94CDA"/>
    <w:rsid w:val="00BA433C"/>
    <w:rsid w:val="00BA6066"/>
    <w:rsid w:val="00BA7563"/>
    <w:rsid w:val="00BA7EDB"/>
    <w:rsid w:val="00BC0C20"/>
    <w:rsid w:val="00BC16C0"/>
    <w:rsid w:val="00BD16DD"/>
    <w:rsid w:val="00BD4A1D"/>
    <w:rsid w:val="00BD52AF"/>
    <w:rsid w:val="00BD7D61"/>
    <w:rsid w:val="00BE1AED"/>
    <w:rsid w:val="00BE4C9A"/>
    <w:rsid w:val="00BE5DA9"/>
    <w:rsid w:val="00BF229E"/>
    <w:rsid w:val="00C069E8"/>
    <w:rsid w:val="00C11853"/>
    <w:rsid w:val="00C1478E"/>
    <w:rsid w:val="00C149CF"/>
    <w:rsid w:val="00C22B17"/>
    <w:rsid w:val="00C24788"/>
    <w:rsid w:val="00C26835"/>
    <w:rsid w:val="00C3125C"/>
    <w:rsid w:val="00C37A94"/>
    <w:rsid w:val="00C416C1"/>
    <w:rsid w:val="00C44F38"/>
    <w:rsid w:val="00C4612C"/>
    <w:rsid w:val="00C4613D"/>
    <w:rsid w:val="00C52095"/>
    <w:rsid w:val="00C53EC8"/>
    <w:rsid w:val="00C56908"/>
    <w:rsid w:val="00C6349A"/>
    <w:rsid w:val="00C6799B"/>
    <w:rsid w:val="00C700F9"/>
    <w:rsid w:val="00C850E4"/>
    <w:rsid w:val="00C855F9"/>
    <w:rsid w:val="00C857CB"/>
    <w:rsid w:val="00C86AAA"/>
    <w:rsid w:val="00C92AE8"/>
    <w:rsid w:val="00C92C69"/>
    <w:rsid w:val="00C947A5"/>
    <w:rsid w:val="00C95AB1"/>
    <w:rsid w:val="00C97959"/>
    <w:rsid w:val="00CA3E4B"/>
    <w:rsid w:val="00CA58FB"/>
    <w:rsid w:val="00CA69AE"/>
    <w:rsid w:val="00CA7A35"/>
    <w:rsid w:val="00CC159A"/>
    <w:rsid w:val="00CC2E8E"/>
    <w:rsid w:val="00CC533B"/>
    <w:rsid w:val="00CD02FF"/>
    <w:rsid w:val="00CD7EDD"/>
    <w:rsid w:val="00CE351C"/>
    <w:rsid w:val="00CF1406"/>
    <w:rsid w:val="00CF151A"/>
    <w:rsid w:val="00CF359F"/>
    <w:rsid w:val="00CF69A3"/>
    <w:rsid w:val="00CF6C0E"/>
    <w:rsid w:val="00D008A8"/>
    <w:rsid w:val="00D0539C"/>
    <w:rsid w:val="00D10DEB"/>
    <w:rsid w:val="00D10F84"/>
    <w:rsid w:val="00D12A6A"/>
    <w:rsid w:val="00D12E15"/>
    <w:rsid w:val="00D13193"/>
    <w:rsid w:val="00D21A52"/>
    <w:rsid w:val="00D321C9"/>
    <w:rsid w:val="00D3341F"/>
    <w:rsid w:val="00D34F36"/>
    <w:rsid w:val="00D40EC8"/>
    <w:rsid w:val="00D418CC"/>
    <w:rsid w:val="00D44DB8"/>
    <w:rsid w:val="00D45C7C"/>
    <w:rsid w:val="00D5105A"/>
    <w:rsid w:val="00D546BC"/>
    <w:rsid w:val="00D60641"/>
    <w:rsid w:val="00D60AF2"/>
    <w:rsid w:val="00D67B42"/>
    <w:rsid w:val="00D75734"/>
    <w:rsid w:val="00D80118"/>
    <w:rsid w:val="00D80B46"/>
    <w:rsid w:val="00D81A3E"/>
    <w:rsid w:val="00D85EF4"/>
    <w:rsid w:val="00D911CC"/>
    <w:rsid w:val="00D93125"/>
    <w:rsid w:val="00D941CC"/>
    <w:rsid w:val="00DA01AE"/>
    <w:rsid w:val="00DA06BD"/>
    <w:rsid w:val="00DA3256"/>
    <w:rsid w:val="00DA6455"/>
    <w:rsid w:val="00DB31F7"/>
    <w:rsid w:val="00DC1C26"/>
    <w:rsid w:val="00DC6569"/>
    <w:rsid w:val="00DD0578"/>
    <w:rsid w:val="00DD5F02"/>
    <w:rsid w:val="00DE419D"/>
    <w:rsid w:val="00DE6C20"/>
    <w:rsid w:val="00DF2D40"/>
    <w:rsid w:val="00E002DA"/>
    <w:rsid w:val="00E15D79"/>
    <w:rsid w:val="00E16B6E"/>
    <w:rsid w:val="00E20A53"/>
    <w:rsid w:val="00E2111C"/>
    <w:rsid w:val="00E21326"/>
    <w:rsid w:val="00E24592"/>
    <w:rsid w:val="00E26305"/>
    <w:rsid w:val="00E31898"/>
    <w:rsid w:val="00E34700"/>
    <w:rsid w:val="00E36AAE"/>
    <w:rsid w:val="00E37774"/>
    <w:rsid w:val="00E37DE5"/>
    <w:rsid w:val="00E46610"/>
    <w:rsid w:val="00E57C0C"/>
    <w:rsid w:val="00E717B9"/>
    <w:rsid w:val="00E774B3"/>
    <w:rsid w:val="00E84289"/>
    <w:rsid w:val="00E845A9"/>
    <w:rsid w:val="00E87E92"/>
    <w:rsid w:val="00E908FE"/>
    <w:rsid w:val="00E92A4B"/>
    <w:rsid w:val="00E97696"/>
    <w:rsid w:val="00EA31DA"/>
    <w:rsid w:val="00EA74C6"/>
    <w:rsid w:val="00EA7E1D"/>
    <w:rsid w:val="00EB0B86"/>
    <w:rsid w:val="00EB2089"/>
    <w:rsid w:val="00EC18FD"/>
    <w:rsid w:val="00EC22EF"/>
    <w:rsid w:val="00EC561D"/>
    <w:rsid w:val="00EC6432"/>
    <w:rsid w:val="00ED029D"/>
    <w:rsid w:val="00ED02EA"/>
    <w:rsid w:val="00ED0350"/>
    <w:rsid w:val="00EE171A"/>
    <w:rsid w:val="00EE7C4E"/>
    <w:rsid w:val="00EF7C40"/>
    <w:rsid w:val="00F001DF"/>
    <w:rsid w:val="00F011A0"/>
    <w:rsid w:val="00F03B78"/>
    <w:rsid w:val="00F04ADB"/>
    <w:rsid w:val="00F11230"/>
    <w:rsid w:val="00F12BA7"/>
    <w:rsid w:val="00F16123"/>
    <w:rsid w:val="00F16E27"/>
    <w:rsid w:val="00F302F3"/>
    <w:rsid w:val="00F33B6D"/>
    <w:rsid w:val="00F348B6"/>
    <w:rsid w:val="00F34C67"/>
    <w:rsid w:val="00F34EB4"/>
    <w:rsid w:val="00F35245"/>
    <w:rsid w:val="00F37D42"/>
    <w:rsid w:val="00F40C27"/>
    <w:rsid w:val="00F44297"/>
    <w:rsid w:val="00F47E34"/>
    <w:rsid w:val="00F509F1"/>
    <w:rsid w:val="00F71201"/>
    <w:rsid w:val="00F72620"/>
    <w:rsid w:val="00F72D6F"/>
    <w:rsid w:val="00F81158"/>
    <w:rsid w:val="00F855BC"/>
    <w:rsid w:val="00F949E9"/>
    <w:rsid w:val="00F9676E"/>
    <w:rsid w:val="00F96E8D"/>
    <w:rsid w:val="00F9745E"/>
    <w:rsid w:val="00FA0430"/>
    <w:rsid w:val="00FA669B"/>
    <w:rsid w:val="00FA6B9D"/>
    <w:rsid w:val="00FA6DD6"/>
    <w:rsid w:val="00FA6F7E"/>
    <w:rsid w:val="00FA6FD9"/>
    <w:rsid w:val="00FB5E19"/>
    <w:rsid w:val="00FB6370"/>
    <w:rsid w:val="00FC1344"/>
    <w:rsid w:val="00FC14DF"/>
    <w:rsid w:val="00FC2F3F"/>
    <w:rsid w:val="00FC3158"/>
    <w:rsid w:val="00FC47E9"/>
    <w:rsid w:val="00FD4CC9"/>
    <w:rsid w:val="00FE4278"/>
    <w:rsid w:val="00FE5362"/>
    <w:rsid w:val="00FE66D1"/>
    <w:rsid w:val="00FE69F5"/>
    <w:rsid w:val="00FE7889"/>
    <w:rsid w:val="00FF4FEC"/>
    <w:rsid w:val="00FF5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16D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Список 1,Знак1 Знак,Знак1"/>
    <w:basedOn w:val="Normal"/>
    <w:link w:val="BodyTextChar"/>
    <w:uiPriority w:val="99"/>
    <w:rsid w:val="0057616D"/>
    <w:pPr>
      <w:jc w:val="both"/>
    </w:pPr>
    <w:rPr>
      <w:sz w:val="24"/>
    </w:rPr>
  </w:style>
  <w:style w:type="character" w:customStyle="1" w:styleId="BodyTextChar">
    <w:name w:val="Body Text Char"/>
    <w:aliases w:val="Список 1 Char,Знак1 Знак Char,Знак1 Char"/>
    <w:basedOn w:val="DefaultParagraphFont"/>
    <w:link w:val="BodyText"/>
    <w:uiPriority w:val="99"/>
    <w:locked/>
    <w:rsid w:val="0057616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57616D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styleId="Hyperlink">
    <w:name w:val="Hyperlink"/>
    <w:basedOn w:val="DefaultParagraphFont"/>
    <w:uiPriority w:val="99"/>
    <w:rsid w:val="0057616D"/>
    <w:rPr>
      <w:rFonts w:cs="Times New Roman"/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57616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7616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855F9"/>
    <w:rPr>
      <w:rFonts w:ascii="Arial" w:hAnsi="Arial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orodperm.ru" TargetMode="External"/><Relationship Id="rId4" Type="http://schemas.openxmlformats.org/officeDocument/2006/relationships/hyperlink" Target="mailto:detsad238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87</TotalTime>
  <Pages>2</Pages>
  <Words>649</Words>
  <Characters>3705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User</cp:lastModifiedBy>
  <cp:revision>16</cp:revision>
  <cp:lastPrinted>2012-06-28T06:20:00Z</cp:lastPrinted>
  <dcterms:created xsi:type="dcterms:W3CDTF">2012-02-16T11:23:00Z</dcterms:created>
  <dcterms:modified xsi:type="dcterms:W3CDTF">2012-06-28T08:30:00Z</dcterms:modified>
</cp:coreProperties>
</file>