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DF" w:rsidRPr="001E277D" w:rsidRDefault="007005DF" w:rsidP="00E74937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1E277D">
        <w:rPr>
          <w:rFonts w:ascii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7005DF" w:rsidRPr="001E277D" w:rsidRDefault="007005DF" w:rsidP="00E74937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1E277D">
        <w:rPr>
          <w:rFonts w:ascii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4140"/>
        <w:gridCol w:w="5365"/>
      </w:tblGrid>
      <w:tr w:rsidR="007005DF" w:rsidRPr="00D36A50" w:rsidTr="001E277D">
        <w:tc>
          <w:tcPr>
            <w:tcW w:w="2178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282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0356300007412000044 </w:t>
            </w:r>
          </w:p>
        </w:tc>
      </w:tr>
      <w:tr w:rsidR="007005DF" w:rsidRPr="00D36A50" w:rsidTr="001E277D">
        <w:tc>
          <w:tcPr>
            <w:tcW w:w="2178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282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автомобиля «Дорожная лаборатория» </w:t>
            </w:r>
          </w:p>
        </w:tc>
      </w:tr>
      <w:tr w:rsidR="007005DF" w:rsidRPr="00D36A50" w:rsidTr="001E277D">
        <w:tc>
          <w:tcPr>
            <w:tcW w:w="2178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282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005DF" w:rsidRPr="00D36A50" w:rsidTr="001E277D">
        <w:tc>
          <w:tcPr>
            <w:tcW w:w="2178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82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40"/>
        <w:gridCol w:w="7165"/>
      </w:tblGrid>
      <w:tr w:rsidR="007005DF" w:rsidRPr="00D36A50" w:rsidTr="001E277D">
        <w:tc>
          <w:tcPr>
            <w:tcW w:w="123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6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7005DF" w:rsidRPr="00D36A50" w:rsidTr="001E277D">
        <w:tc>
          <w:tcPr>
            <w:tcW w:w="123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6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7005DF" w:rsidRPr="00D36A50" w:rsidTr="001E277D">
        <w:tc>
          <w:tcPr>
            <w:tcW w:w="123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6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005DF" w:rsidRPr="00E74937" w:rsidRDefault="007005DF" w:rsidP="00E74937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74937">
        <w:rPr>
          <w:rFonts w:ascii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Костина Марина Сергеевна </w:t>
            </w:r>
          </w:p>
        </w:tc>
      </w:tr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3960"/>
        <w:gridCol w:w="5545"/>
      </w:tblGrid>
      <w:tr w:rsidR="007005DF" w:rsidRPr="00D36A50" w:rsidTr="001E277D">
        <w:tc>
          <w:tcPr>
            <w:tcW w:w="208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291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автомобиля «Дорожная лаборатория» </w:t>
            </w:r>
          </w:p>
        </w:tc>
      </w:tr>
      <w:tr w:rsidR="007005DF" w:rsidRPr="00D36A50" w:rsidTr="001E277D">
        <w:tc>
          <w:tcPr>
            <w:tcW w:w="208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291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1 133 402,50 Российский рубль </w:t>
            </w:r>
          </w:p>
        </w:tc>
      </w:tr>
      <w:tr w:rsidR="007005DF" w:rsidRPr="00D36A50" w:rsidTr="001E277D">
        <w:tc>
          <w:tcPr>
            <w:tcW w:w="208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291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>2919000 Машины и оборудование общего назначения прочие и их детали</w:t>
            </w:r>
          </w:p>
        </w:tc>
      </w:tr>
      <w:tr w:rsidR="007005DF" w:rsidRPr="00D36A50" w:rsidTr="001E277D">
        <w:tc>
          <w:tcPr>
            <w:tcW w:w="2083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91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документации) </w:t>
            </w: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5040"/>
        <w:gridCol w:w="4465"/>
      </w:tblGrid>
      <w:tr w:rsidR="007005DF" w:rsidRPr="00D36A50" w:rsidTr="001E277D">
        <w:tc>
          <w:tcPr>
            <w:tcW w:w="265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3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Ленина, 25, - </w:t>
            </w:r>
          </w:p>
        </w:tc>
      </w:tr>
      <w:tr w:rsidR="007005DF" w:rsidRPr="00D36A50" w:rsidTr="001E277D">
        <w:tc>
          <w:tcPr>
            <w:tcW w:w="265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3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100 календарных дней со дня подписания муниципального контракта. </w:t>
            </w: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56 670,13 Российский рубль </w:t>
            </w: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340 020,75 Российский рубль </w:t>
            </w:r>
          </w:p>
        </w:tc>
      </w:tr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6300"/>
        <w:gridCol w:w="3205"/>
      </w:tblGrid>
      <w:tr w:rsidR="007005DF" w:rsidRPr="00D36A50" w:rsidTr="001E277D">
        <w:tc>
          <w:tcPr>
            <w:tcW w:w="331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68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7005DF" w:rsidRPr="00E74937" w:rsidRDefault="007005DF" w:rsidP="00E7493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E74937">
        <w:rPr>
          <w:rFonts w:ascii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6300"/>
        <w:gridCol w:w="3205"/>
      </w:tblGrid>
      <w:tr w:rsidR="007005DF" w:rsidRPr="00D36A50" w:rsidTr="001E277D">
        <w:tc>
          <w:tcPr>
            <w:tcW w:w="331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68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23.08.2012 09:00 </w:t>
            </w:r>
          </w:p>
        </w:tc>
      </w:tr>
      <w:tr w:rsidR="007005DF" w:rsidRPr="00D36A50" w:rsidTr="001E277D">
        <w:tc>
          <w:tcPr>
            <w:tcW w:w="331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168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28.08.2012 </w:t>
            </w:r>
          </w:p>
        </w:tc>
      </w:tr>
      <w:tr w:rsidR="007005DF" w:rsidRPr="00D36A50" w:rsidTr="001E277D">
        <w:tc>
          <w:tcPr>
            <w:tcW w:w="3314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686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03.09.2012 </w:t>
            </w:r>
          </w:p>
        </w:tc>
      </w:tr>
    </w:tbl>
    <w:p w:rsidR="007005DF" w:rsidRPr="00E74937" w:rsidRDefault="007005DF" w:rsidP="00E74937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7005DF" w:rsidRPr="00D36A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</w:tcPr>
          <w:p w:rsidR="007005DF" w:rsidRPr="00E74937" w:rsidRDefault="007005DF" w:rsidP="00E74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7">
              <w:rPr>
                <w:rFonts w:ascii="Times New Roman" w:hAnsi="Times New Roman" w:cs="Times New Roman"/>
                <w:sz w:val="24"/>
                <w:szCs w:val="24"/>
              </w:rPr>
              <w:t xml:space="preserve">15.08.2012 </w:t>
            </w:r>
          </w:p>
        </w:tc>
      </w:tr>
    </w:tbl>
    <w:p w:rsidR="007005DF" w:rsidRDefault="007005DF"/>
    <w:sectPr w:rsidR="007005DF" w:rsidSect="00EB6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937"/>
    <w:rsid w:val="001E277D"/>
    <w:rsid w:val="007005DF"/>
    <w:rsid w:val="009C2BEE"/>
    <w:rsid w:val="00D36A50"/>
    <w:rsid w:val="00E74937"/>
    <w:rsid w:val="00EB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21F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rsid w:val="00E74937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74937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E74937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0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402</Words>
  <Characters>2292</Characters>
  <Application>Microsoft Office Outlook</Application>
  <DocSecurity>0</DocSecurity>
  <Lines>0</Lines>
  <Paragraphs>0</Paragraphs>
  <ScaleCrop>false</ScaleCrop>
  <Company>МКУ Пермблагоустройство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Башкиров Иван Сергеевич</dc:creator>
  <cp:keywords/>
  <dc:description/>
  <cp:lastModifiedBy>Ahmed</cp:lastModifiedBy>
  <cp:revision>4</cp:revision>
  <cp:lastPrinted>2012-08-17T10:37:00Z</cp:lastPrinted>
  <dcterms:created xsi:type="dcterms:W3CDTF">2012-08-15T03:40:00Z</dcterms:created>
  <dcterms:modified xsi:type="dcterms:W3CDTF">2012-08-17T10:38:00Z</dcterms:modified>
</cp:coreProperties>
</file>