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2AC" w:rsidRPr="00ED4F95" w:rsidRDefault="002872AC" w:rsidP="001605D9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 w:rsidRPr="00ED4F95">
        <w:rPr>
          <w:rFonts w:ascii="Times New Roman" w:hAnsi="Times New Roman"/>
          <w:i/>
          <w:sz w:val="18"/>
          <w:szCs w:val="18"/>
        </w:rPr>
        <w:t xml:space="preserve">Приложение № </w:t>
      </w:r>
      <w:r>
        <w:rPr>
          <w:rFonts w:ascii="Times New Roman" w:hAnsi="Times New Roman"/>
          <w:i/>
          <w:sz w:val="18"/>
          <w:szCs w:val="18"/>
        </w:rPr>
        <w:t>1</w:t>
      </w:r>
      <w:r w:rsidRPr="00ED4F95">
        <w:rPr>
          <w:rFonts w:ascii="Times New Roman" w:hAnsi="Times New Roman"/>
          <w:i/>
          <w:sz w:val="18"/>
          <w:szCs w:val="18"/>
        </w:rPr>
        <w:t xml:space="preserve"> </w:t>
      </w:r>
    </w:p>
    <w:p w:rsidR="002872AC" w:rsidRPr="00ED4F95" w:rsidRDefault="002872AC" w:rsidP="00455435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к извещению № 1 от 27.08.2012</w:t>
      </w:r>
    </w:p>
    <w:p w:rsidR="002872AC" w:rsidRPr="00ED4F95" w:rsidRDefault="002872AC" w:rsidP="001605D9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</w:p>
    <w:p w:rsidR="002872AC" w:rsidRDefault="002872AC" w:rsidP="001605D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1605D9">
        <w:rPr>
          <w:rFonts w:ascii="Times New Roman" w:hAnsi="Times New Roman"/>
          <w:b/>
          <w:sz w:val="20"/>
          <w:szCs w:val="20"/>
        </w:rPr>
        <w:t>КОТИРОВОЧНАЯ ЗАЯВКА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«_____» _____________20___г.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</w:p>
    <w:p w:rsidR="002872AC" w:rsidRDefault="002872AC" w:rsidP="001605D9">
      <w:pPr>
        <w:spacing w:after="0"/>
        <w:rPr>
          <w:rFonts w:ascii="Times New Roman" w:hAnsi="Times New Roman"/>
          <w:b/>
          <w:i/>
          <w:sz w:val="20"/>
          <w:szCs w:val="20"/>
        </w:rPr>
      </w:pPr>
      <w:r w:rsidRPr="001605D9">
        <w:rPr>
          <w:rFonts w:ascii="Times New Roman" w:hAnsi="Times New Roman"/>
          <w:b/>
          <w:i/>
          <w:sz w:val="20"/>
          <w:szCs w:val="20"/>
        </w:rPr>
        <w:t>Заполняется юридическим лицом: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Наименование участника закупочной процедуры 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Юридический адрес _______________________________________________________________________________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Фактический (почтовый) ___________________________________________________________________________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ИНН /КПП, банковские реквизиты __________________________________________________________________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(Должность, фамилия, имя, отчество лица, имеющего право действовать от имени участника размещения заказа)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 w:rsidRPr="001605D9">
        <w:rPr>
          <w:rFonts w:ascii="Times New Roman" w:hAnsi="Times New Roman"/>
          <w:sz w:val="20"/>
          <w:szCs w:val="20"/>
        </w:rPr>
        <w:t>Наименование и реквизиты документа на основании которого действует</w:t>
      </w:r>
      <w:r>
        <w:rPr>
          <w:rFonts w:ascii="Times New Roman" w:hAnsi="Times New Roman"/>
          <w:sz w:val="20"/>
          <w:szCs w:val="20"/>
        </w:rPr>
        <w:t xml:space="preserve"> 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16"/>
          <w:szCs w:val="16"/>
        </w:rPr>
        <w:t>Устав, Положение, доверенность и др.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Тел./факс _____________________________Электронная почта 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Сайт_____________________________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</w:p>
    <w:p w:rsidR="002872AC" w:rsidRDefault="002872AC" w:rsidP="001605D9">
      <w:pPr>
        <w:spacing w:after="0"/>
        <w:rPr>
          <w:rFonts w:ascii="Times New Roman" w:hAnsi="Times New Roman"/>
          <w:b/>
          <w:i/>
          <w:sz w:val="20"/>
          <w:szCs w:val="20"/>
        </w:rPr>
      </w:pPr>
      <w:r w:rsidRPr="001605D9">
        <w:rPr>
          <w:rFonts w:ascii="Times New Roman" w:hAnsi="Times New Roman"/>
          <w:b/>
          <w:i/>
          <w:sz w:val="20"/>
          <w:szCs w:val="20"/>
        </w:rPr>
        <w:t>Заполняется физическим лицом</w:t>
      </w:r>
      <w:r>
        <w:rPr>
          <w:rFonts w:ascii="Times New Roman" w:hAnsi="Times New Roman"/>
          <w:b/>
          <w:i/>
          <w:sz w:val="20"/>
          <w:szCs w:val="20"/>
        </w:rPr>
        <w:t xml:space="preserve"> (в т.ч. индивидуальным предпринимателем):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Ф.И.О. участника  закупочной процедуры____________________________________________________________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Адрес регистрации _______________________________________________________________________________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Адрес проживания ________________________________________________________________________________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Паспортные данные _______________________________________________________________________________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Свидетельство о регистрации (для индивидуальных предпринимателей) 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ИНН/КПП, банковские реквизиты ___________________________________________________________________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Тел./факс ____________________________Электронная почта 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Сайт 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Кому:  МАОУ «СОШ № 9 им. А.С. Пушкина» г. Перми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Изучив направленное Вами Извещение № ___________ от «__» ________________20___г. о проведении запроса котировок на  ________________________ мы, нижеподписавшиеся, предлагаем 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_________________________________________________________________________________________________.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Всего общая цена договора составляет ______________________________________________________________</w:t>
      </w:r>
    </w:p>
    <w:p w:rsidR="002872AC" w:rsidRPr="00455435" w:rsidRDefault="002872AC" w:rsidP="00455435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jc w:val="both"/>
        <w:rPr>
          <w:rFonts w:ascii="Times New Roman" w:hAnsi="Times New Roman"/>
          <w:sz w:val="20"/>
          <w:szCs w:val="20"/>
        </w:rPr>
      </w:pPr>
      <w:r w:rsidRPr="00455435">
        <w:rPr>
          <w:rFonts w:ascii="Times New Roman" w:hAnsi="Times New Roman"/>
          <w:sz w:val="20"/>
          <w:szCs w:val="20"/>
        </w:rPr>
        <w:t>В стоимость работ включены все налоги, затраты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содержанию помещения, страхование, другие выплаченные или подлежащие оплате обязательные платежи.</w:t>
      </w:r>
    </w:p>
    <w:p w:rsidR="002872AC" w:rsidRPr="00455435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Мы обязуемся в случае принятия нашей заявки произвести работы по адресу :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Срок выполнения работ: _____________________________________________________________________________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Условия оплаты работ : ______________________________________________________________________________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</w:p>
    <w:p w:rsidR="002872AC" w:rsidRDefault="002872AC" w:rsidP="001605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     _____________________________    ______________________________________</w:t>
      </w:r>
    </w:p>
    <w:p w:rsidR="002872AC" w:rsidRDefault="002872AC" w:rsidP="001605D9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Должность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подпись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ФИО</w:t>
      </w:r>
    </w:p>
    <w:p w:rsidR="002872AC" w:rsidRDefault="002872AC" w:rsidP="001605D9">
      <w:pPr>
        <w:spacing w:after="0"/>
        <w:rPr>
          <w:rFonts w:ascii="Times New Roman" w:hAnsi="Times New Roman"/>
          <w:sz w:val="16"/>
          <w:szCs w:val="16"/>
        </w:rPr>
      </w:pPr>
    </w:p>
    <w:p w:rsidR="002872AC" w:rsidRDefault="002872AC" w:rsidP="001605D9">
      <w:pPr>
        <w:spacing w:after="0"/>
        <w:rPr>
          <w:rFonts w:ascii="Times New Roman" w:hAnsi="Times New Roman"/>
          <w:sz w:val="16"/>
          <w:szCs w:val="16"/>
        </w:rPr>
      </w:pPr>
    </w:p>
    <w:p w:rsidR="002872AC" w:rsidRDefault="002872AC" w:rsidP="001605D9">
      <w:pPr>
        <w:spacing w:after="0"/>
        <w:rPr>
          <w:rFonts w:ascii="Times New Roman" w:hAnsi="Times New Roman"/>
          <w:sz w:val="16"/>
          <w:szCs w:val="16"/>
        </w:rPr>
      </w:pPr>
    </w:p>
    <w:p w:rsidR="002872AC" w:rsidRPr="000E282B" w:rsidRDefault="002872AC" w:rsidP="001605D9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М.П.</w:t>
      </w:r>
    </w:p>
    <w:sectPr w:rsidR="002872AC" w:rsidRPr="000E282B" w:rsidSect="001605D9">
      <w:pgSz w:w="11906" w:h="16838"/>
      <w:pgMar w:top="510" w:right="510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D9"/>
    <w:rsid w:val="00031C1B"/>
    <w:rsid w:val="000B79FC"/>
    <w:rsid w:val="000E282B"/>
    <w:rsid w:val="001605D9"/>
    <w:rsid w:val="002872AC"/>
    <w:rsid w:val="003342D1"/>
    <w:rsid w:val="00375083"/>
    <w:rsid w:val="003C4E7B"/>
    <w:rsid w:val="00455435"/>
    <w:rsid w:val="00622051"/>
    <w:rsid w:val="0064306E"/>
    <w:rsid w:val="00664FBF"/>
    <w:rsid w:val="00671356"/>
    <w:rsid w:val="00807EF8"/>
    <w:rsid w:val="00822308"/>
    <w:rsid w:val="008A21D7"/>
    <w:rsid w:val="008A5574"/>
    <w:rsid w:val="008D2D5F"/>
    <w:rsid w:val="009558EE"/>
    <w:rsid w:val="00997286"/>
    <w:rsid w:val="009D5C2C"/>
    <w:rsid w:val="00A73741"/>
    <w:rsid w:val="00A95B4E"/>
    <w:rsid w:val="00AA559D"/>
    <w:rsid w:val="00AC2A4C"/>
    <w:rsid w:val="00B840F7"/>
    <w:rsid w:val="00BB52AA"/>
    <w:rsid w:val="00C57A97"/>
    <w:rsid w:val="00CB1115"/>
    <w:rsid w:val="00DE3BD7"/>
    <w:rsid w:val="00ED4F95"/>
    <w:rsid w:val="00EE3E22"/>
    <w:rsid w:val="00F50A7E"/>
    <w:rsid w:val="00F92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2A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491</Words>
  <Characters>2799</Characters>
  <Application>Microsoft Office Outlook</Application>
  <DocSecurity>0</DocSecurity>
  <Lines>0</Lines>
  <Paragraphs>0</Paragraphs>
  <ScaleCrop>false</ScaleCrop>
  <Company>Школа-интернат №85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User</dc:creator>
  <cp:keywords/>
  <dc:description/>
  <cp:lastModifiedBy>Админ</cp:lastModifiedBy>
  <cp:revision>3</cp:revision>
  <cp:lastPrinted>2011-08-10T05:46:00Z</cp:lastPrinted>
  <dcterms:created xsi:type="dcterms:W3CDTF">2012-08-20T07:38:00Z</dcterms:created>
  <dcterms:modified xsi:type="dcterms:W3CDTF">2012-08-24T08:03:00Z</dcterms:modified>
</cp:coreProperties>
</file>