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BD" w:rsidRPr="003B199E" w:rsidRDefault="00B758BD" w:rsidP="003E1B38">
      <w:pPr>
        <w:jc w:val="center"/>
        <w:rPr>
          <w:b/>
          <w:bCs/>
        </w:rPr>
      </w:pPr>
      <w:r w:rsidRPr="003B199E">
        <w:rPr>
          <w:b/>
          <w:bCs/>
        </w:rPr>
        <w:t>Техническое задание</w:t>
      </w:r>
      <w:r w:rsidRPr="003B199E">
        <w:rPr>
          <w:b/>
          <w:bCs/>
        </w:rPr>
        <w:br/>
        <w:t>на выполнение научно-исследовательской работы</w:t>
      </w:r>
    </w:p>
    <w:p w:rsidR="00B758BD" w:rsidRPr="003B199E" w:rsidRDefault="00B758BD" w:rsidP="003E1B38">
      <w:pPr>
        <w:jc w:val="both"/>
        <w:rPr>
          <w:b/>
          <w:bCs/>
        </w:rPr>
      </w:pPr>
    </w:p>
    <w:p w:rsidR="00B758BD" w:rsidRPr="003B199E" w:rsidRDefault="00B758BD" w:rsidP="003E1B38">
      <w:pPr>
        <w:numPr>
          <w:ilvl w:val="0"/>
          <w:numId w:val="15"/>
        </w:numPr>
        <w:rPr>
          <w:b/>
          <w:bCs/>
        </w:rPr>
      </w:pPr>
      <w:r w:rsidRPr="003B199E">
        <w:rPr>
          <w:b/>
          <w:bCs/>
        </w:rPr>
        <w:t>Наименование и перечень работ</w:t>
      </w:r>
    </w:p>
    <w:p w:rsidR="00B758BD" w:rsidRPr="003B199E" w:rsidRDefault="00B758BD" w:rsidP="003E1B38">
      <w:pPr>
        <w:ind w:firstLine="720"/>
        <w:jc w:val="both"/>
      </w:pPr>
      <w:r w:rsidRPr="003B199E">
        <w:t>Выполнение научно-исследовательских работ по комплексному экологическому о</w:t>
      </w:r>
      <w:r w:rsidRPr="003B199E">
        <w:t>б</w:t>
      </w:r>
      <w:r w:rsidRPr="003B199E">
        <w:t>следованию особо охраняемых природных территорий местного значения города Перми, представленных в таблице 1 Технического задания (далее - ООПТ).</w:t>
      </w:r>
    </w:p>
    <w:p w:rsidR="00B758BD" w:rsidRPr="003B199E" w:rsidRDefault="00B758BD" w:rsidP="003E1B38">
      <w:pPr>
        <w:ind w:firstLine="720"/>
        <w:jc w:val="both"/>
      </w:pPr>
    </w:p>
    <w:p w:rsidR="00B758BD" w:rsidRPr="003B199E" w:rsidRDefault="00B758BD" w:rsidP="003E1B38">
      <w:pPr>
        <w:numPr>
          <w:ilvl w:val="0"/>
          <w:numId w:val="15"/>
        </w:numPr>
        <w:jc w:val="both"/>
        <w:rPr>
          <w:b/>
          <w:bCs/>
        </w:rPr>
      </w:pPr>
      <w:r w:rsidRPr="003B199E">
        <w:rPr>
          <w:rFonts w:eastAsia="MS Mincho"/>
          <w:b/>
          <w:bCs/>
        </w:rPr>
        <w:t>Цель: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Оценка современного состояния природных комплексов и объектов на территории ООПТ;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Разработка формы паспорта ООПТ и заполнение паспортов ООПТ с картографией в бумажном и электронном виде;</w:t>
      </w:r>
    </w:p>
    <w:p w:rsidR="00B758BD" w:rsidRPr="003B199E" w:rsidRDefault="00B758BD" w:rsidP="003E1B38">
      <w:pPr>
        <w:ind w:left="360"/>
        <w:jc w:val="both"/>
      </w:pPr>
    </w:p>
    <w:p w:rsidR="00B758BD" w:rsidRPr="003B199E" w:rsidRDefault="00B758BD" w:rsidP="003E1B38">
      <w:pPr>
        <w:pStyle w:val="PlainText"/>
        <w:numPr>
          <w:ilvl w:val="0"/>
          <w:numId w:val="15"/>
        </w:numPr>
        <w:tabs>
          <w:tab w:val="left" w:pos="180"/>
          <w:tab w:val="left" w:pos="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99E">
        <w:rPr>
          <w:rFonts w:ascii="Times New Roman" w:hAnsi="Times New Roman" w:cs="Times New Roman"/>
          <w:b/>
          <w:bCs/>
          <w:sz w:val="24"/>
          <w:szCs w:val="24"/>
        </w:rPr>
        <w:t>Содержание работ: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num" w:pos="2160"/>
        </w:tabs>
        <w:jc w:val="both"/>
      </w:pPr>
      <w:r w:rsidRPr="003B199E">
        <w:t>Сбор и анализ фондовых материалов (местообитания охраняемых видов растений и животных, техногенные условия, гидрология, геоморфология, метеорологические данные, дешифрирование аэро-, фото- и космоснимков и т.д.)</w:t>
      </w:r>
      <w:r w:rsidRPr="003B199E">
        <w:rPr>
          <w:rFonts w:eastAsia="MS Mincho"/>
        </w:rPr>
        <w:t>;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num" w:pos="2160"/>
        </w:tabs>
        <w:jc w:val="both"/>
      </w:pPr>
      <w:r w:rsidRPr="003B199E">
        <w:rPr>
          <w:rFonts w:eastAsia="MS Mincho"/>
        </w:rPr>
        <w:t>Систематизация исследований прошлых лет;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num" w:pos="2160"/>
        </w:tabs>
        <w:rPr>
          <w:caps/>
        </w:rPr>
      </w:pPr>
      <w:r w:rsidRPr="003B199E">
        <w:t>Проведение полевого обследования ООПТ;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num" w:pos="2160"/>
        </w:tabs>
        <w:rPr>
          <w:caps/>
        </w:rPr>
      </w:pPr>
      <w:r w:rsidRPr="003B199E">
        <w:t>Камеральная обработка данных полевого обследования;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num" w:pos="2160"/>
        </w:tabs>
        <w:rPr>
          <w:caps/>
        </w:rPr>
      </w:pPr>
      <w:r w:rsidRPr="003B199E">
        <w:t>Разработка формы паспорта ООПТ;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num" w:pos="2160"/>
        </w:tabs>
        <w:rPr>
          <w:caps/>
        </w:rPr>
      </w:pPr>
      <w:r w:rsidRPr="003B199E">
        <w:t>Заполнение паспортов на ООПТ с картографией в бумажном и электронном  виде;</w:t>
      </w:r>
    </w:p>
    <w:p w:rsidR="00B758BD" w:rsidRPr="003B199E" w:rsidRDefault="00B758BD" w:rsidP="003E1B38">
      <w:pPr>
        <w:numPr>
          <w:ilvl w:val="1"/>
          <w:numId w:val="15"/>
        </w:numPr>
        <w:rPr>
          <w:caps/>
        </w:rPr>
      </w:pPr>
      <w:r w:rsidRPr="003B199E">
        <w:t>Составление отчета.</w:t>
      </w:r>
    </w:p>
    <w:p w:rsidR="00B758BD" w:rsidRPr="003B199E" w:rsidRDefault="00B758BD" w:rsidP="003E1B38">
      <w:pPr>
        <w:ind w:left="360"/>
        <w:rPr>
          <w:caps/>
        </w:rPr>
      </w:pPr>
    </w:p>
    <w:p w:rsidR="00B758BD" w:rsidRPr="003B199E" w:rsidRDefault="00B758BD" w:rsidP="003E1B38">
      <w:pPr>
        <w:numPr>
          <w:ilvl w:val="0"/>
          <w:numId w:val="15"/>
        </w:numPr>
        <w:rPr>
          <w:b/>
          <w:bCs/>
          <w:caps/>
        </w:rPr>
      </w:pPr>
      <w:r w:rsidRPr="003B199E">
        <w:rPr>
          <w:b/>
          <w:bCs/>
        </w:rPr>
        <w:t>Требования к выполнению работ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>Сбор и анализ фондовых данных по ООПТ (имеющиеся сведения о состоянии пр</w:t>
      </w:r>
      <w:r w:rsidRPr="003B199E">
        <w:t>и</w:t>
      </w:r>
      <w:r w:rsidRPr="003B199E">
        <w:t>родных комплексов и объектов; лесоустроительные материалы по кварталам и выд</w:t>
      </w:r>
      <w:r w:rsidRPr="003B199E">
        <w:t>е</w:t>
      </w:r>
      <w:r w:rsidRPr="003B199E">
        <w:t>лам, в т.ч.: площади, состав древостоя, тип леса; наличие и местонахождение ун</w:t>
      </w:r>
      <w:r w:rsidRPr="003B199E">
        <w:t>и</w:t>
      </w:r>
      <w:r w:rsidRPr="003B199E">
        <w:t>кальных природных объектов: в т.ч.: видов биоты, занесенных в Красную книгу, форм рельефа);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В ходе полевого обследования проводится:</w:t>
      </w:r>
    </w:p>
    <w:p w:rsidR="00B758BD" w:rsidRPr="003B199E" w:rsidRDefault="00B758BD" w:rsidP="003E1B38">
      <w:pPr>
        <w:numPr>
          <w:ilvl w:val="2"/>
          <w:numId w:val="15"/>
        </w:numPr>
        <w:jc w:val="both"/>
      </w:pPr>
      <w:r w:rsidRPr="003B199E">
        <w:t xml:space="preserve">закладка не менее 1 пробной площади на </w:t>
      </w:r>
      <w:smartTag w:uri="urn:schemas-microsoft-com:office:smarttags" w:element="metricconverter">
        <w:smartTagPr>
          <w:attr w:name="ProductID" w:val="100 га"/>
        </w:smartTagPr>
        <w:r w:rsidRPr="003B199E">
          <w:t>100 га</w:t>
        </w:r>
      </w:smartTag>
      <w:r w:rsidRPr="003B199E">
        <w:t xml:space="preserve"> наблюдений на каждом из 11 ООПТ для оценки деградации почв, растительности и экосистем, оценки сан</w:t>
      </w:r>
      <w:r w:rsidRPr="003B199E">
        <w:t>и</w:t>
      </w:r>
      <w:r w:rsidRPr="003B199E">
        <w:t>тарного состояния древостоя, выполнения геоботанических описаний;</w:t>
      </w:r>
    </w:p>
    <w:p w:rsidR="00B758BD" w:rsidRPr="003B199E" w:rsidRDefault="00B758BD" w:rsidP="003E1B38">
      <w:pPr>
        <w:numPr>
          <w:ilvl w:val="2"/>
          <w:numId w:val="15"/>
        </w:numPr>
        <w:jc w:val="both"/>
      </w:pPr>
      <w:r w:rsidRPr="003B199E">
        <w:t>определение факторов антропогенного воздействия на ООПТ и интенсивности их воздействия;</w:t>
      </w:r>
    </w:p>
    <w:p w:rsidR="00B758BD" w:rsidRPr="003B199E" w:rsidRDefault="00B758BD" w:rsidP="003E1B38">
      <w:pPr>
        <w:numPr>
          <w:ilvl w:val="2"/>
          <w:numId w:val="15"/>
        </w:numPr>
        <w:jc w:val="both"/>
      </w:pPr>
      <w:r w:rsidRPr="003B199E">
        <w:t>наблюдение за состоянием природной среды, природными процессами, оценка состояния природных комплексов и объектов на ООПТ, в т.ч. наблюдение за почвенным покровом, растительностью, животным миром;</w:t>
      </w:r>
    </w:p>
    <w:p w:rsidR="00B758BD" w:rsidRPr="003B199E" w:rsidRDefault="00B758BD" w:rsidP="003E1B38">
      <w:pPr>
        <w:numPr>
          <w:ilvl w:val="2"/>
          <w:numId w:val="15"/>
        </w:numPr>
        <w:jc w:val="both"/>
      </w:pPr>
      <w:r w:rsidRPr="003B199E">
        <w:t>прогноз изменения состояния природных комплексов и объектов ООПТ, в т.ч. почвенных покровов, растительности, животного мира.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Разработка формы паспорта ООПТ местного значения г. Перми и заполнение паспо</w:t>
      </w:r>
      <w:r w:rsidRPr="003B199E">
        <w:t>р</w:t>
      </w:r>
      <w:r w:rsidRPr="003B199E">
        <w:t>тов ООПТ с картографией в бумажном и электронном виде;</w:t>
      </w:r>
    </w:p>
    <w:p w:rsidR="00B758BD" w:rsidRPr="003B199E" w:rsidRDefault="00B758BD" w:rsidP="003E1B38">
      <w:pPr>
        <w:numPr>
          <w:ilvl w:val="2"/>
          <w:numId w:val="15"/>
        </w:numPr>
        <w:ind w:left="0" w:firstLine="720"/>
        <w:jc w:val="both"/>
      </w:pPr>
      <w:r w:rsidRPr="003B199E">
        <w:t>Составление картографического материала на ООПТ в виде карт (схем) с пр</w:t>
      </w:r>
      <w:r w:rsidRPr="003B199E">
        <w:t>и</w:t>
      </w:r>
      <w:r w:rsidRPr="003B199E">
        <w:t>вязкой к городской системе координат на основе карты города Перми (источник информации – открытые для доступа карты адресного реестра департамента градостроительства и арх</w:t>
      </w:r>
      <w:r w:rsidRPr="003B199E">
        <w:t>и</w:t>
      </w:r>
      <w:r w:rsidRPr="003B199E">
        <w:t>тектуры администрации города Перми), с нанесением на схему границ ООПТ, дорожно-тропиночной сети, лесных кварталов (при наличии их в составе ООПТ), водных объектов, существующих объектов и инженерных сооружений. Масштаб карт (схем) – 1:10000. Сре</w:t>
      </w:r>
      <w:r w:rsidRPr="003B199E">
        <w:t>д</w:t>
      </w:r>
      <w:r w:rsidRPr="003B199E">
        <w:t xml:space="preserve">ство создания и редактирования – продукты серии </w:t>
      </w:r>
      <w:r w:rsidRPr="003B199E">
        <w:rPr>
          <w:lang w:val="en-US"/>
        </w:rPr>
        <w:t>ArcGis</w:t>
      </w:r>
      <w:r w:rsidRPr="003B199E">
        <w:t xml:space="preserve"> либо </w:t>
      </w:r>
      <w:r w:rsidRPr="003B199E">
        <w:rPr>
          <w:lang w:val="en-US"/>
        </w:rPr>
        <w:t>Mapinfo</w:t>
      </w:r>
      <w:r w:rsidRPr="003B199E">
        <w:t>, также предоставл</w:t>
      </w:r>
      <w:r w:rsidRPr="003B199E">
        <w:t>я</w:t>
      </w:r>
      <w:r w:rsidRPr="003B199E">
        <w:t xml:space="preserve">ется копия схемы в форматах </w:t>
      </w:r>
      <w:r w:rsidRPr="003B199E">
        <w:rPr>
          <w:lang w:val="en-US"/>
        </w:rPr>
        <w:t>Jpeg</w:t>
      </w:r>
      <w:r w:rsidRPr="003B199E">
        <w:t xml:space="preserve"> и </w:t>
      </w:r>
      <w:r w:rsidRPr="003B199E">
        <w:rPr>
          <w:lang w:val="en-US"/>
        </w:rPr>
        <w:t>PDF</w:t>
      </w:r>
      <w:r w:rsidRPr="003B199E">
        <w:t>;</w:t>
      </w:r>
    </w:p>
    <w:p w:rsidR="00B758BD" w:rsidRPr="003B199E" w:rsidRDefault="00B758BD" w:rsidP="003E1B38">
      <w:pPr>
        <w:numPr>
          <w:ilvl w:val="2"/>
          <w:numId w:val="15"/>
        </w:numPr>
        <w:ind w:left="0" w:firstLine="720"/>
        <w:jc w:val="both"/>
      </w:pPr>
      <w:r w:rsidRPr="003B199E">
        <w:t>Заполнение паспортов на ООПТ с картографией в бумажном и электронном  виде.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Подготовка рекомендаций по снижению негативного воздействия на состояние пр</w:t>
      </w:r>
      <w:r w:rsidRPr="003B199E">
        <w:t>и</w:t>
      </w:r>
      <w:r w:rsidRPr="003B199E">
        <w:t>родных комплексов и объектов ООПТ.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Оценка рекреационной нагрузки на ООПТ.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Подготовка предложений по классификации и группировке ООПТ в зависимости от их типа, категории, состояния, объема необходимых к выполнению природоохранных мероприятий. 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Подготовка прогноза состояния ООПТ на период до 2022 года.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Разработка программы мониторинга ООПТ.</w:t>
      </w:r>
    </w:p>
    <w:p w:rsidR="00B758BD" w:rsidRPr="003B199E" w:rsidRDefault="00B758BD" w:rsidP="003E1B38">
      <w:pPr>
        <w:jc w:val="both"/>
        <w:rPr>
          <w:highlight w:val="yellow"/>
        </w:rPr>
      </w:pPr>
    </w:p>
    <w:p w:rsidR="00B758BD" w:rsidRPr="003B199E" w:rsidRDefault="00B758BD" w:rsidP="003E1B38">
      <w:pPr>
        <w:numPr>
          <w:ilvl w:val="0"/>
          <w:numId w:val="15"/>
        </w:numPr>
        <w:jc w:val="both"/>
        <w:rPr>
          <w:b/>
          <w:bCs/>
        </w:rPr>
      </w:pPr>
      <w:r w:rsidRPr="003B199E">
        <w:rPr>
          <w:b/>
          <w:bCs/>
        </w:rPr>
        <w:t>Требования к качеству работ и квалификации участника конкурса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Опыт выполненных аналогичных работ за период с 2007 года по 2011 год.</w:t>
      </w:r>
    </w:p>
    <w:p w:rsidR="00B758BD" w:rsidRPr="003B199E" w:rsidRDefault="00B758BD" w:rsidP="003E1B38">
      <w:pPr>
        <w:ind w:left="708"/>
        <w:jc w:val="both"/>
      </w:pPr>
      <w:r w:rsidRPr="003B199E">
        <w:t>Необходимые документы: копии технических заданий и актов приемки-сдачи работ. Патенты на изобретения в области охраны окружающей среды, подтверждение прав на иные интеллектуальные разработки в данной сфере.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Наличие квалифицированных работников в области географических, биологических, геолого-минералогических, сельскохозяйственных, химических, технических, экон</w:t>
      </w:r>
      <w:r w:rsidRPr="003B199E">
        <w:t>о</w:t>
      </w:r>
      <w:r w:rsidRPr="003B199E">
        <w:t>мических наук.</w:t>
      </w:r>
    </w:p>
    <w:p w:rsidR="00B758BD" w:rsidRPr="003B199E" w:rsidRDefault="00B758BD" w:rsidP="003E1B38">
      <w:pPr>
        <w:ind w:left="708"/>
        <w:jc w:val="both"/>
      </w:pPr>
      <w:r w:rsidRPr="003B199E">
        <w:t>Необходимые документы: копии дипломов о присвоении ученой степени, копии тр</w:t>
      </w:r>
      <w:r w:rsidRPr="003B199E">
        <w:t>у</w:t>
      </w:r>
      <w:r w:rsidRPr="003B199E">
        <w:t>довых книжек или выписки из трудовых книжек, трудовые договоры, подтвержда</w:t>
      </w:r>
      <w:r w:rsidRPr="003B199E">
        <w:t>ю</w:t>
      </w:r>
      <w:r w:rsidRPr="003B199E">
        <w:t>щие трудовые отношения указанных специалистов с заявителем.</w:t>
      </w:r>
    </w:p>
    <w:p w:rsidR="00B758BD" w:rsidRPr="003B199E" w:rsidRDefault="00B758BD" w:rsidP="003E1B38">
      <w:pPr>
        <w:jc w:val="both"/>
      </w:pPr>
    </w:p>
    <w:p w:rsidR="00B758BD" w:rsidRPr="003B199E" w:rsidRDefault="00B758BD" w:rsidP="003E1B38">
      <w:pPr>
        <w:numPr>
          <w:ilvl w:val="0"/>
          <w:numId w:val="15"/>
        </w:numPr>
        <w:jc w:val="both"/>
        <w:rPr>
          <w:b/>
          <w:bCs/>
        </w:rPr>
      </w:pPr>
      <w:r w:rsidRPr="003B199E">
        <w:rPr>
          <w:b/>
          <w:bCs/>
        </w:rPr>
        <w:t>Сроки выполнения работ</w:t>
      </w:r>
    </w:p>
    <w:p w:rsidR="00B758BD" w:rsidRPr="003B199E" w:rsidRDefault="00B758BD" w:rsidP="003E1B38">
      <w:pPr>
        <w:ind w:left="360"/>
        <w:jc w:val="both"/>
        <w:rPr>
          <w:b/>
          <w:bCs/>
        </w:rPr>
      </w:pPr>
      <w:r w:rsidRPr="003B199E">
        <w:t xml:space="preserve">С момента заключения контракта, в том числе по этапам: 1 этап полевые работы – </w:t>
      </w:r>
      <w:r w:rsidRPr="003B199E">
        <w:rPr>
          <w:color w:val="000000"/>
        </w:rPr>
        <w:t>не м</w:t>
      </w:r>
      <w:r w:rsidRPr="003B199E">
        <w:rPr>
          <w:color w:val="000000"/>
        </w:rPr>
        <w:t>е</w:t>
      </w:r>
      <w:r w:rsidRPr="003B199E">
        <w:rPr>
          <w:color w:val="000000"/>
        </w:rPr>
        <w:t>нее 15 и не более 30 дней с момента заключения контракта, 2 этап - оформление и сдача отчета – не менее 20 и не более 70 дней с момента окончания 1 этапа работ.</w:t>
      </w:r>
    </w:p>
    <w:p w:rsidR="00B758BD" w:rsidRPr="003B199E" w:rsidRDefault="00B758BD" w:rsidP="003E1B38">
      <w:pPr>
        <w:ind w:left="720"/>
        <w:jc w:val="both"/>
        <w:rPr>
          <w:highlight w:val="yellow"/>
        </w:rPr>
      </w:pPr>
    </w:p>
    <w:p w:rsidR="00B758BD" w:rsidRPr="003B199E" w:rsidRDefault="00B758BD" w:rsidP="003E1B38">
      <w:pPr>
        <w:numPr>
          <w:ilvl w:val="0"/>
          <w:numId w:val="15"/>
        </w:numPr>
        <w:jc w:val="both"/>
        <w:rPr>
          <w:b/>
          <w:bCs/>
        </w:rPr>
      </w:pPr>
      <w:r w:rsidRPr="003B199E">
        <w:rPr>
          <w:b/>
          <w:bCs/>
        </w:rPr>
        <w:t>Ожидаемые результаты по оказанным услугам</w:t>
      </w:r>
    </w:p>
    <w:p w:rsidR="00B758BD" w:rsidRPr="003B199E" w:rsidRDefault="00B758BD" w:rsidP="003E1B38">
      <w:pPr>
        <w:ind w:firstLine="708"/>
        <w:jc w:val="both"/>
        <w:rPr>
          <w:b/>
          <w:bCs/>
        </w:rPr>
      </w:pPr>
      <w:r w:rsidRPr="003B199E">
        <w:rPr>
          <w:color w:val="000000"/>
        </w:rPr>
        <w:t>Результаты работы должны соответствовать действующему законодательству Росси</w:t>
      </w:r>
      <w:r w:rsidRPr="003B199E">
        <w:rPr>
          <w:color w:val="000000"/>
        </w:rPr>
        <w:t>й</w:t>
      </w:r>
      <w:r w:rsidRPr="003B199E">
        <w:rPr>
          <w:color w:val="000000"/>
        </w:rPr>
        <w:t>ской Федерации, нормативным правовым актам отраслевых министерств и ведомств, гос</w:t>
      </w:r>
      <w:r w:rsidRPr="003B199E">
        <w:rPr>
          <w:color w:val="000000"/>
        </w:rPr>
        <w:t>у</w:t>
      </w:r>
      <w:r w:rsidRPr="003B199E">
        <w:rPr>
          <w:color w:val="000000"/>
        </w:rPr>
        <w:t>дарственным и отраслевым нормам и требованиям, стандартам и настоящему техническому заданию.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left" w:pos="360"/>
        </w:tabs>
        <w:ind w:left="0" w:firstLine="360"/>
        <w:jc w:val="both"/>
      </w:pPr>
      <w:r w:rsidRPr="003B199E">
        <w:t xml:space="preserve"> Результаты полевого обследования ООПТ - маршрутные обследования с описанием наблюдений за почвенным покровом (отбор проб почв для определения агрохимических, химических показателей), растительностью (изучение состояния древостоя), животным м</w:t>
      </w:r>
      <w:r w:rsidRPr="003B199E">
        <w:t>и</w:t>
      </w:r>
      <w:r w:rsidRPr="003B199E">
        <w:t>ром (</w:t>
      </w:r>
      <w:r w:rsidRPr="003B199E">
        <w:rPr>
          <w:color w:val="000000"/>
        </w:rPr>
        <w:t>выявление редких и исчезающих видов животных, визуальный осмотр и наблюдение за поведением животных в среде обитания</w:t>
      </w:r>
      <w:r w:rsidRPr="003B199E">
        <w:t>).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left" w:pos="360"/>
        </w:tabs>
        <w:jc w:val="both"/>
      </w:pPr>
      <w:r w:rsidRPr="003B199E">
        <w:t xml:space="preserve"> Оценка состояния ООПТ;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left" w:pos="360"/>
        </w:tabs>
        <w:jc w:val="both"/>
      </w:pPr>
      <w:r w:rsidRPr="003B199E">
        <w:t xml:space="preserve"> Оценка антропогенной нагрузки на ООПТ;</w:t>
      </w:r>
    </w:p>
    <w:p w:rsidR="00B758BD" w:rsidRPr="003B199E" w:rsidRDefault="00B758BD" w:rsidP="003E1B38">
      <w:pPr>
        <w:numPr>
          <w:ilvl w:val="1"/>
          <w:numId w:val="15"/>
        </w:numPr>
        <w:tabs>
          <w:tab w:val="left" w:pos="360"/>
        </w:tabs>
        <w:jc w:val="both"/>
      </w:pPr>
      <w:r w:rsidRPr="003B199E">
        <w:t xml:space="preserve"> Разработка предложений по организации мониторинга на ООПТ, программа монит</w:t>
      </w:r>
      <w:r w:rsidRPr="003B199E">
        <w:t>о</w:t>
      </w:r>
      <w:r w:rsidRPr="003B199E">
        <w:t>ринга;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Схемы ООПТ с нанесением на них всех площадок и маршрутов, элементов сущес</w:t>
      </w:r>
      <w:r w:rsidRPr="003B199E">
        <w:t>т</w:t>
      </w:r>
      <w:r w:rsidRPr="003B199E">
        <w:t>вующего и предлагаемого обустройства и других объектов на усмотрение Исполнит</w:t>
      </w:r>
      <w:r w:rsidRPr="003B199E">
        <w:t>е</w:t>
      </w:r>
      <w:r w:rsidRPr="003B199E">
        <w:t>ля;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Цветные фотографии по каждой ООПТ (только электронный вариант).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Предоставление паспортов ООПТ местного значения г. Перми с картографией в б</w:t>
      </w:r>
      <w:r w:rsidRPr="003B199E">
        <w:t>у</w:t>
      </w:r>
      <w:r w:rsidRPr="003B199E">
        <w:t xml:space="preserve">мажном и электронном виде. Каждый паспорт предоставляется в 3-х экземплярах. Электронный вариант паспорта составляется в формате </w:t>
      </w:r>
      <w:r w:rsidRPr="003B199E">
        <w:rPr>
          <w:lang w:val="en-US"/>
        </w:rPr>
        <w:t>MS</w:t>
      </w:r>
      <w:r w:rsidRPr="003B199E">
        <w:t xml:space="preserve"> </w:t>
      </w:r>
      <w:r w:rsidRPr="003B199E">
        <w:rPr>
          <w:lang w:val="en-US"/>
        </w:rPr>
        <w:t>Word</w:t>
      </w:r>
      <w:r w:rsidRPr="003B199E">
        <w:t>, карты (схемы) ра</w:t>
      </w:r>
      <w:r w:rsidRPr="003B199E">
        <w:t>з</w:t>
      </w:r>
      <w:r w:rsidRPr="003B199E">
        <w:t xml:space="preserve">рабатываются в продуктах серии </w:t>
      </w:r>
      <w:r w:rsidRPr="003B199E">
        <w:rPr>
          <w:lang w:val="en-US"/>
        </w:rPr>
        <w:t>ArcGis</w:t>
      </w:r>
      <w:r w:rsidRPr="003B199E">
        <w:t xml:space="preserve"> либо </w:t>
      </w:r>
      <w:r w:rsidRPr="003B199E">
        <w:rPr>
          <w:lang w:val="en-US"/>
        </w:rPr>
        <w:t>Mapinfo</w:t>
      </w:r>
      <w:r w:rsidRPr="003B199E">
        <w:t xml:space="preserve">, также предоставляется копия схемы в форматах </w:t>
      </w:r>
      <w:r w:rsidRPr="003B199E">
        <w:rPr>
          <w:lang w:val="en-US"/>
        </w:rPr>
        <w:t>Jpeg</w:t>
      </w:r>
      <w:r w:rsidRPr="003B199E">
        <w:t xml:space="preserve"> и </w:t>
      </w:r>
      <w:r w:rsidRPr="003B199E">
        <w:rPr>
          <w:lang w:val="en-US"/>
        </w:rPr>
        <w:t>PDF</w:t>
      </w:r>
      <w:r w:rsidRPr="003B199E">
        <w:t>.</w:t>
      </w:r>
    </w:p>
    <w:p w:rsidR="00B758BD" w:rsidRPr="003B199E" w:rsidRDefault="00B758BD" w:rsidP="003E1B38">
      <w:pPr>
        <w:numPr>
          <w:ilvl w:val="1"/>
          <w:numId w:val="15"/>
        </w:numPr>
        <w:jc w:val="both"/>
      </w:pPr>
      <w:r w:rsidRPr="003B199E">
        <w:t xml:space="preserve"> Иные материалы (отчет, рекомендации, предложения и т.д.) также предоставляются в 3-х экземплярах в сброшюрированном виде.</w:t>
      </w:r>
    </w:p>
    <w:p w:rsidR="00B758BD" w:rsidRPr="003B199E" w:rsidRDefault="00B758BD" w:rsidP="003E1B38">
      <w:pPr>
        <w:jc w:val="right"/>
      </w:pPr>
      <w:r w:rsidRPr="003B199E">
        <w:t>Таблица 1</w:t>
      </w:r>
    </w:p>
    <w:p w:rsidR="00B758BD" w:rsidRPr="003B199E" w:rsidRDefault="00B758BD" w:rsidP="003E1B38">
      <w:pPr>
        <w:jc w:val="right"/>
      </w:pPr>
      <w:r w:rsidRPr="003B199E">
        <w:t>Технического задания</w:t>
      </w:r>
    </w:p>
    <w:p w:rsidR="00B758BD" w:rsidRPr="003B199E" w:rsidRDefault="00B758BD" w:rsidP="003E1B3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B758BD" w:rsidRPr="003B199E" w:rsidRDefault="00B758BD" w:rsidP="003E1B3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3B199E">
        <w:rPr>
          <w:rFonts w:ascii="Times New Roman" w:hAnsi="Times New Roman" w:cs="Times New Roman"/>
          <w:b/>
          <w:bCs/>
          <w:spacing w:val="-1"/>
          <w:sz w:val="24"/>
          <w:szCs w:val="24"/>
        </w:rPr>
        <w:t>Перечень особо охраняемых природных территорий</w:t>
      </w:r>
    </w:p>
    <w:p w:rsidR="00B758BD" w:rsidRPr="003B199E" w:rsidRDefault="00B758BD" w:rsidP="003E1B3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3B199E">
        <w:rPr>
          <w:rFonts w:ascii="Times New Roman" w:hAnsi="Times New Roman" w:cs="Times New Roman"/>
          <w:b/>
          <w:bCs/>
          <w:spacing w:val="-1"/>
          <w:sz w:val="24"/>
          <w:szCs w:val="24"/>
        </w:rPr>
        <w:t>местного значения города Перми</w:t>
      </w:r>
    </w:p>
    <w:p w:rsidR="00B758BD" w:rsidRPr="003B199E" w:rsidRDefault="00B758BD" w:rsidP="003E1B3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tbl>
      <w:tblPr>
        <w:tblW w:w="9168" w:type="dxa"/>
        <w:jc w:val="center"/>
        <w:tblLook w:val="0000"/>
      </w:tblPr>
      <w:tblGrid>
        <w:gridCol w:w="666"/>
        <w:gridCol w:w="2700"/>
        <w:gridCol w:w="3687"/>
        <w:gridCol w:w="2115"/>
      </w:tblGrid>
      <w:tr w:rsidR="00B758BD" w:rsidRPr="003B199E" w:rsidTr="005E16BD">
        <w:trPr>
          <w:trHeight w:val="340"/>
          <w:tblHeader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  <w:rPr>
                <w:b/>
                <w:bCs/>
              </w:rPr>
            </w:pPr>
            <w:r w:rsidRPr="003B199E">
              <w:rPr>
                <w:b/>
                <w:bCs/>
              </w:rPr>
              <w:t>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  <w:rPr>
                <w:b/>
                <w:bCs/>
              </w:rPr>
            </w:pPr>
            <w:r w:rsidRPr="003B199E">
              <w:rPr>
                <w:b/>
                <w:bCs/>
              </w:rPr>
              <w:t>Название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  <w:rPr>
                <w:b/>
                <w:bCs/>
              </w:rPr>
            </w:pPr>
            <w:r w:rsidRPr="003B199E">
              <w:rPr>
                <w:b/>
                <w:bCs/>
              </w:rPr>
              <w:t xml:space="preserve">Категория 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rPr>
                <w:b/>
                <w:bCs/>
              </w:rPr>
            </w:pPr>
            <w:r w:rsidRPr="003B199E">
              <w:rPr>
                <w:b/>
                <w:bCs/>
              </w:rPr>
              <w:t>Площадь, га</w:t>
            </w:r>
          </w:p>
        </w:tc>
      </w:tr>
      <w:tr w:rsidR="00B758BD" w:rsidRPr="003B199E" w:rsidTr="005E16BD">
        <w:trPr>
          <w:trHeight w:val="316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Черняевский лес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Охраняемый природный лан</w:t>
            </w:r>
            <w:r w:rsidRPr="003B199E">
              <w:t>д</w:t>
            </w:r>
            <w:r w:rsidRPr="003B199E">
              <w:t>шафт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685,97</w:t>
            </w: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Городской сад им. А.М. Горького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Парк поселения</w:t>
            </w:r>
          </w:p>
          <w:p w:rsidR="00B758BD" w:rsidRPr="003B199E" w:rsidRDefault="00B758BD" w:rsidP="005E16BD">
            <w:pPr>
              <w:pStyle w:val="a"/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8,8</w:t>
            </w:r>
          </w:p>
          <w:p w:rsidR="00B758BD" w:rsidRPr="003B199E" w:rsidRDefault="00B758BD" w:rsidP="005E16BD">
            <w:pPr>
              <w:pStyle w:val="a"/>
            </w:pP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Закамский бор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Охраняемый природный лан</w:t>
            </w:r>
            <w:r w:rsidRPr="003B199E">
              <w:t>д</w:t>
            </w:r>
            <w:r w:rsidRPr="003B199E">
              <w:t xml:space="preserve">шафт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1033,0</w:t>
            </w:r>
          </w:p>
          <w:p w:rsidR="00B758BD" w:rsidRPr="003B199E" w:rsidRDefault="00B758BD" w:rsidP="005E16BD">
            <w:pPr>
              <w:pStyle w:val="a"/>
            </w:pP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4.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Сосновый бор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Парк поселения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120,0</w:t>
            </w:r>
          </w:p>
        </w:tc>
      </w:tr>
      <w:tr w:rsidR="00B758BD" w:rsidRPr="003B199E" w:rsidTr="005E16BD">
        <w:trPr>
          <w:trHeight w:val="295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5.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Липовая гора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Охраняемый природный лан</w:t>
            </w:r>
            <w:r w:rsidRPr="003B199E">
              <w:t>д</w:t>
            </w:r>
            <w:r w:rsidRPr="003B199E">
              <w:t xml:space="preserve">шафт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585,0</w:t>
            </w:r>
          </w:p>
          <w:p w:rsidR="00B758BD" w:rsidRPr="003B199E" w:rsidRDefault="00B758BD" w:rsidP="005E16BD">
            <w:pPr>
              <w:pStyle w:val="a"/>
            </w:pP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6.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Верхнекурьинский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Охраняемый природный лан</w:t>
            </w:r>
            <w:r w:rsidRPr="003B199E">
              <w:t>д</w:t>
            </w:r>
            <w:r w:rsidRPr="003B199E">
              <w:t>шафт с установленными охра</w:t>
            </w:r>
            <w:r w:rsidRPr="003B199E">
              <w:t>н</w:t>
            </w:r>
            <w:r w:rsidRPr="003B199E">
              <w:t>ными зонами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857,0</w:t>
            </w: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7.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Левшинский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Охраняемый природный лан</w:t>
            </w:r>
            <w:r w:rsidRPr="003B199E">
              <w:t>д</w:t>
            </w:r>
            <w:r w:rsidRPr="003B199E">
              <w:t xml:space="preserve">шафт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952,0</w:t>
            </w: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 xml:space="preserve">8.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Утиное болото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Охраняемый природный лан</w:t>
            </w:r>
            <w:r w:rsidRPr="003B199E">
              <w:t>д</w:t>
            </w:r>
            <w:r w:rsidRPr="003B199E">
              <w:t xml:space="preserve">шафт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11,83</w:t>
            </w: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9.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Егошихинское кладб</w:t>
            </w:r>
            <w:r w:rsidRPr="003B199E">
              <w:t>и</w:t>
            </w:r>
            <w:r w:rsidRPr="003B199E">
              <w:t>ще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 xml:space="preserve">Природный культурно-мемориальный парк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29,44</w:t>
            </w: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10.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Мотовилихинский пруд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 xml:space="preserve">Историко-природный комплекс 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21,2</w:t>
            </w: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Новокрымский пруд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  <w:r w:rsidRPr="003B199E">
              <w:t>Охраняемый природный лан</w:t>
            </w:r>
            <w:r w:rsidRPr="003B199E">
              <w:t>д</w:t>
            </w:r>
            <w:r w:rsidRPr="003B199E">
              <w:t>шафт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1,77</w:t>
            </w:r>
          </w:p>
        </w:tc>
      </w:tr>
      <w:tr w:rsidR="00B758BD" w:rsidRPr="003B199E" w:rsidTr="005E16BD">
        <w:trPr>
          <w:trHeight w:val="340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8BD" w:rsidRPr="003B199E" w:rsidRDefault="00B758BD" w:rsidP="005E16BD">
            <w:pPr>
              <w:pStyle w:val="a"/>
              <w:jc w:val="center"/>
            </w:pPr>
            <w:r w:rsidRPr="003B199E">
              <w:t>4374,51</w:t>
            </w:r>
          </w:p>
        </w:tc>
      </w:tr>
    </w:tbl>
    <w:p w:rsidR="00B758BD" w:rsidRPr="003B199E" w:rsidRDefault="00B758BD" w:rsidP="003E1B38">
      <w:pPr>
        <w:ind w:firstLine="709"/>
        <w:jc w:val="both"/>
      </w:pPr>
    </w:p>
    <w:p w:rsidR="00B758BD" w:rsidRPr="003B199E" w:rsidRDefault="00B758BD" w:rsidP="003E1B38">
      <w:pPr>
        <w:ind w:firstLine="709"/>
        <w:jc w:val="both"/>
      </w:pPr>
    </w:p>
    <w:p w:rsidR="00B758BD" w:rsidRPr="003B199E" w:rsidRDefault="00B758BD" w:rsidP="003E1B38">
      <w:pPr>
        <w:ind w:firstLine="540"/>
      </w:pPr>
      <w:r w:rsidRPr="003B199E">
        <w:t xml:space="preserve">Заказчик </w:t>
      </w:r>
      <w:r w:rsidRPr="003B199E">
        <w:tab/>
      </w:r>
      <w:r w:rsidRPr="003B199E">
        <w:tab/>
      </w:r>
      <w:r w:rsidRPr="003B199E">
        <w:tab/>
      </w:r>
      <w:r w:rsidRPr="003B199E">
        <w:tab/>
      </w:r>
      <w:r w:rsidRPr="003B199E">
        <w:tab/>
        <w:t>__________________ / А.А. Галанова /</w:t>
      </w:r>
    </w:p>
    <w:p w:rsidR="00B758BD" w:rsidRPr="003B199E" w:rsidRDefault="00B758BD" w:rsidP="003E1B38"/>
    <w:p w:rsidR="00B758BD" w:rsidRPr="003B199E" w:rsidRDefault="00B758BD" w:rsidP="003E1B38">
      <w:pPr>
        <w:ind w:firstLine="540"/>
        <w:jc w:val="right"/>
      </w:pPr>
      <w:r w:rsidRPr="003B199E">
        <w:t>М.П.</w:t>
      </w:r>
      <w:r w:rsidRPr="003B199E">
        <w:tab/>
      </w:r>
      <w:r w:rsidRPr="003B199E">
        <w:tab/>
      </w:r>
      <w:r w:rsidRPr="003B199E">
        <w:tab/>
      </w:r>
    </w:p>
    <w:p w:rsidR="00B758BD" w:rsidRPr="003B199E" w:rsidRDefault="00B758BD" w:rsidP="003E1B38"/>
    <w:p w:rsidR="00B758BD" w:rsidRPr="003B199E" w:rsidRDefault="00B758BD" w:rsidP="003E1B38">
      <w:pPr>
        <w:ind w:firstLine="540"/>
      </w:pPr>
      <w:r w:rsidRPr="003B199E">
        <w:t xml:space="preserve">Исполнитель </w:t>
      </w:r>
      <w:r w:rsidRPr="003B199E">
        <w:tab/>
      </w:r>
      <w:r w:rsidRPr="003B199E">
        <w:tab/>
      </w:r>
      <w:r w:rsidRPr="003B199E">
        <w:tab/>
      </w:r>
      <w:r w:rsidRPr="003B199E">
        <w:tab/>
      </w:r>
      <w:r w:rsidRPr="003B199E">
        <w:tab/>
        <w:t>__________________/                          /</w:t>
      </w:r>
    </w:p>
    <w:p w:rsidR="00B758BD" w:rsidRPr="003B199E" w:rsidRDefault="00B758BD" w:rsidP="003E1B38">
      <w:pPr>
        <w:shd w:val="clear" w:color="auto" w:fill="FFFFFF"/>
        <w:jc w:val="right"/>
        <w:outlineLvl w:val="0"/>
      </w:pPr>
    </w:p>
    <w:p w:rsidR="00B758BD" w:rsidRPr="003E1B38" w:rsidRDefault="00B758BD" w:rsidP="003E1B38">
      <w:pPr>
        <w:jc w:val="right"/>
        <w:rPr>
          <w:szCs w:val="22"/>
        </w:rPr>
      </w:pPr>
      <w:r w:rsidRPr="003B199E">
        <w:t>М.П.</w:t>
      </w:r>
      <w:r w:rsidRPr="003B199E">
        <w:tab/>
      </w:r>
      <w:r w:rsidRPr="003B199E">
        <w:tab/>
      </w:r>
      <w:r w:rsidRPr="003B199E">
        <w:tab/>
      </w:r>
    </w:p>
    <w:sectPr w:rsidR="00B758BD" w:rsidRPr="003E1B38" w:rsidSect="00A96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30F7"/>
    <w:multiLevelType w:val="hybridMultilevel"/>
    <w:tmpl w:val="7270A3CE"/>
    <w:lvl w:ilvl="0" w:tplc="52D669BA">
      <w:start w:val="1"/>
      <w:numFmt w:val="bullet"/>
      <w:lvlText w:val="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2336E72"/>
    <w:multiLevelType w:val="multilevel"/>
    <w:tmpl w:val="C1265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eastAsia="MS Mincho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eastAsia="MS Mincho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eastAsia="MS Mincho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eastAsia="MS Mincho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eastAsia="MS Mincho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eastAsia="MS Mincho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eastAsia="MS Mincho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eastAsia="MS Mincho" w:cs="Times New Roman" w:hint="default"/>
      </w:rPr>
    </w:lvl>
  </w:abstractNum>
  <w:abstractNum w:abstractNumId="2">
    <w:nsid w:val="13597AB6"/>
    <w:multiLevelType w:val="multilevel"/>
    <w:tmpl w:val="C61A5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562E0"/>
    <w:multiLevelType w:val="multilevel"/>
    <w:tmpl w:val="DF5C879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B0D5D7F"/>
    <w:multiLevelType w:val="hybridMultilevel"/>
    <w:tmpl w:val="5CD4CD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FE76F1B"/>
    <w:multiLevelType w:val="multilevel"/>
    <w:tmpl w:val="7DFCD3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">
    <w:nsid w:val="39A94864"/>
    <w:multiLevelType w:val="hybridMultilevel"/>
    <w:tmpl w:val="B880876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3B8F2E14"/>
    <w:multiLevelType w:val="multilevel"/>
    <w:tmpl w:val="3EDCDC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>
    <w:nsid w:val="49D82170"/>
    <w:multiLevelType w:val="multilevel"/>
    <w:tmpl w:val="C1265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eastAsia="MS Mincho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eastAsia="MS Mincho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eastAsia="MS Mincho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eastAsia="MS Mincho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eastAsia="MS Mincho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eastAsia="MS Mincho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eastAsia="MS Mincho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eastAsia="MS Mincho" w:cs="Times New Roman" w:hint="default"/>
      </w:rPr>
    </w:lvl>
  </w:abstractNum>
  <w:abstractNum w:abstractNumId="9">
    <w:nsid w:val="5257292E"/>
    <w:multiLevelType w:val="multilevel"/>
    <w:tmpl w:val="EA94B3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>
    <w:nsid w:val="57884393"/>
    <w:multiLevelType w:val="multilevel"/>
    <w:tmpl w:val="6C0C9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eastAsia="MS Mincho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eastAsia="MS Mincho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eastAsia="MS Mincho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eastAsia="MS Mincho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eastAsia="MS Mincho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eastAsia="MS Mincho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eastAsia="MS Mincho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eastAsia="MS Mincho" w:cs="Times New Roman" w:hint="default"/>
      </w:rPr>
    </w:lvl>
  </w:abstractNum>
  <w:abstractNum w:abstractNumId="11">
    <w:nsid w:val="5828420A"/>
    <w:multiLevelType w:val="hybridMultilevel"/>
    <w:tmpl w:val="53E639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FD1128A"/>
    <w:multiLevelType w:val="multilevel"/>
    <w:tmpl w:val="4CB4E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3">
    <w:nsid w:val="626A484B"/>
    <w:multiLevelType w:val="hybridMultilevel"/>
    <w:tmpl w:val="533A29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C633E41"/>
    <w:multiLevelType w:val="multilevel"/>
    <w:tmpl w:val="3EDCDC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1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14"/>
  </w:num>
  <w:num w:numId="10">
    <w:abstractNumId w:val="2"/>
  </w:num>
  <w:num w:numId="11">
    <w:abstractNumId w:val="1"/>
  </w:num>
  <w:num w:numId="12">
    <w:abstractNumId w:val="8"/>
  </w:num>
  <w:num w:numId="13">
    <w:abstractNumId w:val="9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1F5"/>
    <w:rsid w:val="000018E3"/>
    <w:rsid w:val="00002570"/>
    <w:rsid w:val="0000272B"/>
    <w:rsid w:val="00003DEB"/>
    <w:rsid w:val="00006425"/>
    <w:rsid w:val="00006B8D"/>
    <w:rsid w:val="00007890"/>
    <w:rsid w:val="000103C3"/>
    <w:rsid w:val="00016721"/>
    <w:rsid w:val="00021D9C"/>
    <w:rsid w:val="00022FCA"/>
    <w:rsid w:val="0002479B"/>
    <w:rsid w:val="000277AB"/>
    <w:rsid w:val="000337E5"/>
    <w:rsid w:val="00034E0D"/>
    <w:rsid w:val="00037AB9"/>
    <w:rsid w:val="00040FEE"/>
    <w:rsid w:val="00045041"/>
    <w:rsid w:val="00046206"/>
    <w:rsid w:val="00051023"/>
    <w:rsid w:val="000520C5"/>
    <w:rsid w:val="00060C29"/>
    <w:rsid w:val="00062DD8"/>
    <w:rsid w:val="000632B7"/>
    <w:rsid w:val="000632DD"/>
    <w:rsid w:val="00064781"/>
    <w:rsid w:val="00064DC2"/>
    <w:rsid w:val="00072306"/>
    <w:rsid w:val="000741E2"/>
    <w:rsid w:val="0007448A"/>
    <w:rsid w:val="00075DD0"/>
    <w:rsid w:val="00081161"/>
    <w:rsid w:val="0008235F"/>
    <w:rsid w:val="00082D07"/>
    <w:rsid w:val="00083FEF"/>
    <w:rsid w:val="00086082"/>
    <w:rsid w:val="00086F8A"/>
    <w:rsid w:val="00093D23"/>
    <w:rsid w:val="00097F6B"/>
    <w:rsid w:val="000A0786"/>
    <w:rsid w:val="000A696E"/>
    <w:rsid w:val="000B1642"/>
    <w:rsid w:val="000B1C0A"/>
    <w:rsid w:val="000B70CC"/>
    <w:rsid w:val="000C3810"/>
    <w:rsid w:val="000C60F7"/>
    <w:rsid w:val="000D0AFA"/>
    <w:rsid w:val="000D2B28"/>
    <w:rsid w:val="000D332A"/>
    <w:rsid w:val="000D47D7"/>
    <w:rsid w:val="000D6469"/>
    <w:rsid w:val="000D70CA"/>
    <w:rsid w:val="000E1231"/>
    <w:rsid w:val="000E3921"/>
    <w:rsid w:val="000E4406"/>
    <w:rsid w:val="000F0044"/>
    <w:rsid w:val="000F0795"/>
    <w:rsid w:val="000F0796"/>
    <w:rsid w:val="000F2AC1"/>
    <w:rsid w:val="000F3093"/>
    <w:rsid w:val="000F372C"/>
    <w:rsid w:val="000F625F"/>
    <w:rsid w:val="00103939"/>
    <w:rsid w:val="0010719C"/>
    <w:rsid w:val="001143B7"/>
    <w:rsid w:val="00114D37"/>
    <w:rsid w:val="00120122"/>
    <w:rsid w:val="0012280D"/>
    <w:rsid w:val="00126924"/>
    <w:rsid w:val="00127E88"/>
    <w:rsid w:val="00131D6F"/>
    <w:rsid w:val="00133F5C"/>
    <w:rsid w:val="00140EBA"/>
    <w:rsid w:val="00156CE5"/>
    <w:rsid w:val="0015725E"/>
    <w:rsid w:val="001662FF"/>
    <w:rsid w:val="001663DF"/>
    <w:rsid w:val="001664F0"/>
    <w:rsid w:val="00170EC5"/>
    <w:rsid w:val="00171916"/>
    <w:rsid w:val="00174664"/>
    <w:rsid w:val="00176A45"/>
    <w:rsid w:val="001770FA"/>
    <w:rsid w:val="00181C7F"/>
    <w:rsid w:val="0018204D"/>
    <w:rsid w:val="0018594D"/>
    <w:rsid w:val="00186608"/>
    <w:rsid w:val="00190A6A"/>
    <w:rsid w:val="001940FC"/>
    <w:rsid w:val="0019477F"/>
    <w:rsid w:val="001A158D"/>
    <w:rsid w:val="001A23F1"/>
    <w:rsid w:val="001A712D"/>
    <w:rsid w:val="001A7A6C"/>
    <w:rsid w:val="001A7C4D"/>
    <w:rsid w:val="001B3253"/>
    <w:rsid w:val="001B5323"/>
    <w:rsid w:val="001B7AA6"/>
    <w:rsid w:val="001C10DF"/>
    <w:rsid w:val="001C28DA"/>
    <w:rsid w:val="001C4E02"/>
    <w:rsid w:val="001C4F11"/>
    <w:rsid w:val="001C56A2"/>
    <w:rsid w:val="001C674C"/>
    <w:rsid w:val="001C769D"/>
    <w:rsid w:val="001D305C"/>
    <w:rsid w:val="001D376E"/>
    <w:rsid w:val="001D38D1"/>
    <w:rsid w:val="001D4193"/>
    <w:rsid w:val="001D512E"/>
    <w:rsid w:val="001D5C6D"/>
    <w:rsid w:val="001D670F"/>
    <w:rsid w:val="001E0288"/>
    <w:rsid w:val="001E04A4"/>
    <w:rsid w:val="001E1B14"/>
    <w:rsid w:val="001E2D41"/>
    <w:rsid w:val="001E7422"/>
    <w:rsid w:val="001F1005"/>
    <w:rsid w:val="001F1D81"/>
    <w:rsid w:val="001F2296"/>
    <w:rsid w:val="001F2B05"/>
    <w:rsid w:val="0020541E"/>
    <w:rsid w:val="00214C88"/>
    <w:rsid w:val="00215BB5"/>
    <w:rsid w:val="00216F9A"/>
    <w:rsid w:val="00220920"/>
    <w:rsid w:val="00222952"/>
    <w:rsid w:val="002232D7"/>
    <w:rsid w:val="002260AD"/>
    <w:rsid w:val="00227A12"/>
    <w:rsid w:val="002319D5"/>
    <w:rsid w:val="002319EA"/>
    <w:rsid w:val="002330D5"/>
    <w:rsid w:val="002330FE"/>
    <w:rsid w:val="00236D5D"/>
    <w:rsid w:val="00241D28"/>
    <w:rsid w:val="00243ECB"/>
    <w:rsid w:val="002530D7"/>
    <w:rsid w:val="002534B8"/>
    <w:rsid w:val="002537BB"/>
    <w:rsid w:val="00267FA3"/>
    <w:rsid w:val="0028023C"/>
    <w:rsid w:val="002817AD"/>
    <w:rsid w:val="00291F7E"/>
    <w:rsid w:val="0029256F"/>
    <w:rsid w:val="0029361A"/>
    <w:rsid w:val="00294F8A"/>
    <w:rsid w:val="002964E8"/>
    <w:rsid w:val="002A0BFF"/>
    <w:rsid w:val="002A3FD5"/>
    <w:rsid w:val="002A461D"/>
    <w:rsid w:val="002A6754"/>
    <w:rsid w:val="002A6DA6"/>
    <w:rsid w:val="002B612A"/>
    <w:rsid w:val="002B6D61"/>
    <w:rsid w:val="002C3F8F"/>
    <w:rsid w:val="002C62F8"/>
    <w:rsid w:val="002D5F3F"/>
    <w:rsid w:val="002F187F"/>
    <w:rsid w:val="002F3C3E"/>
    <w:rsid w:val="002F681A"/>
    <w:rsid w:val="00302B4A"/>
    <w:rsid w:val="00304688"/>
    <w:rsid w:val="00305F2F"/>
    <w:rsid w:val="0030621B"/>
    <w:rsid w:val="003138E2"/>
    <w:rsid w:val="00314B02"/>
    <w:rsid w:val="00315B62"/>
    <w:rsid w:val="00320502"/>
    <w:rsid w:val="003251A6"/>
    <w:rsid w:val="003251F9"/>
    <w:rsid w:val="0032731D"/>
    <w:rsid w:val="00331514"/>
    <w:rsid w:val="00336F92"/>
    <w:rsid w:val="003443DA"/>
    <w:rsid w:val="00361AFD"/>
    <w:rsid w:val="003622EB"/>
    <w:rsid w:val="00364AD5"/>
    <w:rsid w:val="00364F7A"/>
    <w:rsid w:val="003755E4"/>
    <w:rsid w:val="00376298"/>
    <w:rsid w:val="00381C06"/>
    <w:rsid w:val="00381D98"/>
    <w:rsid w:val="00382555"/>
    <w:rsid w:val="0038260D"/>
    <w:rsid w:val="00383AD6"/>
    <w:rsid w:val="00386481"/>
    <w:rsid w:val="003919A1"/>
    <w:rsid w:val="003923E5"/>
    <w:rsid w:val="0039298A"/>
    <w:rsid w:val="00396829"/>
    <w:rsid w:val="003A4867"/>
    <w:rsid w:val="003A4CB4"/>
    <w:rsid w:val="003A6453"/>
    <w:rsid w:val="003A7C55"/>
    <w:rsid w:val="003B124F"/>
    <w:rsid w:val="003B1518"/>
    <w:rsid w:val="003B199E"/>
    <w:rsid w:val="003B35EE"/>
    <w:rsid w:val="003B4E61"/>
    <w:rsid w:val="003C15ED"/>
    <w:rsid w:val="003C4AB1"/>
    <w:rsid w:val="003C5864"/>
    <w:rsid w:val="003C59B2"/>
    <w:rsid w:val="003D2674"/>
    <w:rsid w:val="003D6385"/>
    <w:rsid w:val="003E034F"/>
    <w:rsid w:val="003E1638"/>
    <w:rsid w:val="003E1B38"/>
    <w:rsid w:val="003E5585"/>
    <w:rsid w:val="003F0543"/>
    <w:rsid w:val="003F3213"/>
    <w:rsid w:val="003F3C22"/>
    <w:rsid w:val="003F4B92"/>
    <w:rsid w:val="003F7BBC"/>
    <w:rsid w:val="00403EB4"/>
    <w:rsid w:val="00404267"/>
    <w:rsid w:val="00406AD0"/>
    <w:rsid w:val="004119A0"/>
    <w:rsid w:val="00411E5D"/>
    <w:rsid w:val="00412D66"/>
    <w:rsid w:val="00413AA3"/>
    <w:rsid w:val="0041495D"/>
    <w:rsid w:val="004165BD"/>
    <w:rsid w:val="0041766F"/>
    <w:rsid w:val="00417795"/>
    <w:rsid w:val="004234B6"/>
    <w:rsid w:val="00423F03"/>
    <w:rsid w:val="00425552"/>
    <w:rsid w:val="004307D5"/>
    <w:rsid w:val="004319E4"/>
    <w:rsid w:val="004328FF"/>
    <w:rsid w:val="0043512B"/>
    <w:rsid w:val="00436A5C"/>
    <w:rsid w:val="004431ED"/>
    <w:rsid w:val="00446551"/>
    <w:rsid w:val="00446D55"/>
    <w:rsid w:val="00450A83"/>
    <w:rsid w:val="004558A4"/>
    <w:rsid w:val="00461277"/>
    <w:rsid w:val="004613BF"/>
    <w:rsid w:val="00473AF0"/>
    <w:rsid w:val="00481AB9"/>
    <w:rsid w:val="004821B5"/>
    <w:rsid w:val="00486962"/>
    <w:rsid w:val="00490630"/>
    <w:rsid w:val="00492BDF"/>
    <w:rsid w:val="00493305"/>
    <w:rsid w:val="00495721"/>
    <w:rsid w:val="004A0C1D"/>
    <w:rsid w:val="004A140A"/>
    <w:rsid w:val="004A65B8"/>
    <w:rsid w:val="004A683E"/>
    <w:rsid w:val="004A7FE0"/>
    <w:rsid w:val="004C1478"/>
    <w:rsid w:val="004C5B8A"/>
    <w:rsid w:val="004C7E7A"/>
    <w:rsid w:val="004D04CD"/>
    <w:rsid w:val="004D49DC"/>
    <w:rsid w:val="004E493A"/>
    <w:rsid w:val="004E5461"/>
    <w:rsid w:val="004F05EF"/>
    <w:rsid w:val="004F6495"/>
    <w:rsid w:val="004F6E4E"/>
    <w:rsid w:val="00500372"/>
    <w:rsid w:val="00501309"/>
    <w:rsid w:val="005018DD"/>
    <w:rsid w:val="0051002E"/>
    <w:rsid w:val="00510EFA"/>
    <w:rsid w:val="00513944"/>
    <w:rsid w:val="0051553B"/>
    <w:rsid w:val="00524E5C"/>
    <w:rsid w:val="00526D7F"/>
    <w:rsid w:val="00526E8F"/>
    <w:rsid w:val="00530788"/>
    <w:rsid w:val="0053193A"/>
    <w:rsid w:val="005327AC"/>
    <w:rsid w:val="0053376B"/>
    <w:rsid w:val="00533983"/>
    <w:rsid w:val="005344F0"/>
    <w:rsid w:val="00535544"/>
    <w:rsid w:val="005376C1"/>
    <w:rsid w:val="00541986"/>
    <w:rsid w:val="0054380E"/>
    <w:rsid w:val="0054502F"/>
    <w:rsid w:val="00545765"/>
    <w:rsid w:val="00546887"/>
    <w:rsid w:val="00547758"/>
    <w:rsid w:val="00550EC4"/>
    <w:rsid w:val="005524B9"/>
    <w:rsid w:val="00553BBA"/>
    <w:rsid w:val="005610E0"/>
    <w:rsid w:val="0056227E"/>
    <w:rsid w:val="005647B3"/>
    <w:rsid w:val="00564B5A"/>
    <w:rsid w:val="00567338"/>
    <w:rsid w:val="005702D7"/>
    <w:rsid w:val="00570708"/>
    <w:rsid w:val="0057289C"/>
    <w:rsid w:val="00575B7E"/>
    <w:rsid w:val="00575BEC"/>
    <w:rsid w:val="00577931"/>
    <w:rsid w:val="00583284"/>
    <w:rsid w:val="00585C99"/>
    <w:rsid w:val="00586B20"/>
    <w:rsid w:val="005909C3"/>
    <w:rsid w:val="005909FF"/>
    <w:rsid w:val="005930B1"/>
    <w:rsid w:val="00595529"/>
    <w:rsid w:val="005A2A1A"/>
    <w:rsid w:val="005A5028"/>
    <w:rsid w:val="005A719D"/>
    <w:rsid w:val="005B0FFF"/>
    <w:rsid w:val="005B552A"/>
    <w:rsid w:val="005C07AC"/>
    <w:rsid w:val="005C291A"/>
    <w:rsid w:val="005C53DE"/>
    <w:rsid w:val="005C54A9"/>
    <w:rsid w:val="005C620A"/>
    <w:rsid w:val="005C6792"/>
    <w:rsid w:val="005D0B82"/>
    <w:rsid w:val="005D144F"/>
    <w:rsid w:val="005D61F5"/>
    <w:rsid w:val="005D68B6"/>
    <w:rsid w:val="005E16BD"/>
    <w:rsid w:val="005E4539"/>
    <w:rsid w:val="005E5CF3"/>
    <w:rsid w:val="005F061E"/>
    <w:rsid w:val="005F1F7C"/>
    <w:rsid w:val="005F32BF"/>
    <w:rsid w:val="005F4838"/>
    <w:rsid w:val="005F51C1"/>
    <w:rsid w:val="006003FA"/>
    <w:rsid w:val="006006B8"/>
    <w:rsid w:val="00602D81"/>
    <w:rsid w:val="0060517C"/>
    <w:rsid w:val="0061168D"/>
    <w:rsid w:val="006160B1"/>
    <w:rsid w:val="006163FC"/>
    <w:rsid w:val="006214FF"/>
    <w:rsid w:val="00621AF9"/>
    <w:rsid w:val="006224B7"/>
    <w:rsid w:val="00622513"/>
    <w:rsid w:val="00624931"/>
    <w:rsid w:val="006249BD"/>
    <w:rsid w:val="006307E6"/>
    <w:rsid w:val="00630AC5"/>
    <w:rsid w:val="00630B6A"/>
    <w:rsid w:val="00632858"/>
    <w:rsid w:val="00633556"/>
    <w:rsid w:val="00633823"/>
    <w:rsid w:val="006346EC"/>
    <w:rsid w:val="00635A21"/>
    <w:rsid w:val="0063622F"/>
    <w:rsid w:val="00636645"/>
    <w:rsid w:val="006413D3"/>
    <w:rsid w:val="00641EE6"/>
    <w:rsid w:val="006471B3"/>
    <w:rsid w:val="006475D9"/>
    <w:rsid w:val="00647F48"/>
    <w:rsid w:val="006524A8"/>
    <w:rsid w:val="006535E8"/>
    <w:rsid w:val="006538D6"/>
    <w:rsid w:val="00653EFB"/>
    <w:rsid w:val="00657D44"/>
    <w:rsid w:val="00660EC6"/>
    <w:rsid w:val="00662E2B"/>
    <w:rsid w:val="006639B9"/>
    <w:rsid w:val="006641CD"/>
    <w:rsid w:val="0067182F"/>
    <w:rsid w:val="00673DB8"/>
    <w:rsid w:val="006740B4"/>
    <w:rsid w:val="006741E3"/>
    <w:rsid w:val="00680326"/>
    <w:rsid w:val="006814E7"/>
    <w:rsid w:val="00683E23"/>
    <w:rsid w:val="006876F0"/>
    <w:rsid w:val="006907F7"/>
    <w:rsid w:val="00692433"/>
    <w:rsid w:val="006925D3"/>
    <w:rsid w:val="00692DDF"/>
    <w:rsid w:val="006952DF"/>
    <w:rsid w:val="006963DD"/>
    <w:rsid w:val="00697FE1"/>
    <w:rsid w:val="006A21C7"/>
    <w:rsid w:val="006A4EFA"/>
    <w:rsid w:val="006A5E3D"/>
    <w:rsid w:val="006B11E1"/>
    <w:rsid w:val="006B41C3"/>
    <w:rsid w:val="006C5787"/>
    <w:rsid w:val="006D0FD7"/>
    <w:rsid w:val="006D409C"/>
    <w:rsid w:val="006D50AC"/>
    <w:rsid w:val="006D77F1"/>
    <w:rsid w:val="006D79B3"/>
    <w:rsid w:val="006E0C8E"/>
    <w:rsid w:val="006E40B6"/>
    <w:rsid w:val="006E4D9A"/>
    <w:rsid w:val="006E4DBF"/>
    <w:rsid w:val="006E6464"/>
    <w:rsid w:val="006E6CAC"/>
    <w:rsid w:val="006E7158"/>
    <w:rsid w:val="006F1AB5"/>
    <w:rsid w:val="006F5B4F"/>
    <w:rsid w:val="007000AE"/>
    <w:rsid w:val="007018D1"/>
    <w:rsid w:val="00703CF3"/>
    <w:rsid w:val="00710E06"/>
    <w:rsid w:val="00714F3F"/>
    <w:rsid w:val="007167E4"/>
    <w:rsid w:val="00725336"/>
    <w:rsid w:val="007300DA"/>
    <w:rsid w:val="007364FA"/>
    <w:rsid w:val="0074641B"/>
    <w:rsid w:val="00753C67"/>
    <w:rsid w:val="00753EF8"/>
    <w:rsid w:val="007614F5"/>
    <w:rsid w:val="00762A8F"/>
    <w:rsid w:val="00763CDB"/>
    <w:rsid w:val="007654C6"/>
    <w:rsid w:val="0077000E"/>
    <w:rsid w:val="00772128"/>
    <w:rsid w:val="00776F42"/>
    <w:rsid w:val="00781A98"/>
    <w:rsid w:val="00783117"/>
    <w:rsid w:val="00783505"/>
    <w:rsid w:val="007839C3"/>
    <w:rsid w:val="00784A1C"/>
    <w:rsid w:val="00786EED"/>
    <w:rsid w:val="007876CF"/>
    <w:rsid w:val="00790918"/>
    <w:rsid w:val="0079255F"/>
    <w:rsid w:val="007936E4"/>
    <w:rsid w:val="007959A2"/>
    <w:rsid w:val="007A2F24"/>
    <w:rsid w:val="007A4C70"/>
    <w:rsid w:val="007B7086"/>
    <w:rsid w:val="007C0BAE"/>
    <w:rsid w:val="007C0E40"/>
    <w:rsid w:val="007C1657"/>
    <w:rsid w:val="007C4D1E"/>
    <w:rsid w:val="007C5B77"/>
    <w:rsid w:val="007D082B"/>
    <w:rsid w:val="007D607C"/>
    <w:rsid w:val="007D612A"/>
    <w:rsid w:val="007D740A"/>
    <w:rsid w:val="007E1553"/>
    <w:rsid w:val="007E25AA"/>
    <w:rsid w:val="007E559D"/>
    <w:rsid w:val="007E55FF"/>
    <w:rsid w:val="007F6195"/>
    <w:rsid w:val="00801FE5"/>
    <w:rsid w:val="00803D1F"/>
    <w:rsid w:val="00803D87"/>
    <w:rsid w:val="00805A12"/>
    <w:rsid w:val="00810B78"/>
    <w:rsid w:val="00812F52"/>
    <w:rsid w:val="00820E9C"/>
    <w:rsid w:val="0082436E"/>
    <w:rsid w:val="00825242"/>
    <w:rsid w:val="00826976"/>
    <w:rsid w:val="008270C5"/>
    <w:rsid w:val="00830A83"/>
    <w:rsid w:val="00830BBA"/>
    <w:rsid w:val="00835302"/>
    <w:rsid w:val="00836874"/>
    <w:rsid w:val="00840E81"/>
    <w:rsid w:val="00845151"/>
    <w:rsid w:val="008507A1"/>
    <w:rsid w:val="008515AD"/>
    <w:rsid w:val="0085542D"/>
    <w:rsid w:val="00855E89"/>
    <w:rsid w:val="00856C63"/>
    <w:rsid w:val="0086713C"/>
    <w:rsid w:val="008714DF"/>
    <w:rsid w:val="008740FD"/>
    <w:rsid w:val="008748B8"/>
    <w:rsid w:val="00886567"/>
    <w:rsid w:val="00887A45"/>
    <w:rsid w:val="00887AE8"/>
    <w:rsid w:val="0089190B"/>
    <w:rsid w:val="00892E45"/>
    <w:rsid w:val="008935DA"/>
    <w:rsid w:val="00894D0B"/>
    <w:rsid w:val="008A0D49"/>
    <w:rsid w:val="008A676D"/>
    <w:rsid w:val="008B1A92"/>
    <w:rsid w:val="008C28F1"/>
    <w:rsid w:val="008C37F5"/>
    <w:rsid w:val="008C799F"/>
    <w:rsid w:val="008D2CB1"/>
    <w:rsid w:val="008E3108"/>
    <w:rsid w:val="008F3205"/>
    <w:rsid w:val="008F3DAA"/>
    <w:rsid w:val="008F42C6"/>
    <w:rsid w:val="008F4715"/>
    <w:rsid w:val="00902A8E"/>
    <w:rsid w:val="00904760"/>
    <w:rsid w:val="00912582"/>
    <w:rsid w:val="00917621"/>
    <w:rsid w:val="00922D23"/>
    <w:rsid w:val="00923A58"/>
    <w:rsid w:val="009247E2"/>
    <w:rsid w:val="009250F5"/>
    <w:rsid w:val="00925654"/>
    <w:rsid w:val="0092576D"/>
    <w:rsid w:val="00926B71"/>
    <w:rsid w:val="00932155"/>
    <w:rsid w:val="00933D33"/>
    <w:rsid w:val="0093433C"/>
    <w:rsid w:val="00936DB6"/>
    <w:rsid w:val="009419D9"/>
    <w:rsid w:val="009444E4"/>
    <w:rsid w:val="00944D3A"/>
    <w:rsid w:val="0094636E"/>
    <w:rsid w:val="00951809"/>
    <w:rsid w:val="009531AD"/>
    <w:rsid w:val="00954157"/>
    <w:rsid w:val="009571A0"/>
    <w:rsid w:val="00957C6C"/>
    <w:rsid w:val="00962F1D"/>
    <w:rsid w:val="00963777"/>
    <w:rsid w:val="009644D7"/>
    <w:rsid w:val="00971B7B"/>
    <w:rsid w:val="00975ED6"/>
    <w:rsid w:val="00976319"/>
    <w:rsid w:val="00976595"/>
    <w:rsid w:val="00994C26"/>
    <w:rsid w:val="009A03EA"/>
    <w:rsid w:val="009A2F4D"/>
    <w:rsid w:val="009A682D"/>
    <w:rsid w:val="009A7050"/>
    <w:rsid w:val="009B25DD"/>
    <w:rsid w:val="009B2DB2"/>
    <w:rsid w:val="009B7189"/>
    <w:rsid w:val="009C0915"/>
    <w:rsid w:val="009D03E0"/>
    <w:rsid w:val="009D2111"/>
    <w:rsid w:val="009E190D"/>
    <w:rsid w:val="009E2E4C"/>
    <w:rsid w:val="009E3AE7"/>
    <w:rsid w:val="009E3B23"/>
    <w:rsid w:val="009E4D06"/>
    <w:rsid w:val="009E6812"/>
    <w:rsid w:val="009F4BE4"/>
    <w:rsid w:val="009F6528"/>
    <w:rsid w:val="009F6A52"/>
    <w:rsid w:val="00A01D95"/>
    <w:rsid w:val="00A03B4B"/>
    <w:rsid w:val="00A07028"/>
    <w:rsid w:val="00A12B6A"/>
    <w:rsid w:val="00A16754"/>
    <w:rsid w:val="00A17A16"/>
    <w:rsid w:val="00A22C5F"/>
    <w:rsid w:val="00A25D28"/>
    <w:rsid w:val="00A26AB1"/>
    <w:rsid w:val="00A30DBE"/>
    <w:rsid w:val="00A33A2F"/>
    <w:rsid w:val="00A4180A"/>
    <w:rsid w:val="00A4243C"/>
    <w:rsid w:val="00A45F61"/>
    <w:rsid w:val="00A539EB"/>
    <w:rsid w:val="00A564E4"/>
    <w:rsid w:val="00A6415E"/>
    <w:rsid w:val="00A70320"/>
    <w:rsid w:val="00A70900"/>
    <w:rsid w:val="00A7544E"/>
    <w:rsid w:val="00A7611F"/>
    <w:rsid w:val="00A76751"/>
    <w:rsid w:val="00A76EAB"/>
    <w:rsid w:val="00A80348"/>
    <w:rsid w:val="00A80B1E"/>
    <w:rsid w:val="00A80B37"/>
    <w:rsid w:val="00A8100E"/>
    <w:rsid w:val="00A87C27"/>
    <w:rsid w:val="00A905F0"/>
    <w:rsid w:val="00A916CA"/>
    <w:rsid w:val="00A95F8A"/>
    <w:rsid w:val="00A96194"/>
    <w:rsid w:val="00AA008B"/>
    <w:rsid w:val="00AA148E"/>
    <w:rsid w:val="00AA36F0"/>
    <w:rsid w:val="00AA3E4E"/>
    <w:rsid w:val="00AA59BA"/>
    <w:rsid w:val="00AA6ACF"/>
    <w:rsid w:val="00AA6E26"/>
    <w:rsid w:val="00AB005D"/>
    <w:rsid w:val="00AB1118"/>
    <w:rsid w:val="00AB1CB8"/>
    <w:rsid w:val="00AB32D6"/>
    <w:rsid w:val="00AB5A6F"/>
    <w:rsid w:val="00AC7B31"/>
    <w:rsid w:val="00AD01C7"/>
    <w:rsid w:val="00AD1D3E"/>
    <w:rsid w:val="00AD3E06"/>
    <w:rsid w:val="00AD6283"/>
    <w:rsid w:val="00AD667A"/>
    <w:rsid w:val="00AE4086"/>
    <w:rsid w:val="00AE45F6"/>
    <w:rsid w:val="00AE59FA"/>
    <w:rsid w:val="00AE71CF"/>
    <w:rsid w:val="00AE7791"/>
    <w:rsid w:val="00AE7905"/>
    <w:rsid w:val="00B01AE3"/>
    <w:rsid w:val="00B04139"/>
    <w:rsid w:val="00B05B3D"/>
    <w:rsid w:val="00B10A94"/>
    <w:rsid w:val="00B1113F"/>
    <w:rsid w:val="00B1162A"/>
    <w:rsid w:val="00B12CB7"/>
    <w:rsid w:val="00B144E8"/>
    <w:rsid w:val="00B21545"/>
    <w:rsid w:val="00B2362E"/>
    <w:rsid w:val="00B245B5"/>
    <w:rsid w:val="00B27D2D"/>
    <w:rsid w:val="00B35FF8"/>
    <w:rsid w:val="00B37B72"/>
    <w:rsid w:val="00B42399"/>
    <w:rsid w:val="00B45FC6"/>
    <w:rsid w:val="00B471E1"/>
    <w:rsid w:val="00B50355"/>
    <w:rsid w:val="00B512F2"/>
    <w:rsid w:val="00B5258E"/>
    <w:rsid w:val="00B532CB"/>
    <w:rsid w:val="00B572B4"/>
    <w:rsid w:val="00B6029A"/>
    <w:rsid w:val="00B60742"/>
    <w:rsid w:val="00B6341F"/>
    <w:rsid w:val="00B65D48"/>
    <w:rsid w:val="00B67EBF"/>
    <w:rsid w:val="00B708DA"/>
    <w:rsid w:val="00B758BD"/>
    <w:rsid w:val="00B8204D"/>
    <w:rsid w:val="00B841F9"/>
    <w:rsid w:val="00B9024A"/>
    <w:rsid w:val="00B921FC"/>
    <w:rsid w:val="00B97589"/>
    <w:rsid w:val="00BA0C1A"/>
    <w:rsid w:val="00BA412F"/>
    <w:rsid w:val="00BB1682"/>
    <w:rsid w:val="00BB4B82"/>
    <w:rsid w:val="00BB57EE"/>
    <w:rsid w:val="00BC06E1"/>
    <w:rsid w:val="00BC6649"/>
    <w:rsid w:val="00BC6DA8"/>
    <w:rsid w:val="00BC701B"/>
    <w:rsid w:val="00BD0167"/>
    <w:rsid w:val="00BD4051"/>
    <w:rsid w:val="00BD4319"/>
    <w:rsid w:val="00BD4DBB"/>
    <w:rsid w:val="00BD722A"/>
    <w:rsid w:val="00BE0619"/>
    <w:rsid w:val="00BE2830"/>
    <w:rsid w:val="00BE63A3"/>
    <w:rsid w:val="00BF0205"/>
    <w:rsid w:val="00BF05EF"/>
    <w:rsid w:val="00BF0F78"/>
    <w:rsid w:val="00BF2426"/>
    <w:rsid w:val="00BF520B"/>
    <w:rsid w:val="00C009E8"/>
    <w:rsid w:val="00C035D2"/>
    <w:rsid w:val="00C03FF2"/>
    <w:rsid w:val="00C06616"/>
    <w:rsid w:val="00C068E5"/>
    <w:rsid w:val="00C11542"/>
    <w:rsid w:val="00C12920"/>
    <w:rsid w:val="00C14144"/>
    <w:rsid w:val="00C14791"/>
    <w:rsid w:val="00C17439"/>
    <w:rsid w:val="00C201AA"/>
    <w:rsid w:val="00C242DF"/>
    <w:rsid w:val="00C301BC"/>
    <w:rsid w:val="00C318AF"/>
    <w:rsid w:val="00C33DE0"/>
    <w:rsid w:val="00C3563C"/>
    <w:rsid w:val="00C3600C"/>
    <w:rsid w:val="00C41C2A"/>
    <w:rsid w:val="00C43687"/>
    <w:rsid w:val="00C46306"/>
    <w:rsid w:val="00C46F65"/>
    <w:rsid w:val="00C52CFE"/>
    <w:rsid w:val="00C55671"/>
    <w:rsid w:val="00C574DC"/>
    <w:rsid w:val="00C602D1"/>
    <w:rsid w:val="00C6377C"/>
    <w:rsid w:val="00C653BF"/>
    <w:rsid w:val="00C67974"/>
    <w:rsid w:val="00C70553"/>
    <w:rsid w:val="00C729A9"/>
    <w:rsid w:val="00C8123E"/>
    <w:rsid w:val="00C85565"/>
    <w:rsid w:val="00C87A85"/>
    <w:rsid w:val="00C950DA"/>
    <w:rsid w:val="00C970D9"/>
    <w:rsid w:val="00CA4914"/>
    <w:rsid w:val="00CA5892"/>
    <w:rsid w:val="00CB01F9"/>
    <w:rsid w:val="00CB28C2"/>
    <w:rsid w:val="00CB37F8"/>
    <w:rsid w:val="00CB3F25"/>
    <w:rsid w:val="00CB4B59"/>
    <w:rsid w:val="00CB6404"/>
    <w:rsid w:val="00CC29A6"/>
    <w:rsid w:val="00CC2DE6"/>
    <w:rsid w:val="00CC2E85"/>
    <w:rsid w:val="00CD3B41"/>
    <w:rsid w:val="00CD3F53"/>
    <w:rsid w:val="00CD5934"/>
    <w:rsid w:val="00CE0F5D"/>
    <w:rsid w:val="00CE1479"/>
    <w:rsid w:val="00CE235A"/>
    <w:rsid w:val="00CE3A4F"/>
    <w:rsid w:val="00CE45EA"/>
    <w:rsid w:val="00CE584A"/>
    <w:rsid w:val="00D0251F"/>
    <w:rsid w:val="00D02EB3"/>
    <w:rsid w:val="00D05202"/>
    <w:rsid w:val="00D068B4"/>
    <w:rsid w:val="00D06B91"/>
    <w:rsid w:val="00D1179D"/>
    <w:rsid w:val="00D12D23"/>
    <w:rsid w:val="00D13314"/>
    <w:rsid w:val="00D146CC"/>
    <w:rsid w:val="00D14B0B"/>
    <w:rsid w:val="00D16456"/>
    <w:rsid w:val="00D21B6B"/>
    <w:rsid w:val="00D23C08"/>
    <w:rsid w:val="00D25BE2"/>
    <w:rsid w:val="00D3267D"/>
    <w:rsid w:val="00D34832"/>
    <w:rsid w:val="00D34BB9"/>
    <w:rsid w:val="00D34E51"/>
    <w:rsid w:val="00D34F8F"/>
    <w:rsid w:val="00D35168"/>
    <w:rsid w:val="00D40D06"/>
    <w:rsid w:val="00D43B11"/>
    <w:rsid w:val="00D441F5"/>
    <w:rsid w:val="00D45458"/>
    <w:rsid w:val="00D45795"/>
    <w:rsid w:val="00D45FC0"/>
    <w:rsid w:val="00D4681C"/>
    <w:rsid w:val="00D46AD3"/>
    <w:rsid w:val="00D47D66"/>
    <w:rsid w:val="00D50B3D"/>
    <w:rsid w:val="00D5172F"/>
    <w:rsid w:val="00D5218E"/>
    <w:rsid w:val="00D52FB8"/>
    <w:rsid w:val="00D55119"/>
    <w:rsid w:val="00D5549F"/>
    <w:rsid w:val="00D566E1"/>
    <w:rsid w:val="00D5788E"/>
    <w:rsid w:val="00D57D98"/>
    <w:rsid w:val="00D64D78"/>
    <w:rsid w:val="00D650AD"/>
    <w:rsid w:val="00D67CB9"/>
    <w:rsid w:val="00D715E6"/>
    <w:rsid w:val="00D75BD0"/>
    <w:rsid w:val="00D7635C"/>
    <w:rsid w:val="00D76D3B"/>
    <w:rsid w:val="00D77898"/>
    <w:rsid w:val="00D81244"/>
    <w:rsid w:val="00D81874"/>
    <w:rsid w:val="00D831EE"/>
    <w:rsid w:val="00D86829"/>
    <w:rsid w:val="00D92F99"/>
    <w:rsid w:val="00D93C48"/>
    <w:rsid w:val="00D97976"/>
    <w:rsid w:val="00DA06CD"/>
    <w:rsid w:val="00DA7978"/>
    <w:rsid w:val="00DB26C9"/>
    <w:rsid w:val="00DB5377"/>
    <w:rsid w:val="00DC4178"/>
    <w:rsid w:val="00DD146D"/>
    <w:rsid w:val="00DD26DF"/>
    <w:rsid w:val="00DD38E5"/>
    <w:rsid w:val="00DD5B8C"/>
    <w:rsid w:val="00DD62EA"/>
    <w:rsid w:val="00DE2877"/>
    <w:rsid w:val="00DE2A6F"/>
    <w:rsid w:val="00DE5325"/>
    <w:rsid w:val="00DE57ED"/>
    <w:rsid w:val="00DF0753"/>
    <w:rsid w:val="00DF1085"/>
    <w:rsid w:val="00DF2E03"/>
    <w:rsid w:val="00DF5314"/>
    <w:rsid w:val="00DF5317"/>
    <w:rsid w:val="00DF573C"/>
    <w:rsid w:val="00E0121D"/>
    <w:rsid w:val="00E02243"/>
    <w:rsid w:val="00E11F2A"/>
    <w:rsid w:val="00E130EB"/>
    <w:rsid w:val="00E139EB"/>
    <w:rsid w:val="00E2006B"/>
    <w:rsid w:val="00E223FB"/>
    <w:rsid w:val="00E2509A"/>
    <w:rsid w:val="00E273AA"/>
    <w:rsid w:val="00E27E2F"/>
    <w:rsid w:val="00E30977"/>
    <w:rsid w:val="00E31CE2"/>
    <w:rsid w:val="00E31E6A"/>
    <w:rsid w:val="00E3307C"/>
    <w:rsid w:val="00E34C56"/>
    <w:rsid w:val="00E34FCB"/>
    <w:rsid w:val="00E355D1"/>
    <w:rsid w:val="00E3615D"/>
    <w:rsid w:val="00E42931"/>
    <w:rsid w:val="00E45A2C"/>
    <w:rsid w:val="00E4691D"/>
    <w:rsid w:val="00E47C5D"/>
    <w:rsid w:val="00E47F42"/>
    <w:rsid w:val="00E57854"/>
    <w:rsid w:val="00E57E7E"/>
    <w:rsid w:val="00E627DB"/>
    <w:rsid w:val="00E62D87"/>
    <w:rsid w:val="00E62DED"/>
    <w:rsid w:val="00E650C6"/>
    <w:rsid w:val="00E65736"/>
    <w:rsid w:val="00E7092D"/>
    <w:rsid w:val="00E7159C"/>
    <w:rsid w:val="00E75877"/>
    <w:rsid w:val="00E76BAE"/>
    <w:rsid w:val="00E8059C"/>
    <w:rsid w:val="00E824C9"/>
    <w:rsid w:val="00E84961"/>
    <w:rsid w:val="00E85780"/>
    <w:rsid w:val="00E90533"/>
    <w:rsid w:val="00E922BF"/>
    <w:rsid w:val="00E92E43"/>
    <w:rsid w:val="00E93715"/>
    <w:rsid w:val="00E96B78"/>
    <w:rsid w:val="00EA01B0"/>
    <w:rsid w:val="00EA4CA2"/>
    <w:rsid w:val="00EA4DA4"/>
    <w:rsid w:val="00EA6E5C"/>
    <w:rsid w:val="00EB0D2A"/>
    <w:rsid w:val="00EB1676"/>
    <w:rsid w:val="00EB6722"/>
    <w:rsid w:val="00EC1861"/>
    <w:rsid w:val="00EC3A43"/>
    <w:rsid w:val="00ED0CFD"/>
    <w:rsid w:val="00ED22E5"/>
    <w:rsid w:val="00ED2626"/>
    <w:rsid w:val="00ED5C6A"/>
    <w:rsid w:val="00ED5D0E"/>
    <w:rsid w:val="00ED769B"/>
    <w:rsid w:val="00EE20D3"/>
    <w:rsid w:val="00EE2AC9"/>
    <w:rsid w:val="00EE44C4"/>
    <w:rsid w:val="00EE5D46"/>
    <w:rsid w:val="00EE6BE0"/>
    <w:rsid w:val="00EF3197"/>
    <w:rsid w:val="00EF3CE9"/>
    <w:rsid w:val="00EF4611"/>
    <w:rsid w:val="00EF6EE2"/>
    <w:rsid w:val="00F03B12"/>
    <w:rsid w:val="00F03FFF"/>
    <w:rsid w:val="00F04EF6"/>
    <w:rsid w:val="00F06A55"/>
    <w:rsid w:val="00F07C67"/>
    <w:rsid w:val="00F15133"/>
    <w:rsid w:val="00F202B6"/>
    <w:rsid w:val="00F2336E"/>
    <w:rsid w:val="00F25387"/>
    <w:rsid w:val="00F31D70"/>
    <w:rsid w:val="00F3212A"/>
    <w:rsid w:val="00F3537E"/>
    <w:rsid w:val="00F35FF7"/>
    <w:rsid w:val="00F36712"/>
    <w:rsid w:val="00F37F3A"/>
    <w:rsid w:val="00F403A1"/>
    <w:rsid w:val="00F42FB7"/>
    <w:rsid w:val="00F44B9E"/>
    <w:rsid w:val="00F45C7C"/>
    <w:rsid w:val="00F57A93"/>
    <w:rsid w:val="00F57B1B"/>
    <w:rsid w:val="00F637F7"/>
    <w:rsid w:val="00F64E1F"/>
    <w:rsid w:val="00F65E85"/>
    <w:rsid w:val="00F84EA1"/>
    <w:rsid w:val="00F862AB"/>
    <w:rsid w:val="00F86F84"/>
    <w:rsid w:val="00F91771"/>
    <w:rsid w:val="00F97543"/>
    <w:rsid w:val="00FA1716"/>
    <w:rsid w:val="00FA1E93"/>
    <w:rsid w:val="00FA33FF"/>
    <w:rsid w:val="00FA3D5A"/>
    <w:rsid w:val="00FB1396"/>
    <w:rsid w:val="00FB20F8"/>
    <w:rsid w:val="00FB2704"/>
    <w:rsid w:val="00FB50E0"/>
    <w:rsid w:val="00FC2CDD"/>
    <w:rsid w:val="00FC3BDB"/>
    <w:rsid w:val="00FC41C4"/>
    <w:rsid w:val="00FC5CD5"/>
    <w:rsid w:val="00FC630D"/>
    <w:rsid w:val="00FC684A"/>
    <w:rsid w:val="00FD0C28"/>
    <w:rsid w:val="00FD3757"/>
    <w:rsid w:val="00FE18B1"/>
    <w:rsid w:val="00FE272C"/>
    <w:rsid w:val="00FE335B"/>
    <w:rsid w:val="00FE4794"/>
    <w:rsid w:val="00FE637C"/>
    <w:rsid w:val="00FE6746"/>
    <w:rsid w:val="00FE71B8"/>
    <w:rsid w:val="00FE7273"/>
    <w:rsid w:val="00FE7CF5"/>
    <w:rsid w:val="00FF122B"/>
    <w:rsid w:val="00FF14F3"/>
    <w:rsid w:val="00F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F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41F5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41F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нак1 Знак Знак Знак"/>
    <w:basedOn w:val="Normal"/>
    <w:autoRedefine/>
    <w:uiPriority w:val="99"/>
    <w:rsid w:val="00D441F5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PlainText">
    <w:name w:val="Plain Text"/>
    <w:basedOn w:val="Normal"/>
    <w:link w:val="PlainTextChar"/>
    <w:uiPriority w:val="99"/>
    <w:semiHidden/>
    <w:rsid w:val="00CA4914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A491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755E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Стиль"/>
    <w:uiPriority w:val="99"/>
    <w:rsid w:val="003755E4"/>
    <w:rPr>
      <w:rFonts w:ascii="Times New Roman" w:hAnsi="Times New Roman"/>
      <w:sz w:val="24"/>
      <w:szCs w:val="24"/>
    </w:rPr>
  </w:style>
  <w:style w:type="character" w:customStyle="1" w:styleId="10">
    <w:name w:val="Знак1"/>
    <w:basedOn w:val="DefaultParagraphFont"/>
    <w:uiPriority w:val="99"/>
    <w:rsid w:val="003E1B38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17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3</Pages>
  <Words>1000</Words>
  <Characters>5702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Admin</dc:creator>
  <cp:keywords/>
  <dc:description/>
  <cp:lastModifiedBy>User</cp:lastModifiedBy>
  <cp:revision>7</cp:revision>
  <cp:lastPrinted>2012-08-23T03:14:00Z</cp:lastPrinted>
  <dcterms:created xsi:type="dcterms:W3CDTF">2012-08-22T10:41:00Z</dcterms:created>
  <dcterms:modified xsi:type="dcterms:W3CDTF">2012-08-29T05:03:00Z</dcterms:modified>
</cp:coreProperties>
</file>