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A61" w:rsidRPr="001B07E8" w:rsidRDefault="00224A61" w:rsidP="006A2FF4">
      <w:pPr>
        <w:ind w:firstLine="567"/>
        <w:jc w:val="right"/>
        <w:rPr>
          <w:sz w:val="24"/>
          <w:szCs w:val="24"/>
        </w:rPr>
      </w:pPr>
    </w:p>
    <w:p w:rsidR="00224A61" w:rsidRDefault="00224A61" w:rsidP="006A2FF4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Pr="001B07E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3</w:t>
      </w:r>
      <w:r w:rsidRPr="001B07E8">
        <w:rPr>
          <w:sz w:val="24"/>
          <w:szCs w:val="24"/>
        </w:rPr>
        <w:t xml:space="preserve"> </w:t>
      </w:r>
    </w:p>
    <w:p w:rsidR="00224A61" w:rsidRDefault="00224A61" w:rsidP="006A2FF4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r>
        <w:rPr>
          <w:sz w:val="24"/>
          <w:szCs w:val="24"/>
        </w:rPr>
        <w:t xml:space="preserve">открытом </w:t>
      </w:r>
    </w:p>
    <w:p w:rsidR="00224A61" w:rsidRPr="001B07E8" w:rsidRDefault="00224A61" w:rsidP="006A2FF4">
      <w:pPr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аукционе</w:t>
      </w:r>
      <w:r>
        <w:rPr>
          <w:sz w:val="24"/>
          <w:szCs w:val="24"/>
        </w:rPr>
        <w:t xml:space="preserve"> в электронной форме</w:t>
      </w:r>
    </w:p>
    <w:p w:rsidR="00224A61" w:rsidRDefault="00224A61" w:rsidP="006A2FF4">
      <w:pPr>
        <w:tabs>
          <w:tab w:val="left" w:pos="1440"/>
        </w:tabs>
        <w:jc w:val="both"/>
        <w:rPr>
          <w:sz w:val="22"/>
          <w:szCs w:val="22"/>
        </w:rPr>
      </w:pPr>
    </w:p>
    <w:p w:rsidR="00224A61" w:rsidRDefault="00224A61" w:rsidP="006A2FF4">
      <w:pPr>
        <w:tabs>
          <w:tab w:val="left" w:pos="1440"/>
        </w:tabs>
        <w:jc w:val="both"/>
        <w:rPr>
          <w:sz w:val="22"/>
          <w:szCs w:val="22"/>
        </w:rPr>
      </w:pPr>
    </w:p>
    <w:p w:rsidR="00224A61" w:rsidRDefault="00224A61" w:rsidP="006A2FF4">
      <w:pPr>
        <w:tabs>
          <w:tab w:val="left" w:pos="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Обоснование начальной (максимальной) цены договора</w:t>
      </w:r>
    </w:p>
    <w:p w:rsidR="00224A61" w:rsidRDefault="00224A61" w:rsidP="006A2FF4">
      <w:pPr>
        <w:tabs>
          <w:tab w:val="left" w:pos="1440"/>
        </w:tabs>
        <w:jc w:val="center"/>
        <w:rPr>
          <w:sz w:val="22"/>
          <w:szCs w:val="22"/>
        </w:rPr>
      </w:pPr>
    </w:p>
    <w:tbl>
      <w:tblPr>
        <w:tblW w:w="13289" w:type="dxa"/>
        <w:tblInd w:w="-978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368"/>
        <w:gridCol w:w="1793"/>
        <w:gridCol w:w="1394"/>
        <w:gridCol w:w="1199"/>
        <w:gridCol w:w="1080"/>
        <w:gridCol w:w="1113"/>
        <w:gridCol w:w="1134"/>
        <w:gridCol w:w="948"/>
        <w:gridCol w:w="1065"/>
        <w:gridCol w:w="1065"/>
        <w:gridCol w:w="1065"/>
        <w:gridCol w:w="1065"/>
      </w:tblGrid>
      <w:tr w:rsidR="00224A61" w:rsidTr="004B1685">
        <w:trPr>
          <w:gridAfter w:val="3"/>
          <w:wAfter w:w="3195" w:type="dxa"/>
          <w:trHeight w:val="75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44035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6A2F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услуг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6A2F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  <w:bookmarkStart w:id="0" w:name="_GoBack"/>
            <w:bookmarkEnd w:id="0"/>
            <w:r>
              <w:rPr>
                <w:b/>
              </w:rPr>
              <w:t>часов работы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Pr="00481233" w:rsidRDefault="00224A61" w:rsidP="002303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Поставщик № 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2303D9">
            <w:pPr>
              <w:jc w:val="center"/>
            </w:pPr>
            <w:r w:rsidRPr="00CD044F">
              <w:rPr>
                <w:b/>
                <w:color w:val="000000"/>
              </w:rPr>
              <w:t xml:space="preserve">Поставщик № 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2303D9">
            <w:pPr>
              <w:jc w:val="center"/>
            </w:pPr>
            <w:r w:rsidRPr="00CD044F">
              <w:rPr>
                <w:b/>
                <w:color w:val="000000"/>
              </w:rPr>
              <w:t xml:space="preserve">Поставщик № 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A61" w:rsidRDefault="00224A61" w:rsidP="002303D9">
            <w:pPr>
              <w:jc w:val="center"/>
            </w:pPr>
            <w:r w:rsidRPr="00CD044F">
              <w:rPr>
                <w:b/>
                <w:color w:val="000000"/>
              </w:rPr>
              <w:t xml:space="preserve">Поставщик № 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A61" w:rsidRDefault="00224A61" w:rsidP="0044035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Средний тариф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A61" w:rsidRDefault="00224A61" w:rsidP="0044035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Сумма всего</w:t>
            </w:r>
          </w:p>
        </w:tc>
      </w:tr>
      <w:tr w:rsidR="00224A61" w:rsidTr="004B1685">
        <w:trPr>
          <w:gridAfter w:val="2"/>
          <w:wAfter w:w="2130" w:type="dxa"/>
          <w:cantSplit/>
          <w:trHeight w:val="12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Pr="00505CFC" w:rsidRDefault="00224A61" w:rsidP="0044035D">
            <w:pPr>
              <w:snapToGrid w:val="0"/>
              <w:jc w:val="center"/>
            </w:pPr>
            <w:r>
              <w:t>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44035D">
            <w:pPr>
              <w:snapToGrid w:val="0"/>
              <w:ind w:left="57"/>
            </w:pPr>
            <w:r>
              <w:t>Оказание охранных услуг</w:t>
            </w:r>
            <w:r w:rsidRPr="00FF2D5B">
              <w:t xml:space="preserve">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Pr="00FF2D5B" w:rsidRDefault="00224A61" w:rsidP="0044035D">
            <w:pPr>
              <w:snapToGrid w:val="0"/>
              <w:ind w:left="57"/>
              <w:jc w:val="center"/>
            </w:pPr>
            <w:r>
              <w:t>18936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Pr="00724659" w:rsidRDefault="00224A61" w:rsidP="004403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Pr="00724659" w:rsidRDefault="00224A61" w:rsidP="004403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Pr="00724659" w:rsidRDefault="00224A61" w:rsidP="004403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A61" w:rsidRPr="006A2FF4" w:rsidRDefault="00224A61" w:rsidP="006A2FF4">
            <w:pPr>
              <w:jc w:val="center"/>
              <w:rPr>
                <w:color w:val="000000"/>
              </w:rPr>
            </w:pPr>
            <w:r w:rsidRPr="006A2FF4">
              <w:rPr>
                <w:color w:val="000000"/>
              </w:rPr>
              <w:t>70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Pr="00FF2D5B" w:rsidRDefault="00224A61" w:rsidP="0044035D">
            <w:pPr>
              <w:snapToGrid w:val="0"/>
              <w:jc w:val="center"/>
            </w:pPr>
            <w:r>
              <w:t>71,25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A61" w:rsidRPr="00FF2D5B" w:rsidRDefault="00224A61" w:rsidP="0044035D">
            <w:pPr>
              <w:snapToGrid w:val="0"/>
              <w:jc w:val="center"/>
            </w:pPr>
            <w:r>
              <w:t>1349190,00</w:t>
            </w:r>
          </w:p>
        </w:tc>
        <w:tc>
          <w:tcPr>
            <w:tcW w:w="1065" w:type="dxa"/>
            <w:vAlign w:val="center"/>
          </w:tcPr>
          <w:p w:rsidR="00224A61" w:rsidRPr="00FF2D5B" w:rsidRDefault="00224A61" w:rsidP="009D572F">
            <w:pPr>
              <w:snapToGrid w:val="0"/>
              <w:jc w:val="center"/>
            </w:pPr>
          </w:p>
        </w:tc>
      </w:tr>
      <w:tr w:rsidR="00224A61" w:rsidTr="004B1685">
        <w:trPr>
          <w:cantSplit/>
          <w:trHeight w:val="246"/>
        </w:trPr>
        <w:tc>
          <w:tcPr>
            <w:tcW w:w="3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44035D">
            <w:pPr>
              <w:snapToGrid w:val="0"/>
              <w:jc w:val="center"/>
            </w:pPr>
            <w:r>
              <w:t>ИТОГО: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44035D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44035D">
            <w:pPr>
              <w:snapToGrid w:val="0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4A61" w:rsidRDefault="00224A61" w:rsidP="0044035D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A61" w:rsidRDefault="00224A61" w:rsidP="0044035D">
            <w:pPr>
              <w:snapToGrid w:val="0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A61" w:rsidRDefault="00224A61" w:rsidP="0044035D">
            <w:pPr>
              <w:snapToGrid w:val="0"/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A61" w:rsidRDefault="00224A61" w:rsidP="0044035D">
            <w:pPr>
              <w:snapToGrid w:val="0"/>
              <w:jc w:val="center"/>
            </w:pPr>
            <w:r>
              <w:t>1349190,00</w:t>
            </w:r>
          </w:p>
        </w:tc>
        <w:tc>
          <w:tcPr>
            <w:tcW w:w="1065" w:type="dxa"/>
          </w:tcPr>
          <w:p w:rsidR="00224A61" w:rsidRDefault="00224A61"/>
        </w:tc>
        <w:tc>
          <w:tcPr>
            <w:tcW w:w="1065" w:type="dxa"/>
          </w:tcPr>
          <w:p w:rsidR="00224A61" w:rsidRDefault="00224A61"/>
        </w:tc>
        <w:tc>
          <w:tcPr>
            <w:tcW w:w="1065" w:type="dxa"/>
            <w:vAlign w:val="center"/>
          </w:tcPr>
          <w:p w:rsidR="00224A61" w:rsidRDefault="00224A61" w:rsidP="009D572F">
            <w:pPr>
              <w:snapToGrid w:val="0"/>
              <w:jc w:val="center"/>
            </w:pPr>
            <w:r>
              <w:t>675 450,00</w:t>
            </w:r>
          </w:p>
        </w:tc>
      </w:tr>
    </w:tbl>
    <w:p w:rsidR="00224A61" w:rsidRPr="00A7000D" w:rsidRDefault="00224A61" w:rsidP="006A2FF4">
      <w:pPr>
        <w:tabs>
          <w:tab w:val="left" w:pos="1440"/>
        </w:tabs>
        <w:rPr>
          <w:sz w:val="22"/>
          <w:szCs w:val="22"/>
        </w:rPr>
      </w:pPr>
    </w:p>
    <w:p w:rsidR="00224A61" w:rsidRDefault="00224A61"/>
    <w:sectPr w:rsidR="00224A61" w:rsidSect="002F0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D80"/>
    <w:rsid w:val="000B6D4D"/>
    <w:rsid w:val="001A6C78"/>
    <w:rsid w:val="001B07E8"/>
    <w:rsid w:val="00224A61"/>
    <w:rsid w:val="002303D9"/>
    <w:rsid w:val="00293D51"/>
    <w:rsid w:val="002B5FF1"/>
    <w:rsid w:val="002F0C87"/>
    <w:rsid w:val="00340744"/>
    <w:rsid w:val="0044035D"/>
    <w:rsid w:val="00481233"/>
    <w:rsid w:val="004B1685"/>
    <w:rsid w:val="00505CFC"/>
    <w:rsid w:val="00671351"/>
    <w:rsid w:val="006A2FF4"/>
    <w:rsid w:val="006F6D80"/>
    <w:rsid w:val="00724659"/>
    <w:rsid w:val="00842E39"/>
    <w:rsid w:val="009247E2"/>
    <w:rsid w:val="009D572F"/>
    <w:rsid w:val="009E5DE2"/>
    <w:rsid w:val="00A7000D"/>
    <w:rsid w:val="00CD044F"/>
    <w:rsid w:val="00E66A90"/>
    <w:rsid w:val="00ED6463"/>
    <w:rsid w:val="00FF2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FF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53</Words>
  <Characters>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5</cp:revision>
  <dcterms:created xsi:type="dcterms:W3CDTF">2012-07-03T09:29:00Z</dcterms:created>
  <dcterms:modified xsi:type="dcterms:W3CDTF">2012-09-12T09:50:00Z</dcterms:modified>
</cp:coreProperties>
</file>