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25"/>
        <w:tblW w:w="10031" w:type="dxa"/>
        <w:tblLayout w:type="fixed"/>
        <w:tblLook w:val="01E0"/>
      </w:tblPr>
      <w:tblGrid>
        <w:gridCol w:w="4785"/>
        <w:gridCol w:w="5246"/>
      </w:tblGrid>
      <w:tr w:rsidR="005C4DAC" w:rsidRPr="004C4EDC" w:rsidTr="00427F94">
        <w:trPr>
          <w:trHeight w:val="2409"/>
        </w:trPr>
        <w:tc>
          <w:tcPr>
            <w:tcW w:w="4785" w:type="dxa"/>
          </w:tcPr>
          <w:p w:rsidR="005C4DAC" w:rsidRPr="004C4EDC" w:rsidRDefault="005C4DAC" w:rsidP="00427F94">
            <w:pPr>
              <w:rPr>
                <w:sz w:val="28"/>
              </w:rPr>
            </w:pPr>
          </w:p>
        </w:tc>
        <w:tc>
          <w:tcPr>
            <w:tcW w:w="5246" w:type="dxa"/>
          </w:tcPr>
          <w:p w:rsidR="005C4DAC" w:rsidRPr="004C4EDC" w:rsidRDefault="005C4DAC" w:rsidP="00427F94">
            <w:pPr>
              <w:rPr>
                <w:sz w:val="24"/>
                <w:szCs w:val="24"/>
                <w:lang w:val="en-US"/>
              </w:rPr>
            </w:pPr>
          </w:p>
          <w:p w:rsidR="005C4DAC" w:rsidRPr="004C4EDC" w:rsidRDefault="005C4DAC" w:rsidP="00427F94">
            <w:pPr>
              <w:rPr>
                <w:sz w:val="24"/>
                <w:szCs w:val="24"/>
                <w:lang w:val="en-US"/>
              </w:rPr>
            </w:pPr>
          </w:p>
          <w:p w:rsidR="005C4DAC" w:rsidRPr="004C4EDC" w:rsidRDefault="005C4DAC" w:rsidP="00427F94">
            <w:pPr>
              <w:rPr>
                <w:sz w:val="24"/>
                <w:szCs w:val="24"/>
                <w:lang w:val="en-US"/>
              </w:rPr>
            </w:pPr>
          </w:p>
          <w:p w:rsidR="005C4DAC" w:rsidRPr="004C4EDC" w:rsidRDefault="005C4DAC" w:rsidP="00427F94">
            <w:pPr>
              <w:rPr>
                <w:sz w:val="24"/>
                <w:szCs w:val="24"/>
              </w:rPr>
            </w:pPr>
            <w:r w:rsidRPr="004C4EDC">
              <w:rPr>
                <w:sz w:val="24"/>
                <w:szCs w:val="24"/>
              </w:rPr>
              <w:t>УТВЕРЖДАЮ:</w:t>
            </w:r>
          </w:p>
          <w:p w:rsidR="005C4DAC" w:rsidRPr="004C4EDC" w:rsidRDefault="005C4DAC" w:rsidP="00427F94">
            <w:pPr>
              <w:rPr>
                <w:sz w:val="24"/>
                <w:szCs w:val="24"/>
              </w:rPr>
            </w:pPr>
            <w:r w:rsidRPr="004C4EDC">
              <w:rPr>
                <w:sz w:val="24"/>
                <w:szCs w:val="24"/>
              </w:rPr>
              <w:t xml:space="preserve">Директор МАОУДОД </w:t>
            </w:r>
          </w:p>
          <w:p w:rsidR="005C4DAC" w:rsidRPr="004C4EDC" w:rsidRDefault="005C4DAC" w:rsidP="00427F94">
            <w:pPr>
              <w:rPr>
                <w:sz w:val="24"/>
                <w:szCs w:val="24"/>
              </w:rPr>
            </w:pPr>
            <w:r w:rsidRPr="004C4EDC">
              <w:rPr>
                <w:sz w:val="24"/>
                <w:szCs w:val="24"/>
              </w:rPr>
              <w:t>«СДЮСШОР по футболу» г. Перми</w:t>
            </w:r>
          </w:p>
          <w:p w:rsidR="005C4DAC" w:rsidRPr="004C4EDC" w:rsidRDefault="005C4DAC" w:rsidP="00427F94">
            <w:pPr>
              <w:rPr>
                <w:sz w:val="24"/>
                <w:szCs w:val="24"/>
              </w:rPr>
            </w:pPr>
          </w:p>
          <w:p w:rsidR="005C4DAC" w:rsidRPr="004C4EDC" w:rsidRDefault="005C4DAC" w:rsidP="00427F94">
            <w:pPr>
              <w:rPr>
                <w:sz w:val="24"/>
                <w:szCs w:val="24"/>
              </w:rPr>
            </w:pPr>
            <w:r w:rsidRPr="004C4EDC">
              <w:rPr>
                <w:sz w:val="24"/>
                <w:szCs w:val="24"/>
              </w:rPr>
              <w:t>_____________________ О.А.Гаврилов</w:t>
            </w:r>
          </w:p>
          <w:p w:rsidR="005C4DAC" w:rsidRDefault="005C4DAC" w:rsidP="00427F94">
            <w:pPr>
              <w:rPr>
                <w:sz w:val="24"/>
                <w:szCs w:val="24"/>
              </w:rPr>
            </w:pPr>
            <w:r w:rsidRPr="004C4EDC">
              <w:rPr>
                <w:sz w:val="24"/>
                <w:szCs w:val="24"/>
              </w:rPr>
              <w:t>«26» сентября 2012 года</w:t>
            </w:r>
          </w:p>
          <w:p w:rsidR="005C4DAC" w:rsidRPr="004C4EDC" w:rsidRDefault="005C4DAC" w:rsidP="00427F94">
            <w:pPr>
              <w:rPr>
                <w:sz w:val="24"/>
                <w:szCs w:val="24"/>
              </w:rPr>
            </w:pPr>
          </w:p>
          <w:p w:rsidR="005C4DAC" w:rsidRPr="004C4EDC" w:rsidRDefault="005C4DAC" w:rsidP="00427F94">
            <w:pPr>
              <w:jc w:val="right"/>
            </w:pPr>
          </w:p>
        </w:tc>
      </w:tr>
    </w:tbl>
    <w:p w:rsidR="005C4DAC" w:rsidRPr="004C4EDC" w:rsidRDefault="005C4DAC" w:rsidP="00FB799B">
      <w:pPr>
        <w:pStyle w:val="BodyText"/>
        <w:jc w:val="center"/>
      </w:pPr>
      <w:r w:rsidRPr="004C4EDC">
        <w:t>ИЗМЕНЕНИЯ</w:t>
      </w:r>
    </w:p>
    <w:p w:rsidR="005C4DAC" w:rsidRPr="004C4EDC" w:rsidRDefault="005C4DAC" w:rsidP="00FB799B">
      <w:pPr>
        <w:pStyle w:val="BodyText"/>
        <w:jc w:val="center"/>
      </w:pPr>
      <w:r>
        <w:t>в</w:t>
      </w:r>
      <w:r w:rsidRPr="00AE67DC">
        <w:t xml:space="preserve"> </w:t>
      </w:r>
      <w:r>
        <w:t>извещение и документацию о закупке</w:t>
      </w:r>
      <w:r w:rsidRPr="004C4EDC">
        <w:br/>
        <w:t>(Извещениео проведении запроса предложений № 4 от «25» сентября 2012 года)</w:t>
      </w:r>
    </w:p>
    <w:p w:rsidR="005C4DAC" w:rsidRPr="00826CFC" w:rsidRDefault="005C4DAC" w:rsidP="004C4EDC">
      <w:pPr>
        <w:pStyle w:val="BodyText"/>
        <w:jc w:val="center"/>
      </w:pPr>
      <w:r w:rsidRPr="00826CFC">
        <w:t>на заключение договора</w:t>
      </w:r>
      <w:r>
        <w:t xml:space="preserve"> </w:t>
      </w:r>
      <w:r w:rsidRPr="00357810">
        <w:rPr>
          <w:color w:val="000000"/>
        </w:rPr>
        <w:t>на выполнение проектных работ</w:t>
      </w:r>
    </w:p>
    <w:p w:rsidR="005C4DAC" w:rsidRPr="004C4EDC" w:rsidRDefault="005C4DAC" w:rsidP="004C4EDC">
      <w:pPr>
        <w:pStyle w:val="BodyText"/>
        <w:jc w:val="center"/>
        <w:rPr>
          <w:szCs w:val="24"/>
        </w:rPr>
      </w:pPr>
      <w:r w:rsidRPr="00826CFC">
        <w:t>на стадионе «Молния»МАОУ ДОД «СДЮСШОР по футболу» г. Перми</w:t>
      </w:r>
    </w:p>
    <w:p w:rsidR="005C4DAC" w:rsidRDefault="005C4DAC" w:rsidP="00FB799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43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5C4DAC" w:rsidRPr="004C4EDC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C4DAC" w:rsidRPr="004C4EDC" w:rsidRDefault="005C4DAC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EDC">
              <w:rPr>
                <w:rFonts w:ascii="Times New Roman" w:hAnsi="Times New Roman"/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5C4DAC" w:rsidRPr="004C4EDC" w:rsidRDefault="005C4DAC" w:rsidP="00427F94">
            <w:pPr>
              <w:rPr>
                <w:sz w:val="24"/>
                <w:szCs w:val="24"/>
                <w:lang w:val="en-US"/>
              </w:rPr>
            </w:pPr>
            <w:r w:rsidRPr="004C4EDC">
              <w:rPr>
                <w:sz w:val="24"/>
                <w:szCs w:val="24"/>
              </w:rPr>
              <w:t>Запрос предложений</w:t>
            </w:r>
          </w:p>
        </w:tc>
      </w:tr>
      <w:tr w:rsidR="005C4DAC" w:rsidRPr="004C4EDC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C4DAC" w:rsidRPr="004C4EDC" w:rsidRDefault="005C4DAC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4EDC">
              <w:rPr>
                <w:rFonts w:ascii="Times New Roman" w:hAnsi="Times New Roman"/>
                <w:b/>
                <w:sz w:val="24"/>
                <w:szCs w:val="24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5C4DAC" w:rsidRPr="004C4EDC" w:rsidRDefault="005C4DAC" w:rsidP="00427F94">
            <w:pPr>
              <w:rPr>
                <w:sz w:val="24"/>
                <w:szCs w:val="24"/>
              </w:rPr>
            </w:pPr>
            <w:r w:rsidRPr="004C4EDC">
              <w:rPr>
                <w:sz w:val="24"/>
                <w:szCs w:val="24"/>
              </w:rPr>
              <w:t>МАОУ ДОД «СДЮСШОР по футболу» г. Перми</w:t>
            </w:r>
          </w:p>
        </w:tc>
      </w:tr>
      <w:tr w:rsidR="005C4DAC" w:rsidRPr="004C4EDC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C4DAC" w:rsidRPr="004C4EDC" w:rsidRDefault="005C4DAC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4EDC">
              <w:rPr>
                <w:rFonts w:ascii="Times New Roman" w:hAnsi="Times New Roman"/>
                <w:b/>
                <w:sz w:val="24"/>
                <w:szCs w:val="24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5C4DAC" w:rsidRPr="004C4EDC" w:rsidRDefault="005C4DAC" w:rsidP="00427F94">
            <w:pPr>
              <w:rPr>
                <w:sz w:val="24"/>
                <w:szCs w:val="24"/>
              </w:rPr>
            </w:pPr>
            <w:r w:rsidRPr="004C4EDC">
              <w:rPr>
                <w:sz w:val="24"/>
                <w:szCs w:val="24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14010, г"/>
              </w:smartTagPr>
              <w:r w:rsidRPr="004C4EDC">
                <w:rPr>
                  <w:sz w:val="24"/>
                  <w:szCs w:val="24"/>
                </w:rPr>
                <w:t>614010, г</w:t>
              </w:r>
            </w:smartTag>
            <w:r w:rsidRPr="004C4EDC">
              <w:rPr>
                <w:sz w:val="24"/>
                <w:szCs w:val="24"/>
              </w:rPr>
              <w:t>.Пермь, ул. Куйбышева, 95</w:t>
            </w:r>
          </w:p>
        </w:tc>
      </w:tr>
      <w:tr w:rsidR="005C4DAC" w:rsidRPr="004C4EDC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C4DAC" w:rsidRPr="004C4EDC" w:rsidRDefault="005C4DAC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4EDC">
              <w:rPr>
                <w:rFonts w:ascii="Times New Roman" w:hAnsi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5C4DAC" w:rsidRPr="004C4EDC" w:rsidRDefault="005C4DAC" w:rsidP="00427F94">
            <w:pPr>
              <w:rPr>
                <w:sz w:val="24"/>
                <w:szCs w:val="24"/>
              </w:rPr>
            </w:pPr>
            <w:r w:rsidRPr="004C4EDC">
              <w:rPr>
                <w:sz w:val="24"/>
                <w:szCs w:val="24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14010, г"/>
              </w:smartTagPr>
              <w:r w:rsidRPr="004C4EDC">
                <w:rPr>
                  <w:sz w:val="24"/>
                  <w:szCs w:val="24"/>
                </w:rPr>
                <w:t>614010, г</w:t>
              </w:r>
            </w:smartTag>
            <w:r w:rsidRPr="004C4EDC">
              <w:rPr>
                <w:sz w:val="24"/>
                <w:szCs w:val="24"/>
              </w:rPr>
              <w:t>.Пермь, ул. Куйбышева, 95</w:t>
            </w:r>
          </w:p>
        </w:tc>
      </w:tr>
      <w:tr w:rsidR="005C4DAC" w:rsidRPr="00AE67DC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C4DAC" w:rsidRPr="004C4EDC" w:rsidRDefault="005C4DAC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4EDC">
              <w:rPr>
                <w:rFonts w:ascii="Times New Roman" w:hAnsi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5C4DAC" w:rsidRPr="004C4EDC" w:rsidRDefault="005C4DAC" w:rsidP="003E3C2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 w:rsidRPr="004C4EDC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schoolfootball@yandex.ru</w:t>
              </w:r>
            </w:hyperlink>
          </w:p>
        </w:tc>
      </w:tr>
      <w:tr w:rsidR="005C4DAC" w:rsidRPr="004C4EDC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C4DAC" w:rsidRPr="004C4EDC" w:rsidRDefault="005C4DAC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4EDC">
              <w:rPr>
                <w:rFonts w:ascii="Times New Roman" w:hAnsi="Times New Roman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5C4DAC" w:rsidRPr="004C4EDC" w:rsidRDefault="005C4DAC" w:rsidP="003E3C2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EDC">
              <w:rPr>
                <w:rFonts w:ascii="Times New Roman" w:hAnsi="Times New Roman"/>
                <w:sz w:val="24"/>
                <w:szCs w:val="24"/>
              </w:rPr>
              <w:t>+7 (342)</w:t>
            </w:r>
            <w:r w:rsidRPr="004C4ED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4C4EDC">
              <w:rPr>
                <w:rFonts w:ascii="Times New Roman" w:hAnsi="Times New Roman"/>
                <w:sz w:val="24"/>
                <w:szCs w:val="24"/>
              </w:rPr>
              <w:t>90-26-64</w:t>
            </w:r>
          </w:p>
        </w:tc>
      </w:tr>
      <w:tr w:rsidR="005C4DAC" w:rsidRPr="004C4EDC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C4DAC" w:rsidRPr="004C4EDC" w:rsidRDefault="005C4DAC" w:rsidP="00427F94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C4EDC">
              <w:rPr>
                <w:rFonts w:ascii="Times New Roman" w:hAnsi="Times New Roman"/>
                <w:b/>
                <w:sz w:val="24"/>
                <w:szCs w:val="24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5C4DAC" w:rsidRPr="004C4EDC" w:rsidRDefault="005C4DAC" w:rsidP="004C4ED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EDC">
              <w:rPr>
                <w:rFonts w:ascii="Times New Roman" w:hAnsi="Times New Roman"/>
                <w:sz w:val="24"/>
                <w:szCs w:val="24"/>
              </w:rPr>
              <w:t>Директор Гаврилов Олег Анатольевич</w:t>
            </w:r>
          </w:p>
        </w:tc>
      </w:tr>
      <w:tr w:rsidR="005C4DAC" w:rsidRPr="004C4EDC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C4DAC" w:rsidRPr="004C4EDC" w:rsidRDefault="005C4DAC" w:rsidP="00427F94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C4EDC">
              <w:rPr>
                <w:rFonts w:ascii="Times New Roman" w:hAnsi="Times New Roman"/>
                <w:b/>
                <w:sz w:val="24"/>
                <w:szCs w:val="24"/>
              </w:rPr>
              <w:t>Предмет договора</w:t>
            </w:r>
          </w:p>
          <w:p w:rsidR="005C4DAC" w:rsidRPr="004C4EDC" w:rsidRDefault="005C4DAC" w:rsidP="00427F94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FFFFFF"/>
          </w:tcPr>
          <w:p w:rsidR="005C4DAC" w:rsidRPr="004C4EDC" w:rsidRDefault="005C4DAC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ED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проектных работ</w:t>
            </w:r>
            <w:r w:rsidRPr="004C4EDC">
              <w:rPr>
                <w:rFonts w:ascii="Times New Roman" w:hAnsi="Times New Roman"/>
                <w:sz w:val="24"/>
                <w:szCs w:val="24"/>
              </w:rPr>
              <w:t xml:space="preserve"> на стадионе «Молния» МАОУ ДОД «СДЮСШОР по футболу» г. Перми по адресу: г. Пермь, ул. Волховская, 26</w:t>
            </w:r>
          </w:p>
        </w:tc>
      </w:tr>
    </w:tbl>
    <w:p w:rsidR="005C4DAC" w:rsidRDefault="005C4DAC" w:rsidP="00FB799B">
      <w:pPr>
        <w:rPr>
          <w:sz w:val="24"/>
          <w:szCs w:val="24"/>
        </w:rPr>
      </w:pPr>
    </w:p>
    <w:p w:rsidR="005C4DAC" w:rsidRDefault="005C4DAC" w:rsidP="00FB799B">
      <w:pPr>
        <w:rPr>
          <w:sz w:val="24"/>
          <w:szCs w:val="24"/>
        </w:rPr>
      </w:pPr>
    </w:p>
    <w:p w:rsidR="005C4DAC" w:rsidRDefault="005C4DAC" w:rsidP="00FB799B">
      <w:pPr>
        <w:ind w:left="-993"/>
        <w:jc w:val="center"/>
        <w:rPr>
          <w:sz w:val="24"/>
          <w:szCs w:val="24"/>
        </w:rPr>
      </w:pPr>
      <w:r w:rsidRPr="00F90504">
        <w:rPr>
          <w:sz w:val="24"/>
          <w:szCs w:val="24"/>
        </w:rPr>
        <w:t xml:space="preserve">ИЗМЕНЕНИЯ В </w:t>
      </w:r>
      <w:r>
        <w:rPr>
          <w:sz w:val="24"/>
          <w:szCs w:val="24"/>
        </w:rPr>
        <w:t>ИЗВЕЩЕНИЕ И ДОКУМЕНТАЦИЮ О ЗАКУПКЕ:</w:t>
      </w:r>
      <w:bookmarkStart w:id="0" w:name="_GoBack"/>
      <w:bookmarkEnd w:id="0"/>
    </w:p>
    <w:p w:rsidR="005C4DAC" w:rsidRPr="004C4EDC" w:rsidRDefault="005C4DAC" w:rsidP="00FB799B">
      <w:pPr>
        <w:rPr>
          <w:sz w:val="24"/>
          <w:szCs w:val="24"/>
        </w:rPr>
      </w:pPr>
    </w:p>
    <w:p w:rsidR="005C4DAC" w:rsidRDefault="005C4DAC" w:rsidP="004C4EDC">
      <w:pPr>
        <w:ind w:left="180" w:right="252" w:hanging="180"/>
        <w:jc w:val="both"/>
        <w:rPr>
          <w:sz w:val="24"/>
          <w:szCs w:val="24"/>
        </w:rPr>
      </w:pPr>
      <w:r>
        <w:rPr>
          <w:sz w:val="24"/>
          <w:szCs w:val="24"/>
        </w:rPr>
        <w:t>1. В тексте извещения в пункте «</w:t>
      </w:r>
      <w:r w:rsidRPr="00826CFC">
        <w:rPr>
          <w:sz w:val="24"/>
          <w:szCs w:val="24"/>
        </w:rPr>
        <w:t>Порядок формирования начальной (максимальной) цены договора</w:t>
      </w:r>
      <w:r>
        <w:rPr>
          <w:sz w:val="24"/>
          <w:szCs w:val="24"/>
        </w:rPr>
        <w:t>» слова «и сметой (Приложение № 5 к настоящему извещению)» исключить.</w:t>
      </w:r>
    </w:p>
    <w:p w:rsidR="005C4DAC" w:rsidRDefault="005C4DAC" w:rsidP="004C4EDC">
      <w:pPr>
        <w:ind w:left="180" w:right="252" w:hanging="180"/>
        <w:jc w:val="both"/>
        <w:rPr>
          <w:sz w:val="24"/>
          <w:szCs w:val="24"/>
        </w:rPr>
      </w:pPr>
    </w:p>
    <w:p w:rsidR="005C4DAC" w:rsidRDefault="005C4DAC" w:rsidP="004C4EDC">
      <w:pPr>
        <w:ind w:left="180" w:right="252" w:hanging="180"/>
        <w:jc w:val="both"/>
        <w:rPr>
          <w:sz w:val="24"/>
          <w:szCs w:val="24"/>
        </w:rPr>
      </w:pPr>
      <w:r>
        <w:rPr>
          <w:sz w:val="24"/>
          <w:szCs w:val="24"/>
        </w:rPr>
        <w:t>2. Пункт</w:t>
      </w:r>
      <w:r w:rsidRPr="004C4EDC">
        <w:rPr>
          <w:sz w:val="24"/>
          <w:szCs w:val="24"/>
        </w:rPr>
        <w:t xml:space="preserve"> 4 раздела 5 «Типы  зданий  и  сооружений(проектируемые)</w:t>
      </w:r>
      <w:r>
        <w:rPr>
          <w:sz w:val="24"/>
          <w:szCs w:val="24"/>
        </w:rPr>
        <w:t xml:space="preserve">» </w:t>
      </w:r>
      <w:r w:rsidRPr="004C4EDC">
        <w:rPr>
          <w:sz w:val="24"/>
          <w:szCs w:val="24"/>
        </w:rPr>
        <w:t>«ТЕХНИЧЕСКОГОЗАДАНИЯ НА ПРОЕКТИРОВАНИЕ» читать в следующей редакции:</w:t>
      </w:r>
    </w:p>
    <w:p w:rsidR="005C4DAC" w:rsidRDefault="005C4DAC" w:rsidP="004C4EDC">
      <w:pPr>
        <w:ind w:left="180" w:right="252" w:hanging="180"/>
        <w:jc w:val="both"/>
        <w:rPr>
          <w:kern w:val="28"/>
          <w:sz w:val="24"/>
          <w:szCs w:val="24"/>
        </w:rPr>
      </w:pPr>
      <w:r>
        <w:rPr>
          <w:sz w:val="24"/>
          <w:szCs w:val="24"/>
        </w:rPr>
        <w:t>«Две у</w:t>
      </w:r>
      <w:r w:rsidRPr="00155F9D">
        <w:rPr>
          <w:kern w:val="28"/>
          <w:sz w:val="24"/>
          <w:szCs w:val="24"/>
        </w:rPr>
        <w:t>ни</w:t>
      </w:r>
      <w:r>
        <w:rPr>
          <w:kern w:val="28"/>
          <w:sz w:val="24"/>
          <w:szCs w:val="24"/>
        </w:rPr>
        <w:t>версальные  комплексные площадки</w:t>
      </w:r>
      <w:r w:rsidRPr="00155F9D">
        <w:rPr>
          <w:kern w:val="28"/>
          <w:sz w:val="24"/>
          <w:szCs w:val="24"/>
        </w:rPr>
        <w:t xml:space="preserve"> д</w:t>
      </w:r>
      <w:r>
        <w:rPr>
          <w:kern w:val="28"/>
          <w:sz w:val="24"/>
          <w:szCs w:val="24"/>
        </w:rPr>
        <w:t xml:space="preserve">ля спортивных игр с ограждением </w:t>
      </w:r>
      <w:r w:rsidRPr="00155F9D">
        <w:rPr>
          <w:kern w:val="28"/>
          <w:sz w:val="24"/>
          <w:szCs w:val="24"/>
        </w:rPr>
        <w:t>(волейбол, баскетбол, мини футбол и теннис) в нерабочей зоне</w:t>
      </w:r>
      <w:r>
        <w:rPr>
          <w:kern w:val="28"/>
          <w:sz w:val="24"/>
          <w:szCs w:val="24"/>
        </w:rPr>
        <w:t>»</w:t>
      </w:r>
      <w:r w:rsidRPr="00155F9D">
        <w:rPr>
          <w:kern w:val="28"/>
          <w:sz w:val="24"/>
          <w:szCs w:val="24"/>
        </w:rPr>
        <w:t>.</w:t>
      </w:r>
    </w:p>
    <w:p w:rsidR="005C4DAC" w:rsidRDefault="005C4DAC" w:rsidP="004C4EDC">
      <w:pPr>
        <w:ind w:left="180" w:right="252" w:hanging="180"/>
        <w:jc w:val="both"/>
        <w:rPr>
          <w:kern w:val="28"/>
          <w:sz w:val="24"/>
          <w:szCs w:val="24"/>
        </w:rPr>
      </w:pPr>
    </w:p>
    <w:p w:rsidR="005C4DAC" w:rsidRPr="004C4EDC" w:rsidRDefault="005C4DAC" w:rsidP="004C4EDC">
      <w:pPr>
        <w:jc w:val="both"/>
        <w:outlineLvl w:val="0"/>
        <w:rPr>
          <w:sz w:val="24"/>
          <w:szCs w:val="24"/>
        </w:rPr>
      </w:pPr>
      <w:r>
        <w:rPr>
          <w:kern w:val="28"/>
          <w:sz w:val="24"/>
          <w:szCs w:val="24"/>
        </w:rPr>
        <w:t>3. Исключить из</w:t>
      </w:r>
      <w:r w:rsidRPr="004C4EDC">
        <w:rPr>
          <w:kern w:val="28"/>
          <w:sz w:val="24"/>
          <w:szCs w:val="24"/>
        </w:rPr>
        <w:t xml:space="preserve"> документации</w:t>
      </w:r>
      <w:r>
        <w:rPr>
          <w:kern w:val="28"/>
          <w:sz w:val="24"/>
          <w:szCs w:val="24"/>
        </w:rPr>
        <w:t xml:space="preserve"> о закупке</w:t>
      </w:r>
      <w:r w:rsidRPr="004C4EDC">
        <w:rPr>
          <w:kern w:val="28"/>
          <w:sz w:val="24"/>
          <w:szCs w:val="24"/>
        </w:rPr>
        <w:t xml:space="preserve"> </w:t>
      </w:r>
      <w:r>
        <w:rPr>
          <w:sz w:val="24"/>
          <w:szCs w:val="24"/>
        </w:rPr>
        <w:t>смету</w:t>
      </w:r>
      <w:r w:rsidRPr="004C4EDC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4C4EDC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4C4EDC">
        <w:rPr>
          <w:sz w:val="24"/>
          <w:szCs w:val="24"/>
        </w:rPr>
        <w:t>на проектные работы</w:t>
      </w:r>
      <w:r>
        <w:rPr>
          <w:sz w:val="24"/>
          <w:szCs w:val="24"/>
        </w:rPr>
        <w:t>.</w:t>
      </w:r>
    </w:p>
    <w:p w:rsidR="005C4DAC" w:rsidRPr="004C4EDC" w:rsidRDefault="005C4DAC" w:rsidP="004C4EDC">
      <w:pPr>
        <w:ind w:left="180" w:right="252" w:hanging="180"/>
        <w:jc w:val="both"/>
        <w:rPr>
          <w:sz w:val="24"/>
          <w:szCs w:val="24"/>
        </w:rPr>
      </w:pPr>
    </w:p>
    <w:p w:rsidR="005C4DAC" w:rsidRPr="004C4EDC" w:rsidRDefault="005C4DAC" w:rsidP="00FB799B">
      <w:pPr>
        <w:pStyle w:val="BodyText"/>
        <w:ind w:firstLine="360"/>
        <w:jc w:val="right"/>
        <w:rPr>
          <w:szCs w:val="24"/>
        </w:rPr>
      </w:pPr>
    </w:p>
    <w:p w:rsidR="005C4DAC" w:rsidRPr="004C4EDC" w:rsidRDefault="005C4DAC" w:rsidP="00FB799B">
      <w:pPr>
        <w:pStyle w:val="BodyText"/>
        <w:rPr>
          <w:szCs w:val="24"/>
        </w:rPr>
      </w:pPr>
    </w:p>
    <w:p w:rsidR="005C4DAC" w:rsidRDefault="005C4DAC"/>
    <w:sectPr w:rsidR="005C4DAC" w:rsidSect="00151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99B"/>
    <w:rsid w:val="001510E6"/>
    <w:rsid w:val="00155F9D"/>
    <w:rsid w:val="00186AD2"/>
    <w:rsid w:val="00193AF2"/>
    <w:rsid w:val="00357810"/>
    <w:rsid w:val="00373E2C"/>
    <w:rsid w:val="003E3C22"/>
    <w:rsid w:val="00427F94"/>
    <w:rsid w:val="004C4EDC"/>
    <w:rsid w:val="00537417"/>
    <w:rsid w:val="005B14CE"/>
    <w:rsid w:val="005C4DAC"/>
    <w:rsid w:val="006A2D39"/>
    <w:rsid w:val="00765125"/>
    <w:rsid w:val="007F27FD"/>
    <w:rsid w:val="00826CFC"/>
    <w:rsid w:val="00AE67DC"/>
    <w:rsid w:val="00E76C3D"/>
    <w:rsid w:val="00EE6400"/>
    <w:rsid w:val="00F90504"/>
    <w:rsid w:val="00FB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9B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4EDC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4EDC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BodyText">
    <w:name w:val="Body Text"/>
    <w:aliases w:val="Список 1,Знак1 Знак,Знак1"/>
    <w:basedOn w:val="Normal"/>
    <w:link w:val="BodyTextChar"/>
    <w:uiPriority w:val="99"/>
    <w:rsid w:val="00FB799B"/>
    <w:pPr>
      <w:jc w:val="both"/>
    </w:pPr>
    <w:rPr>
      <w:sz w:val="24"/>
    </w:rPr>
  </w:style>
  <w:style w:type="character" w:customStyle="1" w:styleId="BodyTextChar">
    <w:name w:val="Body Text Char"/>
    <w:aliases w:val="Список 1 Char,Знак1 Знак Char,Знак1 Char"/>
    <w:basedOn w:val="DefaultParagraphFont"/>
    <w:link w:val="BodyText"/>
    <w:uiPriority w:val="99"/>
    <w:locked/>
    <w:rsid w:val="00FB799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B799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FB799B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FB799B"/>
    <w:rPr>
      <w:rFonts w:ascii="Arial" w:eastAsia="Times New Roman" w:hAnsi="Arial"/>
      <w:sz w:val="22"/>
      <w:lang w:eastAsia="ru-RU"/>
    </w:rPr>
  </w:style>
  <w:style w:type="paragraph" w:styleId="ListParagraph">
    <w:name w:val="List Paragraph"/>
    <w:basedOn w:val="Normal"/>
    <w:uiPriority w:val="99"/>
    <w:qFormat/>
    <w:rsid w:val="004C4E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olfootball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220</Words>
  <Characters>1260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СОК</cp:lastModifiedBy>
  <cp:revision>5</cp:revision>
  <cp:lastPrinted>2012-09-26T04:23:00Z</cp:lastPrinted>
  <dcterms:created xsi:type="dcterms:W3CDTF">2012-09-26T04:04:00Z</dcterms:created>
  <dcterms:modified xsi:type="dcterms:W3CDTF">2012-09-26T05:35:00Z</dcterms:modified>
</cp:coreProperties>
</file>