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FF" w:rsidRPr="000954F6" w:rsidRDefault="00080EFF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Приложение № 1</w:t>
      </w:r>
    </w:p>
    <w:p w:rsidR="00080EFF" w:rsidRPr="000954F6" w:rsidRDefault="00080EFF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к Извещению от «24» октября 2012г.</w:t>
      </w:r>
    </w:p>
    <w:p w:rsidR="00080EFF" w:rsidRPr="000954F6" w:rsidRDefault="00080EFF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0954F6">
        <w:rPr>
          <w:rFonts w:ascii="Times New Roman" w:hAnsi="Times New Roman"/>
        </w:rPr>
        <w:t>№ 0356300120312000053</w:t>
      </w:r>
    </w:p>
    <w:p w:rsidR="00080EFF" w:rsidRPr="000954F6" w:rsidRDefault="00080EFF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о проведении запроса котировок</w:t>
      </w:r>
    </w:p>
    <w:p w:rsidR="00080EFF" w:rsidRPr="000954F6" w:rsidRDefault="00080EFF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p w:rsidR="00080EFF" w:rsidRPr="000954F6" w:rsidRDefault="00080EFF" w:rsidP="000954F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0954F6">
        <w:rPr>
          <w:rFonts w:ascii="Times New Roman" w:hAnsi="Times New Roman"/>
          <w:b/>
        </w:rPr>
        <w:t xml:space="preserve">Техническое задание </w:t>
      </w:r>
    </w:p>
    <w:p w:rsidR="00080EFF" w:rsidRPr="000954F6" w:rsidRDefault="00080EFF" w:rsidP="000954F6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 w:rsidRPr="000954F6">
        <w:rPr>
          <w:rFonts w:ascii="Times New Roman" w:hAnsi="Times New Roman"/>
          <w:b/>
        </w:rPr>
        <w:t>на приобретение изделий медицинского назначения (емкость-контейнеры, пакеты)</w:t>
      </w:r>
    </w:p>
    <w:p w:rsidR="00080EFF" w:rsidRPr="000954F6" w:rsidRDefault="00080EFF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p w:rsidR="00080EFF" w:rsidRPr="000954F6" w:rsidRDefault="00080EFF" w:rsidP="000954F6">
      <w:pPr>
        <w:widowControl w:val="0"/>
        <w:spacing w:after="0" w:line="240" w:lineRule="auto"/>
        <w:jc w:val="right"/>
        <w:rPr>
          <w:rFonts w:ascii="Times New Roman" w:hAnsi="Times New Roman"/>
        </w:rPr>
      </w:pPr>
    </w:p>
    <w:p w:rsidR="00080EFF" w:rsidRPr="000954F6" w:rsidRDefault="00080EFF" w:rsidP="000954F6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highlight w:val="lightGray"/>
        </w:rPr>
      </w:pPr>
      <w:r w:rsidRPr="000954F6">
        <w:rPr>
          <w:rFonts w:ascii="Times New Roman" w:hAnsi="Times New Roman"/>
        </w:rPr>
        <w:t xml:space="preserve">Емкость- контейнер для медицинских отходов класса «Б» на </w:t>
      </w:r>
      <w:smartTag w:uri="urn:schemas-microsoft-com:office:smarttags" w:element="metricconverter">
        <w:smartTagPr>
          <w:attr w:name="ProductID" w:val="0,5 литров"/>
        </w:smartTagPr>
        <w:r w:rsidRPr="000954F6">
          <w:rPr>
            <w:rFonts w:ascii="Times New Roman" w:hAnsi="Times New Roman"/>
          </w:rPr>
          <w:t>0,5 литров</w:t>
        </w:r>
      </w:smartTag>
      <w:r w:rsidRPr="000954F6">
        <w:rPr>
          <w:rFonts w:ascii="Times New Roman" w:hAnsi="Times New Roman"/>
        </w:rPr>
        <w:t>(для медицинских отходов в емкости и утилизации )- 5</w:t>
      </w:r>
      <w:r w:rsidRPr="000954F6">
        <w:rPr>
          <w:rFonts w:ascii="Times New Roman" w:hAnsi="Times New Roman"/>
          <w:b/>
        </w:rPr>
        <w:t>00 шт</w:t>
      </w:r>
    </w:p>
    <w:p w:rsidR="00080EFF" w:rsidRPr="000954F6" w:rsidRDefault="00080EFF" w:rsidP="000954F6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0954F6">
        <w:rPr>
          <w:rFonts w:ascii="Times New Roman" w:hAnsi="Times New Roman"/>
        </w:rPr>
        <w:t xml:space="preserve">Емкость- контейнер для медицинских отходов класса «Б» на </w:t>
      </w:r>
      <w:smartTag w:uri="urn:schemas-microsoft-com:office:smarttags" w:element="metricconverter">
        <w:smartTagPr>
          <w:attr w:name="ProductID" w:val="5,0 литров"/>
        </w:smartTagPr>
        <w:r w:rsidRPr="000954F6">
          <w:rPr>
            <w:rFonts w:ascii="Times New Roman" w:hAnsi="Times New Roman"/>
          </w:rPr>
          <w:t>5,0 литров</w:t>
        </w:r>
      </w:smartTag>
      <w:r w:rsidRPr="000954F6">
        <w:rPr>
          <w:rFonts w:ascii="Times New Roman" w:hAnsi="Times New Roman"/>
        </w:rPr>
        <w:t>(для медицинских отходов в емкости и утилизации )- 10</w:t>
      </w:r>
      <w:r w:rsidRPr="000954F6">
        <w:rPr>
          <w:rFonts w:ascii="Times New Roman" w:hAnsi="Times New Roman"/>
          <w:b/>
        </w:rPr>
        <w:t>0 шт</w:t>
      </w:r>
    </w:p>
    <w:p w:rsidR="00080EFF" w:rsidRPr="000954F6" w:rsidRDefault="00080EFF" w:rsidP="000954F6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0954F6">
        <w:rPr>
          <w:rFonts w:ascii="Times New Roman" w:hAnsi="Times New Roman"/>
        </w:rPr>
        <w:t xml:space="preserve">Емкость- контейнер для медицинских отходов класса «Г» на </w:t>
      </w:r>
      <w:smartTag w:uri="urn:schemas-microsoft-com:office:smarttags" w:element="metricconverter">
        <w:smartTagPr>
          <w:attr w:name="ProductID" w:val="0,5 литров"/>
        </w:smartTagPr>
        <w:r w:rsidRPr="000954F6">
          <w:rPr>
            <w:rFonts w:ascii="Times New Roman" w:hAnsi="Times New Roman"/>
          </w:rPr>
          <w:t>0,5 литров</w:t>
        </w:r>
      </w:smartTag>
      <w:r w:rsidRPr="000954F6">
        <w:rPr>
          <w:rFonts w:ascii="Times New Roman" w:hAnsi="Times New Roman"/>
        </w:rPr>
        <w:t>(для медицинских отходов в емкости и утилизации )- 4</w:t>
      </w:r>
      <w:r w:rsidRPr="000954F6">
        <w:rPr>
          <w:rFonts w:ascii="Times New Roman" w:hAnsi="Times New Roman"/>
          <w:b/>
        </w:rPr>
        <w:t>00 шт</w:t>
      </w:r>
    </w:p>
    <w:p w:rsidR="00080EFF" w:rsidRPr="000954F6" w:rsidRDefault="00080EFF" w:rsidP="000954F6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Пакет для сбора медицинских отходов класса «А»размер 500*600 (для сбора медицинского мусора из ЛПУ, белого цвета)-</w:t>
      </w:r>
      <w:r w:rsidRPr="000954F6">
        <w:rPr>
          <w:rFonts w:ascii="Times New Roman" w:hAnsi="Times New Roman"/>
          <w:b/>
        </w:rPr>
        <w:t>35000 шт</w:t>
      </w:r>
      <w:r w:rsidRPr="000954F6">
        <w:rPr>
          <w:rFonts w:ascii="Times New Roman" w:hAnsi="Times New Roman"/>
        </w:rPr>
        <w:t xml:space="preserve"> </w:t>
      </w:r>
    </w:p>
    <w:p w:rsidR="00080EFF" w:rsidRPr="000954F6" w:rsidRDefault="00080EFF" w:rsidP="000954F6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highlight w:val="lightGray"/>
        </w:rPr>
      </w:pPr>
      <w:r w:rsidRPr="000954F6">
        <w:rPr>
          <w:rFonts w:ascii="Times New Roman" w:hAnsi="Times New Roman"/>
        </w:rPr>
        <w:t>Пакет для сбора медицинских отходов класса «Б»размер 500*600 (для сбора медицинских изделий,</w:t>
      </w:r>
      <w:r>
        <w:rPr>
          <w:rFonts w:ascii="Times New Roman" w:hAnsi="Times New Roman"/>
        </w:rPr>
        <w:t xml:space="preserve"> </w:t>
      </w:r>
      <w:r w:rsidRPr="000954F6">
        <w:rPr>
          <w:rFonts w:ascii="Times New Roman" w:hAnsi="Times New Roman"/>
        </w:rPr>
        <w:t>мусора из ЛПУ, белого цвета)3</w:t>
      </w:r>
      <w:r w:rsidRPr="000954F6">
        <w:rPr>
          <w:rFonts w:ascii="Times New Roman" w:hAnsi="Times New Roman"/>
          <w:b/>
        </w:rPr>
        <w:t>000 шт</w:t>
      </w:r>
      <w:r w:rsidRPr="000954F6">
        <w:rPr>
          <w:rFonts w:ascii="Times New Roman" w:hAnsi="Times New Roman"/>
          <w:highlight w:val="lightGray"/>
        </w:rPr>
        <w:t xml:space="preserve"> </w:t>
      </w:r>
    </w:p>
    <w:p w:rsidR="00080EFF" w:rsidRPr="000954F6" w:rsidRDefault="00080EFF" w:rsidP="000954F6">
      <w:pPr>
        <w:pStyle w:val="ListParagraph"/>
        <w:widowControl w:val="0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Пакет для сбора медицинских отходов класса «Г»размер 500*600 (для сбора медицинских изделий,</w:t>
      </w:r>
      <w:r>
        <w:rPr>
          <w:rFonts w:ascii="Times New Roman" w:hAnsi="Times New Roman"/>
        </w:rPr>
        <w:t xml:space="preserve"> </w:t>
      </w:r>
      <w:r w:rsidRPr="000954F6">
        <w:rPr>
          <w:rFonts w:ascii="Times New Roman" w:hAnsi="Times New Roman"/>
        </w:rPr>
        <w:t>мусора из ЛПУ, белого цвета)-5</w:t>
      </w:r>
      <w:r w:rsidRPr="000954F6">
        <w:rPr>
          <w:rFonts w:ascii="Times New Roman" w:hAnsi="Times New Roman"/>
          <w:b/>
        </w:rPr>
        <w:t xml:space="preserve">00 шт. </w:t>
      </w:r>
    </w:p>
    <w:p w:rsidR="00080EFF" w:rsidRPr="000954F6" w:rsidRDefault="00080EFF" w:rsidP="000954F6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0954F6">
        <w:rPr>
          <w:rFonts w:ascii="Times New Roman" w:hAnsi="Times New Roman"/>
        </w:rPr>
        <w:t>Начальник ОМТС и ХО                                                И.Н.Рожков</w:t>
      </w: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тел. 221-79-05</w:t>
      </w: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p w:rsidR="00080EFF" w:rsidRPr="000954F6" w:rsidRDefault="00080EFF" w:rsidP="000954F6">
      <w:pPr>
        <w:pStyle w:val="ListParagraph"/>
        <w:widowControl w:val="0"/>
        <w:spacing w:after="0" w:line="240" w:lineRule="auto"/>
        <w:ind w:left="0"/>
        <w:jc w:val="both"/>
        <w:rPr>
          <w:rFonts w:ascii="Times New Roman" w:hAnsi="Times New Roman"/>
        </w:rPr>
      </w:pPr>
    </w:p>
    <w:sectPr w:rsidR="00080EFF" w:rsidRPr="000954F6" w:rsidSect="000954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8434E"/>
    <w:multiLevelType w:val="hybridMultilevel"/>
    <w:tmpl w:val="AA2E11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CE1"/>
    <w:rsid w:val="00080EFF"/>
    <w:rsid w:val="000954F6"/>
    <w:rsid w:val="000D5CE1"/>
    <w:rsid w:val="00281CAA"/>
    <w:rsid w:val="006A7BAA"/>
    <w:rsid w:val="006C71F4"/>
    <w:rsid w:val="007463EB"/>
    <w:rsid w:val="007A58A2"/>
    <w:rsid w:val="00A67FDE"/>
    <w:rsid w:val="00C64D64"/>
    <w:rsid w:val="00E02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D5C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158</Words>
  <Characters>906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INRojkov</dc:creator>
  <cp:keywords/>
  <dc:description/>
  <cp:lastModifiedBy>AVBaklanova</cp:lastModifiedBy>
  <cp:revision>2</cp:revision>
  <dcterms:created xsi:type="dcterms:W3CDTF">2012-10-24T07:23:00Z</dcterms:created>
  <dcterms:modified xsi:type="dcterms:W3CDTF">2012-10-24T07:23:00Z</dcterms:modified>
</cp:coreProperties>
</file>