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A71" w:rsidRPr="0063791E" w:rsidRDefault="008F3A71" w:rsidP="0063791E">
      <w:pPr>
        <w:ind w:firstLine="567"/>
        <w:jc w:val="right"/>
        <w:rPr>
          <w:rFonts w:ascii="Times New Roman" w:hAnsi="Times New Roman"/>
          <w:sz w:val="20"/>
          <w:szCs w:val="20"/>
        </w:rPr>
      </w:pPr>
      <w:r w:rsidRPr="0063791E">
        <w:rPr>
          <w:rFonts w:ascii="Times New Roman" w:hAnsi="Times New Roman"/>
          <w:sz w:val="20"/>
          <w:szCs w:val="20"/>
        </w:rPr>
        <w:t>Приложение № 1</w:t>
      </w:r>
    </w:p>
    <w:p w:rsidR="008F3A71" w:rsidRPr="0063791E" w:rsidRDefault="008F3A71" w:rsidP="0063791E">
      <w:pPr>
        <w:ind w:firstLine="567"/>
        <w:jc w:val="right"/>
        <w:rPr>
          <w:rFonts w:ascii="Times New Roman" w:hAnsi="Times New Roman"/>
          <w:sz w:val="20"/>
          <w:szCs w:val="20"/>
        </w:rPr>
      </w:pPr>
      <w:r w:rsidRPr="0063791E">
        <w:rPr>
          <w:rFonts w:ascii="Times New Roman" w:hAnsi="Times New Roman"/>
          <w:sz w:val="20"/>
          <w:szCs w:val="20"/>
        </w:rPr>
        <w:t>К извещению о проведении запроса котировок</w:t>
      </w:r>
    </w:p>
    <w:p w:rsidR="008F3A71" w:rsidRPr="0063791E" w:rsidRDefault="008F3A71" w:rsidP="0063791E">
      <w:pPr>
        <w:ind w:firstLine="567"/>
        <w:jc w:val="right"/>
        <w:rPr>
          <w:rFonts w:ascii="Times New Roman" w:hAnsi="Times New Roman"/>
          <w:sz w:val="20"/>
          <w:szCs w:val="20"/>
        </w:rPr>
      </w:pPr>
      <w:r w:rsidRPr="0063791E">
        <w:rPr>
          <w:rFonts w:ascii="Times New Roman" w:hAnsi="Times New Roman"/>
          <w:sz w:val="20"/>
          <w:szCs w:val="20"/>
        </w:rPr>
        <w:t xml:space="preserve">№ __________________ от ______________ 201_ года </w:t>
      </w:r>
    </w:p>
    <w:p w:rsidR="008F3A71" w:rsidRPr="0063791E" w:rsidRDefault="008F3A71" w:rsidP="0063791E">
      <w:pPr>
        <w:rPr>
          <w:rFonts w:ascii="Times New Roman" w:hAnsi="Times New Roman"/>
          <w:sz w:val="20"/>
          <w:szCs w:val="20"/>
          <w:highlight w:val="yellow"/>
        </w:rPr>
      </w:pPr>
    </w:p>
    <w:p w:rsidR="008F3A71" w:rsidRDefault="008F3A71">
      <w:pPr>
        <w:spacing w:line="276" w:lineRule="auto"/>
        <w:ind w:left="5670"/>
        <w:rPr>
          <w:rFonts w:ascii="Times New Roman" w:hAnsi="Times New Roman"/>
          <w:sz w:val="18"/>
          <w:szCs w:val="18"/>
        </w:rPr>
      </w:pPr>
    </w:p>
    <w:p w:rsidR="008F3A71" w:rsidRPr="008F2A08" w:rsidRDefault="008F3A71" w:rsidP="008F2A08">
      <w:pPr>
        <w:spacing w:line="276" w:lineRule="auto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Утверждаю:</w:t>
      </w:r>
    </w:p>
    <w:p w:rsidR="008F3A71" w:rsidRPr="008F2A08" w:rsidRDefault="008F3A71" w:rsidP="008F2A0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и.о.главного врача</w:t>
      </w:r>
    </w:p>
    <w:p w:rsidR="008F3A71" w:rsidRPr="008F2A08" w:rsidRDefault="008F3A71" w:rsidP="008F2A08">
      <w:pPr>
        <w:spacing w:line="276" w:lineRule="auto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МБУЗ « ГСП №3»</w:t>
      </w:r>
    </w:p>
    <w:p w:rsidR="008F3A71" w:rsidRPr="008F2A08" w:rsidRDefault="008F3A71" w:rsidP="008F2A08">
      <w:pPr>
        <w:spacing w:line="276" w:lineRule="auto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_____________И.В.Багау</w:t>
      </w:r>
      <w:r>
        <w:rPr>
          <w:rFonts w:ascii="Times New Roman" w:hAnsi="Times New Roman"/>
          <w:sz w:val="24"/>
          <w:szCs w:val="24"/>
        </w:rPr>
        <w:t>т</w:t>
      </w:r>
      <w:r w:rsidRPr="008F2A08">
        <w:rPr>
          <w:rFonts w:ascii="Times New Roman" w:hAnsi="Times New Roman"/>
          <w:sz w:val="24"/>
          <w:szCs w:val="24"/>
        </w:rPr>
        <w:t>динова</w:t>
      </w:r>
    </w:p>
    <w:p w:rsidR="008F3A71" w:rsidRPr="008F2A08" w:rsidRDefault="008F3A71" w:rsidP="008F2A08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________________________2012г</w:t>
      </w:r>
      <w:r w:rsidRPr="008F2A08">
        <w:rPr>
          <w:rFonts w:ascii="Times New Roman" w:hAnsi="Times New Roman"/>
          <w:b/>
          <w:sz w:val="24"/>
          <w:szCs w:val="24"/>
        </w:rPr>
        <w:t xml:space="preserve"> </w:t>
      </w:r>
    </w:p>
    <w:p w:rsidR="008F3A71" w:rsidRPr="008F2A08" w:rsidRDefault="008F3A71" w:rsidP="008F2A08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8F3A71" w:rsidRDefault="008F3A71" w:rsidP="008F2A08">
      <w:pPr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F2A08">
        <w:rPr>
          <w:rFonts w:ascii="Times New Roman" w:hAnsi="Times New Roman"/>
          <w:b/>
          <w:sz w:val="24"/>
          <w:szCs w:val="24"/>
        </w:rPr>
        <w:t>Техническое задание на изготовление и монтаж мебели в помещениях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8F2A08">
        <w:rPr>
          <w:rFonts w:ascii="Times New Roman" w:hAnsi="Times New Roman"/>
          <w:b/>
          <w:sz w:val="24"/>
          <w:szCs w:val="24"/>
        </w:rPr>
        <w:t xml:space="preserve"> МБУЗ «ГСП№3» по адресу: г.Пермь, ул.Крисанова,</w:t>
      </w:r>
      <w:r>
        <w:rPr>
          <w:rFonts w:ascii="Times New Roman" w:hAnsi="Times New Roman"/>
          <w:b/>
          <w:sz w:val="24"/>
          <w:szCs w:val="24"/>
        </w:rPr>
        <w:t>10</w:t>
      </w:r>
      <w:r w:rsidRPr="008F2A08">
        <w:rPr>
          <w:rFonts w:ascii="Times New Roman" w:hAnsi="Times New Roman"/>
          <w:b/>
          <w:sz w:val="24"/>
          <w:szCs w:val="24"/>
        </w:rPr>
        <w:t>.</w:t>
      </w:r>
    </w:p>
    <w:p w:rsidR="008F3A71" w:rsidRPr="008F2A08" w:rsidRDefault="008F3A71" w:rsidP="008F2A08">
      <w:pPr>
        <w:spacing w:line="276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F3A71" w:rsidRPr="008F2A08" w:rsidRDefault="008F3A71" w:rsidP="008F2A08">
      <w:pPr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Требования к приобретаемой мебели.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1. Все материалы, используемые для изготовления мебели должны соответствовать государственным стандартам и сопровождаться удостоверениями качества, гигиеническими сертификатами, сертификатами соответствия (обязательной сертификации) и другими документами, подтверждающими качество.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2. Для выполнения заказа организация должна обладать соответствующими производственными мощностями.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3.Мебель должна выдерживать многократную разборку и сборку без потери функциональных свойств, наружные и внутренние поверхности мебели должны быть гладкими и устойчивыми к воздействию моющих и дезинфицирующих средств.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4.Поставщик должен осуществлять доставку, разгрузку, подъём на этаж, сборку, уборку и вывоз упаковки.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5. Гарантийньий срок на поставляемую мебель — 36мес.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Спецификация мебели (чертежи прилагаются).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Кабинет 1.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1. Комплект 1500*600* 850 с 2 мойками из нержавеющей стали(входят в стоимость). Столешница З8мм покрыта пластиком, стеновая панель 6мм покрыта пластиком, плинтус пристеночный пластиковый REHAU, цоколь пластиковый. ЛДСП 16мм. Фасады в кромке ПВХ 2мм, остальное в ПВХ, 04мм.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2. Стол 1500*600*900. Столешница З8мм покрыта пластиком, ЛДСП 16мм. Ящики - метабоксы полного выдвижения. Фасады в кромке ПВХ 2мм, остальное в ПВХ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Кабинет  2.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1. Комплект 3700*600*890 с 2 мойками из нержавеющей стали (входят в стоимость). Столешница З8мм покрыта пластиком, стеновая панель 6мм покрыта пластиком, плинтус пристеночный пластиковый REHAU цоколь пластиковый. ЛДСП 16мм. Ящики - метабоксы полного выдвижения. Фасады в кромке ПВХ 2мм, остальное в ПВХ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2. Шкафы навесные 1500*300*700. ЛДСП 16мм. Фасады в кромке ПВХ 2мм, остальное в ПВХ 0,4мм. Задняя стенка ЛДВП.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Кабинет  3.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1. Комплект 34 10*600*900 с 2 мойками из нержавеющей стали (входят в стоимость). Столешница З8мм покрыта пластиком, стеновая панель 6мм покрыта пластиком, плинтус пристеночный пластиковый REHAU, цоколь пластиковый. ЛДСП 16мм. Ящики - метабоксы полного выдвижения. Фасады в кромке ПВХ 2мм, остальное в ПВХ 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2. Шкафы навесные 1500*300*700. ЛДСП 16мм. Фасады в кромке ПВХ 2мм, остальное в ПВХ 0,4мм. Задняя стенка ЛДВП.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Кабинет Х 4.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Блок В.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1. Комплект 2200*600*900 с мойкой из нержавеющей стали (входит в стоимость). Столешница З8мм покрыта пластиком, стеновая панель 6мм покрыта пластиком, плинтус пристеночный пластиковый REHAU, цоколь пластиковый. ЛДСП 16мм. Ящики - метабоксы полного выдвижения. Фасады в кромке ПВХ 2мм, остальное в ПВХ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Блок С.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2. Комплект 1900*600*900 с мойкой из нержавеющей стали (входит в стоимость). Столешница З8мм покрыта пластиком, стеновая панель 6мм покрыта пластиком, плинтус пристеночный пластиковый REHAU, цоколь пластиковый. ЛДСП 16мм. Ящики - метабоксы полного выдвижения. Фасады в кромке ПВХ 2мм, остальное в ПВХ 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Блок А.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3. Стол 1900*600*900. Столешница из ЛДСП З2мм, остальное - ЛДСП 16мм. Ящики на направляющих полного выдвижения. Фасады в кромке ПВХ 2мм, остальное в ПВХ 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4. Надстройка на столешницу. ЛДСП 16мм. Задняя стенка ЛДВП. Фасады в кромке ПВХ 2мм, остальное в ПВХ  0,4мм.</w:t>
      </w:r>
    </w:p>
    <w:p w:rsidR="008F3A71" w:rsidRPr="008F2A08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Цвет материалов по согласованию с заказчиком.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A08">
        <w:rPr>
          <w:rFonts w:ascii="Times New Roman" w:hAnsi="Times New Roman"/>
          <w:sz w:val="24"/>
          <w:szCs w:val="24"/>
        </w:rPr>
        <w:t>Мебель необходимо изготовить до 25.11.1 2г.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3A71" w:rsidRDefault="008F3A71" w:rsidP="0063791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хозяйственного отдела                                                           А.В.Пестриков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тел. 238-40-35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3A71" w:rsidRDefault="008F3A71" w:rsidP="0063791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Главная медсестра                                                                                      С.С.Носова   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тел.238-40-58</w:t>
      </w:r>
    </w:p>
    <w:p w:rsidR="008F3A71" w:rsidRDefault="008F3A7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F3A71" w:rsidRDefault="008F3A71" w:rsidP="0063791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Эпидемиолог                                                                                              Т.В.Клюева</w:t>
      </w:r>
    </w:p>
    <w:p w:rsidR="008F3A71" w:rsidRPr="008F2A08" w:rsidRDefault="008F3A71" w:rsidP="0063791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8F3A71" w:rsidRPr="008F2A08" w:rsidSect="008F2A08">
      <w:pgSz w:w="11906" w:h="16838"/>
      <w:pgMar w:top="539" w:right="56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712"/>
    <w:rsid w:val="00131712"/>
    <w:rsid w:val="0063791E"/>
    <w:rsid w:val="006B614A"/>
    <w:rsid w:val="0079001E"/>
    <w:rsid w:val="00836828"/>
    <w:rsid w:val="008F2A08"/>
    <w:rsid w:val="008F3A71"/>
    <w:rsid w:val="00A0224D"/>
    <w:rsid w:val="00A05F27"/>
    <w:rsid w:val="00A8449F"/>
    <w:rsid w:val="00AC6996"/>
    <w:rsid w:val="00B87749"/>
    <w:rsid w:val="00E1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27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1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615</Words>
  <Characters>3506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Olga</cp:lastModifiedBy>
  <cp:revision>4</cp:revision>
  <cp:lastPrinted>2012-10-24T04:50:00Z</cp:lastPrinted>
  <dcterms:created xsi:type="dcterms:W3CDTF">2012-10-24T03:49:00Z</dcterms:created>
  <dcterms:modified xsi:type="dcterms:W3CDTF">2012-10-24T04:50:00Z</dcterms:modified>
</cp:coreProperties>
</file>