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28" w:rsidRPr="000954F6" w:rsidRDefault="00421428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Приложение № 1</w:t>
      </w:r>
    </w:p>
    <w:p w:rsidR="00421428" w:rsidRPr="000954F6" w:rsidRDefault="00421428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к Извещению от «</w:t>
      </w:r>
      <w:r>
        <w:rPr>
          <w:rFonts w:ascii="Times New Roman" w:hAnsi="Times New Roman"/>
        </w:rPr>
        <w:t>31»</w:t>
      </w:r>
      <w:r w:rsidRPr="000954F6">
        <w:rPr>
          <w:rFonts w:ascii="Times New Roman" w:hAnsi="Times New Roman"/>
        </w:rPr>
        <w:t xml:space="preserve"> октября 2012г.</w:t>
      </w:r>
    </w:p>
    <w:p w:rsidR="00421428" w:rsidRPr="000954F6" w:rsidRDefault="00421428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0356300120312000055</w:t>
      </w:r>
    </w:p>
    <w:p w:rsidR="00421428" w:rsidRPr="000954F6" w:rsidRDefault="00421428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о проведении запроса котировок</w:t>
      </w:r>
    </w:p>
    <w:p w:rsidR="00421428" w:rsidRPr="000954F6" w:rsidRDefault="00421428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p w:rsidR="00421428" w:rsidRDefault="00421428" w:rsidP="000954F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0954F6">
        <w:rPr>
          <w:rFonts w:ascii="Times New Roman" w:hAnsi="Times New Roman"/>
          <w:b/>
        </w:rPr>
        <w:t xml:space="preserve">Техническое задание </w:t>
      </w:r>
    </w:p>
    <w:p w:rsidR="00421428" w:rsidRPr="000954F6" w:rsidRDefault="00421428" w:rsidP="000954F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421428" w:rsidRPr="00004685" w:rsidRDefault="00421428" w:rsidP="000954F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004685">
        <w:rPr>
          <w:rFonts w:ascii="Times New Roman" w:hAnsi="Times New Roman"/>
          <w:b/>
        </w:rPr>
        <w:t>на приобретение п</w:t>
      </w:r>
      <w:r w:rsidRPr="00004685">
        <w:rPr>
          <w:rFonts w:ascii="Times New Roman" w:hAnsi="Times New Roman"/>
          <w:b/>
          <w:color w:val="000000"/>
          <w:lang w:eastAsia="ru-RU"/>
        </w:rPr>
        <w:t>олотенец бумажных в пачках однослойные 250 листов</w:t>
      </w:r>
    </w:p>
    <w:p w:rsidR="00421428" w:rsidRPr="000954F6" w:rsidRDefault="00421428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tbl>
      <w:tblPr>
        <w:tblW w:w="10680" w:type="dxa"/>
        <w:tblLook w:val="00A0"/>
      </w:tblPr>
      <w:tblGrid>
        <w:gridCol w:w="648"/>
        <w:gridCol w:w="2340"/>
        <w:gridCol w:w="5101"/>
        <w:gridCol w:w="1199"/>
        <w:gridCol w:w="1392"/>
      </w:tblGrid>
      <w:tr w:rsidR="00421428" w:rsidRPr="00D14568" w:rsidTr="00004685">
        <w:trPr>
          <w:trHeight w:val="6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28" w:rsidRPr="00C9025E" w:rsidRDefault="00421428" w:rsidP="005D3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C9025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28" w:rsidRPr="00C9025E" w:rsidRDefault="00421428" w:rsidP="005D3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C9025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28" w:rsidRPr="00C9025E" w:rsidRDefault="00421428" w:rsidP="005D3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Технические характеристики (показатели эквивалентности)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28" w:rsidRPr="00C9025E" w:rsidRDefault="00421428" w:rsidP="005D3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7C3347"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28" w:rsidRPr="00C9025E" w:rsidRDefault="00421428" w:rsidP="005D3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C9025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Количество</w:t>
            </w:r>
          </w:p>
        </w:tc>
      </w:tr>
      <w:tr w:rsidR="00421428" w:rsidRPr="00D14568" w:rsidTr="00004685">
        <w:trPr>
          <w:trHeight w:val="120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1428" w:rsidRPr="00C9025E" w:rsidRDefault="00421428" w:rsidP="005D3A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9025E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</w:tcPr>
          <w:p w:rsidR="00421428" w:rsidRPr="00C9025E" w:rsidRDefault="00421428" w:rsidP="005D3A7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9025E">
              <w:rPr>
                <w:rFonts w:ascii="Times New Roman" w:hAnsi="Times New Roman"/>
                <w:color w:val="000000"/>
                <w:lang w:eastAsia="ru-RU"/>
              </w:rPr>
              <w:t>Полотенца бумажные в пачках однослойные 250 листов</w:t>
            </w:r>
          </w:p>
        </w:tc>
        <w:tc>
          <w:tcPr>
            <w:tcW w:w="5101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421428" w:rsidRPr="004E1915" w:rsidRDefault="00421428" w:rsidP="005D3A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Полотенца бумажные в пачках, 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Z</w:t>
            </w:r>
            <w:r w:rsidRPr="004E1915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образное сложение, размер листа 23х23 см, цвет белый, основа Вязь, в пачке 250 листов однослойные, плотность не менее 25 гр. на м</w:t>
            </w:r>
            <w:r w:rsidRPr="004E1915">
              <w:rPr>
                <w:rFonts w:ascii="Times New Roman" w:hAnsi="Times New Roman"/>
                <w:color w:val="000000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, белизна не менее 83%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428" w:rsidRPr="007C3347" w:rsidRDefault="00421428" w:rsidP="005D3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9"/>
                <w:szCs w:val="19"/>
                <w:lang w:eastAsia="ru-RU"/>
              </w:rPr>
              <w:t>пачка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428" w:rsidRPr="00C9025E" w:rsidRDefault="00421428" w:rsidP="000046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1200</w:t>
            </w:r>
          </w:p>
        </w:tc>
      </w:tr>
    </w:tbl>
    <w:p w:rsidR="00421428" w:rsidRDefault="00421428" w:rsidP="00004685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421428" w:rsidRDefault="00421428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p w:rsidR="00421428" w:rsidRPr="000954F6" w:rsidRDefault="00421428" w:rsidP="000954F6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Начальник ОМТС и ХО                                                И.Н.Рожков</w:t>
      </w: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тел. 221-79-05</w:t>
      </w: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421428" w:rsidRPr="000954F6" w:rsidRDefault="00421428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sectPr w:rsidR="00421428" w:rsidRPr="000954F6" w:rsidSect="000954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434E"/>
    <w:multiLevelType w:val="hybridMultilevel"/>
    <w:tmpl w:val="AA2E1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CE1"/>
    <w:rsid w:val="00004685"/>
    <w:rsid w:val="00080EFF"/>
    <w:rsid w:val="0008773B"/>
    <w:rsid w:val="000954F6"/>
    <w:rsid w:val="000D5CE1"/>
    <w:rsid w:val="00281CAA"/>
    <w:rsid w:val="003510FF"/>
    <w:rsid w:val="00421428"/>
    <w:rsid w:val="004E1915"/>
    <w:rsid w:val="004E6131"/>
    <w:rsid w:val="004F75B0"/>
    <w:rsid w:val="005D3A79"/>
    <w:rsid w:val="006A7BAA"/>
    <w:rsid w:val="006C71F4"/>
    <w:rsid w:val="007463EB"/>
    <w:rsid w:val="007A58A2"/>
    <w:rsid w:val="007C3347"/>
    <w:rsid w:val="009D0577"/>
    <w:rsid w:val="00A67FDE"/>
    <w:rsid w:val="00B45EB7"/>
    <w:rsid w:val="00C64D64"/>
    <w:rsid w:val="00C9025E"/>
    <w:rsid w:val="00D14568"/>
    <w:rsid w:val="00E02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5C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95</Words>
  <Characters>546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INRojkov</dc:creator>
  <cp:keywords/>
  <dc:description/>
  <cp:lastModifiedBy>AVBaklanova</cp:lastModifiedBy>
  <cp:revision>3</cp:revision>
  <dcterms:created xsi:type="dcterms:W3CDTF">2012-10-26T05:28:00Z</dcterms:created>
  <dcterms:modified xsi:type="dcterms:W3CDTF">2012-10-31T07:12:00Z</dcterms:modified>
</cp:coreProperties>
</file>