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69" w:rsidRPr="00697F8D" w:rsidRDefault="00F82F69" w:rsidP="00697F8D">
      <w:pPr>
        <w:jc w:val="right"/>
        <w:rPr>
          <w:sz w:val="22"/>
          <w:szCs w:val="22"/>
        </w:rPr>
      </w:pPr>
      <w:r w:rsidRPr="00697F8D">
        <w:rPr>
          <w:sz w:val="22"/>
          <w:szCs w:val="22"/>
        </w:rPr>
        <w:t>Приложение №1</w:t>
      </w:r>
    </w:p>
    <w:p w:rsidR="00F82F69" w:rsidRDefault="00F82F69" w:rsidP="00697F8D">
      <w:pPr>
        <w:jc w:val="right"/>
        <w:rPr>
          <w:sz w:val="28"/>
          <w:szCs w:val="28"/>
        </w:rPr>
      </w:pPr>
      <w:r w:rsidRPr="00697F8D">
        <w:rPr>
          <w:sz w:val="22"/>
          <w:szCs w:val="22"/>
        </w:rPr>
        <w:t>к техническому заданию</w:t>
      </w:r>
    </w:p>
    <w:p w:rsidR="00F82F69" w:rsidRDefault="00F82F69" w:rsidP="003D6C39">
      <w:pPr>
        <w:jc w:val="center"/>
        <w:rPr>
          <w:sz w:val="28"/>
          <w:szCs w:val="28"/>
        </w:rPr>
      </w:pPr>
    </w:p>
    <w:p w:rsidR="00F82F69" w:rsidRPr="003D6C39" w:rsidRDefault="00F82F69" w:rsidP="003D6C39">
      <w:pPr>
        <w:jc w:val="center"/>
        <w:rPr>
          <w:sz w:val="28"/>
          <w:szCs w:val="28"/>
        </w:rPr>
      </w:pPr>
      <w:r w:rsidRPr="003D6C39">
        <w:rPr>
          <w:sz w:val="28"/>
          <w:szCs w:val="28"/>
        </w:rPr>
        <w:t>Перечень оконных заполнений</w:t>
      </w:r>
      <w:r>
        <w:rPr>
          <w:sz w:val="28"/>
          <w:szCs w:val="28"/>
        </w:rPr>
        <w:t xml:space="preserve"> в правом крыле здания поликлиники</w:t>
      </w:r>
      <w:r w:rsidRPr="003D6C39">
        <w:rPr>
          <w:sz w:val="28"/>
          <w:szCs w:val="28"/>
        </w:rPr>
        <w:t>, подлежащих замене, согласно локально-сметному расчету</w:t>
      </w:r>
    </w:p>
    <w:p w:rsidR="00F82F69" w:rsidRPr="003D6C39" w:rsidRDefault="00F82F69" w:rsidP="003D6C39">
      <w:pPr>
        <w:jc w:val="center"/>
        <w:rPr>
          <w:sz w:val="28"/>
          <w:szCs w:val="28"/>
        </w:rPr>
      </w:pPr>
    </w:p>
    <w:p w:rsidR="00F82F69" w:rsidRPr="006E071B" w:rsidRDefault="00F82F69" w:rsidP="00625D58">
      <w:pPr>
        <w:keepNext/>
        <w:ind w:firstLine="567"/>
        <w:jc w:val="center"/>
        <w:rPr>
          <w:b/>
          <w:bCs/>
        </w:rPr>
      </w:pPr>
    </w:p>
    <w:p w:rsidR="00F82F69" w:rsidRDefault="00F82F69" w:rsidP="00625D58">
      <w:r>
        <w:t>- Кабинет №9 (Старшая медсестра)</w:t>
      </w:r>
    </w:p>
    <w:p w:rsidR="00F82F69" w:rsidRDefault="00F82F69"/>
    <w:p w:rsidR="00F82F69" w:rsidRDefault="00F82F69">
      <w:r>
        <w:object w:dxaOrig="22770" w:dyaOrig="10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86.5pt" o:ole="">
            <v:imagedata r:id="rId4" o:title="" cropright="12474f"/>
          </v:shape>
          <o:OLEObject Type="Embed" ProgID="Msxml2.SAXXMLReader.5.0" ShapeID="_x0000_i1025" DrawAspect="Content" ObjectID="_1413964767" r:id="rId5"/>
        </w:obje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946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946" w:type="dxa"/>
          </w:tcPr>
          <w:p w:rsidR="00F82F69" w:rsidRPr="00625D58" w:rsidRDefault="00F82F69" w:rsidP="00614B9F">
            <w:r>
              <w:t>1440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946" w:type="dxa"/>
          </w:tcPr>
          <w:p w:rsidR="00F82F69" w:rsidRPr="00625D58" w:rsidRDefault="00F82F69" w:rsidP="00614B9F">
            <w:r>
              <w:t>1440х500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946" w:type="dxa"/>
          </w:tcPr>
          <w:p w:rsidR="00F82F69" w:rsidRPr="00FE7D82" w:rsidRDefault="00F82F69" w:rsidP="00614B9F">
            <w:r w:rsidRPr="00FE7D82">
              <w:t xml:space="preserve">- Микровентиляция, </w:t>
            </w:r>
          </w:p>
          <w:p w:rsidR="00F82F69" w:rsidRPr="00FE7D82" w:rsidRDefault="00F82F69" w:rsidP="00614B9F">
            <w:r w:rsidRPr="00FE7D82">
              <w:t>- Металлические ручки белого цвета в комплекте,</w:t>
            </w:r>
          </w:p>
          <w:p w:rsidR="00F82F69" w:rsidRPr="00FE7D82" w:rsidRDefault="00F82F69" w:rsidP="00FD103E">
            <w:r w:rsidRPr="00FE7D82">
              <w:t>- Демонтаж глухой металлической решетки,</w:t>
            </w:r>
          </w:p>
          <w:p w:rsidR="00F82F69" w:rsidRPr="00FE7D82" w:rsidRDefault="00F82F69" w:rsidP="00A32773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946" w:type="dxa"/>
          </w:tcPr>
          <w:p w:rsidR="00F82F69" w:rsidRDefault="00F82F69" w:rsidP="0095356A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946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946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/>
    <w:p w:rsidR="00F82F69" w:rsidRDefault="00F82F69"/>
    <w:p w:rsidR="00F82F69" w:rsidRDefault="00F82F69"/>
    <w:p w:rsidR="00F82F69" w:rsidRDefault="00F82F69" w:rsidP="003D6C39">
      <w:r>
        <w:t>- Кабинет №2 (Смотровой кабинет)</w:t>
      </w:r>
    </w:p>
    <w:p w:rsidR="00F82F69" w:rsidRDefault="00F82F69" w:rsidP="003D6C39"/>
    <w:p w:rsidR="00F82F69" w:rsidRDefault="00F82F69" w:rsidP="003D6C39">
      <w:r>
        <w:pict>
          <v:shape id="_x0000_i1026" type="#_x0000_t75" style="width:479.25pt;height:286.5pt">
            <v:imagedata r:id="rId6" o:title="" cropright="12474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946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946" w:type="dxa"/>
          </w:tcPr>
          <w:p w:rsidR="00F82F69" w:rsidRPr="00625D58" w:rsidRDefault="00F82F69" w:rsidP="003D6C39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946" w:type="dxa"/>
          </w:tcPr>
          <w:p w:rsidR="00F82F69" w:rsidRPr="00625D58" w:rsidRDefault="00F82F69" w:rsidP="00614B9F">
            <w:r>
              <w:t>1430х500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614B9F">
            <w:r w:rsidRPr="00625D58">
              <w:t>- Металлические ручки белого цвета в комплекте</w:t>
            </w:r>
          </w:p>
          <w:p w:rsidR="00F82F69" w:rsidRPr="00FE7D82" w:rsidRDefault="00F82F69" w:rsidP="00FE7D82">
            <w:r w:rsidRPr="00FE7D82">
              <w:t>- Демонтаж глухой металлической решетки,</w:t>
            </w:r>
          </w:p>
          <w:p w:rsidR="00F82F69" w:rsidRPr="00625D58" w:rsidRDefault="00F82F69" w:rsidP="00A32773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 xml:space="preserve">.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946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946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946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>
      <w:r>
        <w:t>- Кабинет №1 (Подсобное помещение)</w:t>
      </w:r>
    </w:p>
    <w:p w:rsidR="00F82F69" w:rsidRDefault="00F82F69" w:rsidP="003D6C39"/>
    <w:p w:rsidR="00F82F69" w:rsidRDefault="00F82F69" w:rsidP="003D6C39">
      <w:r>
        <w:pict>
          <v:shape id="_x0000_i1027" type="#_x0000_t75" style="width:355.5pt;height:275.25pt">
            <v:imagedata r:id="rId7" o:title="" cropright="23860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F82F69" w:rsidRPr="00625D58">
        <w:tc>
          <w:tcPr>
            <w:tcW w:w="4507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4089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4089" w:type="dxa"/>
          </w:tcPr>
          <w:p w:rsidR="00F82F69" w:rsidRPr="00625D58" w:rsidRDefault="00F82F69" w:rsidP="00614B9F">
            <w:r>
              <w:t>1000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4089" w:type="dxa"/>
          </w:tcPr>
          <w:p w:rsidR="00F82F69" w:rsidRPr="00625D58" w:rsidRDefault="00F82F69" w:rsidP="00614B9F">
            <w:r>
              <w:t>1000х500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4089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746E28">
            <w:r w:rsidRPr="00625D58">
              <w:t>- Металлические ручки белого цвета</w:t>
            </w:r>
            <w:r>
              <w:t xml:space="preserve"> в комплекте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4089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4089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3D6C39"/>
    <w:p w:rsidR="00F82F69" w:rsidRDefault="00F82F69" w:rsidP="00746E28">
      <w:r>
        <w:t>- Кабинет №3 (Терапевт)</w:t>
      </w:r>
    </w:p>
    <w:p w:rsidR="00F82F69" w:rsidRDefault="00F82F69" w:rsidP="00746E28"/>
    <w:p w:rsidR="00F82F69" w:rsidRDefault="00F82F69" w:rsidP="003D6C39"/>
    <w:p w:rsidR="00F82F69" w:rsidRDefault="00F82F69">
      <w:r>
        <w:pict>
          <v:shape id="_x0000_i1028" type="#_x0000_t75" style="width:380.25pt;height:307.5pt">
            <v:imagedata r:id="rId8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804"/>
      </w:tblGrid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1430х500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FE7D82">
            <w:r w:rsidRPr="00625D58">
              <w:t>- Металлические ручки белого цвета в комплекте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804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804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804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95356A">
            <w:r>
              <w:t>Световой проем №4</w:t>
            </w:r>
          </w:p>
        </w:tc>
        <w:tc>
          <w:tcPr>
            <w:tcW w:w="6804" w:type="dxa"/>
          </w:tcPr>
          <w:p w:rsidR="00F82F69" w:rsidRPr="00625D58" w:rsidRDefault="00F82F69" w:rsidP="00C40DA2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 створка поворотно-откидная</w:t>
            </w:r>
          </w:p>
        </w:tc>
      </w:tr>
    </w:tbl>
    <w:p w:rsidR="00F82F69" w:rsidRDefault="00F82F69"/>
    <w:p w:rsidR="00F82F69" w:rsidRDefault="00F82F69"/>
    <w:p w:rsidR="00F82F69" w:rsidRDefault="00F82F69"/>
    <w:p w:rsidR="00F82F69" w:rsidRDefault="00F82F69"/>
    <w:p w:rsidR="00F82F69" w:rsidRDefault="00F82F69"/>
    <w:p w:rsidR="00F82F69" w:rsidRDefault="00F82F69"/>
    <w:p w:rsidR="00F82F69" w:rsidRDefault="00F82F69"/>
    <w:p w:rsidR="00F82F69" w:rsidRDefault="00F82F69" w:rsidP="0095356A">
      <w:r>
        <w:t>- Кабинет №5 (Сестра – хозяйка)</w:t>
      </w:r>
    </w:p>
    <w:p w:rsidR="00F82F69" w:rsidRDefault="00F82F69" w:rsidP="0095356A"/>
    <w:p w:rsidR="00F82F69" w:rsidRDefault="00F82F69" w:rsidP="0095356A">
      <w:r>
        <w:pict>
          <v:shape id="_x0000_i1029" type="#_x0000_t75" style="width:308.25pt;height:275.25pt">
            <v:imagedata r:id="rId9" o:title="" cropright="23859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662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662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662" w:type="dxa"/>
          </w:tcPr>
          <w:p w:rsidR="00F82F69" w:rsidRPr="00625D58" w:rsidRDefault="00F82F69" w:rsidP="00614B9F">
            <w:r>
              <w:t>1000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662" w:type="dxa"/>
          </w:tcPr>
          <w:p w:rsidR="00F82F69" w:rsidRPr="00625D58" w:rsidRDefault="00F82F69" w:rsidP="00614B9F">
            <w:r>
              <w:t>1000х500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662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Default="00F82F69" w:rsidP="00614B9F">
            <w:r w:rsidRPr="00625D58">
              <w:t>- Металлические ручки белого цвета</w:t>
            </w:r>
            <w:r>
              <w:t xml:space="preserve"> в комплекте</w:t>
            </w:r>
          </w:p>
          <w:p w:rsidR="00F82F69" w:rsidRPr="00FE7D82" w:rsidRDefault="00F82F69" w:rsidP="00FE7D82">
            <w:r w:rsidRPr="00FE7D82">
              <w:t>- Демонтаж глухой металлической решетки,</w:t>
            </w:r>
          </w:p>
          <w:p w:rsidR="00F82F69" w:rsidRPr="00625D58" w:rsidRDefault="00F82F69" w:rsidP="00A32773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662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</w:t>
            </w:r>
            <w:r>
              <w:t xml:space="preserve"> проем №1</w:t>
            </w:r>
          </w:p>
        </w:tc>
        <w:tc>
          <w:tcPr>
            <w:tcW w:w="6662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95356A">
            <w:r w:rsidRPr="00625D58">
              <w:t>Световой</w:t>
            </w:r>
            <w:r>
              <w:t xml:space="preserve"> проем №2</w:t>
            </w:r>
          </w:p>
        </w:tc>
        <w:tc>
          <w:tcPr>
            <w:tcW w:w="6662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 w:rsidP="0095356A"/>
    <w:p w:rsidR="00F82F69" w:rsidRDefault="00F82F69">
      <w:r>
        <w:t xml:space="preserve">- Кабинет №7 </w:t>
      </w:r>
    </w:p>
    <w:p w:rsidR="00F82F69" w:rsidRDefault="00F82F69"/>
    <w:p w:rsidR="00F82F69" w:rsidRDefault="00F82F69" w:rsidP="00072C2F">
      <w:r>
        <w:pict>
          <v:shape id="_x0000_i1030" type="#_x0000_t75" style="width:380.25pt;height:307.5pt">
            <v:imagedata r:id="rId10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946" w:type="dxa"/>
          </w:tcPr>
          <w:p w:rsidR="00F82F69" w:rsidRPr="00625D58" w:rsidRDefault="00F82F69" w:rsidP="00614B9F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946" w:type="dxa"/>
          </w:tcPr>
          <w:p w:rsidR="00F82F69" w:rsidRPr="00625D58" w:rsidRDefault="00F82F69" w:rsidP="00614B9F">
            <w:r>
              <w:t>1430х500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614B9F">
            <w:r w:rsidRPr="00625D58">
              <w:t>- Металлические ручки белого цвета в комплекте</w:t>
            </w:r>
          </w:p>
          <w:p w:rsidR="00F82F69" w:rsidRPr="00FE7D82" w:rsidRDefault="00F82F69" w:rsidP="00FE7D82">
            <w:r w:rsidRPr="00FE7D82">
              <w:t>- Демонтаж металлической решетки,</w:t>
            </w:r>
          </w:p>
          <w:p w:rsidR="00F82F69" w:rsidRPr="00625D58" w:rsidRDefault="00F82F69" w:rsidP="00DE016A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946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946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946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946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614B9F">
            <w:r>
              <w:t>Световой проем №4</w:t>
            </w:r>
          </w:p>
        </w:tc>
        <w:tc>
          <w:tcPr>
            <w:tcW w:w="6946" w:type="dxa"/>
          </w:tcPr>
          <w:p w:rsidR="00F82F69" w:rsidRPr="00625D58" w:rsidRDefault="00F82F69" w:rsidP="00C40DA2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 створка поворотно-откидная</w:t>
            </w:r>
          </w:p>
        </w:tc>
      </w:tr>
    </w:tbl>
    <w:p w:rsidR="00F82F69" w:rsidRDefault="00F82F69" w:rsidP="00072C2F"/>
    <w:p w:rsidR="00F82F69" w:rsidRDefault="00F82F69" w:rsidP="00072C2F"/>
    <w:p w:rsidR="00F82F69" w:rsidRDefault="00F82F69" w:rsidP="00072C2F"/>
    <w:p w:rsidR="00F82F69" w:rsidRDefault="00F82F69" w:rsidP="00072C2F"/>
    <w:p w:rsidR="00F82F69" w:rsidRDefault="00F82F69" w:rsidP="00072C2F"/>
    <w:p w:rsidR="00F82F69" w:rsidRDefault="00F82F69" w:rsidP="00072C2F"/>
    <w:p w:rsidR="00F82F69" w:rsidRDefault="00F82F69">
      <w:r>
        <w:t>- Кабинет №4 (Терапевт)</w:t>
      </w:r>
    </w:p>
    <w:p w:rsidR="00F82F69" w:rsidRDefault="00F82F69"/>
    <w:p w:rsidR="00F82F69" w:rsidRDefault="00F82F69" w:rsidP="001752F3">
      <w:r>
        <w:pict>
          <v:shape id="_x0000_i1031" type="#_x0000_t75" style="width:399pt;height:279pt">
            <v:imagedata r:id="rId11" o:title="" cropright="12471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804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2230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2230х500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614B9F">
            <w:r w:rsidRPr="00625D58">
              <w:t>- Металлические ручки белого цвета в комплекте</w:t>
            </w:r>
          </w:p>
          <w:p w:rsidR="00F82F69" w:rsidRPr="00FE7D82" w:rsidRDefault="00F82F69" w:rsidP="00DE016A">
            <w:r w:rsidRPr="00FE7D82">
              <w:t>- Демонтаж металлической решетки,</w:t>
            </w:r>
          </w:p>
          <w:p w:rsidR="00F82F69" w:rsidRPr="00625D58" w:rsidRDefault="00F82F69" w:rsidP="00DE016A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804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804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804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№4</w:t>
            </w:r>
          </w:p>
        </w:tc>
        <w:tc>
          <w:tcPr>
            <w:tcW w:w="6804" w:type="dxa"/>
          </w:tcPr>
          <w:p w:rsidR="00F82F69" w:rsidRPr="00625D58" w:rsidRDefault="00F82F69" w:rsidP="00A32773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>
      <w:r>
        <w:pict>
          <v:shape id="_x0000_i1032" type="#_x0000_t75" style="width:380.25pt;height:307.5pt">
            <v:imagedata r:id="rId12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F82F69" w:rsidRPr="00625D58">
        <w:tc>
          <w:tcPr>
            <w:tcW w:w="4507" w:type="dxa"/>
          </w:tcPr>
          <w:p w:rsidR="00F82F69" w:rsidRPr="00625D58" w:rsidRDefault="00F82F69" w:rsidP="00DC2029">
            <w:r w:rsidRPr="00625D58">
              <w:t>Количество</w:t>
            </w:r>
          </w:p>
        </w:tc>
        <w:tc>
          <w:tcPr>
            <w:tcW w:w="4089" w:type="dxa"/>
          </w:tcPr>
          <w:p w:rsidR="00F82F69" w:rsidRPr="00625D58" w:rsidRDefault="00F82F69" w:rsidP="00DC2029">
            <w:r w:rsidRPr="00625D58">
              <w:t>1 шт.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DC2029">
            <w:r w:rsidRPr="00625D58">
              <w:t>Дополнительно:</w:t>
            </w:r>
          </w:p>
        </w:tc>
        <w:tc>
          <w:tcPr>
            <w:tcW w:w="4089" w:type="dxa"/>
          </w:tcPr>
          <w:p w:rsidR="00F82F69" w:rsidRPr="00625D58" w:rsidRDefault="00F82F69" w:rsidP="00DC2029">
            <w:r w:rsidRPr="00625D58">
              <w:t xml:space="preserve">- Микровентиляция, </w:t>
            </w:r>
          </w:p>
          <w:p w:rsidR="00F82F69" w:rsidRPr="00625D58" w:rsidRDefault="00F82F69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DC2029">
            <w:r w:rsidRPr="00625D58">
              <w:t xml:space="preserve">Цвет </w:t>
            </w:r>
          </w:p>
        </w:tc>
        <w:tc>
          <w:tcPr>
            <w:tcW w:w="4089" w:type="dxa"/>
          </w:tcPr>
          <w:p w:rsidR="00F82F69" w:rsidRPr="00625D58" w:rsidRDefault="00F82F69" w:rsidP="00DC2029">
            <w:r w:rsidRPr="00625D58">
              <w:t>Белый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DC2029">
            <w:r>
              <w:t>Световой проем №1</w:t>
            </w:r>
          </w:p>
        </w:tc>
        <w:tc>
          <w:tcPr>
            <w:tcW w:w="4089" w:type="dxa"/>
          </w:tcPr>
          <w:p w:rsidR="00F82F69" w:rsidRPr="00625D58" w:rsidRDefault="00F82F69" w:rsidP="00C40DA2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панель,створка поворотно-откидная</w:t>
            </w:r>
          </w:p>
        </w:tc>
      </w:tr>
    </w:tbl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>
      <w:r>
        <w:t>- Кабинет №6 (Терапевт)</w:t>
      </w:r>
    </w:p>
    <w:p w:rsidR="00F82F69" w:rsidRDefault="00F82F69" w:rsidP="001752F3"/>
    <w:p w:rsidR="00F82F69" w:rsidRDefault="00F82F69" w:rsidP="001752F3">
      <w:r>
        <w:pict>
          <v:shape id="_x0000_i1033" type="#_x0000_t75" style="width:399pt;height:279pt">
            <v:imagedata r:id="rId13" o:title="" cropright="12471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662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662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662" w:type="dxa"/>
          </w:tcPr>
          <w:p w:rsidR="00F82F69" w:rsidRPr="00625D58" w:rsidRDefault="00F82F69" w:rsidP="00614B9F">
            <w:r>
              <w:t>2230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662" w:type="dxa"/>
          </w:tcPr>
          <w:p w:rsidR="00F82F69" w:rsidRPr="00625D58" w:rsidRDefault="00F82F69" w:rsidP="00614B9F">
            <w:r>
              <w:t>2230х500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662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614B9F">
            <w:r w:rsidRPr="00625D58">
              <w:t>- Металлические ручки белого цвета в комплекте</w:t>
            </w:r>
          </w:p>
          <w:p w:rsidR="00F82F69" w:rsidRPr="00FE7D82" w:rsidRDefault="00F82F69" w:rsidP="00DE016A">
            <w:r w:rsidRPr="00FE7D82">
              <w:t>- Демонтаж металлической решетки,</w:t>
            </w:r>
          </w:p>
          <w:p w:rsidR="00F82F69" w:rsidRPr="00625D58" w:rsidRDefault="00F82F69" w:rsidP="00DE016A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662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662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662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662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№4</w:t>
            </w:r>
          </w:p>
        </w:tc>
        <w:tc>
          <w:tcPr>
            <w:tcW w:w="6662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>
      <w:r>
        <w:pict>
          <v:shape id="_x0000_i1034" type="#_x0000_t75" style="width:380.25pt;height:307.5pt">
            <v:imagedata r:id="rId14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F82F69" w:rsidRPr="00625D58">
        <w:tc>
          <w:tcPr>
            <w:tcW w:w="4507" w:type="dxa"/>
          </w:tcPr>
          <w:p w:rsidR="00F82F69" w:rsidRPr="00625D58" w:rsidRDefault="00F82F69" w:rsidP="00DC2029">
            <w:r w:rsidRPr="00625D58">
              <w:t>Количество</w:t>
            </w:r>
          </w:p>
        </w:tc>
        <w:tc>
          <w:tcPr>
            <w:tcW w:w="4089" w:type="dxa"/>
          </w:tcPr>
          <w:p w:rsidR="00F82F69" w:rsidRPr="00625D58" w:rsidRDefault="00F82F69" w:rsidP="00DC2029">
            <w:r w:rsidRPr="00625D58">
              <w:t>1 шт.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DC2029">
            <w:r w:rsidRPr="00625D58">
              <w:t>Дополнительно:</w:t>
            </w:r>
          </w:p>
        </w:tc>
        <w:tc>
          <w:tcPr>
            <w:tcW w:w="4089" w:type="dxa"/>
          </w:tcPr>
          <w:p w:rsidR="00F82F69" w:rsidRPr="00625D58" w:rsidRDefault="00F82F69" w:rsidP="00DC2029">
            <w:r w:rsidRPr="00625D58">
              <w:t xml:space="preserve">- Микровентиляция, </w:t>
            </w:r>
          </w:p>
          <w:p w:rsidR="00F82F69" w:rsidRPr="00625D58" w:rsidRDefault="00F82F69" w:rsidP="00DC2029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DC2029">
            <w:r w:rsidRPr="00625D58">
              <w:t xml:space="preserve">Цвет </w:t>
            </w:r>
          </w:p>
        </w:tc>
        <w:tc>
          <w:tcPr>
            <w:tcW w:w="4089" w:type="dxa"/>
          </w:tcPr>
          <w:p w:rsidR="00F82F69" w:rsidRPr="00625D58" w:rsidRDefault="00F82F69" w:rsidP="00DC2029">
            <w:r w:rsidRPr="00625D58">
              <w:t>Белый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DE016A">
            <w:r>
              <w:t>Световой проем №1</w:t>
            </w:r>
          </w:p>
        </w:tc>
        <w:tc>
          <w:tcPr>
            <w:tcW w:w="4089" w:type="dxa"/>
          </w:tcPr>
          <w:p w:rsidR="00F82F69" w:rsidRPr="00625D58" w:rsidRDefault="00F82F69" w:rsidP="00C40DA2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 створка поворотно-откидная</w:t>
            </w:r>
          </w:p>
        </w:tc>
      </w:tr>
    </w:tbl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1752F3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>
      <w:r>
        <w:t>- Кабинет №15</w:t>
      </w:r>
    </w:p>
    <w:p w:rsidR="00F82F69" w:rsidRDefault="00F82F69" w:rsidP="00CD383F"/>
    <w:p w:rsidR="00F82F69" w:rsidRDefault="00F82F69" w:rsidP="00CD383F">
      <w:r>
        <w:pict>
          <v:shape id="_x0000_i1035" type="#_x0000_t75" style="width:355.5pt;height:275.25pt">
            <v:imagedata r:id="rId15" o:title="" cropright="23860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6520"/>
      </w:tblGrid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520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520" w:type="dxa"/>
          </w:tcPr>
          <w:p w:rsidR="00F82F69" w:rsidRPr="00625D58" w:rsidRDefault="00F82F69" w:rsidP="00614B9F">
            <w:r>
              <w:t>1000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520" w:type="dxa"/>
          </w:tcPr>
          <w:p w:rsidR="00F82F69" w:rsidRPr="00625D58" w:rsidRDefault="00F82F69" w:rsidP="00614B9F">
            <w:r>
              <w:t>1000х500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520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Default="00F82F69" w:rsidP="00614B9F">
            <w:r w:rsidRPr="00625D58">
              <w:t>- Металлические ручки белого цвета</w:t>
            </w:r>
            <w:r>
              <w:t xml:space="preserve"> в комплекте</w:t>
            </w:r>
          </w:p>
          <w:p w:rsidR="00F82F69" w:rsidRPr="00FE7D82" w:rsidRDefault="00F82F69" w:rsidP="00DE016A">
            <w:r w:rsidRPr="00FE7D82">
              <w:t>- Демонтаж металлической решетки,</w:t>
            </w:r>
          </w:p>
          <w:p w:rsidR="00F82F69" w:rsidRPr="00625D58" w:rsidRDefault="00F82F69" w:rsidP="00DE016A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520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>Световой</w:t>
            </w:r>
            <w:r>
              <w:t xml:space="preserve"> проем №1</w:t>
            </w:r>
          </w:p>
        </w:tc>
        <w:tc>
          <w:tcPr>
            <w:tcW w:w="6520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614B9F">
            <w:r w:rsidRPr="00625D58">
              <w:t>Световой</w:t>
            </w:r>
            <w:r>
              <w:t xml:space="preserve"> проем №2</w:t>
            </w:r>
          </w:p>
        </w:tc>
        <w:tc>
          <w:tcPr>
            <w:tcW w:w="6520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/>
    <w:p w:rsidR="00F82F69" w:rsidRDefault="00F82F69">
      <w:r>
        <w:t xml:space="preserve">- Раздевалка </w:t>
      </w:r>
    </w:p>
    <w:p w:rsidR="00F82F69" w:rsidRDefault="00F82F69"/>
    <w:p w:rsidR="00F82F69" w:rsidRDefault="00F82F69" w:rsidP="00CD383F">
      <w:r>
        <w:pict>
          <v:shape id="_x0000_i1036" type="#_x0000_t75" style="width:479.25pt;height:286.5pt">
            <v:imagedata r:id="rId16" o:title="" cropright="12474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804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1430х500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DE016A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804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804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Сэндвич-панель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№4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Сэндвич-панель</w:t>
            </w:r>
          </w:p>
        </w:tc>
      </w:tr>
    </w:tbl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 w:rsidP="00CD383F"/>
    <w:p w:rsidR="00F82F69" w:rsidRDefault="00F82F69">
      <w:r>
        <w:t>- Регистратура</w:t>
      </w:r>
    </w:p>
    <w:p w:rsidR="00F82F69" w:rsidRDefault="00F82F69" w:rsidP="00614B9F"/>
    <w:p w:rsidR="00F82F69" w:rsidRDefault="00F82F69" w:rsidP="00614B9F">
      <w:r>
        <w:pict>
          <v:shape id="_x0000_i1037" type="#_x0000_t75" style="width:479.25pt;height:286.5pt">
            <v:imagedata r:id="rId17" o:title="" cropright="12474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6804"/>
      </w:tblGrid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Количество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1 шт.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Отлив:</w:t>
            </w:r>
          </w:p>
        </w:tc>
        <w:tc>
          <w:tcPr>
            <w:tcW w:w="6804" w:type="dxa"/>
          </w:tcPr>
          <w:p w:rsidR="00F82F69" w:rsidRPr="00625D58" w:rsidRDefault="00F82F69" w:rsidP="00675484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Подоконник:</w:t>
            </w:r>
          </w:p>
        </w:tc>
        <w:tc>
          <w:tcPr>
            <w:tcW w:w="6804" w:type="dxa"/>
          </w:tcPr>
          <w:p w:rsidR="00F82F69" w:rsidRPr="00625D58" w:rsidRDefault="00F82F69" w:rsidP="00614B9F">
            <w:r>
              <w:t>1430х500</w:t>
            </w:r>
            <w:r w:rsidRPr="00625D58">
              <w:t>, ПВХ Белый/Мрамор</w:t>
            </w:r>
          </w:p>
          <w:p w:rsidR="00F82F69" w:rsidRPr="00625D58" w:rsidRDefault="00F82F69" w:rsidP="00614B9F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Дополнительно: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 xml:space="preserve">- Микровентиляция, </w:t>
            </w:r>
          </w:p>
          <w:p w:rsidR="00F82F69" w:rsidRPr="00625D58" w:rsidRDefault="00F82F69" w:rsidP="00614B9F">
            <w:r w:rsidRPr="00625D58">
              <w:t>- Металлические ручки белого цвета в комплекте</w:t>
            </w:r>
          </w:p>
          <w:p w:rsidR="00F82F69" w:rsidRPr="00FE7D82" w:rsidRDefault="00F82F69" w:rsidP="00DE016A">
            <w:r w:rsidRPr="00FE7D82">
              <w:t>- Демонтаж металлической решетки,</w:t>
            </w:r>
          </w:p>
          <w:p w:rsidR="00F82F69" w:rsidRPr="00625D58" w:rsidRDefault="00F82F69" w:rsidP="00DE016A">
            <w:r w:rsidRPr="00FE7D82">
              <w:t>- Изготовление раздвижной металлической решетки из полосовой стали 20*4 и профильной трубы 20*40*1,5</w:t>
            </w:r>
            <w:r>
              <w:t>; 20*30*1,5; 20*20*1,5</w:t>
            </w:r>
            <w:r w:rsidRPr="00FE7D82">
              <w:t>.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 xml:space="preserve">Цвет </w:t>
            </w:r>
          </w:p>
        </w:tc>
        <w:tc>
          <w:tcPr>
            <w:tcW w:w="6804" w:type="dxa"/>
          </w:tcPr>
          <w:p w:rsidR="00F82F69" w:rsidRPr="00625D58" w:rsidRDefault="00F82F69" w:rsidP="00614B9F">
            <w:r w:rsidRPr="00625D58">
              <w:t>Белый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№1</w:t>
            </w:r>
          </w:p>
        </w:tc>
        <w:tc>
          <w:tcPr>
            <w:tcW w:w="6804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 w:rsidRPr="00625D58">
              <w:t>Световой проем №2</w:t>
            </w:r>
          </w:p>
        </w:tc>
        <w:tc>
          <w:tcPr>
            <w:tcW w:w="6804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518" w:type="dxa"/>
          </w:tcPr>
          <w:p w:rsidR="00F82F69" w:rsidRPr="00625D58" w:rsidRDefault="00F82F69" w:rsidP="00614B9F">
            <w:r>
              <w:t>Световой проем №3</w:t>
            </w:r>
          </w:p>
        </w:tc>
        <w:tc>
          <w:tcPr>
            <w:tcW w:w="6804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 w:rsidP="00614B9F"/>
    <w:p w:rsidR="00F82F69" w:rsidRDefault="00F82F69">
      <w:r>
        <w:t>- Холлы</w:t>
      </w:r>
    </w:p>
    <w:p w:rsidR="00F82F69" w:rsidRDefault="00F82F69"/>
    <w:p w:rsidR="00F82F69" w:rsidRDefault="00F82F69" w:rsidP="002407AD">
      <w:r>
        <w:pict>
          <v:shape id="_x0000_i1038" type="#_x0000_t75" style="width:479.25pt;height:286.5pt">
            <v:imagedata r:id="rId18" o:title="" cropright="12474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7"/>
        <w:gridCol w:w="4089"/>
      </w:tblGrid>
      <w:tr w:rsidR="00F82F69" w:rsidRPr="00625D58">
        <w:tc>
          <w:tcPr>
            <w:tcW w:w="4507" w:type="dxa"/>
          </w:tcPr>
          <w:p w:rsidR="00F82F69" w:rsidRPr="00625D58" w:rsidRDefault="00F82F69" w:rsidP="00FE7D82">
            <w:r w:rsidRPr="00625D58">
              <w:t>Количество</w:t>
            </w:r>
          </w:p>
        </w:tc>
        <w:tc>
          <w:tcPr>
            <w:tcW w:w="4089" w:type="dxa"/>
          </w:tcPr>
          <w:p w:rsidR="00F82F69" w:rsidRPr="002407AD" w:rsidRDefault="00F82F69" w:rsidP="00FE7D8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2407AD">
              <w:rPr>
                <w:b/>
                <w:bCs/>
              </w:rPr>
              <w:t xml:space="preserve"> шт.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FE7D82">
            <w:r w:rsidRPr="00625D58">
              <w:t>Отлив:</w:t>
            </w:r>
          </w:p>
        </w:tc>
        <w:tc>
          <w:tcPr>
            <w:tcW w:w="4089" w:type="dxa"/>
          </w:tcPr>
          <w:p w:rsidR="00F82F69" w:rsidRPr="00625D58" w:rsidRDefault="00F82F69" w:rsidP="00FE7D82">
            <w:r>
              <w:t>1430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FE7D82">
            <w:r w:rsidRPr="00625D58">
              <w:t>Подоконник:</w:t>
            </w:r>
          </w:p>
        </w:tc>
        <w:tc>
          <w:tcPr>
            <w:tcW w:w="4089" w:type="dxa"/>
          </w:tcPr>
          <w:p w:rsidR="00F82F69" w:rsidRPr="00625D58" w:rsidRDefault="00F82F69" w:rsidP="00FE7D82">
            <w:r>
              <w:t>1430х500</w:t>
            </w:r>
            <w:r w:rsidRPr="00625D58">
              <w:t>, ПВХ Белый/Мрамор</w:t>
            </w:r>
          </w:p>
          <w:p w:rsidR="00F82F69" w:rsidRPr="00625D58" w:rsidRDefault="00F82F69" w:rsidP="00FE7D82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FE7D82">
            <w:r w:rsidRPr="00625D58">
              <w:t>Дополнительно:</w:t>
            </w:r>
          </w:p>
        </w:tc>
        <w:tc>
          <w:tcPr>
            <w:tcW w:w="4089" w:type="dxa"/>
          </w:tcPr>
          <w:p w:rsidR="00F82F69" w:rsidRPr="00625D58" w:rsidRDefault="00F82F69" w:rsidP="00FE7D82">
            <w:r w:rsidRPr="00625D58">
              <w:t xml:space="preserve">- Микровентиляция, </w:t>
            </w:r>
          </w:p>
          <w:p w:rsidR="00F82F69" w:rsidRPr="00625D58" w:rsidRDefault="00F82F69" w:rsidP="00FE7D82">
            <w:r w:rsidRPr="00625D58">
              <w:t>- Металлические</w:t>
            </w:r>
            <w:r>
              <w:t xml:space="preserve"> ручки белого цвета в комплекте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FE7D82">
            <w:r w:rsidRPr="00625D58">
              <w:t xml:space="preserve">Цвет </w:t>
            </w:r>
          </w:p>
        </w:tc>
        <w:tc>
          <w:tcPr>
            <w:tcW w:w="4089" w:type="dxa"/>
          </w:tcPr>
          <w:p w:rsidR="00F82F69" w:rsidRPr="00625D58" w:rsidRDefault="00F82F69" w:rsidP="00FE7D82">
            <w:r w:rsidRPr="00625D58">
              <w:t>Белый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2F4A0D">
            <w:r w:rsidRPr="00625D58">
              <w:t>Световой проем №</w:t>
            </w:r>
            <w:r>
              <w:t>1</w:t>
            </w:r>
          </w:p>
        </w:tc>
        <w:tc>
          <w:tcPr>
            <w:tcW w:w="4089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4507" w:type="dxa"/>
          </w:tcPr>
          <w:p w:rsidR="00F82F69" w:rsidRPr="00625D58" w:rsidRDefault="00F82F69" w:rsidP="002F4A0D">
            <w:r>
              <w:t>Световой проем №2</w:t>
            </w:r>
          </w:p>
        </w:tc>
        <w:tc>
          <w:tcPr>
            <w:tcW w:w="4089" w:type="dxa"/>
          </w:tcPr>
          <w:p w:rsidR="00F82F69" w:rsidRPr="00625D58" w:rsidRDefault="00F82F69" w:rsidP="00C40DA2">
            <w:r w:rsidRPr="00625D58">
              <w:t xml:space="preserve">Стеклопакет </w:t>
            </w:r>
            <w:r>
              <w:t>3</w:t>
            </w:r>
            <w:r w:rsidRPr="00625D58">
              <w:t>х камерный с поворотно-откидной створкой</w:t>
            </w:r>
          </w:p>
        </w:tc>
      </w:tr>
    </w:tbl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2407AD"/>
    <w:p w:rsidR="00F82F69" w:rsidRDefault="00F82F69" w:rsidP="00352E60">
      <w:r>
        <w:t>- Кабинет №17</w:t>
      </w:r>
    </w:p>
    <w:p w:rsidR="00F82F69" w:rsidRDefault="00F82F69" w:rsidP="00352E60"/>
    <w:p w:rsidR="00F82F69" w:rsidRDefault="00F82F69" w:rsidP="00352E60">
      <w:r>
        <w:pict>
          <v:shape id="_x0000_i1039" type="#_x0000_t75" style="width:380.25pt;height:307.5pt">
            <v:imagedata r:id="rId19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6804"/>
      </w:tblGrid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>Количество</w:t>
            </w:r>
          </w:p>
        </w:tc>
        <w:tc>
          <w:tcPr>
            <w:tcW w:w="6804" w:type="dxa"/>
          </w:tcPr>
          <w:p w:rsidR="00F82F69" w:rsidRPr="00625D58" w:rsidRDefault="00F82F69" w:rsidP="00C40DA2">
            <w:r w:rsidRPr="00625D58">
              <w:t>1 шт.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>Отлив:</w:t>
            </w:r>
          </w:p>
        </w:tc>
        <w:tc>
          <w:tcPr>
            <w:tcW w:w="6804" w:type="dxa"/>
          </w:tcPr>
          <w:p w:rsidR="00F82F69" w:rsidRPr="00625D58" w:rsidRDefault="00F82F69" w:rsidP="00C40DA2">
            <w:r>
              <w:t>600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>Подоконник:</w:t>
            </w:r>
          </w:p>
        </w:tc>
        <w:tc>
          <w:tcPr>
            <w:tcW w:w="6804" w:type="dxa"/>
          </w:tcPr>
          <w:p w:rsidR="00F82F69" w:rsidRPr="00625D58" w:rsidRDefault="00F82F69" w:rsidP="00C40DA2">
            <w:r>
              <w:t>600х500</w:t>
            </w:r>
            <w:r w:rsidRPr="00625D58">
              <w:t>, ПВХ Белый/Мрамор</w:t>
            </w:r>
          </w:p>
          <w:p w:rsidR="00F82F69" w:rsidRPr="00625D58" w:rsidRDefault="00F82F69" w:rsidP="00C40DA2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>Дополнительно:</w:t>
            </w:r>
          </w:p>
        </w:tc>
        <w:tc>
          <w:tcPr>
            <w:tcW w:w="6804" w:type="dxa"/>
          </w:tcPr>
          <w:p w:rsidR="00F82F69" w:rsidRPr="00625D58" w:rsidRDefault="00F82F69" w:rsidP="00C40DA2">
            <w:r w:rsidRPr="00625D58">
              <w:t xml:space="preserve">- Микровентиляция, </w:t>
            </w:r>
          </w:p>
          <w:p w:rsidR="00F82F69" w:rsidRPr="00625D58" w:rsidRDefault="00F82F69" w:rsidP="00C40DA2">
            <w:r w:rsidRPr="00625D58">
              <w:t>- Металлические ручки белого цвета в комплекте</w:t>
            </w:r>
          </w:p>
          <w:p w:rsidR="00F82F69" w:rsidRPr="00625D58" w:rsidRDefault="00F82F69" w:rsidP="00C40DA2">
            <w:r w:rsidRPr="00DE016A">
              <w:t xml:space="preserve">- Демонтаж металлической решетки 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 xml:space="preserve">Цвет </w:t>
            </w:r>
          </w:p>
        </w:tc>
        <w:tc>
          <w:tcPr>
            <w:tcW w:w="6804" w:type="dxa"/>
          </w:tcPr>
          <w:p w:rsidR="00F82F69" w:rsidRPr="00625D58" w:rsidRDefault="00F82F69" w:rsidP="00C40DA2">
            <w:r w:rsidRPr="00625D58">
              <w:t>Белый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>Световой проем №1</w:t>
            </w:r>
          </w:p>
        </w:tc>
        <w:tc>
          <w:tcPr>
            <w:tcW w:w="6804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 w:rsidRPr="00625D58">
              <w:t>Световой проем №2</w:t>
            </w:r>
          </w:p>
        </w:tc>
        <w:tc>
          <w:tcPr>
            <w:tcW w:w="6804" w:type="dxa"/>
          </w:tcPr>
          <w:p w:rsidR="00F82F69" w:rsidRPr="00625D58" w:rsidRDefault="00F82F69" w:rsidP="00B33F55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660" w:type="dxa"/>
          </w:tcPr>
          <w:p w:rsidR="00F82F69" w:rsidRPr="00625D58" w:rsidRDefault="00F82F69" w:rsidP="00C40DA2">
            <w:r>
              <w:t>Световой проем №3</w:t>
            </w:r>
          </w:p>
        </w:tc>
        <w:tc>
          <w:tcPr>
            <w:tcW w:w="6804" w:type="dxa"/>
          </w:tcPr>
          <w:p w:rsidR="00F82F69" w:rsidRDefault="00F82F69" w:rsidP="00C40DA2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F82F69" w:rsidRPr="00625D58" w:rsidRDefault="00F82F69" w:rsidP="00C40DA2">
            <w:r>
              <w:t>Створка поворотно-откидная</w:t>
            </w:r>
          </w:p>
        </w:tc>
      </w:tr>
    </w:tbl>
    <w:p w:rsidR="00F82F69" w:rsidRDefault="00F82F69" w:rsidP="00352E60"/>
    <w:p w:rsidR="00F82F69" w:rsidRDefault="00F82F69" w:rsidP="00352E60"/>
    <w:p w:rsidR="00F82F69" w:rsidRDefault="00F82F69" w:rsidP="00352E60"/>
    <w:p w:rsidR="00F82F69" w:rsidRDefault="00F82F69" w:rsidP="00352E60"/>
    <w:p w:rsidR="00F82F69" w:rsidRDefault="00F82F69" w:rsidP="00352E60"/>
    <w:p w:rsidR="00F82F69" w:rsidRDefault="00F82F69" w:rsidP="00352E60"/>
    <w:p w:rsidR="00F82F69" w:rsidRDefault="00F82F69" w:rsidP="00352E60"/>
    <w:p w:rsidR="00F82F69" w:rsidRDefault="00F82F69" w:rsidP="00352E60"/>
    <w:p w:rsidR="00F82F69" w:rsidRDefault="00F82F69" w:rsidP="00352E60">
      <w:r>
        <w:t>- Кабинет №19 (Помещение для сбора грязного белья)</w:t>
      </w:r>
    </w:p>
    <w:p w:rsidR="00F82F69" w:rsidRDefault="00F82F69" w:rsidP="00352E60"/>
    <w:p w:rsidR="00F82F69" w:rsidRDefault="00F82F69" w:rsidP="00352E60">
      <w:r>
        <w:pict>
          <v:shape id="_x0000_i1040" type="#_x0000_t75" style="width:380.25pt;height:307.5pt">
            <v:imagedata r:id="rId20" o:title="" cropright="12472f"/>
          </v:shape>
        </w:pict>
      </w:r>
    </w:p>
    <w:tbl>
      <w:tblPr>
        <w:tblpPr w:leftFromText="180" w:rightFromText="180" w:vertAnchor="text" w:horzAnchor="margin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6946"/>
      </w:tblGrid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>Количество</w:t>
            </w:r>
          </w:p>
        </w:tc>
        <w:tc>
          <w:tcPr>
            <w:tcW w:w="6946" w:type="dxa"/>
          </w:tcPr>
          <w:p w:rsidR="00F82F69" w:rsidRPr="00625D58" w:rsidRDefault="00F82F69" w:rsidP="00C40DA2">
            <w:r w:rsidRPr="00625D58">
              <w:t>1 шт.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>Отлив:</w:t>
            </w:r>
          </w:p>
        </w:tc>
        <w:tc>
          <w:tcPr>
            <w:tcW w:w="6946" w:type="dxa"/>
          </w:tcPr>
          <w:p w:rsidR="00F82F69" w:rsidRPr="00625D58" w:rsidRDefault="00F82F69" w:rsidP="00C40DA2">
            <w:r>
              <w:t>600</w:t>
            </w:r>
            <w:r w:rsidRPr="00625D58">
              <w:t>х2</w:t>
            </w:r>
            <w:r w:rsidRPr="00625D58">
              <w:rPr>
                <w:lang w:val="en-US"/>
              </w:rPr>
              <w:t>3</w:t>
            </w:r>
            <w:r w:rsidRPr="00625D58">
              <w:t>0, Белый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>Подоконник:</w:t>
            </w:r>
          </w:p>
        </w:tc>
        <w:tc>
          <w:tcPr>
            <w:tcW w:w="6946" w:type="dxa"/>
          </w:tcPr>
          <w:p w:rsidR="00F82F69" w:rsidRPr="00625D58" w:rsidRDefault="00F82F69" w:rsidP="00C40DA2">
            <w:r>
              <w:t>600х500</w:t>
            </w:r>
            <w:r w:rsidRPr="00625D58">
              <w:t>, ПВХ Белый/Мрамор</w:t>
            </w:r>
          </w:p>
          <w:p w:rsidR="00F82F69" w:rsidRPr="00625D58" w:rsidRDefault="00F82F69" w:rsidP="00C40DA2">
            <w:r w:rsidRPr="00625D58">
              <w:t>Накладки к подоконнику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>Дополнительно:</w:t>
            </w:r>
          </w:p>
        </w:tc>
        <w:tc>
          <w:tcPr>
            <w:tcW w:w="6946" w:type="dxa"/>
          </w:tcPr>
          <w:p w:rsidR="00F82F69" w:rsidRPr="00625D58" w:rsidRDefault="00F82F69" w:rsidP="00C40DA2">
            <w:r w:rsidRPr="00625D58">
              <w:t xml:space="preserve">- Микровентиляция, </w:t>
            </w:r>
          </w:p>
          <w:p w:rsidR="00F82F69" w:rsidRPr="00625D58" w:rsidRDefault="00F82F69" w:rsidP="00C40DA2">
            <w:r w:rsidRPr="00625D58">
              <w:t>- Металлические ручки белого цвета в комплекте</w:t>
            </w:r>
          </w:p>
          <w:p w:rsidR="00F82F69" w:rsidRPr="00625D58" w:rsidRDefault="00F82F69" w:rsidP="00C40DA2">
            <w:r w:rsidRPr="00DE016A">
              <w:t>- Демонтаж металлической решетки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 xml:space="preserve">Цвет </w:t>
            </w:r>
          </w:p>
        </w:tc>
        <w:tc>
          <w:tcPr>
            <w:tcW w:w="6946" w:type="dxa"/>
          </w:tcPr>
          <w:p w:rsidR="00F82F69" w:rsidRPr="00625D58" w:rsidRDefault="00F82F69" w:rsidP="00C40DA2">
            <w:r w:rsidRPr="00625D58">
              <w:t>Белый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>Световой проем №1</w:t>
            </w:r>
          </w:p>
        </w:tc>
        <w:tc>
          <w:tcPr>
            <w:tcW w:w="6946" w:type="dxa"/>
          </w:tcPr>
          <w:p w:rsidR="00F82F69" w:rsidRDefault="00F82F69" w:rsidP="00C40DA2">
            <w:r>
              <w:t xml:space="preserve">Сэндвич-панель </w:t>
            </w:r>
            <w:r w:rsidRPr="00625D58">
              <w:t>с</w:t>
            </w:r>
            <w:r>
              <w:t xml:space="preserve"> установкой </w:t>
            </w:r>
            <w:r w:rsidRPr="00625D58">
              <w:t>электровентилятор</w:t>
            </w:r>
            <w:r>
              <w:t>а</w:t>
            </w:r>
            <w:r w:rsidRPr="00625D58">
              <w:t xml:space="preserve"> бытового оконного ВО10 ПО2</w:t>
            </w:r>
            <w:r>
              <w:t xml:space="preserve">  или «эквивалент»:</w:t>
            </w:r>
          </w:p>
          <w:p w:rsidR="00F82F69" w:rsidRDefault="00F82F69" w:rsidP="00C40DA2">
            <w:r>
              <w:t>-</w:t>
            </w:r>
            <w:r w:rsidRPr="00625D58">
              <w:t>режим работы – приток и вытяжка</w:t>
            </w:r>
          </w:p>
          <w:p w:rsidR="00F82F69" w:rsidRDefault="00F82F69" w:rsidP="00C40DA2">
            <w:r>
              <w:t>-присоединительные размеры монтажной панели 212ммх140мм</w:t>
            </w:r>
          </w:p>
          <w:p w:rsidR="00F82F69" w:rsidRDefault="00F82F69" w:rsidP="00C40DA2">
            <w:r>
              <w:t>-климатическое исполнение по ГОСТу 15150-69</w:t>
            </w:r>
          </w:p>
          <w:p w:rsidR="00F82F69" w:rsidRDefault="00F82F69" w:rsidP="00C40DA2">
            <w:r>
              <w:t>-номинальное напряжение 220В</w:t>
            </w:r>
          </w:p>
          <w:p w:rsidR="00F82F69" w:rsidRPr="00625D58" w:rsidRDefault="00F82F69" w:rsidP="00C40DA2">
            <w:r>
              <w:t>-укомплектованность наружной крышкой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 w:rsidRPr="00625D58">
              <w:t>Световой проем №2</w:t>
            </w:r>
          </w:p>
        </w:tc>
        <w:tc>
          <w:tcPr>
            <w:tcW w:w="6946" w:type="dxa"/>
          </w:tcPr>
          <w:p w:rsidR="00F82F69" w:rsidRPr="00625D58" w:rsidRDefault="00F82F69" w:rsidP="00B33F55">
            <w:r w:rsidRPr="00625D58">
              <w:t xml:space="preserve">Стеклопакет </w:t>
            </w:r>
            <w:r>
              <w:t>3</w:t>
            </w:r>
            <w:r w:rsidRPr="00625D58">
              <w:t xml:space="preserve">х камерный глухой  </w:t>
            </w:r>
          </w:p>
        </w:tc>
      </w:tr>
      <w:tr w:rsidR="00F82F69" w:rsidRPr="00625D58">
        <w:tc>
          <w:tcPr>
            <w:tcW w:w="2376" w:type="dxa"/>
          </w:tcPr>
          <w:p w:rsidR="00F82F69" w:rsidRPr="00625D58" w:rsidRDefault="00F82F69" w:rsidP="00C40DA2">
            <w:r>
              <w:t>Световой проем №3</w:t>
            </w:r>
          </w:p>
        </w:tc>
        <w:tc>
          <w:tcPr>
            <w:tcW w:w="6946" w:type="dxa"/>
          </w:tcPr>
          <w:p w:rsidR="00F82F69" w:rsidRDefault="00F82F69" w:rsidP="00C40DA2">
            <w:r>
              <w:t>Верхняя часть - с</w:t>
            </w:r>
            <w:r w:rsidRPr="00625D58">
              <w:t xml:space="preserve">теклопакет </w:t>
            </w:r>
            <w:r>
              <w:t>3</w:t>
            </w:r>
            <w:r w:rsidRPr="00625D58">
              <w:t>х камерный</w:t>
            </w:r>
            <w:r>
              <w:t>, нижняя часть – сэндвич панель,</w:t>
            </w:r>
          </w:p>
          <w:p w:rsidR="00F82F69" w:rsidRPr="00625D58" w:rsidRDefault="00F82F69" w:rsidP="00C40DA2">
            <w:r>
              <w:t>Створка поворотно-откидная</w:t>
            </w:r>
          </w:p>
        </w:tc>
      </w:tr>
    </w:tbl>
    <w:p w:rsidR="00F82F69" w:rsidRDefault="00F82F69" w:rsidP="00B33F55"/>
    <w:p w:rsidR="00F82F69" w:rsidRDefault="00F82F69" w:rsidP="00B33F55"/>
    <w:p w:rsidR="00F82F69" w:rsidRDefault="00F82F69" w:rsidP="00B33F55">
      <w:r>
        <w:t>Директор                                                                      Каневчева М.А.</w:t>
      </w:r>
    </w:p>
    <w:sectPr w:rsidR="00F82F69" w:rsidSect="0091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58"/>
    <w:rsid w:val="0001252E"/>
    <w:rsid w:val="00032973"/>
    <w:rsid w:val="00056549"/>
    <w:rsid w:val="00072C2F"/>
    <w:rsid w:val="000C00E3"/>
    <w:rsid w:val="00120FF7"/>
    <w:rsid w:val="001752F3"/>
    <w:rsid w:val="00190748"/>
    <w:rsid w:val="001D5938"/>
    <w:rsid w:val="002407AD"/>
    <w:rsid w:val="002F4A0D"/>
    <w:rsid w:val="00352E60"/>
    <w:rsid w:val="00356A55"/>
    <w:rsid w:val="003C4421"/>
    <w:rsid w:val="003D6C39"/>
    <w:rsid w:val="00422330"/>
    <w:rsid w:val="00450227"/>
    <w:rsid w:val="004E4DF0"/>
    <w:rsid w:val="004F3FB6"/>
    <w:rsid w:val="0052528B"/>
    <w:rsid w:val="00544D94"/>
    <w:rsid w:val="005970FB"/>
    <w:rsid w:val="00614B9F"/>
    <w:rsid w:val="00625D58"/>
    <w:rsid w:val="00675484"/>
    <w:rsid w:val="00697F8D"/>
    <w:rsid w:val="006E071B"/>
    <w:rsid w:val="006E2560"/>
    <w:rsid w:val="00746E28"/>
    <w:rsid w:val="00752955"/>
    <w:rsid w:val="00841DD3"/>
    <w:rsid w:val="008B5999"/>
    <w:rsid w:val="008E3E34"/>
    <w:rsid w:val="00916625"/>
    <w:rsid w:val="00926553"/>
    <w:rsid w:val="0095356A"/>
    <w:rsid w:val="00A32773"/>
    <w:rsid w:val="00B33F55"/>
    <w:rsid w:val="00BA61B4"/>
    <w:rsid w:val="00C40DA2"/>
    <w:rsid w:val="00CD383F"/>
    <w:rsid w:val="00DC2029"/>
    <w:rsid w:val="00DE016A"/>
    <w:rsid w:val="00F30896"/>
    <w:rsid w:val="00F82F69"/>
    <w:rsid w:val="00F968FD"/>
    <w:rsid w:val="00FA5E4B"/>
    <w:rsid w:val="00FD103E"/>
    <w:rsid w:val="00FE7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D5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C00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27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oleObject" Target="embeddings/oleObject1.bin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319</TotalTime>
  <Pages>16</Pages>
  <Words>1684</Words>
  <Characters>9603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YSA</cp:lastModifiedBy>
  <cp:revision>17</cp:revision>
  <cp:lastPrinted>2012-11-09T05:04:00Z</cp:lastPrinted>
  <dcterms:created xsi:type="dcterms:W3CDTF">2012-09-25T02:56:00Z</dcterms:created>
  <dcterms:modified xsi:type="dcterms:W3CDTF">2012-11-09T05:13:00Z</dcterms:modified>
</cp:coreProperties>
</file>