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6C" w:rsidRPr="00172362" w:rsidRDefault="00A52D6C" w:rsidP="00172362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172362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2D6C" w:rsidRPr="00172362" w:rsidRDefault="00A52D6C" w:rsidP="00172362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172362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52D6C" w:rsidRPr="00172362" w:rsidRDefault="00A52D6C" w:rsidP="0017236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712"/>
        <w:gridCol w:w="8136"/>
      </w:tblGrid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0356300103013000001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Оказание услуг по информационному обслуживанию систем семейства КонсультантПлюс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52D6C" w:rsidRPr="00172362" w:rsidRDefault="00A52D6C" w:rsidP="00172362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72362">
        <w:rPr>
          <w:rFonts w:ascii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712"/>
        <w:gridCol w:w="8136"/>
      </w:tblGrid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 Перми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Ленина, д.34, -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Ленина, д.34, - </w:t>
            </w:r>
          </w:p>
        </w:tc>
      </w:tr>
    </w:tbl>
    <w:p w:rsidR="00A52D6C" w:rsidRPr="00172362" w:rsidRDefault="00A52D6C" w:rsidP="00172362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72362">
        <w:rPr>
          <w:rFonts w:ascii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2D6C" w:rsidRPr="00172362" w:rsidRDefault="00A52D6C" w:rsidP="00172362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172362">
        <w:rPr>
          <w:rFonts w:ascii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712"/>
        <w:gridCol w:w="8136"/>
      </w:tblGrid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Ленина, д.34, -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blagina-lv@gorodperm.ru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Благина Лариса Валерьевна </w:t>
            </w:r>
          </w:p>
        </w:tc>
      </w:tr>
    </w:tbl>
    <w:p w:rsidR="00A52D6C" w:rsidRPr="00172362" w:rsidRDefault="00A52D6C" w:rsidP="00172362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72362">
        <w:rPr>
          <w:rFonts w:ascii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712"/>
        <w:gridCol w:w="8136"/>
      </w:tblGrid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Оказание услуг по информационному обслуживанию систем семейства КонсультантПлюс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410 300,00 Российский рубль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№ 4 к извещению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Стоимость оказания услуг по информационному обслуживанию систем семейства КонсультантПлюс указана с учетом налогов, таможенных пошлин, сборов, страхования и других обязательных платежей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>7220034 Консультационные услуги по прикладным программам для решения организационно - экономических задач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извещению) </w:t>
            </w:r>
          </w:p>
        </w:tc>
      </w:tr>
    </w:tbl>
    <w:p w:rsidR="00A52D6C" w:rsidRPr="00172362" w:rsidRDefault="00A52D6C" w:rsidP="00172362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72362">
        <w:rPr>
          <w:rFonts w:ascii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712"/>
        <w:gridCol w:w="8136"/>
      </w:tblGrid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Ленина, д.34, -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оказания услуг по настоящему Контракту: Начало оказания услуг: c даты заключения настоящего Контракта, Окончание оказания услуг: 31 декабря 2013 года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оплата производится ежемесячно в безналичном порядке в течение 15 дней со дня подписания Акта оказания услуг на основании счета, счета-фактуры. </w:t>
            </w:r>
          </w:p>
        </w:tc>
      </w:tr>
    </w:tbl>
    <w:p w:rsidR="00A52D6C" w:rsidRPr="00172362" w:rsidRDefault="00A52D6C" w:rsidP="00172362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72362">
        <w:rPr>
          <w:rFonts w:ascii="Times New Roman" w:hAnsi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52D6C" w:rsidRPr="00172362" w:rsidRDefault="00A52D6C" w:rsidP="0017236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72362">
        <w:rPr>
          <w:rFonts w:ascii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52D6C" w:rsidRPr="00172362" w:rsidRDefault="00A52D6C" w:rsidP="00172362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72362">
        <w:rPr>
          <w:rFonts w:ascii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712"/>
        <w:gridCol w:w="8136"/>
      </w:tblGrid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940 0505 0020050 242 226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52D6C" w:rsidRPr="00172362" w:rsidRDefault="00A52D6C" w:rsidP="00172362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172362">
        <w:rPr>
          <w:rFonts w:ascii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712"/>
        <w:gridCol w:w="8136"/>
      </w:tblGrid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Ленина, д.34, -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28.01.2013 09:00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05.02.2013 18:00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№ 1 к извещению </w:t>
            </w:r>
          </w:p>
        </w:tc>
      </w:tr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52D6C" w:rsidRPr="00172362" w:rsidRDefault="00A52D6C" w:rsidP="00172362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373"/>
        <w:gridCol w:w="4400"/>
      </w:tblGrid>
      <w:tr w:rsidR="00A52D6C" w:rsidRPr="00172362" w:rsidTr="00172362"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</w:tcPr>
          <w:p w:rsidR="00A52D6C" w:rsidRPr="00172362" w:rsidRDefault="00A52D6C" w:rsidP="00172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3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</w:tbl>
    <w:p w:rsidR="00A52D6C" w:rsidRDefault="00A52D6C" w:rsidP="00172362">
      <w:pPr>
        <w:spacing w:before="100" w:beforeAutospacing="1" w:after="100" w:afterAutospacing="1" w:line="240" w:lineRule="auto"/>
        <w:jc w:val="center"/>
        <w:outlineLvl w:val="1"/>
      </w:pPr>
    </w:p>
    <w:sectPr w:rsidR="00A52D6C" w:rsidSect="00B145E2">
      <w:pgSz w:w="11906" w:h="16838"/>
      <w:pgMar w:top="1134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CB1"/>
    <w:rsid w:val="00172362"/>
    <w:rsid w:val="001A771E"/>
    <w:rsid w:val="00367253"/>
    <w:rsid w:val="00552F56"/>
    <w:rsid w:val="00631574"/>
    <w:rsid w:val="006F1406"/>
    <w:rsid w:val="007537D4"/>
    <w:rsid w:val="00782ED8"/>
    <w:rsid w:val="00835D59"/>
    <w:rsid w:val="008E7D8C"/>
    <w:rsid w:val="0094292F"/>
    <w:rsid w:val="009E2598"/>
    <w:rsid w:val="00A52D6C"/>
    <w:rsid w:val="00B05071"/>
    <w:rsid w:val="00B145E2"/>
    <w:rsid w:val="00BB64EB"/>
    <w:rsid w:val="00C90F8C"/>
    <w:rsid w:val="00CA4CB1"/>
    <w:rsid w:val="00EE0C8C"/>
    <w:rsid w:val="00F11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406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63157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E7D8C"/>
    <w:rPr>
      <w:rFonts w:ascii="Cambria" w:hAnsi="Cambria" w:cs="Times New Roman"/>
      <w:b/>
      <w:bCs/>
      <w:sz w:val="26"/>
      <w:szCs w:val="26"/>
      <w:lang w:eastAsia="en-US"/>
    </w:rPr>
  </w:style>
  <w:style w:type="paragraph" w:customStyle="1" w:styleId="title1">
    <w:name w:val="title1"/>
    <w:basedOn w:val="Normal"/>
    <w:uiPriority w:val="99"/>
    <w:rsid w:val="00631574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42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499</Words>
  <Characters>2847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2012-05-04T04:27:00Z</dcterms:created>
  <dcterms:modified xsi:type="dcterms:W3CDTF">2013-01-25T11:15:00Z</dcterms:modified>
</cp:coreProperties>
</file>