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8ED" w:rsidRPr="00105EE9" w:rsidRDefault="00B128ED" w:rsidP="006A0557">
      <w:pPr>
        <w:spacing w:after="0" w:line="240" w:lineRule="auto"/>
        <w:ind w:firstLine="567"/>
        <w:jc w:val="right"/>
        <w:rPr>
          <w:rFonts w:ascii="Times New Roman" w:hAnsi="Times New Roman"/>
          <w:lang w:eastAsia="ru-RU"/>
        </w:rPr>
      </w:pPr>
      <w:r w:rsidRPr="00105EE9">
        <w:rPr>
          <w:rFonts w:ascii="Times New Roman" w:hAnsi="Times New Roman"/>
          <w:lang w:eastAsia="ru-RU"/>
        </w:rPr>
        <w:t>Приложение № 1</w:t>
      </w:r>
    </w:p>
    <w:p w:rsidR="00B128ED" w:rsidRPr="00105EE9" w:rsidRDefault="00B128ED" w:rsidP="006A0557">
      <w:pPr>
        <w:spacing w:after="0" w:line="240" w:lineRule="auto"/>
        <w:ind w:firstLine="567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к</w:t>
      </w:r>
      <w:r w:rsidRPr="00105EE9">
        <w:rPr>
          <w:rFonts w:ascii="Times New Roman" w:hAnsi="Times New Roman"/>
          <w:lang w:eastAsia="ru-RU"/>
        </w:rPr>
        <w:t xml:space="preserve"> конкурсной документации</w:t>
      </w:r>
    </w:p>
    <w:p w:rsidR="00B128ED" w:rsidRPr="006A0557" w:rsidRDefault="00B128ED" w:rsidP="00D23532">
      <w:pPr>
        <w:pStyle w:val="ListParagraph"/>
        <w:widowControl w:val="0"/>
        <w:tabs>
          <w:tab w:val="left" w:pos="851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A0557">
        <w:rPr>
          <w:rFonts w:ascii="Times New Roman" w:hAnsi="Times New Roman"/>
          <w:b/>
          <w:sz w:val="28"/>
          <w:szCs w:val="28"/>
          <w:lang w:eastAsia="ru-RU"/>
        </w:rPr>
        <w:t>ЛОТ 1</w:t>
      </w:r>
    </w:p>
    <w:p w:rsidR="00B128ED" w:rsidRPr="00CA288F" w:rsidRDefault="00B128ED" w:rsidP="00D2353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highlight w:val="yellow"/>
          <w:lang w:eastAsia="ru-RU"/>
        </w:rPr>
      </w:pPr>
    </w:p>
    <w:p w:rsidR="00B128ED" w:rsidRPr="00CA288F" w:rsidRDefault="00B128ED" w:rsidP="007E2618">
      <w:pPr>
        <w:widowControl w:val="0"/>
        <w:spacing w:before="120" w:after="12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A288F">
        <w:rPr>
          <w:rFonts w:ascii="Times New Roman" w:hAnsi="Times New Roman"/>
          <w:b/>
          <w:sz w:val="28"/>
          <w:szCs w:val="28"/>
          <w:lang w:eastAsia="ru-RU"/>
        </w:rPr>
        <w:t>Техническое задание</w:t>
      </w:r>
    </w:p>
    <w:p w:rsidR="00B128ED" w:rsidRPr="00D23532" w:rsidRDefault="00B128ED" w:rsidP="007E2618">
      <w:pPr>
        <w:widowControl w:val="0"/>
        <w:tabs>
          <w:tab w:val="left" w:pos="851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A288F">
        <w:rPr>
          <w:rFonts w:ascii="Times New Roman" w:hAnsi="Times New Roman"/>
          <w:b/>
          <w:sz w:val="28"/>
          <w:szCs w:val="28"/>
          <w:lang w:eastAsia="ru-RU"/>
        </w:rPr>
        <w:t>на оказание услуг по проведению обучающих курсов «Управление многоквартирным домом. Собственник, как заказчик жилищно-коммунальных услуг»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в  </w:t>
      </w:r>
      <w:r w:rsidRPr="00EA6976">
        <w:rPr>
          <w:rFonts w:ascii="Times New Roman" w:hAnsi="Times New Roman"/>
          <w:b/>
          <w:sz w:val="28"/>
          <w:szCs w:val="28"/>
          <w:lang w:eastAsia="ru-RU"/>
        </w:rPr>
        <w:t xml:space="preserve">Орджоникидзевском, Мотовилихинском, Свердловском </w:t>
      </w:r>
      <w:r>
        <w:rPr>
          <w:rFonts w:ascii="Times New Roman" w:hAnsi="Times New Roman"/>
          <w:b/>
          <w:sz w:val="28"/>
          <w:szCs w:val="28"/>
          <w:lang w:eastAsia="ru-RU"/>
        </w:rPr>
        <w:t>районах</w:t>
      </w:r>
      <w:r w:rsidRPr="00EA6976">
        <w:rPr>
          <w:rFonts w:ascii="Times New Roman" w:hAnsi="Times New Roman"/>
          <w:b/>
          <w:sz w:val="28"/>
          <w:szCs w:val="28"/>
          <w:lang w:eastAsia="ru-RU"/>
        </w:rPr>
        <w:t xml:space="preserve"> и п. Новые Ляды г.Перми</w:t>
      </w:r>
    </w:p>
    <w:p w:rsidR="00B128ED" w:rsidRPr="00D23532" w:rsidRDefault="00B128ED" w:rsidP="007E2618">
      <w:pPr>
        <w:pStyle w:val="ListParagraph"/>
        <w:widowControl w:val="0"/>
        <w:tabs>
          <w:tab w:val="left" w:pos="851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128ED" w:rsidRPr="006A0557" w:rsidRDefault="00B128ED" w:rsidP="007E2618">
      <w:pPr>
        <w:pStyle w:val="ListParagraph"/>
        <w:widowControl w:val="0"/>
        <w:tabs>
          <w:tab w:val="left" w:pos="85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B128ED" w:rsidRDefault="00B128ED" w:rsidP="007E2618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128ED" w:rsidRPr="00CA288F" w:rsidRDefault="00B128ED" w:rsidP="007E2618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288F">
        <w:rPr>
          <w:rFonts w:ascii="Times New Roman" w:hAnsi="Times New Roman"/>
          <w:sz w:val="28"/>
          <w:szCs w:val="28"/>
          <w:lang w:eastAsia="ru-RU"/>
        </w:rPr>
        <w:t>1.Срок начала оказания услуги: с момента заключения контракта.</w:t>
      </w:r>
    </w:p>
    <w:p w:rsidR="00B128ED" w:rsidRPr="00CA288F" w:rsidRDefault="00B128ED" w:rsidP="007E2618">
      <w:pPr>
        <w:pStyle w:val="ListParagraph"/>
        <w:widowControl w:val="0"/>
        <w:tabs>
          <w:tab w:val="left" w:pos="85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288F">
        <w:rPr>
          <w:rFonts w:ascii="Times New Roman" w:hAnsi="Times New Roman"/>
          <w:sz w:val="28"/>
          <w:szCs w:val="28"/>
          <w:lang w:eastAsia="ru-RU"/>
        </w:rPr>
        <w:t>2. Срок окончания оказания услуги – 20 декабря 2013 года.</w:t>
      </w:r>
    </w:p>
    <w:p w:rsidR="00B128ED" w:rsidRPr="00CA288F" w:rsidRDefault="00B128ED" w:rsidP="007E2618">
      <w:pPr>
        <w:widowControl w:val="0"/>
        <w:tabs>
          <w:tab w:val="num" w:pos="78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 Место оказания услуги: г.</w:t>
      </w:r>
      <w:r w:rsidRPr="00CA288F">
        <w:rPr>
          <w:rFonts w:ascii="Times New Roman" w:hAnsi="Times New Roman"/>
          <w:sz w:val="28"/>
          <w:szCs w:val="28"/>
          <w:lang w:eastAsia="ru-RU"/>
        </w:rPr>
        <w:t xml:space="preserve">Пермь, общественные центры </w:t>
      </w:r>
      <w:r>
        <w:rPr>
          <w:rFonts w:ascii="Times New Roman" w:hAnsi="Times New Roman"/>
          <w:sz w:val="28"/>
          <w:szCs w:val="28"/>
          <w:lang w:eastAsia="ru-RU"/>
        </w:rPr>
        <w:t xml:space="preserve">Орджоникидзевского, Мотовилихинского, Свердловского </w:t>
      </w:r>
      <w:r w:rsidRPr="00CA288F">
        <w:rPr>
          <w:rFonts w:ascii="Times New Roman" w:hAnsi="Times New Roman"/>
          <w:sz w:val="28"/>
          <w:szCs w:val="28"/>
          <w:lang w:eastAsia="ru-RU"/>
        </w:rPr>
        <w:t>районов</w:t>
      </w:r>
      <w:r>
        <w:rPr>
          <w:rFonts w:ascii="Times New Roman" w:hAnsi="Times New Roman"/>
          <w:sz w:val="28"/>
          <w:szCs w:val="28"/>
          <w:lang w:eastAsia="ru-RU"/>
        </w:rPr>
        <w:t xml:space="preserve"> и               п. Новые Ляды </w:t>
      </w:r>
      <w:r w:rsidRPr="00CA288F">
        <w:rPr>
          <w:rFonts w:ascii="Times New Roman" w:hAnsi="Times New Roman"/>
          <w:sz w:val="28"/>
          <w:szCs w:val="28"/>
          <w:lang w:eastAsia="ru-RU"/>
        </w:rPr>
        <w:t>либо другое помещение по согласованию с Заказчиком.</w:t>
      </w:r>
    </w:p>
    <w:p w:rsidR="00B128ED" w:rsidRPr="00CA288F" w:rsidRDefault="00B128ED" w:rsidP="00754AF1">
      <w:pPr>
        <w:widowControl w:val="0"/>
        <w:tabs>
          <w:tab w:val="num" w:pos="78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288F">
        <w:rPr>
          <w:rFonts w:ascii="Times New Roman" w:hAnsi="Times New Roman"/>
          <w:sz w:val="28"/>
          <w:szCs w:val="28"/>
          <w:lang w:eastAsia="ru-RU"/>
        </w:rPr>
        <w:t>4.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A288F">
        <w:rPr>
          <w:rFonts w:ascii="Times New Roman" w:hAnsi="Times New Roman"/>
          <w:sz w:val="28"/>
          <w:szCs w:val="28"/>
          <w:lang w:eastAsia="ru-RU"/>
        </w:rPr>
        <w:t xml:space="preserve">Услуга </w:t>
      </w:r>
      <w:r w:rsidRPr="00CA288F">
        <w:rPr>
          <w:rFonts w:ascii="Times New Roman" w:hAnsi="Times New Roman"/>
          <w:color w:val="000000"/>
          <w:sz w:val="28"/>
          <w:szCs w:val="28"/>
          <w:lang w:eastAsia="ru-RU"/>
        </w:rPr>
        <w:t>должна включать в себя следующие мероприятия:</w:t>
      </w:r>
    </w:p>
    <w:p w:rsidR="00B128ED" w:rsidRPr="00CA288F" w:rsidRDefault="00B128ED" w:rsidP="00754AF1">
      <w:pPr>
        <w:widowControl w:val="0"/>
        <w:shd w:val="clear" w:color="auto" w:fill="FFFFFF"/>
        <w:tabs>
          <w:tab w:val="num" w:pos="78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A28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организация и проведение обучающих курсов по вопросам управления многоквартирными домами не менее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450</w:t>
      </w:r>
      <w:r w:rsidRPr="00CA28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человек в год из числа жителей многоквартирных домов (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150</w:t>
      </w:r>
      <w:r w:rsidRPr="00CA28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квартал);</w:t>
      </w:r>
    </w:p>
    <w:p w:rsidR="00B128ED" w:rsidRPr="00CA288F" w:rsidRDefault="00B128ED" w:rsidP="00754AF1">
      <w:pPr>
        <w:widowControl w:val="0"/>
        <w:shd w:val="clear" w:color="auto" w:fill="FFFFFF"/>
        <w:tabs>
          <w:tab w:val="num" w:pos="78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 w:rsidRPr="00CA288F">
        <w:rPr>
          <w:rFonts w:ascii="Times New Roman" w:hAnsi="Times New Roman"/>
          <w:color w:val="000000"/>
          <w:sz w:val="28"/>
          <w:szCs w:val="28"/>
          <w:lang w:eastAsia="ru-RU"/>
        </w:rPr>
        <w:t>п</w:t>
      </w:r>
      <w:r w:rsidRPr="00CA288F">
        <w:rPr>
          <w:rFonts w:ascii="Times New Roman" w:hAnsi="Times New Roman"/>
          <w:sz w:val="28"/>
          <w:szCs w:val="28"/>
          <w:lang w:eastAsia="ru-RU"/>
        </w:rPr>
        <w:t>одготовка раздаточного материала. Раздаточный материал, предоставляемый обучающимся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A288F">
        <w:rPr>
          <w:rFonts w:ascii="Times New Roman" w:hAnsi="Times New Roman"/>
          <w:sz w:val="28"/>
          <w:szCs w:val="28"/>
          <w:lang w:eastAsia="ru-RU"/>
        </w:rPr>
        <w:t>должен содержать тезисы обучающих курсов, примеры документов, выдержки нормативно-правовых и нормативно-технических актов, иную информацию по теме конкретного обучающего курса.</w:t>
      </w:r>
    </w:p>
    <w:p w:rsidR="00B128ED" w:rsidRPr="00CA288F" w:rsidRDefault="00B128ED" w:rsidP="00754AF1">
      <w:pPr>
        <w:widowControl w:val="0"/>
        <w:shd w:val="clear" w:color="auto" w:fill="FFFFFF"/>
        <w:tabs>
          <w:tab w:val="num" w:pos="78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288F">
        <w:rPr>
          <w:rFonts w:ascii="Times New Roman" w:hAnsi="Times New Roman"/>
          <w:sz w:val="28"/>
          <w:szCs w:val="28"/>
          <w:lang w:eastAsia="ru-RU"/>
        </w:rPr>
        <w:t>5.График проведения семинаров согласовывается с Заказчиком не позднее чем за 5 дней до начала выполнения услуг.</w:t>
      </w:r>
    </w:p>
    <w:p w:rsidR="00B128ED" w:rsidRPr="00CA288F" w:rsidRDefault="00B128ED" w:rsidP="00754AF1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A288F">
        <w:rPr>
          <w:rFonts w:ascii="Times New Roman" w:hAnsi="Times New Roman"/>
          <w:color w:val="000000"/>
          <w:sz w:val="28"/>
          <w:szCs w:val="28"/>
          <w:lang w:eastAsia="ru-RU"/>
        </w:rPr>
        <w:t>6.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A288F">
        <w:rPr>
          <w:rFonts w:ascii="Times New Roman" w:hAnsi="Times New Roman"/>
          <w:color w:val="000000"/>
          <w:sz w:val="28"/>
          <w:szCs w:val="28"/>
          <w:lang w:eastAsia="ru-RU"/>
        </w:rPr>
        <w:t>Участники обучающих курсов – представители собственников помещений многоквартирных домов из числа членов Советов многоквартирных домов и/или их председателей (старшие по домам)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наниматели жилых помещений многоквартирных домов.</w:t>
      </w:r>
    </w:p>
    <w:p w:rsidR="00B128ED" w:rsidRPr="00CA288F" w:rsidRDefault="00B128ED" w:rsidP="00754AF1">
      <w:pPr>
        <w:widowControl w:val="0"/>
        <w:shd w:val="clear" w:color="auto" w:fill="FFFFFF"/>
        <w:tabs>
          <w:tab w:val="num" w:pos="786"/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Pr="00CA288F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A28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Продолжительность каждого обучающего курса по предложенной программе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– 12 аудиторных часов (</w:t>
      </w:r>
      <w:r>
        <w:rPr>
          <w:rFonts w:ascii="Times New Roman" w:hAnsi="Times New Roman"/>
          <w:color w:val="0000FF"/>
          <w:sz w:val="28"/>
          <w:szCs w:val="28"/>
          <w:lang w:eastAsia="ru-RU"/>
        </w:rPr>
        <w:t>приложение 1</w:t>
      </w:r>
      <w:r w:rsidRPr="00CA45E7">
        <w:rPr>
          <w:rFonts w:ascii="Times New Roman" w:hAnsi="Times New Roman"/>
          <w:color w:val="0000FF"/>
          <w:sz w:val="28"/>
          <w:szCs w:val="28"/>
          <w:lang w:eastAsia="ru-RU"/>
        </w:rPr>
        <w:t>)</w:t>
      </w:r>
    </w:p>
    <w:p w:rsidR="00B128ED" w:rsidRPr="00CA288F" w:rsidRDefault="00B128ED" w:rsidP="00754AF1">
      <w:pPr>
        <w:widowControl w:val="0"/>
        <w:shd w:val="clear" w:color="auto" w:fill="FFFFFF"/>
        <w:tabs>
          <w:tab w:val="num" w:pos="786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Pr="00CA288F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A288F">
        <w:rPr>
          <w:rFonts w:ascii="Times New Roman" w:hAnsi="Times New Roman"/>
          <w:sz w:val="28"/>
          <w:szCs w:val="28"/>
          <w:lang w:eastAsia="ru-RU"/>
        </w:rPr>
        <w:t>Исполнитель обеспечивает актуальность и достоверность предоставляемой информации на занятиях обучающего курса, соответствие информации действующему законодательству в сфере управления многоквартирными домами.</w:t>
      </w:r>
    </w:p>
    <w:p w:rsidR="00B128ED" w:rsidRPr="00CA288F" w:rsidRDefault="00B128ED" w:rsidP="00754AF1">
      <w:pPr>
        <w:widowControl w:val="0"/>
        <w:tabs>
          <w:tab w:val="num" w:pos="78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</w:t>
      </w:r>
      <w:r w:rsidRPr="00CA288F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A288F">
        <w:rPr>
          <w:rFonts w:ascii="Times New Roman" w:hAnsi="Times New Roman"/>
          <w:sz w:val="28"/>
          <w:szCs w:val="28"/>
          <w:lang w:eastAsia="ru-RU"/>
        </w:rPr>
        <w:t xml:space="preserve">Предоставление отчетов, не позднее 5-ти дней после </w:t>
      </w:r>
      <w:r w:rsidRPr="00272AFA">
        <w:rPr>
          <w:rFonts w:ascii="Times New Roman" w:hAnsi="Times New Roman"/>
          <w:sz w:val="28"/>
          <w:szCs w:val="28"/>
          <w:lang w:eastAsia="ru-RU"/>
        </w:rPr>
        <w:t>проведения каждого обучающего</w:t>
      </w:r>
      <w:r>
        <w:rPr>
          <w:rFonts w:ascii="Times New Roman" w:hAnsi="Times New Roman"/>
          <w:sz w:val="28"/>
          <w:szCs w:val="28"/>
          <w:lang w:eastAsia="ru-RU"/>
        </w:rPr>
        <w:t xml:space="preserve"> курса</w:t>
      </w:r>
      <w:r w:rsidRPr="00CA288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по форме</w:t>
      </w:r>
      <w:r w:rsidRPr="00CA288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FF"/>
          <w:sz w:val="28"/>
          <w:szCs w:val="28"/>
          <w:lang w:eastAsia="ru-RU"/>
        </w:rPr>
        <w:t>приложения</w:t>
      </w:r>
      <w:r w:rsidRPr="00CA45E7">
        <w:rPr>
          <w:rFonts w:ascii="Times New Roman" w:hAnsi="Times New Roman"/>
          <w:color w:val="0000FF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FF"/>
          <w:sz w:val="28"/>
          <w:szCs w:val="28"/>
          <w:lang w:eastAsia="ru-RU"/>
        </w:rPr>
        <w:t>2</w:t>
      </w:r>
      <w:r w:rsidRPr="00CA288F">
        <w:rPr>
          <w:rFonts w:ascii="Times New Roman" w:hAnsi="Times New Roman"/>
          <w:sz w:val="28"/>
          <w:szCs w:val="28"/>
          <w:lang w:eastAsia="ru-RU"/>
        </w:rPr>
        <w:t>.</w:t>
      </w:r>
    </w:p>
    <w:p w:rsidR="00B128ED" w:rsidRDefault="00B128ED" w:rsidP="00754AF1">
      <w:pPr>
        <w:widowControl w:val="0"/>
        <w:tabs>
          <w:tab w:val="num" w:pos="786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288F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CA288F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A288F">
        <w:rPr>
          <w:rFonts w:ascii="Times New Roman" w:hAnsi="Times New Roman"/>
          <w:sz w:val="28"/>
          <w:szCs w:val="28"/>
          <w:lang w:eastAsia="ru-RU"/>
        </w:rPr>
        <w:t xml:space="preserve">Исполнитель составляет акт </w:t>
      </w:r>
      <w:r w:rsidRPr="00CA288F">
        <w:rPr>
          <w:rFonts w:ascii="Times New Roman" w:hAnsi="Times New Roman"/>
          <w:color w:val="000000"/>
          <w:sz w:val="28"/>
          <w:szCs w:val="28"/>
          <w:lang w:eastAsia="ru-RU"/>
        </w:rPr>
        <w:t>приема – сдачи оказанных услуг</w:t>
      </w:r>
      <w:r w:rsidRPr="00CA288F">
        <w:rPr>
          <w:rFonts w:ascii="Times New Roman" w:hAnsi="Times New Roman"/>
          <w:sz w:val="28"/>
          <w:szCs w:val="28"/>
          <w:lang w:eastAsia="ru-RU"/>
        </w:rPr>
        <w:t>, который должен отражать объем и содержание оказанных Исполнителем услуг.</w:t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B128ED" w:rsidRDefault="00B128ED" w:rsidP="00754AF1">
      <w:pPr>
        <w:tabs>
          <w:tab w:val="left" w:pos="1440"/>
        </w:tabs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B128ED" w:rsidRDefault="00B128ED" w:rsidP="00754AF1">
      <w:pPr>
        <w:tabs>
          <w:tab w:val="left" w:pos="1440"/>
        </w:tabs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128ED" w:rsidRDefault="00B128ED" w:rsidP="00105EE9">
      <w:pPr>
        <w:spacing w:after="0" w:line="240" w:lineRule="auto"/>
        <w:ind w:firstLine="567"/>
        <w:jc w:val="right"/>
        <w:rPr>
          <w:rFonts w:ascii="Times New Roman" w:hAnsi="Times New Roman"/>
          <w:lang w:eastAsia="ru-RU"/>
        </w:rPr>
      </w:pPr>
    </w:p>
    <w:p w:rsidR="00B128ED" w:rsidRDefault="00B128ED" w:rsidP="00105EE9">
      <w:pPr>
        <w:spacing w:after="0" w:line="240" w:lineRule="auto"/>
        <w:ind w:firstLine="567"/>
        <w:jc w:val="right"/>
        <w:rPr>
          <w:rFonts w:ascii="Times New Roman" w:hAnsi="Times New Roman"/>
          <w:lang w:eastAsia="ru-RU"/>
        </w:rPr>
      </w:pPr>
    </w:p>
    <w:p w:rsidR="00B128ED" w:rsidRDefault="00B128ED" w:rsidP="00105EE9">
      <w:pPr>
        <w:spacing w:after="0" w:line="240" w:lineRule="auto"/>
        <w:ind w:firstLine="567"/>
        <w:jc w:val="right"/>
        <w:rPr>
          <w:rFonts w:ascii="Times New Roman" w:hAnsi="Times New Roman"/>
          <w:lang w:eastAsia="ru-RU"/>
        </w:rPr>
      </w:pPr>
    </w:p>
    <w:p w:rsidR="00B128ED" w:rsidRDefault="00B128ED" w:rsidP="00105EE9">
      <w:pPr>
        <w:spacing w:after="0" w:line="240" w:lineRule="auto"/>
        <w:ind w:firstLine="567"/>
        <w:jc w:val="right"/>
        <w:rPr>
          <w:rFonts w:ascii="Times New Roman" w:hAnsi="Times New Roman"/>
          <w:lang w:eastAsia="ru-RU"/>
        </w:rPr>
      </w:pPr>
    </w:p>
    <w:p w:rsidR="00B128ED" w:rsidRDefault="00B128ED" w:rsidP="00105EE9">
      <w:pPr>
        <w:spacing w:after="0" w:line="240" w:lineRule="auto"/>
        <w:ind w:firstLine="567"/>
        <w:jc w:val="right"/>
        <w:rPr>
          <w:rFonts w:ascii="Times New Roman" w:hAnsi="Times New Roman"/>
          <w:lang w:eastAsia="ru-RU"/>
        </w:rPr>
      </w:pPr>
    </w:p>
    <w:p w:rsidR="00B128ED" w:rsidRDefault="00B128ED" w:rsidP="00105EE9">
      <w:pPr>
        <w:spacing w:after="0" w:line="240" w:lineRule="auto"/>
        <w:ind w:firstLine="567"/>
        <w:jc w:val="right"/>
        <w:rPr>
          <w:rFonts w:ascii="Times New Roman" w:hAnsi="Times New Roman"/>
          <w:lang w:eastAsia="ru-RU"/>
        </w:rPr>
      </w:pPr>
    </w:p>
    <w:p w:rsidR="00B128ED" w:rsidRPr="00105EE9" w:rsidRDefault="00B128ED" w:rsidP="00105EE9">
      <w:pPr>
        <w:spacing w:after="0" w:line="240" w:lineRule="auto"/>
        <w:ind w:firstLine="567"/>
        <w:jc w:val="right"/>
        <w:rPr>
          <w:rFonts w:ascii="Times New Roman" w:hAnsi="Times New Roman"/>
          <w:lang w:eastAsia="ru-RU"/>
        </w:rPr>
      </w:pPr>
      <w:r w:rsidRPr="00105EE9">
        <w:rPr>
          <w:rFonts w:ascii="Times New Roman" w:hAnsi="Times New Roman"/>
          <w:lang w:eastAsia="ru-RU"/>
        </w:rPr>
        <w:t>Приложение № 1</w:t>
      </w:r>
    </w:p>
    <w:p w:rsidR="00B128ED" w:rsidRPr="00105EE9" w:rsidRDefault="00B128ED" w:rsidP="00105EE9">
      <w:pPr>
        <w:spacing w:after="0" w:line="240" w:lineRule="auto"/>
        <w:ind w:firstLine="567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к</w:t>
      </w:r>
      <w:r w:rsidRPr="00105EE9">
        <w:rPr>
          <w:rFonts w:ascii="Times New Roman" w:hAnsi="Times New Roman"/>
          <w:lang w:eastAsia="ru-RU"/>
        </w:rPr>
        <w:t xml:space="preserve"> конкурсной документации</w:t>
      </w:r>
    </w:p>
    <w:p w:rsidR="00B128ED" w:rsidRDefault="00B128ED" w:rsidP="001A3ABF">
      <w:pPr>
        <w:spacing w:after="0" w:line="240" w:lineRule="auto"/>
        <w:ind w:left="4956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B128ED" w:rsidRDefault="00B128ED" w:rsidP="004064F6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B128ED" w:rsidRDefault="00B128ED" w:rsidP="00D23532">
      <w:pPr>
        <w:spacing w:after="0" w:line="240" w:lineRule="auto"/>
        <w:ind w:left="3540" w:firstLine="708"/>
        <w:rPr>
          <w:rFonts w:ascii="Times New Roman" w:hAnsi="Times New Roman"/>
          <w:b/>
          <w:sz w:val="28"/>
          <w:szCs w:val="28"/>
          <w:lang w:eastAsia="ru-RU"/>
        </w:rPr>
      </w:pPr>
      <w:r w:rsidRPr="006A0557">
        <w:rPr>
          <w:rFonts w:ascii="Times New Roman" w:hAnsi="Times New Roman"/>
          <w:b/>
          <w:sz w:val="28"/>
          <w:szCs w:val="28"/>
          <w:lang w:eastAsia="ru-RU"/>
        </w:rPr>
        <w:t>ЛОТ 2</w:t>
      </w:r>
    </w:p>
    <w:p w:rsidR="00B128ED" w:rsidRPr="00CA288F" w:rsidRDefault="00B128ED" w:rsidP="004064F6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  <w:highlight w:val="yellow"/>
          <w:lang w:eastAsia="ru-RU"/>
        </w:rPr>
      </w:pPr>
    </w:p>
    <w:p w:rsidR="00B128ED" w:rsidRPr="00CA288F" w:rsidRDefault="00B128ED" w:rsidP="004064F6">
      <w:pPr>
        <w:widowControl w:val="0"/>
        <w:spacing w:before="120" w:after="12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A288F">
        <w:rPr>
          <w:rFonts w:ascii="Times New Roman" w:hAnsi="Times New Roman"/>
          <w:b/>
          <w:sz w:val="28"/>
          <w:szCs w:val="28"/>
          <w:lang w:eastAsia="ru-RU"/>
        </w:rPr>
        <w:t>Техническое задание</w:t>
      </w:r>
    </w:p>
    <w:p w:rsidR="00B128ED" w:rsidRPr="00C21340" w:rsidRDefault="00B128ED" w:rsidP="005639C9">
      <w:pPr>
        <w:widowControl w:val="0"/>
        <w:tabs>
          <w:tab w:val="num" w:pos="786"/>
          <w:tab w:val="left" w:pos="85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A288F">
        <w:rPr>
          <w:rFonts w:ascii="Times New Roman" w:hAnsi="Times New Roman"/>
          <w:b/>
          <w:sz w:val="28"/>
          <w:szCs w:val="28"/>
          <w:lang w:eastAsia="ru-RU"/>
        </w:rPr>
        <w:t>на оказание услуг по проведению обучающих курсов «Управление многоквартирным домом. Собственник, как заказчик жилищно-коммунальных услуг»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в </w:t>
      </w:r>
      <w:r w:rsidRPr="00C21340">
        <w:rPr>
          <w:rFonts w:ascii="Times New Roman" w:hAnsi="Times New Roman"/>
          <w:b/>
          <w:sz w:val="28"/>
          <w:szCs w:val="28"/>
          <w:lang w:eastAsia="ru-RU"/>
        </w:rPr>
        <w:t>Ленинском, Дзержинском, Кировском, Индустриальном районах г.Перми</w:t>
      </w:r>
    </w:p>
    <w:p w:rsidR="00B128ED" w:rsidRPr="00CA288F" w:rsidRDefault="00B128ED" w:rsidP="004064F6">
      <w:pPr>
        <w:widowControl w:val="0"/>
        <w:tabs>
          <w:tab w:val="left" w:pos="851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128ED" w:rsidRPr="00CA288F" w:rsidRDefault="00B128ED" w:rsidP="004064F6">
      <w:pPr>
        <w:pStyle w:val="ListParagraph"/>
        <w:widowControl w:val="0"/>
        <w:tabs>
          <w:tab w:val="left" w:pos="851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B128ED" w:rsidRDefault="00B128ED" w:rsidP="006A05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128ED" w:rsidRPr="00CA288F" w:rsidRDefault="00B128ED" w:rsidP="006A0557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288F">
        <w:rPr>
          <w:rFonts w:ascii="Times New Roman" w:hAnsi="Times New Roman"/>
          <w:sz w:val="28"/>
          <w:szCs w:val="28"/>
          <w:lang w:eastAsia="ru-RU"/>
        </w:rPr>
        <w:t>1.Срок начала оказания услуги: с момента заключения контракта.</w:t>
      </w:r>
    </w:p>
    <w:p w:rsidR="00B128ED" w:rsidRPr="00CA288F" w:rsidRDefault="00B128ED" w:rsidP="006A0557">
      <w:pPr>
        <w:pStyle w:val="ListParagraph"/>
        <w:widowControl w:val="0"/>
        <w:tabs>
          <w:tab w:val="left" w:pos="85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288F">
        <w:rPr>
          <w:rFonts w:ascii="Times New Roman" w:hAnsi="Times New Roman"/>
          <w:sz w:val="28"/>
          <w:szCs w:val="28"/>
          <w:lang w:eastAsia="ru-RU"/>
        </w:rPr>
        <w:t>2. Срок окончания оказания услуги – 20 декабря 2013 года.</w:t>
      </w:r>
    </w:p>
    <w:p w:rsidR="00B128ED" w:rsidRPr="00CA288F" w:rsidRDefault="00B128ED" w:rsidP="006A0557">
      <w:pPr>
        <w:widowControl w:val="0"/>
        <w:tabs>
          <w:tab w:val="num" w:pos="78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 Место оказания услуги: г.</w:t>
      </w:r>
      <w:r w:rsidRPr="00CA288F">
        <w:rPr>
          <w:rFonts w:ascii="Times New Roman" w:hAnsi="Times New Roman"/>
          <w:sz w:val="28"/>
          <w:szCs w:val="28"/>
          <w:lang w:eastAsia="ru-RU"/>
        </w:rPr>
        <w:t xml:space="preserve">Пермь, общественные центры </w:t>
      </w:r>
      <w:r>
        <w:rPr>
          <w:rFonts w:ascii="Times New Roman" w:hAnsi="Times New Roman"/>
          <w:sz w:val="28"/>
          <w:szCs w:val="28"/>
          <w:lang w:eastAsia="ru-RU"/>
        </w:rPr>
        <w:t xml:space="preserve">Ленинского, Дзержинского, Кировского, Индустриального </w:t>
      </w:r>
      <w:r w:rsidRPr="00CA288F">
        <w:rPr>
          <w:rFonts w:ascii="Times New Roman" w:hAnsi="Times New Roman"/>
          <w:sz w:val="28"/>
          <w:szCs w:val="28"/>
          <w:lang w:eastAsia="ru-RU"/>
        </w:rPr>
        <w:t>районов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A288F">
        <w:rPr>
          <w:rFonts w:ascii="Times New Roman" w:hAnsi="Times New Roman"/>
          <w:sz w:val="28"/>
          <w:szCs w:val="28"/>
          <w:lang w:eastAsia="ru-RU"/>
        </w:rPr>
        <w:t>либо другое помещение по согласованию с Заказчиком.</w:t>
      </w:r>
    </w:p>
    <w:p w:rsidR="00B128ED" w:rsidRPr="00CA288F" w:rsidRDefault="00B128ED" w:rsidP="006A0557">
      <w:pPr>
        <w:widowControl w:val="0"/>
        <w:tabs>
          <w:tab w:val="num" w:pos="78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288F">
        <w:rPr>
          <w:rFonts w:ascii="Times New Roman" w:hAnsi="Times New Roman"/>
          <w:sz w:val="28"/>
          <w:szCs w:val="28"/>
          <w:lang w:eastAsia="ru-RU"/>
        </w:rPr>
        <w:t>4.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A288F">
        <w:rPr>
          <w:rFonts w:ascii="Times New Roman" w:hAnsi="Times New Roman"/>
          <w:sz w:val="28"/>
          <w:szCs w:val="28"/>
          <w:lang w:eastAsia="ru-RU"/>
        </w:rPr>
        <w:t xml:space="preserve">Услуга </w:t>
      </w:r>
      <w:r w:rsidRPr="00CA288F">
        <w:rPr>
          <w:rFonts w:ascii="Times New Roman" w:hAnsi="Times New Roman"/>
          <w:color w:val="000000"/>
          <w:sz w:val="28"/>
          <w:szCs w:val="28"/>
          <w:lang w:eastAsia="ru-RU"/>
        </w:rPr>
        <w:t>должна включать в себя следующие мероприятия:</w:t>
      </w:r>
    </w:p>
    <w:p w:rsidR="00B128ED" w:rsidRPr="00CA288F" w:rsidRDefault="00B128ED" w:rsidP="006A0557">
      <w:pPr>
        <w:widowControl w:val="0"/>
        <w:shd w:val="clear" w:color="auto" w:fill="FFFFFF"/>
        <w:tabs>
          <w:tab w:val="num" w:pos="78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A28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организация и проведение обучающих курсов по вопросам управления многоквартирными домами не менее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450</w:t>
      </w:r>
      <w:r w:rsidRPr="00CA28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человек в год из числа жителей многоквартирных домов (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150</w:t>
      </w:r>
      <w:r w:rsidRPr="00CA28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квартал);</w:t>
      </w:r>
    </w:p>
    <w:p w:rsidR="00B128ED" w:rsidRPr="00CA288F" w:rsidRDefault="00B128ED" w:rsidP="006A0557">
      <w:pPr>
        <w:widowControl w:val="0"/>
        <w:shd w:val="clear" w:color="auto" w:fill="FFFFFF"/>
        <w:tabs>
          <w:tab w:val="num" w:pos="78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 w:rsidRPr="00CA288F">
        <w:rPr>
          <w:rFonts w:ascii="Times New Roman" w:hAnsi="Times New Roman"/>
          <w:color w:val="000000"/>
          <w:sz w:val="28"/>
          <w:szCs w:val="28"/>
          <w:lang w:eastAsia="ru-RU"/>
        </w:rPr>
        <w:t>п</w:t>
      </w:r>
      <w:r w:rsidRPr="00CA288F">
        <w:rPr>
          <w:rFonts w:ascii="Times New Roman" w:hAnsi="Times New Roman"/>
          <w:sz w:val="28"/>
          <w:szCs w:val="28"/>
          <w:lang w:eastAsia="ru-RU"/>
        </w:rPr>
        <w:t>одготовка раздаточного материала. Раздаточный материал, предоставляемый обучающимся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A288F">
        <w:rPr>
          <w:rFonts w:ascii="Times New Roman" w:hAnsi="Times New Roman"/>
          <w:sz w:val="28"/>
          <w:szCs w:val="28"/>
          <w:lang w:eastAsia="ru-RU"/>
        </w:rPr>
        <w:t>должен содержать тезисы обучающих курсов, примеры документов, выдержки нормативно-правовых и нормативно-технических актов, иную информацию по теме конкретного обучающего курса.</w:t>
      </w:r>
    </w:p>
    <w:p w:rsidR="00B128ED" w:rsidRPr="00CA288F" w:rsidRDefault="00B128ED" w:rsidP="006A0557">
      <w:pPr>
        <w:widowControl w:val="0"/>
        <w:shd w:val="clear" w:color="auto" w:fill="FFFFFF"/>
        <w:tabs>
          <w:tab w:val="num" w:pos="78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288F">
        <w:rPr>
          <w:rFonts w:ascii="Times New Roman" w:hAnsi="Times New Roman"/>
          <w:sz w:val="28"/>
          <w:szCs w:val="28"/>
          <w:lang w:eastAsia="ru-RU"/>
        </w:rPr>
        <w:t>5.График проведения семинаров согласовывается с Заказчиком не позднее чем за 5 дней до начала выполнения услуг.</w:t>
      </w:r>
    </w:p>
    <w:p w:rsidR="00B128ED" w:rsidRPr="00CA288F" w:rsidRDefault="00B128ED" w:rsidP="006A0557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A288F">
        <w:rPr>
          <w:rFonts w:ascii="Times New Roman" w:hAnsi="Times New Roman"/>
          <w:color w:val="000000"/>
          <w:sz w:val="28"/>
          <w:szCs w:val="28"/>
          <w:lang w:eastAsia="ru-RU"/>
        </w:rPr>
        <w:t>6.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A288F">
        <w:rPr>
          <w:rFonts w:ascii="Times New Roman" w:hAnsi="Times New Roman"/>
          <w:color w:val="000000"/>
          <w:sz w:val="28"/>
          <w:szCs w:val="28"/>
          <w:lang w:eastAsia="ru-RU"/>
        </w:rPr>
        <w:t>Участники обучающих курсов – представители собственников помещений многоквартирных домов из числа членов Советов многоквартирных домов и/или их председателей (старшие по домам)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наниматели жилых помещений многоквартирных домов.</w:t>
      </w:r>
    </w:p>
    <w:p w:rsidR="00B128ED" w:rsidRPr="00CA288F" w:rsidRDefault="00B128ED" w:rsidP="006A0557">
      <w:pPr>
        <w:widowControl w:val="0"/>
        <w:shd w:val="clear" w:color="auto" w:fill="FFFFFF"/>
        <w:tabs>
          <w:tab w:val="num" w:pos="786"/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Pr="00CA288F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A28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Продолжительность каждого обучающего курса по предложенной программе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– 12 аудиторных часов (</w:t>
      </w:r>
      <w:r>
        <w:rPr>
          <w:rFonts w:ascii="Times New Roman" w:hAnsi="Times New Roman"/>
          <w:color w:val="0000FF"/>
          <w:sz w:val="28"/>
          <w:szCs w:val="28"/>
          <w:lang w:eastAsia="ru-RU"/>
        </w:rPr>
        <w:t>приложение 1</w:t>
      </w:r>
      <w:r w:rsidRPr="00CA45E7">
        <w:rPr>
          <w:rFonts w:ascii="Times New Roman" w:hAnsi="Times New Roman"/>
          <w:color w:val="0000FF"/>
          <w:sz w:val="28"/>
          <w:szCs w:val="28"/>
          <w:lang w:eastAsia="ru-RU"/>
        </w:rPr>
        <w:t>)</w:t>
      </w:r>
    </w:p>
    <w:p w:rsidR="00B128ED" w:rsidRPr="00CA288F" w:rsidRDefault="00B128ED" w:rsidP="006A0557">
      <w:pPr>
        <w:widowControl w:val="0"/>
        <w:shd w:val="clear" w:color="auto" w:fill="FFFFFF"/>
        <w:tabs>
          <w:tab w:val="num" w:pos="786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Pr="00CA288F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A288F">
        <w:rPr>
          <w:rFonts w:ascii="Times New Roman" w:hAnsi="Times New Roman"/>
          <w:sz w:val="28"/>
          <w:szCs w:val="28"/>
          <w:lang w:eastAsia="ru-RU"/>
        </w:rPr>
        <w:t>Исполнитель обеспечивает актуальность и достоверность предоставляемой информации на занятиях обучающего курса, соответствие информации действующему законодательству в сфере управления многоквартирными домами.</w:t>
      </w:r>
    </w:p>
    <w:p w:rsidR="00B128ED" w:rsidRPr="00CA288F" w:rsidRDefault="00B128ED" w:rsidP="006A0557">
      <w:pPr>
        <w:widowControl w:val="0"/>
        <w:tabs>
          <w:tab w:val="num" w:pos="78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</w:t>
      </w:r>
      <w:r w:rsidRPr="00CA288F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A288F">
        <w:rPr>
          <w:rFonts w:ascii="Times New Roman" w:hAnsi="Times New Roman"/>
          <w:sz w:val="28"/>
          <w:szCs w:val="28"/>
          <w:lang w:eastAsia="ru-RU"/>
        </w:rPr>
        <w:t xml:space="preserve">Предоставление отчетов, не позднее 5-ти дней после </w:t>
      </w:r>
      <w:r w:rsidRPr="00272AFA">
        <w:rPr>
          <w:rFonts w:ascii="Times New Roman" w:hAnsi="Times New Roman"/>
          <w:sz w:val="28"/>
          <w:szCs w:val="28"/>
          <w:lang w:eastAsia="ru-RU"/>
        </w:rPr>
        <w:t>проведения каждого обучающего</w:t>
      </w:r>
      <w:r>
        <w:rPr>
          <w:rFonts w:ascii="Times New Roman" w:hAnsi="Times New Roman"/>
          <w:sz w:val="28"/>
          <w:szCs w:val="28"/>
          <w:lang w:eastAsia="ru-RU"/>
        </w:rPr>
        <w:t xml:space="preserve"> курса</w:t>
      </w:r>
      <w:r w:rsidRPr="00CA288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по форме</w:t>
      </w:r>
      <w:r w:rsidRPr="00CA288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FF"/>
          <w:sz w:val="28"/>
          <w:szCs w:val="28"/>
          <w:lang w:eastAsia="ru-RU"/>
        </w:rPr>
        <w:t>приложения</w:t>
      </w:r>
      <w:r w:rsidRPr="00CA45E7">
        <w:rPr>
          <w:rFonts w:ascii="Times New Roman" w:hAnsi="Times New Roman"/>
          <w:color w:val="0000FF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FF"/>
          <w:sz w:val="28"/>
          <w:szCs w:val="28"/>
          <w:lang w:eastAsia="ru-RU"/>
        </w:rPr>
        <w:t>2</w:t>
      </w:r>
      <w:r w:rsidRPr="00CA288F">
        <w:rPr>
          <w:rFonts w:ascii="Times New Roman" w:hAnsi="Times New Roman"/>
          <w:sz w:val="28"/>
          <w:szCs w:val="28"/>
          <w:lang w:eastAsia="ru-RU"/>
        </w:rPr>
        <w:t>.</w:t>
      </w:r>
    </w:p>
    <w:p w:rsidR="00B128ED" w:rsidRDefault="00B128ED" w:rsidP="005229FC">
      <w:pPr>
        <w:widowControl w:val="0"/>
        <w:tabs>
          <w:tab w:val="num" w:pos="786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288F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CA288F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A288F">
        <w:rPr>
          <w:rFonts w:ascii="Times New Roman" w:hAnsi="Times New Roman"/>
          <w:sz w:val="28"/>
          <w:szCs w:val="28"/>
          <w:lang w:eastAsia="ru-RU"/>
        </w:rPr>
        <w:t xml:space="preserve">Исполнитель составляет акт </w:t>
      </w:r>
      <w:r w:rsidRPr="00CA288F">
        <w:rPr>
          <w:rFonts w:ascii="Times New Roman" w:hAnsi="Times New Roman"/>
          <w:color w:val="000000"/>
          <w:sz w:val="28"/>
          <w:szCs w:val="28"/>
          <w:lang w:eastAsia="ru-RU"/>
        </w:rPr>
        <w:t>приема – сдачи оказанных услуг</w:t>
      </w:r>
      <w:r w:rsidRPr="00CA288F">
        <w:rPr>
          <w:rFonts w:ascii="Times New Roman" w:hAnsi="Times New Roman"/>
          <w:sz w:val="28"/>
          <w:szCs w:val="28"/>
          <w:lang w:eastAsia="ru-RU"/>
        </w:rPr>
        <w:t>, который должен отражать объем и содержание оказанных Исполнителем услуг.</w:t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B128ED" w:rsidRDefault="00B128ED" w:rsidP="006A0557">
      <w:pPr>
        <w:tabs>
          <w:tab w:val="left" w:pos="1440"/>
        </w:tabs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B128ED" w:rsidRDefault="00B128ED" w:rsidP="006A0557">
      <w:pPr>
        <w:tabs>
          <w:tab w:val="left" w:pos="1440"/>
        </w:tabs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128ED" w:rsidRDefault="00B128ED" w:rsidP="006A0557">
      <w:pPr>
        <w:tabs>
          <w:tab w:val="left" w:pos="1440"/>
        </w:tabs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128ED" w:rsidRDefault="00B128ED" w:rsidP="005229FC">
      <w:pPr>
        <w:tabs>
          <w:tab w:val="left" w:pos="1440"/>
        </w:tabs>
        <w:spacing w:after="0" w:line="240" w:lineRule="exact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B128ED" w:rsidRDefault="00B128ED" w:rsidP="005229FC">
      <w:pPr>
        <w:tabs>
          <w:tab w:val="left" w:pos="1440"/>
        </w:tabs>
        <w:spacing w:after="0" w:line="240" w:lineRule="exact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B128ED" w:rsidRDefault="00B128ED" w:rsidP="00272AFA">
      <w:pPr>
        <w:tabs>
          <w:tab w:val="left" w:pos="1440"/>
        </w:tabs>
        <w:spacing w:after="0" w:line="240" w:lineRule="auto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272AFA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                        </w:t>
      </w:r>
    </w:p>
    <w:p w:rsidR="00B128ED" w:rsidRDefault="00B128ED" w:rsidP="00272AFA">
      <w:pPr>
        <w:tabs>
          <w:tab w:val="left" w:pos="1440"/>
        </w:tabs>
        <w:spacing w:after="0" w:line="240" w:lineRule="auto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B128ED" w:rsidRPr="00272AFA" w:rsidRDefault="00B128ED" w:rsidP="0070384F">
      <w:pPr>
        <w:tabs>
          <w:tab w:val="left" w:pos="1440"/>
        </w:tabs>
        <w:spacing w:after="0" w:line="240" w:lineRule="auto"/>
        <w:jc w:val="right"/>
        <w:rPr>
          <w:rFonts w:ascii="Times New Roman" w:hAnsi="Times New Roman"/>
          <w:color w:val="FF0000"/>
          <w:sz w:val="18"/>
          <w:szCs w:val="18"/>
          <w:lang w:eastAsia="ru-RU"/>
        </w:rPr>
      </w:pPr>
      <w:r w:rsidRPr="00272AFA">
        <w:rPr>
          <w:rFonts w:ascii="Times New Roman" w:hAnsi="Times New Roman"/>
          <w:color w:val="FF0000"/>
          <w:sz w:val="18"/>
          <w:szCs w:val="18"/>
          <w:lang w:eastAsia="ru-RU"/>
        </w:rPr>
        <w:t>Идентично в отношении всех лотов</w:t>
      </w:r>
    </w:p>
    <w:p w:rsidR="00B128ED" w:rsidRPr="00A60D8D" w:rsidRDefault="00B128ED" w:rsidP="00272AFA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</w:t>
      </w:r>
      <w:r w:rsidRPr="00A60D8D">
        <w:rPr>
          <w:rFonts w:ascii="Times New Roman" w:hAnsi="Times New Roman"/>
          <w:sz w:val="20"/>
          <w:szCs w:val="20"/>
          <w:lang w:eastAsia="ru-RU"/>
        </w:rPr>
        <w:t xml:space="preserve">Приложение 1 к техническому заданию                                                                       </w:t>
      </w:r>
    </w:p>
    <w:p w:rsidR="00B128ED" w:rsidRPr="005229FC" w:rsidRDefault="00B128ED" w:rsidP="00272AFA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128ED" w:rsidRPr="001A3ABF" w:rsidRDefault="00B128ED" w:rsidP="00272AFA">
      <w:pPr>
        <w:shd w:val="clear" w:color="auto" w:fill="FFFFFF"/>
        <w:spacing w:after="0" w:line="274" w:lineRule="exact"/>
        <w:ind w:right="6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128ED" w:rsidRPr="005229FC" w:rsidRDefault="00B128ED" w:rsidP="00272AFA">
      <w:pPr>
        <w:shd w:val="clear" w:color="auto" w:fill="FFFFFF"/>
        <w:spacing w:after="0" w:line="274" w:lineRule="exact"/>
        <w:ind w:right="6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229FC">
        <w:rPr>
          <w:rFonts w:ascii="Times New Roman" w:hAnsi="Times New Roman"/>
          <w:b/>
          <w:sz w:val="28"/>
          <w:szCs w:val="28"/>
          <w:lang w:eastAsia="ru-RU"/>
        </w:rPr>
        <w:t>План учебного курса</w:t>
      </w:r>
      <w:r w:rsidRPr="001A3ABF">
        <w:rPr>
          <w:rFonts w:ascii="Times New Roman" w:hAnsi="Times New Roman"/>
          <w:b/>
          <w:sz w:val="28"/>
          <w:szCs w:val="28"/>
          <w:lang w:eastAsia="ru-RU"/>
        </w:rPr>
        <w:t xml:space="preserve"> с</w:t>
      </w:r>
      <w:r w:rsidRPr="005229FC">
        <w:rPr>
          <w:rFonts w:ascii="Times New Roman" w:hAnsi="Times New Roman"/>
          <w:b/>
          <w:sz w:val="28"/>
          <w:szCs w:val="28"/>
          <w:lang w:eastAsia="ru-RU"/>
        </w:rPr>
        <w:t xml:space="preserve">оветов многоквартирных домов по теме </w:t>
      </w:r>
    </w:p>
    <w:p w:rsidR="00B128ED" w:rsidRPr="001A3ABF" w:rsidRDefault="00B128ED" w:rsidP="00272AFA">
      <w:pPr>
        <w:shd w:val="clear" w:color="auto" w:fill="FFFFFF"/>
        <w:spacing w:after="0" w:line="274" w:lineRule="exact"/>
        <w:ind w:right="6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229FC">
        <w:rPr>
          <w:rFonts w:ascii="Times New Roman" w:hAnsi="Times New Roman"/>
          <w:b/>
          <w:sz w:val="28"/>
          <w:szCs w:val="28"/>
          <w:lang w:eastAsia="ru-RU"/>
        </w:rPr>
        <w:t>«</w:t>
      </w:r>
      <w:r w:rsidRPr="00CA288F">
        <w:rPr>
          <w:rFonts w:ascii="Times New Roman" w:hAnsi="Times New Roman"/>
          <w:b/>
          <w:sz w:val="28"/>
          <w:szCs w:val="28"/>
          <w:lang w:eastAsia="ru-RU"/>
        </w:rPr>
        <w:t>Управление многоквартирным домом. Собственник, как заказчик жилищно-коммунальных услуг</w:t>
      </w:r>
      <w:r w:rsidRPr="005229FC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:rsidR="00B128ED" w:rsidRPr="005229FC" w:rsidRDefault="00B128ED" w:rsidP="00272AFA">
      <w:pPr>
        <w:shd w:val="clear" w:color="auto" w:fill="FFFFFF"/>
        <w:spacing w:after="0" w:line="274" w:lineRule="exact"/>
        <w:ind w:right="6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6663"/>
        <w:gridCol w:w="1701"/>
      </w:tblGrid>
      <w:tr w:rsidR="00B128ED" w:rsidRPr="00964E14" w:rsidTr="00C47012">
        <w:tc>
          <w:tcPr>
            <w:tcW w:w="1242" w:type="dxa"/>
          </w:tcPr>
          <w:p w:rsidR="00B128ED" w:rsidRPr="005229FC" w:rsidRDefault="00B128ED" w:rsidP="00C47012">
            <w:pPr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29FC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</w:p>
          <w:p w:rsidR="00B128ED" w:rsidRPr="005229FC" w:rsidRDefault="00B128ED" w:rsidP="00C47012">
            <w:pPr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29FC">
              <w:rPr>
                <w:rFonts w:ascii="Times New Roman" w:hAnsi="Times New Roman"/>
                <w:sz w:val="28"/>
                <w:szCs w:val="28"/>
                <w:lang w:eastAsia="ru-RU"/>
              </w:rPr>
              <w:t>раздела (темы)</w:t>
            </w:r>
          </w:p>
        </w:tc>
        <w:tc>
          <w:tcPr>
            <w:tcW w:w="6663" w:type="dxa"/>
          </w:tcPr>
          <w:p w:rsidR="00B128ED" w:rsidRPr="005229FC" w:rsidRDefault="00B128ED" w:rsidP="00C47012">
            <w:pPr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29F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занятия, раздела </w:t>
            </w:r>
          </w:p>
          <w:p w:rsidR="00B128ED" w:rsidRPr="005229FC" w:rsidRDefault="00B128ED" w:rsidP="00C47012">
            <w:pPr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29FC">
              <w:rPr>
                <w:rFonts w:ascii="Times New Roman" w:hAnsi="Times New Roman"/>
                <w:sz w:val="28"/>
                <w:szCs w:val="28"/>
                <w:lang w:eastAsia="ru-RU"/>
              </w:rPr>
              <w:t>(тема)</w:t>
            </w:r>
          </w:p>
        </w:tc>
        <w:tc>
          <w:tcPr>
            <w:tcW w:w="1701" w:type="dxa"/>
          </w:tcPr>
          <w:p w:rsidR="00B128ED" w:rsidRPr="005229FC" w:rsidRDefault="00B128ED" w:rsidP="00C47012">
            <w:pPr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29FC">
              <w:rPr>
                <w:rFonts w:ascii="Times New Roman" w:hAnsi="Times New Roman"/>
                <w:sz w:val="28"/>
                <w:szCs w:val="28"/>
                <w:lang w:eastAsia="ru-RU"/>
              </w:rPr>
              <w:t>Кол-во аудиторных часов</w:t>
            </w:r>
          </w:p>
        </w:tc>
      </w:tr>
      <w:tr w:rsidR="00B128ED" w:rsidRPr="00964E14" w:rsidTr="00C47012">
        <w:tc>
          <w:tcPr>
            <w:tcW w:w="1242" w:type="dxa"/>
          </w:tcPr>
          <w:p w:rsidR="00B128ED" w:rsidRPr="005229FC" w:rsidRDefault="00B128ED" w:rsidP="00C47012">
            <w:pPr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29FC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663" w:type="dxa"/>
          </w:tcPr>
          <w:p w:rsidR="00B128ED" w:rsidRPr="005229FC" w:rsidRDefault="00B128ED" w:rsidP="00C47012">
            <w:pPr>
              <w:spacing w:after="4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29FC">
              <w:rPr>
                <w:rFonts w:ascii="Times New Roman" w:hAnsi="Times New Roman"/>
                <w:sz w:val="28"/>
                <w:szCs w:val="28"/>
                <w:lang w:eastAsia="ru-RU"/>
              </w:rPr>
              <w:t>Состав жилищных услуг, предоставляемых собственникам и нанимателям помещений  в многоквартирных домах, и порядок их предоставления.</w:t>
            </w:r>
          </w:p>
        </w:tc>
        <w:tc>
          <w:tcPr>
            <w:tcW w:w="1701" w:type="dxa"/>
          </w:tcPr>
          <w:p w:rsidR="00B128ED" w:rsidRPr="005229FC" w:rsidRDefault="00B128ED" w:rsidP="00C47012">
            <w:pPr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29FC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B128ED" w:rsidRPr="00964E14" w:rsidTr="00C47012">
        <w:tc>
          <w:tcPr>
            <w:tcW w:w="1242" w:type="dxa"/>
          </w:tcPr>
          <w:p w:rsidR="00B128ED" w:rsidRPr="005229FC" w:rsidRDefault="00B128ED" w:rsidP="00C47012">
            <w:pPr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29FC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663" w:type="dxa"/>
          </w:tcPr>
          <w:p w:rsidR="00B128ED" w:rsidRPr="005229FC" w:rsidRDefault="00B128ED" w:rsidP="00C47012">
            <w:pPr>
              <w:spacing w:after="4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29FC">
              <w:rPr>
                <w:rFonts w:ascii="Times New Roman" w:hAnsi="Times New Roman"/>
                <w:sz w:val="28"/>
                <w:szCs w:val="28"/>
                <w:lang w:eastAsia="ru-RU"/>
              </w:rPr>
              <w:t>Состав коммунальных услуг, предоставляемых собственникам и нанимателям помещений в многоквартирных домах, и порядок их предоставления.</w:t>
            </w:r>
          </w:p>
        </w:tc>
        <w:tc>
          <w:tcPr>
            <w:tcW w:w="1701" w:type="dxa"/>
          </w:tcPr>
          <w:p w:rsidR="00B128ED" w:rsidRPr="005229FC" w:rsidRDefault="00B128ED" w:rsidP="00C47012">
            <w:pPr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29FC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B128ED" w:rsidRPr="00964E14" w:rsidTr="00C47012">
        <w:tc>
          <w:tcPr>
            <w:tcW w:w="1242" w:type="dxa"/>
          </w:tcPr>
          <w:p w:rsidR="00B128ED" w:rsidRPr="005229FC" w:rsidRDefault="00B128ED" w:rsidP="00C47012">
            <w:pPr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29FC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663" w:type="dxa"/>
          </w:tcPr>
          <w:p w:rsidR="00B128ED" w:rsidRPr="005229FC" w:rsidRDefault="00B128ED" w:rsidP="00C47012">
            <w:pPr>
              <w:spacing w:after="4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29FC">
              <w:rPr>
                <w:rFonts w:ascii="Times New Roman" w:hAnsi="Times New Roman"/>
                <w:sz w:val="28"/>
                <w:szCs w:val="28"/>
                <w:lang w:eastAsia="ru-RU"/>
              </w:rPr>
              <w:t>Состав работ по текущему ремонту в многоквартирных домах и порядок их осуществления.</w:t>
            </w:r>
          </w:p>
        </w:tc>
        <w:tc>
          <w:tcPr>
            <w:tcW w:w="1701" w:type="dxa"/>
          </w:tcPr>
          <w:p w:rsidR="00B128ED" w:rsidRPr="005229FC" w:rsidRDefault="00B128ED" w:rsidP="00C47012">
            <w:pPr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29FC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B128ED" w:rsidRPr="00964E14" w:rsidTr="00C47012">
        <w:tc>
          <w:tcPr>
            <w:tcW w:w="1242" w:type="dxa"/>
          </w:tcPr>
          <w:p w:rsidR="00B128ED" w:rsidRPr="005229FC" w:rsidRDefault="00B128ED" w:rsidP="00C47012">
            <w:pPr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29FC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663" w:type="dxa"/>
          </w:tcPr>
          <w:p w:rsidR="00B128ED" w:rsidRPr="005229FC" w:rsidRDefault="00B128ED" w:rsidP="00C47012">
            <w:pPr>
              <w:spacing w:after="4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29FC">
              <w:rPr>
                <w:rFonts w:ascii="Times New Roman" w:hAnsi="Times New Roman"/>
                <w:sz w:val="28"/>
                <w:szCs w:val="28"/>
                <w:lang w:eastAsia="ru-RU"/>
              </w:rPr>
              <w:t>Условия проведения и состав работ по капитальному ремонту в многоквартирных домах и порядок их осуществления.</w:t>
            </w:r>
          </w:p>
        </w:tc>
        <w:tc>
          <w:tcPr>
            <w:tcW w:w="1701" w:type="dxa"/>
          </w:tcPr>
          <w:p w:rsidR="00B128ED" w:rsidRPr="005229FC" w:rsidRDefault="00B128ED" w:rsidP="00C47012">
            <w:pPr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29FC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B128ED" w:rsidRPr="00964E14" w:rsidTr="00C47012">
        <w:tc>
          <w:tcPr>
            <w:tcW w:w="1242" w:type="dxa"/>
          </w:tcPr>
          <w:p w:rsidR="00B128ED" w:rsidRPr="005229FC" w:rsidRDefault="00B128ED" w:rsidP="00C47012">
            <w:pPr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29FC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663" w:type="dxa"/>
          </w:tcPr>
          <w:p w:rsidR="00B128ED" w:rsidRPr="005229FC" w:rsidRDefault="00B128ED" w:rsidP="00C47012">
            <w:pPr>
              <w:spacing w:after="4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29FC">
              <w:rPr>
                <w:rFonts w:ascii="Times New Roman" w:hAnsi="Times New Roman"/>
                <w:sz w:val="28"/>
                <w:szCs w:val="28"/>
                <w:lang w:eastAsia="ru-RU"/>
              </w:rPr>
              <w:t>Права и обязанности собственников и нанимателей помещений в многоквартирном доме и способы их реализации.</w:t>
            </w:r>
          </w:p>
        </w:tc>
        <w:tc>
          <w:tcPr>
            <w:tcW w:w="1701" w:type="dxa"/>
          </w:tcPr>
          <w:p w:rsidR="00B128ED" w:rsidRPr="005229FC" w:rsidRDefault="00B128ED" w:rsidP="00C47012">
            <w:pPr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29FC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B128ED" w:rsidRPr="00964E14" w:rsidTr="00C47012">
        <w:tc>
          <w:tcPr>
            <w:tcW w:w="1242" w:type="dxa"/>
          </w:tcPr>
          <w:p w:rsidR="00B128ED" w:rsidRPr="005229FC" w:rsidRDefault="00B128ED" w:rsidP="00C47012">
            <w:pPr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29FC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663" w:type="dxa"/>
          </w:tcPr>
          <w:p w:rsidR="00B128ED" w:rsidRPr="005229FC" w:rsidRDefault="00B128ED" w:rsidP="00C47012">
            <w:pPr>
              <w:spacing w:after="4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29FC">
              <w:rPr>
                <w:rFonts w:ascii="Times New Roman" w:hAnsi="Times New Roman"/>
                <w:sz w:val="28"/>
                <w:szCs w:val="28"/>
                <w:lang w:eastAsia="ru-RU"/>
              </w:rPr>
              <w:t>Способы и инструментарий конструктивного взаимодействия с исполнителями услуг и производителями работ.</w:t>
            </w:r>
          </w:p>
        </w:tc>
        <w:tc>
          <w:tcPr>
            <w:tcW w:w="1701" w:type="dxa"/>
          </w:tcPr>
          <w:p w:rsidR="00B128ED" w:rsidRPr="005229FC" w:rsidRDefault="00B128ED" w:rsidP="00C47012">
            <w:pPr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29FC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B128ED" w:rsidRPr="00964E14" w:rsidTr="00C47012">
        <w:tc>
          <w:tcPr>
            <w:tcW w:w="1242" w:type="dxa"/>
          </w:tcPr>
          <w:p w:rsidR="00B128ED" w:rsidRPr="005229FC" w:rsidRDefault="00B128ED" w:rsidP="00C47012">
            <w:pPr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29FC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663" w:type="dxa"/>
          </w:tcPr>
          <w:p w:rsidR="00B128ED" w:rsidRPr="005229FC" w:rsidRDefault="00B128ED" w:rsidP="00C47012">
            <w:pPr>
              <w:spacing w:after="4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29FC">
              <w:rPr>
                <w:rFonts w:ascii="Times New Roman" w:hAnsi="Times New Roman"/>
                <w:sz w:val="28"/>
                <w:szCs w:val="28"/>
                <w:lang w:eastAsia="ru-RU"/>
              </w:rPr>
              <w:t>Способы и инструментарий конструктивного взаимодействия с собственниками и нанимателями помещений в многоквартирном доме.</w:t>
            </w:r>
          </w:p>
        </w:tc>
        <w:tc>
          <w:tcPr>
            <w:tcW w:w="1701" w:type="dxa"/>
          </w:tcPr>
          <w:p w:rsidR="00B128ED" w:rsidRPr="005229FC" w:rsidRDefault="00B128ED" w:rsidP="00C47012">
            <w:pPr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29FC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B128ED" w:rsidRPr="00964E14" w:rsidTr="00C47012">
        <w:tc>
          <w:tcPr>
            <w:tcW w:w="1242" w:type="dxa"/>
          </w:tcPr>
          <w:p w:rsidR="00B128ED" w:rsidRPr="005229FC" w:rsidRDefault="00B128ED" w:rsidP="00C47012">
            <w:pPr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29FC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663" w:type="dxa"/>
          </w:tcPr>
          <w:p w:rsidR="00B128ED" w:rsidRPr="005229FC" w:rsidRDefault="00B128ED" w:rsidP="00C47012">
            <w:pPr>
              <w:spacing w:after="4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29FC">
              <w:rPr>
                <w:rFonts w:ascii="Times New Roman" w:hAnsi="Times New Roman"/>
                <w:sz w:val="28"/>
                <w:szCs w:val="28"/>
                <w:lang w:eastAsia="ru-RU"/>
              </w:rPr>
              <w:t>Способы, методы, инструментарий использования, интерпретации и трансляции информации среди собственников и нанимателей помещений в многоквартирном доме.</w:t>
            </w:r>
          </w:p>
        </w:tc>
        <w:tc>
          <w:tcPr>
            <w:tcW w:w="1701" w:type="dxa"/>
          </w:tcPr>
          <w:p w:rsidR="00B128ED" w:rsidRPr="005229FC" w:rsidRDefault="00B128ED" w:rsidP="00C47012">
            <w:pPr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29FC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B128ED" w:rsidRPr="00964E14" w:rsidTr="00C47012">
        <w:tc>
          <w:tcPr>
            <w:tcW w:w="1242" w:type="dxa"/>
          </w:tcPr>
          <w:p w:rsidR="00B128ED" w:rsidRPr="005229FC" w:rsidRDefault="00B128ED" w:rsidP="00C47012">
            <w:pPr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3" w:type="dxa"/>
          </w:tcPr>
          <w:p w:rsidR="00B128ED" w:rsidRPr="005229FC" w:rsidRDefault="00B128ED" w:rsidP="00C47012">
            <w:pPr>
              <w:spacing w:after="4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29F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Всего </w:t>
            </w:r>
          </w:p>
        </w:tc>
        <w:tc>
          <w:tcPr>
            <w:tcW w:w="1701" w:type="dxa"/>
          </w:tcPr>
          <w:p w:rsidR="00B128ED" w:rsidRPr="005229FC" w:rsidRDefault="00B128ED" w:rsidP="00C47012">
            <w:pPr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29FC"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</w:p>
        </w:tc>
      </w:tr>
    </w:tbl>
    <w:p w:rsidR="00B128ED" w:rsidRPr="005229FC" w:rsidRDefault="00B128ED" w:rsidP="00272AF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128ED" w:rsidRDefault="00B128ED" w:rsidP="006A0557">
      <w:pPr>
        <w:tabs>
          <w:tab w:val="left" w:pos="144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B128ED" w:rsidRDefault="00B128ED" w:rsidP="006A0557">
      <w:pPr>
        <w:tabs>
          <w:tab w:val="left" w:pos="144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B128ED" w:rsidRDefault="00B128ED" w:rsidP="006A0557">
      <w:pPr>
        <w:tabs>
          <w:tab w:val="left" w:pos="144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B128ED" w:rsidRDefault="00B128ED" w:rsidP="006A0557">
      <w:pPr>
        <w:tabs>
          <w:tab w:val="left" w:pos="144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B128ED" w:rsidRDefault="00B128ED" w:rsidP="00272AFA">
      <w:pPr>
        <w:tabs>
          <w:tab w:val="left" w:pos="1440"/>
        </w:tabs>
        <w:spacing w:after="0" w:line="240" w:lineRule="exact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B128ED" w:rsidRDefault="00B128ED" w:rsidP="0070384F">
      <w:pPr>
        <w:tabs>
          <w:tab w:val="left" w:pos="1440"/>
        </w:tabs>
        <w:spacing w:after="0" w:line="240" w:lineRule="auto"/>
        <w:jc w:val="right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272AFA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                        </w:t>
      </w:r>
    </w:p>
    <w:p w:rsidR="00B128ED" w:rsidRPr="00754AF1" w:rsidRDefault="00B128ED" w:rsidP="0070384F">
      <w:pPr>
        <w:tabs>
          <w:tab w:val="left" w:pos="1440"/>
        </w:tabs>
        <w:spacing w:after="0" w:line="240" w:lineRule="auto"/>
        <w:jc w:val="right"/>
        <w:rPr>
          <w:rFonts w:ascii="Times New Roman" w:hAnsi="Times New Roman"/>
          <w:color w:val="FF0000"/>
          <w:sz w:val="20"/>
          <w:szCs w:val="20"/>
          <w:lang w:eastAsia="ru-RU"/>
        </w:rPr>
      </w:pPr>
      <w:r w:rsidRPr="00754AF1">
        <w:rPr>
          <w:rFonts w:ascii="Times New Roman" w:hAnsi="Times New Roman"/>
          <w:color w:val="FF0000"/>
          <w:sz w:val="20"/>
          <w:szCs w:val="20"/>
          <w:lang w:eastAsia="ru-RU"/>
        </w:rPr>
        <w:t>Идентично в отношении всех лотов</w:t>
      </w:r>
    </w:p>
    <w:p w:rsidR="00B128ED" w:rsidRDefault="00B128ED" w:rsidP="00272AFA">
      <w:pPr>
        <w:tabs>
          <w:tab w:val="left" w:pos="1440"/>
        </w:tabs>
        <w:spacing w:after="0" w:line="240" w:lineRule="exact"/>
        <w:jc w:val="right"/>
        <w:rPr>
          <w:rFonts w:ascii="Times New Roman" w:hAnsi="Times New Roman"/>
          <w:sz w:val="20"/>
          <w:szCs w:val="20"/>
          <w:lang w:eastAsia="ru-RU"/>
        </w:rPr>
      </w:pPr>
    </w:p>
    <w:p w:rsidR="00B128ED" w:rsidRPr="00A60D8D" w:rsidRDefault="00B128ED" w:rsidP="00272AFA">
      <w:pPr>
        <w:tabs>
          <w:tab w:val="left" w:pos="1440"/>
        </w:tabs>
        <w:spacing w:after="0" w:line="240" w:lineRule="exact"/>
        <w:jc w:val="right"/>
        <w:rPr>
          <w:rFonts w:ascii="Times New Roman" w:hAnsi="Times New Roman"/>
          <w:sz w:val="20"/>
          <w:szCs w:val="20"/>
          <w:lang w:eastAsia="ru-RU"/>
        </w:rPr>
      </w:pPr>
      <w:r w:rsidRPr="00A60D8D">
        <w:rPr>
          <w:rFonts w:ascii="Times New Roman" w:hAnsi="Times New Roman"/>
          <w:sz w:val="20"/>
          <w:szCs w:val="20"/>
          <w:lang w:eastAsia="ru-RU"/>
        </w:rPr>
        <w:t xml:space="preserve">Приложение 2 </w:t>
      </w:r>
    </w:p>
    <w:p w:rsidR="00B128ED" w:rsidRPr="00A60D8D" w:rsidRDefault="00B128ED" w:rsidP="00272AFA">
      <w:pPr>
        <w:tabs>
          <w:tab w:val="left" w:pos="1440"/>
        </w:tabs>
        <w:spacing w:after="0" w:line="240" w:lineRule="exact"/>
        <w:jc w:val="right"/>
        <w:rPr>
          <w:rFonts w:ascii="Times New Roman" w:hAnsi="Times New Roman"/>
          <w:sz w:val="20"/>
          <w:szCs w:val="20"/>
          <w:lang w:eastAsia="ru-RU"/>
        </w:rPr>
      </w:pPr>
      <w:r w:rsidRPr="00A60D8D">
        <w:rPr>
          <w:rFonts w:ascii="Times New Roman" w:hAnsi="Times New Roman"/>
          <w:sz w:val="20"/>
          <w:szCs w:val="20"/>
          <w:lang w:eastAsia="ru-RU"/>
        </w:rPr>
        <w:t>к техническому заданию</w:t>
      </w:r>
    </w:p>
    <w:p w:rsidR="00B128ED" w:rsidRPr="00CA288F" w:rsidRDefault="00B128ED" w:rsidP="00272AFA">
      <w:pPr>
        <w:widowControl w:val="0"/>
        <w:tabs>
          <w:tab w:val="left" w:pos="851"/>
        </w:tabs>
        <w:spacing w:after="0" w:line="240" w:lineRule="exact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128ED" w:rsidRPr="005229FC" w:rsidRDefault="00B128ED" w:rsidP="00272AFA">
      <w:pPr>
        <w:widowControl w:val="0"/>
        <w:tabs>
          <w:tab w:val="left" w:pos="851"/>
        </w:tabs>
        <w:spacing w:after="0" w:line="240" w:lineRule="exact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229FC">
        <w:rPr>
          <w:rFonts w:ascii="Times New Roman" w:hAnsi="Times New Roman"/>
          <w:sz w:val="28"/>
          <w:szCs w:val="28"/>
          <w:lang w:eastAsia="ru-RU"/>
        </w:rPr>
        <w:t>Отчетная документация, предоставляемая Заказчику ежеквартально</w:t>
      </w:r>
    </w:p>
    <w:p w:rsidR="00B128ED" w:rsidRPr="005229FC" w:rsidRDefault="00B128ED" w:rsidP="00272AFA">
      <w:pPr>
        <w:widowControl w:val="0"/>
        <w:tabs>
          <w:tab w:val="left" w:pos="851"/>
        </w:tabs>
        <w:spacing w:after="0" w:line="240" w:lineRule="exact"/>
        <w:ind w:left="360"/>
        <w:rPr>
          <w:rFonts w:ascii="Times New Roman" w:hAnsi="Times New Roman"/>
          <w:b/>
          <w:sz w:val="28"/>
          <w:szCs w:val="28"/>
          <w:lang w:eastAsia="ru-RU"/>
        </w:rPr>
      </w:pPr>
    </w:p>
    <w:p w:rsidR="00B128ED" w:rsidRPr="001A3ABF" w:rsidRDefault="00B128ED" w:rsidP="00272AFA">
      <w:pPr>
        <w:pStyle w:val="ListParagraph"/>
        <w:widowControl w:val="0"/>
        <w:numPr>
          <w:ilvl w:val="0"/>
          <w:numId w:val="23"/>
        </w:numPr>
        <w:tabs>
          <w:tab w:val="left" w:pos="851"/>
        </w:tabs>
        <w:spacing w:after="0" w:line="240" w:lineRule="exact"/>
        <w:rPr>
          <w:rFonts w:ascii="Times New Roman" w:hAnsi="Times New Roman"/>
          <w:sz w:val="28"/>
          <w:szCs w:val="28"/>
          <w:lang w:eastAsia="ru-RU"/>
        </w:rPr>
      </w:pPr>
      <w:r w:rsidRPr="001A3ABF">
        <w:rPr>
          <w:rFonts w:ascii="Times New Roman" w:hAnsi="Times New Roman"/>
          <w:sz w:val="28"/>
          <w:szCs w:val="28"/>
          <w:lang w:eastAsia="ru-RU"/>
        </w:rPr>
        <w:t>Предоставление списков участников обучающих курсов по форме:</w:t>
      </w:r>
    </w:p>
    <w:p w:rsidR="00B128ED" w:rsidRPr="00CA288F" w:rsidRDefault="00B128ED" w:rsidP="00272AFA">
      <w:pPr>
        <w:pStyle w:val="ListParagraph"/>
        <w:widowControl w:val="0"/>
        <w:tabs>
          <w:tab w:val="left" w:pos="851"/>
        </w:tabs>
        <w:spacing w:after="0" w:line="240" w:lineRule="exact"/>
        <w:rPr>
          <w:rFonts w:ascii="Times New Roman" w:hAnsi="Times New Roman"/>
          <w:sz w:val="28"/>
          <w:szCs w:val="28"/>
          <w:lang w:eastAsia="ru-RU"/>
        </w:rPr>
      </w:pPr>
    </w:p>
    <w:p w:rsidR="00B128ED" w:rsidRPr="005229FC" w:rsidRDefault="00B128ED" w:rsidP="00272AFA">
      <w:pPr>
        <w:widowControl w:val="0"/>
        <w:tabs>
          <w:tab w:val="left" w:pos="851"/>
        </w:tabs>
        <w:spacing w:after="0" w:line="240" w:lineRule="exact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128ED" w:rsidRPr="001A3ABF" w:rsidRDefault="00B128ED" w:rsidP="00272AFA">
      <w:pPr>
        <w:widowControl w:val="0"/>
        <w:tabs>
          <w:tab w:val="left" w:pos="851"/>
        </w:tabs>
        <w:spacing w:after="0" w:line="240" w:lineRule="exact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A3ABF">
        <w:rPr>
          <w:rFonts w:ascii="Times New Roman" w:hAnsi="Times New Roman"/>
          <w:b/>
          <w:sz w:val="28"/>
          <w:szCs w:val="28"/>
          <w:lang w:eastAsia="ru-RU"/>
        </w:rPr>
        <w:t xml:space="preserve">Отчет </w:t>
      </w:r>
    </w:p>
    <w:p w:rsidR="00B128ED" w:rsidRPr="005229FC" w:rsidRDefault="00B128ED" w:rsidP="00272AFA">
      <w:pPr>
        <w:shd w:val="clear" w:color="auto" w:fill="FFFFFF"/>
        <w:spacing w:after="0" w:line="274" w:lineRule="exact"/>
        <w:ind w:right="6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A3ABF">
        <w:rPr>
          <w:rFonts w:ascii="Times New Roman" w:hAnsi="Times New Roman"/>
          <w:b/>
          <w:sz w:val="28"/>
          <w:szCs w:val="28"/>
          <w:lang w:eastAsia="ru-RU"/>
        </w:rPr>
        <w:t xml:space="preserve">о проведении обучающего курса </w:t>
      </w:r>
      <w:r w:rsidRPr="005229FC">
        <w:rPr>
          <w:rFonts w:ascii="Times New Roman" w:hAnsi="Times New Roman"/>
          <w:b/>
          <w:sz w:val="28"/>
          <w:szCs w:val="28"/>
          <w:lang w:eastAsia="ru-RU"/>
        </w:rPr>
        <w:t>«</w:t>
      </w:r>
      <w:r w:rsidRPr="00CA288F">
        <w:rPr>
          <w:rFonts w:ascii="Times New Roman" w:hAnsi="Times New Roman"/>
          <w:b/>
          <w:sz w:val="28"/>
          <w:szCs w:val="28"/>
          <w:lang w:eastAsia="ru-RU"/>
        </w:rPr>
        <w:t>Управление многоквартирным домом. Собственник, как заказчик жилищно-коммунальных услуг</w:t>
      </w:r>
      <w:r w:rsidRPr="005229FC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:rsidR="00B128ED" w:rsidRPr="005229FC" w:rsidRDefault="00B128ED" w:rsidP="00272AFA">
      <w:pPr>
        <w:shd w:val="clear" w:color="auto" w:fill="FFFFFF"/>
        <w:spacing w:after="120" w:line="240" w:lineRule="auto"/>
        <w:ind w:right="6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B128ED" w:rsidRDefault="00B128ED" w:rsidP="00272AFA">
      <w:pPr>
        <w:widowControl w:val="0"/>
        <w:tabs>
          <w:tab w:val="left" w:pos="851"/>
        </w:tabs>
        <w:spacing w:after="0" w:line="240" w:lineRule="exact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CA288F">
        <w:rPr>
          <w:rFonts w:ascii="Times New Roman" w:hAnsi="Times New Roman"/>
          <w:sz w:val="28"/>
          <w:szCs w:val="28"/>
          <w:lang w:eastAsia="ru-RU"/>
        </w:rPr>
        <w:t xml:space="preserve">Место проведения обучающего семинара </w:t>
      </w:r>
      <w:r>
        <w:rPr>
          <w:rFonts w:ascii="Times New Roman" w:hAnsi="Times New Roman"/>
          <w:sz w:val="28"/>
          <w:szCs w:val="28"/>
          <w:lang w:eastAsia="ru-RU"/>
        </w:rPr>
        <w:t>________________________</w:t>
      </w:r>
    </w:p>
    <w:p w:rsidR="00B128ED" w:rsidRDefault="00B128ED" w:rsidP="00272AFA">
      <w:pPr>
        <w:pStyle w:val="ListParagraph"/>
        <w:widowControl w:val="0"/>
        <w:tabs>
          <w:tab w:val="left" w:pos="851"/>
        </w:tabs>
        <w:spacing w:after="0" w:line="240" w:lineRule="auto"/>
        <w:ind w:left="0"/>
        <w:contextualSpacing w:val="0"/>
        <w:rPr>
          <w:rFonts w:ascii="Times New Roman" w:hAnsi="Times New Roman"/>
          <w:sz w:val="28"/>
          <w:szCs w:val="28"/>
          <w:lang w:eastAsia="ru-RU"/>
        </w:rPr>
      </w:pPr>
      <w:r w:rsidRPr="00CA288F">
        <w:rPr>
          <w:rFonts w:ascii="Times New Roman" w:hAnsi="Times New Roman"/>
          <w:sz w:val="28"/>
          <w:szCs w:val="28"/>
          <w:lang w:eastAsia="ru-RU"/>
        </w:rPr>
        <w:t>Сроки проведения обучающего семинара _______</w:t>
      </w:r>
      <w:r>
        <w:rPr>
          <w:rFonts w:ascii="Times New Roman" w:hAnsi="Times New Roman"/>
          <w:sz w:val="28"/>
          <w:szCs w:val="28"/>
          <w:lang w:eastAsia="ru-RU"/>
        </w:rPr>
        <w:t>_________________</w:t>
      </w:r>
    </w:p>
    <w:p w:rsidR="00B128ED" w:rsidRDefault="00B128ED" w:rsidP="00272AFA">
      <w:pPr>
        <w:pStyle w:val="ListParagraph"/>
        <w:widowControl w:val="0"/>
        <w:tabs>
          <w:tab w:val="left" w:pos="851"/>
        </w:tabs>
        <w:spacing w:after="0" w:line="240" w:lineRule="auto"/>
        <w:ind w:left="0"/>
        <w:contextualSpacing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Занятия  провел ______________________________________________</w:t>
      </w:r>
    </w:p>
    <w:p w:rsidR="00B128ED" w:rsidRPr="00CA288F" w:rsidRDefault="00B128ED" w:rsidP="00272AFA">
      <w:pPr>
        <w:pStyle w:val="ListParagraph"/>
        <w:widowControl w:val="0"/>
        <w:tabs>
          <w:tab w:val="left" w:pos="851"/>
        </w:tabs>
        <w:spacing w:after="0" w:line="240" w:lineRule="auto"/>
        <w:ind w:left="0"/>
        <w:contextualSpacing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Кол</w:t>
      </w:r>
      <w:r w:rsidRPr="00CA288F">
        <w:rPr>
          <w:rFonts w:ascii="Times New Roman" w:hAnsi="Times New Roman"/>
          <w:sz w:val="28"/>
          <w:szCs w:val="28"/>
          <w:lang w:eastAsia="ru-RU"/>
        </w:rPr>
        <w:t>ичество часов______________________________________</w:t>
      </w:r>
    </w:p>
    <w:p w:rsidR="00B128ED" w:rsidRPr="00CA288F" w:rsidRDefault="00B128ED" w:rsidP="00272AFA">
      <w:pPr>
        <w:tabs>
          <w:tab w:val="left" w:pos="1440"/>
        </w:tabs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1843"/>
        <w:gridCol w:w="3260"/>
        <w:gridCol w:w="1843"/>
        <w:gridCol w:w="1701"/>
      </w:tblGrid>
      <w:tr w:rsidR="00B128ED" w:rsidRPr="00964E14" w:rsidTr="00C47012">
        <w:tc>
          <w:tcPr>
            <w:tcW w:w="817" w:type="dxa"/>
          </w:tcPr>
          <w:p w:rsidR="00B128ED" w:rsidRPr="00964E14" w:rsidRDefault="00B128ED" w:rsidP="00C47012">
            <w:pPr>
              <w:tabs>
                <w:tab w:val="left" w:pos="1440"/>
              </w:tabs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4E14">
              <w:rPr>
                <w:rFonts w:ascii="Times New Roman" w:hAnsi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843" w:type="dxa"/>
          </w:tcPr>
          <w:p w:rsidR="00B128ED" w:rsidRPr="00964E14" w:rsidRDefault="00B128ED" w:rsidP="00C47012">
            <w:pPr>
              <w:tabs>
                <w:tab w:val="left" w:pos="1440"/>
              </w:tabs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4E14">
              <w:rPr>
                <w:rFonts w:ascii="Times New Roman" w:hAnsi="Times New Roman"/>
                <w:sz w:val="28"/>
                <w:szCs w:val="28"/>
                <w:lang w:eastAsia="ru-RU"/>
              </w:rPr>
              <w:t>Ф.и.о. статус обучаемого</w:t>
            </w:r>
          </w:p>
        </w:tc>
        <w:tc>
          <w:tcPr>
            <w:tcW w:w="3260" w:type="dxa"/>
          </w:tcPr>
          <w:p w:rsidR="00B128ED" w:rsidRPr="00964E14" w:rsidRDefault="00B128ED" w:rsidP="00C47012">
            <w:pPr>
              <w:tabs>
                <w:tab w:val="left" w:pos="1440"/>
              </w:tabs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4E14">
              <w:rPr>
                <w:rFonts w:ascii="Times New Roman" w:hAnsi="Times New Roman"/>
                <w:sz w:val="28"/>
                <w:szCs w:val="28"/>
                <w:lang w:eastAsia="ru-RU"/>
              </w:rPr>
              <w:t>Адрес многоквартирного дома, представителем которого является обучаемый</w:t>
            </w:r>
          </w:p>
        </w:tc>
        <w:tc>
          <w:tcPr>
            <w:tcW w:w="1843" w:type="dxa"/>
          </w:tcPr>
          <w:p w:rsidR="00B128ED" w:rsidRPr="00964E14" w:rsidRDefault="00B128ED" w:rsidP="00C47012">
            <w:pPr>
              <w:tabs>
                <w:tab w:val="left" w:pos="1440"/>
              </w:tabs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4E14">
              <w:rPr>
                <w:rFonts w:ascii="Times New Roman" w:hAnsi="Times New Roman"/>
                <w:sz w:val="28"/>
                <w:szCs w:val="28"/>
                <w:lang w:eastAsia="ru-RU"/>
              </w:rPr>
              <w:t>Подпись обучаемого</w:t>
            </w:r>
          </w:p>
        </w:tc>
        <w:tc>
          <w:tcPr>
            <w:tcW w:w="1701" w:type="dxa"/>
          </w:tcPr>
          <w:p w:rsidR="00B128ED" w:rsidRPr="00964E14" w:rsidRDefault="00B128ED" w:rsidP="00C47012">
            <w:pPr>
              <w:tabs>
                <w:tab w:val="left" w:pos="1440"/>
              </w:tabs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4E14">
              <w:rPr>
                <w:rFonts w:ascii="Times New Roman" w:hAnsi="Times New Roman"/>
                <w:sz w:val="28"/>
                <w:szCs w:val="28"/>
                <w:lang w:eastAsia="ru-RU"/>
              </w:rPr>
              <w:t>Примечание</w:t>
            </w:r>
          </w:p>
        </w:tc>
      </w:tr>
      <w:tr w:rsidR="00B128ED" w:rsidRPr="00964E14" w:rsidTr="00C47012">
        <w:tc>
          <w:tcPr>
            <w:tcW w:w="817" w:type="dxa"/>
          </w:tcPr>
          <w:p w:rsidR="00B128ED" w:rsidRPr="00964E14" w:rsidRDefault="00B128ED" w:rsidP="00C47012">
            <w:pPr>
              <w:tabs>
                <w:tab w:val="left" w:pos="1440"/>
              </w:tabs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4E14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</w:tcPr>
          <w:p w:rsidR="00B128ED" w:rsidRPr="00964E14" w:rsidRDefault="00B128ED" w:rsidP="00C47012">
            <w:pPr>
              <w:tabs>
                <w:tab w:val="left" w:pos="1440"/>
              </w:tabs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4E14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60" w:type="dxa"/>
          </w:tcPr>
          <w:p w:rsidR="00B128ED" w:rsidRPr="00964E14" w:rsidRDefault="00B128ED" w:rsidP="00C47012">
            <w:pPr>
              <w:tabs>
                <w:tab w:val="left" w:pos="1440"/>
              </w:tabs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4E14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</w:tcPr>
          <w:p w:rsidR="00B128ED" w:rsidRPr="00964E14" w:rsidRDefault="00B128ED" w:rsidP="00C47012">
            <w:pPr>
              <w:tabs>
                <w:tab w:val="left" w:pos="1440"/>
              </w:tabs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4E14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</w:tcPr>
          <w:p w:rsidR="00B128ED" w:rsidRPr="00964E14" w:rsidRDefault="00B128ED" w:rsidP="00C47012">
            <w:pPr>
              <w:tabs>
                <w:tab w:val="left" w:pos="1440"/>
              </w:tabs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4E14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</w:tbl>
    <w:p w:rsidR="00B128ED" w:rsidRDefault="00B128ED" w:rsidP="00272AFA">
      <w:pPr>
        <w:tabs>
          <w:tab w:val="left" w:pos="1440"/>
        </w:tabs>
        <w:spacing w:after="0" w:line="240" w:lineRule="exact"/>
        <w:rPr>
          <w:rFonts w:ascii="Times New Roman" w:hAnsi="Times New Roman"/>
          <w:sz w:val="24"/>
          <w:szCs w:val="24"/>
          <w:lang w:eastAsia="ru-RU"/>
        </w:rPr>
      </w:pPr>
    </w:p>
    <w:p w:rsidR="00B128ED" w:rsidRPr="001A3ABF" w:rsidRDefault="00B128ED" w:rsidP="00272AFA">
      <w:pPr>
        <w:pStyle w:val="ListParagraph"/>
        <w:numPr>
          <w:ilvl w:val="0"/>
          <w:numId w:val="23"/>
        </w:numPr>
        <w:tabs>
          <w:tab w:val="left" w:pos="1440"/>
        </w:tabs>
        <w:spacing w:after="0" w:line="240" w:lineRule="exact"/>
        <w:rPr>
          <w:rFonts w:ascii="Times New Roman" w:hAnsi="Times New Roman"/>
          <w:sz w:val="28"/>
          <w:szCs w:val="28"/>
          <w:lang w:eastAsia="ru-RU"/>
        </w:rPr>
      </w:pPr>
      <w:r w:rsidRPr="001A3ABF">
        <w:rPr>
          <w:rFonts w:ascii="Times New Roman" w:hAnsi="Times New Roman"/>
          <w:sz w:val="28"/>
          <w:szCs w:val="28"/>
          <w:lang w:eastAsia="ru-RU"/>
        </w:rPr>
        <w:t>предоставление копий раздаточного материала -1 экземпляр.</w:t>
      </w:r>
    </w:p>
    <w:p w:rsidR="00B128ED" w:rsidRPr="00CA288F" w:rsidRDefault="00B128ED" w:rsidP="00272AFA">
      <w:pPr>
        <w:tabs>
          <w:tab w:val="left" w:pos="1440"/>
        </w:tabs>
        <w:spacing w:after="0" w:line="240" w:lineRule="exact"/>
        <w:rPr>
          <w:rFonts w:ascii="Times New Roman" w:hAnsi="Times New Roman"/>
          <w:sz w:val="28"/>
          <w:szCs w:val="28"/>
          <w:lang w:eastAsia="ru-RU"/>
        </w:rPr>
      </w:pPr>
    </w:p>
    <w:p w:rsidR="00B128ED" w:rsidRPr="00CA288F" w:rsidRDefault="00B128ED" w:rsidP="00272AFA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128ED" w:rsidRDefault="00B128ED" w:rsidP="006A0557">
      <w:pPr>
        <w:tabs>
          <w:tab w:val="left" w:pos="144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B128ED" w:rsidRDefault="00B128ED" w:rsidP="006A0557">
      <w:pPr>
        <w:tabs>
          <w:tab w:val="left" w:pos="144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B128ED" w:rsidRDefault="00B128ED" w:rsidP="006A0557">
      <w:pPr>
        <w:tabs>
          <w:tab w:val="left" w:pos="144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B128ED" w:rsidRDefault="00B128ED" w:rsidP="006A0557">
      <w:pPr>
        <w:tabs>
          <w:tab w:val="left" w:pos="144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B128ED" w:rsidRDefault="00B128ED" w:rsidP="006A0557">
      <w:pPr>
        <w:tabs>
          <w:tab w:val="left" w:pos="144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B128ED" w:rsidRDefault="00B128ED" w:rsidP="006A0557">
      <w:pPr>
        <w:tabs>
          <w:tab w:val="left" w:pos="144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B128ED" w:rsidRDefault="00B128ED" w:rsidP="006A0557">
      <w:pPr>
        <w:tabs>
          <w:tab w:val="left" w:pos="144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B128ED" w:rsidRDefault="00B128ED" w:rsidP="006A0557">
      <w:pPr>
        <w:tabs>
          <w:tab w:val="left" w:pos="144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B128ED" w:rsidRDefault="00B128ED" w:rsidP="006A0557">
      <w:pPr>
        <w:tabs>
          <w:tab w:val="left" w:pos="144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B128ED" w:rsidRDefault="00B128ED" w:rsidP="006A0557">
      <w:pPr>
        <w:tabs>
          <w:tab w:val="left" w:pos="144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B128ED" w:rsidRDefault="00B128ED" w:rsidP="006A0557">
      <w:pPr>
        <w:tabs>
          <w:tab w:val="left" w:pos="144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B128ED" w:rsidRDefault="00B128ED" w:rsidP="006A0557">
      <w:pPr>
        <w:tabs>
          <w:tab w:val="left" w:pos="144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B128ED" w:rsidRDefault="00B128ED" w:rsidP="006A0557">
      <w:pPr>
        <w:tabs>
          <w:tab w:val="left" w:pos="144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B128ED" w:rsidRDefault="00B128ED" w:rsidP="006A0557">
      <w:pPr>
        <w:tabs>
          <w:tab w:val="left" w:pos="144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B128ED" w:rsidRDefault="00B128ED" w:rsidP="006A0557">
      <w:pPr>
        <w:tabs>
          <w:tab w:val="left" w:pos="144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B128ED" w:rsidRDefault="00B128ED" w:rsidP="006A0557">
      <w:pPr>
        <w:tabs>
          <w:tab w:val="left" w:pos="1440"/>
        </w:tabs>
        <w:spacing w:after="0" w:line="240" w:lineRule="auto"/>
        <w:jc w:val="right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B128ED" w:rsidRDefault="00B128ED" w:rsidP="006A0557">
      <w:pPr>
        <w:tabs>
          <w:tab w:val="left" w:pos="1440"/>
        </w:tabs>
        <w:spacing w:after="0" w:line="240" w:lineRule="auto"/>
        <w:jc w:val="right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B128ED" w:rsidRDefault="00B128ED" w:rsidP="006A0557">
      <w:pPr>
        <w:tabs>
          <w:tab w:val="left" w:pos="1440"/>
        </w:tabs>
        <w:spacing w:after="0" w:line="240" w:lineRule="auto"/>
        <w:jc w:val="right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B128ED" w:rsidRDefault="00B128ED" w:rsidP="006A0557">
      <w:pPr>
        <w:tabs>
          <w:tab w:val="left" w:pos="1440"/>
        </w:tabs>
        <w:spacing w:after="0" w:line="240" w:lineRule="auto"/>
        <w:jc w:val="right"/>
        <w:rPr>
          <w:rFonts w:ascii="Times New Roman" w:hAnsi="Times New Roman"/>
          <w:color w:val="FF0000"/>
          <w:sz w:val="28"/>
          <w:szCs w:val="28"/>
          <w:lang w:eastAsia="ru-RU"/>
        </w:rPr>
      </w:pPr>
    </w:p>
    <w:sectPr w:rsidR="00B128ED" w:rsidSect="005229FC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RTF_Num 4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0000006"/>
    <w:multiLevelType w:val="multilevel"/>
    <w:tmpl w:val="00000006"/>
    <w:name w:val="RTF_Num 19"/>
    <w:lvl w:ilvl="0">
      <w:start w:val="6"/>
      <w:numFmt w:val="decimal"/>
      <w:lvlText w:val="%1."/>
      <w:lvlJc w:val="left"/>
      <w:pPr>
        <w:ind w:left="720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Wingdings" w:hAnsi="Wingdings" w:cs="Times New Roman"/>
        <w:sz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0"/>
      </w:rPr>
    </w:lvl>
  </w:abstractNum>
  <w:abstractNum w:abstractNumId="2">
    <w:nsid w:val="019E37FE"/>
    <w:multiLevelType w:val="hybridMultilevel"/>
    <w:tmpl w:val="B4EA0C2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56B0826"/>
    <w:multiLevelType w:val="hybridMultilevel"/>
    <w:tmpl w:val="AEA44994"/>
    <w:lvl w:ilvl="0" w:tplc="D7D0F4FC">
      <w:start w:val="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9C0DBF"/>
    <w:multiLevelType w:val="hybridMultilevel"/>
    <w:tmpl w:val="33CA4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B942E0"/>
    <w:multiLevelType w:val="hybridMultilevel"/>
    <w:tmpl w:val="376EE69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80B055F"/>
    <w:multiLevelType w:val="hybridMultilevel"/>
    <w:tmpl w:val="0144C5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DB972AF"/>
    <w:multiLevelType w:val="hybridMultilevel"/>
    <w:tmpl w:val="6E4A81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F59481E"/>
    <w:multiLevelType w:val="hybridMultilevel"/>
    <w:tmpl w:val="67F80A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36B7F1C"/>
    <w:multiLevelType w:val="hybridMultilevel"/>
    <w:tmpl w:val="756054D0"/>
    <w:lvl w:ilvl="0" w:tplc="D7D0F4FC">
      <w:start w:val="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A8E3E91"/>
    <w:multiLevelType w:val="hybridMultilevel"/>
    <w:tmpl w:val="EDB02106"/>
    <w:lvl w:ilvl="0" w:tplc="D7D0F4FC">
      <w:start w:val="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AF055B7"/>
    <w:multiLevelType w:val="hybridMultilevel"/>
    <w:tmpl w:val="F22E5D12"/>
    <w:lvl w:ilvl="0" w:tplc="BA4A5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BFE1443"/>
    <w:multiLevelType w:val="hybridMultilevel"/>
    <w:tmpl w:val="90744A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F203BCD"/>
    <w:multiLevelType w:val="hybridMultilevel"/>
    <w:tmpl w:val="26025F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25837DF"/>
    <w:multiLevelType w:val="hybridMultilevel"/>
    <w:tmpl w:val="0144C5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B9A65FE"/>
    <w:multiLevelType w:val="hybridMultilevel"/>
    <w:tmpl w:val="EF20592A"/>
    <w:lvl w:ilvl="0" w:tplc="D7D0F4FC">
      <w:start w:val="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FC14350"/>
    <w:multiLevelType w:val="hybridMultilevel"/>
    <w:tmpl w:val="C220FC9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3EB77C8"/>
    <w:multiLevelType w:val="hybridMultilevel"/>
    <w:tmpl w:val="0144C5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409741F"/>
    <w:multiLevelType w:val="hybridMultilevel"/>
    <w:tmpl w:val="59CE912C"/>
    <w:lvl w:ilvl="0" w:tplc="D7D0F4FC">
      <w:start w:val="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A8D0456"/>
    <w:multiLevelType w:val="hybridMultilevel"/>
    <w:tmpl w:val="285229D0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C7101AD"/>
    <w:multiLevelType w:val="hybridMultilevel"/>
    <w:tmpl w:val="CE4CD3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33C0A23"/>
    <w:multiLevelType w:val="hybridMultilevel"/>
    <w:tmpl w:val="E0EE9A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D4761D9"/>
    <w:multiLevelType w:val="hybridMultilevel"/>
    <w:tmpl w:val="BFD288DC"/>
    <w:lvl w:ilvl="0" w:tplc="C28269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2"/>
  </w:num>
  <w:num w:numId="4">
    <w:abstractNumId w:val="14"/>
  </w:num>
  <w:num w:numId="5">
    <w:abstractNumId w:val="6"/>
  </w:num>
  <w:num w:numId="6">
    <w:abstractNumId w:val="17"/>
  </w:num>
  <w:num w:numId="7">
    <w:abstractNumId w:val="11"/>
  </w:num>
  <w:num w:numId="8">
    <w:abstractNumId w:val="12"/>
  </w:num>
  <w:num w:numId="9">
    <w:abstractNumId w:val="16"/>
  </w:num>
  <w:num w:numId="10">
    <w:abstractNumId w:val="2"/>
  </w:num>
  <w:num w:numId="11">
    <w:abstractNumId w:val="5"/>
  </w:num>
  <w:num w:numId="12">
    <w:abstractNumId w:val="15"/>
  </w:num>
  <w:num w:numId="13">
    <w:abstractNumId w:val="9"/>
  </w:num>
  <w:num w:numId="14">
    <w:abstractNumId w:val="3"/>
  </w:num>
  <w:num w:numId="15">
    <w:abstractNumId w:val="10"/>
  </w:num>
  <w:num w:numId="16">
    <w:abstractNumId w:val="18"/>
  </w:num>
  <w:num w:numId="17">
    <w:abstractNumId w:val="19"/>
  </w:num>
  <w:num w:numId="18">
    <w:abstractNumId w:val="7"/>
  </w:num>
  <w:num w:numId="19">
    <w:abstractNumId w:val="20"/>
  </w:num>
  <w:num w:numId="20">
    <w:abstractNumId w:val="4"/>
  </w:num>
  <w:num w:numId="21">
    <w:abstractNumId w:val="8"/>
  </w:num>
  <w:num w:numId="22">
    <w:abstractNumId w:val="13"/>
  </w:num>
  <w:num w:numId="2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3C38"/>
    <w:rsid w:val="00022C05"/>
    <w:rsid w:val="000D547C"/>
    <w:rsid w:val="0010516F"/>
    <w:rsid w:val="00105EE9"/>
    <w:rsid w:val="00122CFC"/>
    <w:rsid w:val="001A3ABF"/>
    <w:rsid w:val="001C3C38"/>
    <w:rsid w:val="00215004"/>
    <w:rsid w:val="00230836"/>
    <w:rsid w:val="00244949"/>
    <w:rsid w:val="00251AFC"/>
    <w:rsid w:val="00270A7A"/>
    <w:rsid w:val="00272AFA"/>
    <w:rsid w:val="002B5C2F"/>
    <w:rsid w:val="003618BC"/>
    <w:rsid w:val="003C6318"/>
    <w:rsid w:val="004012E8"/>
    <w:rsid w:val="004064F6"/>
    <w:rsid w:val="004E061F"/>
    <w:rsid w:val="00504D05"/>
    <w:rsid w:val="005229FC"/>
    <w:rsid w:val="005405ED"/>
    <w:rsid w:val="005639C9"/>
    <w:rsid w:val="005817CC"/>
    <w:rsid w:val="00593311"/>
    <w:rsid w:val="005C5669"/>
    <w:rsid w:val="006A0557"/>
    <w:rsid w:val="006A4314"/>
    <w:rsid w:val="006D535F"/>
    <w:rsid w:val="0070384F"/>
    <w:rsid w:val="00722C25"/>
    <w:rsid w:val="00754AF1"/>
    <w:rsid w:val="007E2618"/>
    <w:rsid w:val="00876661"/>
    <w:rsid w:val="0088608E"/>
    <w:rsid w:val="00887193"/>
    <w:rsid w:val="008B0C60"/>
    <w:rsid w:val="00964E14"/>
    <w:rsid w:val="009822F0"/>
    <w:rsid w:val="009C3B03"/>
    <w:rsid w:val="00A16381"/>
    <w:rsid w:val="00A50FBA"/>
    <w:rsid w:val="00A60D8D"/>
    <w:rsid w:val="00AE36A5"/>
    <w:rsid w:val="00AF73CC"/>
    <w:rsid w:val="00B128ED"/>
    <w:rsid w:val="00B42D78"/>
    <w:rsid w:val="00B71CFE"/>
    <w:rsid w:val="00B90095"/>
    <w:rsid w:val="00BB21C3"/>
    <w:rsid w:val="00C21340"/>
    <w:rsid w:val="00C3284E"/>
    <w:rsid w:val="00C37FA1"/>
    <w:rsid w:val="00C47012"/>
    <w:rsid w:val="00C47014"/>
    <w:rsid w:val="00C53556"/>
    <w:rsid w:val="00CA288F"/>
    <w:rsid w:val="00CA45E7"/>
    <w:rsid w:val="00CB16DA"/>
    <w:rsid w:val="00D2129B"/>
    <w:rsid w:val="00D23532"/>
    <w:rsid w:val="00DA4D7B"/>
    <w:rsid w:val="00DD1ABF"/>
    <w:rsid w:val="00EA6976"/>
    <w:rsid w:val="00EF563A"/>
    <w:rsid w:val="00FB2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29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47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701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AF73CC"/>
    <w:pPr>
      <w:ind w:left="720"/>
      <w:contextualSpacing/>
    </w:pPr>
  </w:style>
  <w:style w:type="table" w:styleId="TableGrid">
    <w:name w:val="Table Grid"/>
    <w:basedOn w:val="TableNormal"/>
    <w:uiPriority w:val="99"/>
    <w:rsid w:val="006D535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aliases w:val="Знак Знак,Знак1 Знак,Основной текст Знак Знак1,Знак1 Знак Знак3,Список 1 Знак Знак"/>
    <w:basedOn w:val="Normal"/>
    <w:link w:val="BodyTextChar"/>
    <w:uiPriority w:val="99"/>
    <w:rsid w:val="002B5C2F"/>
    <w:pPr>
      <w:spacing w:after="0" w:line="240" w:lineRule="auto"/>
      <w:jc w:val="both"/>
    </w:pPr>
    <w:rPr>
      <w:rFonts w:ascii="Times New Roman" w:hAnsi="Times New Roman"/>
      <w:sz w:val="24"/>
      <w:szCs w:val="20"/>
      <w:lang w:eastAsia="ru-RU"/>
    </w:rPr>
  </w:style>
  <w:style w:type="character" w:customStyle="1" w:styleId="BodyTextChar">
    <w:name w:val="Body Text Char"/>
    <w:aliases w:val="Знак Знак Char,Знак1 Знак Char,Основной текст Знак Знак1 Char,Знак1 Знак Знак3 Char,Список 1 Знак Знак Char"/>
    <w:basedOn w:val="DefaultParagraphFont"/>
    <w:link w:val="BodyText"/>
    <w:uiPriority w:val="99"/>
    <w:semiHidden/>
    <w:rsid w:val="004041CB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08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104</TotalTime>
  <Pages>4</Pages>
  <Words>950</Words>
  <Characters>5415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2013-02-04T04:50:00Z</cp:lastPrinted>
  <dcterms:created xsi:type="dcterms:W3CDTF">2013-01-21T08:39:00Z</dcterms:created>
  <dcterms:modified xsi:type="dcterms:W3CDTF">2013-02-04T07:27:00Z</dcterms:modified>
</cp:coreProperties>
</file>