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F42" w:rsidRPr="00CF0FC3" w:rsidRDefault="00E46F42" w:rsidP="00CF0FC3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F0FC3">
        <w:rPr>
          <w:rFonts w:ascii="Times New Roman" w:hAnsi="Times New Roman"/>
          <w:sz w:val="20"/>
          <w:szCs w:val="20"/>
        </w:rPr>
        <w:t>Приложение № 2</w:t>
      </w:r>
    </w:p>
    <w:p w:rsidR="00E46F42" w:rsidRPr="00CF0FC3" w:rsidRDefault="00E46F42" w:rsidP="00CF0FC3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F0FC3">
        <w:rPr>
          <w:rFonts w:ascii="Times New Roman" w:hAnsi="Times New Roman"/>
          <w:sz w:val="20"/>
          <w:szCs w:val="20"/>
        </w:rPr>
        <w:t>к Извещению от «</w:t>
      </w:r>
      <w:r>
        <w:rPr>
          <w:rFonts w:ascii="Times New Roman" w:hAnsi="Times New Roman"/>
          <w:sz w:val="20"/>
          <w:szCs w:val="20"/>
        </w:rPr>
        <w:t>11</w:t>
      </w:r>
      <w:r w:rsidRPr="00CF0FC3">
        <w:rPr>
          <w:rFonts w:ascii="Times New Roman" w:hAnsi="Times New Roman"/>
          <w:sz w:val="20"/>
          <w:szCs w:val="20"/>
        </w:rPr>
        <w:t>» апреля 2013г.</w:t>
      </w:r>
    </w:p>
    <w:p w:rsidR="00E46F42" w:rsidRPr="00CF0FC3" w:rsidRDefault="00E46F42" w:rsidP="00CF0FC3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F0FC3">
        <w:rPr>
          <w:rFonts w:ascii="Times New Roman" w:hAnsi="Times New Roman"/>
          <w:sz w:val="20"/>
          <w:szCs w:val="20"/>
        </w:rPr>
        <w:t>№ 035630012031300001</w:t>
      </w:r>
      <w:r>
        <w:rPr>
          <w:rFonts w:ascii="Times New Roman" w:hAnsi="Times New Roman"/>
          <w:sz w:val="20"/>
          <w:szCs w:val="20"/>
        </w:rPr>
        <w:t>6</w:t>
      </w:r>
    </w:p>
    <w:p w:rsidR="00E46F42" w:rsidRPr="00CF0FC3" w:rsidRDefault="00E46F42" w:rsidP="00CF0FC3">
      <w:pPr>
        <w:widowControl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F0FC3">
        <w:rPr>
          <w:rFonts w:ascii="Times New Roman" w:hAnsi="Times New Roman"/>
          <w:sz w:val="20"/>
          <w:szCs w:val="20"/>
        </w:rPr>
        <w:t>о проведении запроса котировок</w:t>
      </w:r>
    </w:p>
    <w:p w:rsidR="00E46F42" w:rsidRPr="00CF0FC3" w:rsidRDefault="00E46F42" w:rsidP="00CF0FC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46F42" w:rsidRPr="00CF0FC3" w:rsidRDefault="00E46F42" w:rsidP="00CF0FC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46F42" w:rsidRPr="00CF0FC3" w:rsidRDefault="00E46F42" w:rsidP="00CF0FC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46F42" w:rsidRPr="00CF0FC3" w:rsidRDefault="00E46F42" w:rsidP="00CF0FC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46F42" w:rsidRPr="00257828" w:rsidRDefault="00E46F42" w:rsidP="00CF0FC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7828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E46F42" w:rsidRPr="00257828" w:rsidRDefault="00E46F42" w:rsidP="00CF0FC3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7828">
        <w:rPr>
          <w:rFonts w:ascii="Times New Roman" w:hAnsi="Times New Roman"/>
          <w:sz w:val="24"/>
          <w:szCs w:val="24"/>
        </w:rPr>
        <w:t>«на оказание услуг по уборке помещения после ремонта»</w:t>
      </w:r>
    </w:p>
    <w:p w:rsidR="00E46F42" w:rsidRPr="00257828" w:rsidRDefault="00E46F42" w:rsidP="00CF0FC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7828">
        <w:rPr>
          <w:rFonts w:ascii="Times New Roman" w:hAnsi="Times New Roman"/>
          <w:b/>
          <w:sz w:val="24"/>
          <w:szCs w:val="24"/>
        </w:rPr>
        <w:t>МБУЗ «ГДКП №5»</w:t>
      </w:r>
    </w:p>
    <w:p w:rsidR="00E46F42" w:rsidRPr="00257828" w:rsidRDefault="00E46F42" w:rsidP="00CF0FC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6F42" w:rsidRPr="00257828" w:rsidRDefault="00E46F42" w:rsidP="00CF0FC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6F42" w:rsidRPr="002C2C23" w:rsidRDefault="00E46F42" w:rsidP="00CF0FC3">
      <w:pPr>
        <w:widowControl w:val="0"/>
        <w:spacing w:after="0" w:line="360" w:lineRule="auto"/>
        <w:ind w:left="540"/>
        <w:rPr>
          <w:rFonts w:ascii="Times New Roman" w:hAnsi="Times New Roman"/>
          <w:b/>
          <w:sz w:val="24"/>
          <w:szCs w:val="24"/>
        </w:rPr>
      </w:pPr>
      <w:r w:rsidRPr="002C2C23">
        <w:rPr>
          <w:rFonts w:ascii="Times New Roman" w:hAnsi="Times New Roman"/>
          <w:sz w:val="24"/>
          <w:szCs w:val="24"/>
        </w:rPr>
        <w:t>Период  оказания  услуги: срок начала оказания услуг-</w:t>
      </w:r>
      <w:r w:rsidRPr="002C2C23">
        <w:rPr>
          <w:rFonts w:ascii="Times New Roman" w:hAnsi="Times New Roman"/>
          <w:b/>
          <w:sz w:val="24"/>
          <w:szCs w:val="24"/>
        </w:rPr>
        <w:t>06.05.2013 г.</w:t>
      </w:r>
    </w:p>
    <w:p w:rsidR="00E46F42" w:rsidRPr="00257828" w:rsidRDefault="00E46F42" w:rsidP="00CF0FC3">
      <w:pPr>
        <w:widowControl w:val="0"/>
        <w:spacing w:after="0" w:line="360" w:lineRule="auto"/>
        <w:ind w:left="540"/>
        <w:rPr>
          <w:rFonts w:ascii="Times New Roman" w:hAnsi="Times New Roman"/>
          <w:b/>
          <w:sz w:val="24"/>
          <w:szCs w:val="24"/>
        </w:rPr>
      </w:pPr>
      <w:r w:rsidRPr="002C2C23">
        <w:rPr>
          <w:rFonts w:ascii="Times New Roman" w:hAnsi="Times New Roman"/>
          <w:sz w:val="24"/>
          <w:szCs w:val="24"/>
        </w:rPr>
        <w:t>Срок окончания оказания услуг-</w:t>
      </w:r>
      <w:r w:rsidRPr="002C2C23">
        <w:rPr>
          <w:rFonts w:ascii="Times New Roman" w:hAnsi="Times New Roman"/>
          <w:b/>
          <w:sz w:val="24"/>
          <w:szCs w:val="24"/>
        </w:rPr>
        <w:t>15.07.2013 г.</w:t>
      </w:r>
    </w:p>
    <w:p w:rsidR="00E46F42" w:rsidRPr="00257828" w:rsidRDefault="00E46F42" w:rsidP="00CF0FC3">
      <w:pPr>
        <w:widowControl w:val="0"/>
        <w:spacing w:after="0" w:line="360" w:lineRule="auto"/>
        <w:ind w:left="540"/>
        <w:rPr>
          <w:rFonts w:ascii="Times New Roman" w:hAnsi="Times New Roman"/>
          <w:sz w:val="24"/>
          <w:szCs w:val="24"/>
        </w:rPr>
      </w:pPr>
      <w:r w:rsidRPr="00257828">
        <w:rPr>
          <w:rFonts w:ascii="Times New Roman" w:hAnsi="Times New Roman"/>
          <w:b/>
          <w:sz w:val="24"/>
          <w:szCs w:val="24"/>
        </w:rPr>
        <w:t>Место оказания услуг:</w:t>
      </w:r>
      <w:r w:rsidRPr="00257828">
        <w:rPr>
          <w:rFonts w:ascii="Times New Roman" w:hAnsi="Times New Roman"/>
          <w:sz w:val="24"/>
          <w:szCs w:val="24"/>
        </w:rPr>
        <w:t xml:space="preserve"> Здание по адресу</w:t>
      </w:r>
    </w:p>
    <w:p w:rsidR="00E46F42" w:rsidRPr="00257828" w:rsidRDefault="00E46F42" w:rsidP="00CF0FC3">
      <w:pPr>
        <w:pStyle w:val="ListParagraph"/>
        <w:widowControl w:val="0"/>
        <w:numPr>
          <w:ilvl w:val="0"/>
          <w:numId w:val="1"/>
        </w:numPr>
        <w:spacing w:after="0" w:line="360" w:lineRule="auto"/>
        <w:ind w:left="540"/>
        <w:rPr>
          <w:rFonts w:ascii="Times New Roman" w:hAnsi="Times New Roman"/>
          <w:sz w:val="24"/>
          <w:szCs w:val="24"/>
        </w:rPr>
      </w:pPr>
      <w:r w:rsidRPr="00257828">
        <w:rPr>
          <w:rFonts w:ascii="Times New Roman" w:hAnsi="Times New Roman"/>
          <w:sz w:val="24"/>
          <w:szCs w:val="24"/>
        </w:rPr>
        <w:t xml:space="preserve"> г.Пермь, ул.Советской Армии,10 –(1,2 этаж)-площадь помещения +коридор 1112.2 кв.м.</w:t>
      </w:r>
    </w:p>
    <w:p w:rsidR="00E46F42" w:rsidRPr="00257828" w:rsidRDefault="00E46F42" w:rsidP="00CF0FC3">
      <w:pPr>
        <w:pStyle w:val="ListParagraph"/>
        <w:widowControl w:val="0"/>
        <w:numPr>
          <w:ilvl w:val="0"/>
          <w:numId w:val="1"/>
        </w:numPr>
        <w:spacing w:after="0" w:line="360" w:lineRule="auto"/>
        <w:ind w:left="540"/>
        <w:rPr>
          <w:rFonts w:ascii="Times New Roman" w:hAnsi="Times New Roman"/>
          <w:sz w:val="24"/>
          <w:szCs w:val="24"/>
        </w:rPr>
      </w:pPr>
      <w:r w:rsidRPr="00257828">
        <w:rPr>
          <w:rFonts w:ascii="Times New Roman" w:hAnsi="Times New Roman"/>
          <w:sz w:val="24"/>
          <w:szCs w:val="24"/>
        </w:rPr>
        <w:t>г.Пермь,ул.Чердынская,38/а, (1 этаж)-площадь помещения +коридор :2244.2 кв.м.</w:t>
      </w:r>
    </w:p>
    <w:p w:rsidR="00E46F42" w:rsidRPr="00257828" w:rsidRDefault="00E46F42" w:rsidP="00CF0FC3">
      <w:pPr>
        <w:widowControl w:val="0"/>
        <w:spacing w:after="0" w:line="360" w:lineRule="auto"/>
        <w:ind w:left="540"/>
        <w:rPr>
          <w:rFonts w:ascii="Times New Roman" w:hAnsi="Times New Roman"/>
          <w:sz w:val="24"/>
          <w:szCs w:val="24"/>
        </w:rPr>
      </w:pPr>
      <w:r w:rsidRPr="00257828">
        <w:rPr>
          <w:rFonts w:ascii="Times New Roman" w:hAnsi="Times New Roman"/>
          <w:sz w:val="24"/>
          <w:szCs w:val="24"/>
        </w:rPr>
        <w:t>Ответственный исполнитель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7828">
        <w:rPr>
          <w:rFonts w:ascii="Times New Roman" w:hAnsi="Times New Roman"/>
          <w:sz w:val="24"/>
          <w:szCs w:val="24"/>
        </w:rPr>
        <w:t>начальник отдела МТС и ХО Рожков Игорь Николаевич, тел./факс 221-79-05</w:t>
      </w:r>
    </w:p>
    <w:p w:rsidR="00E46F42" w:rsidRPr="00257828" w:rsidRDefault="00E46F42" w:rsidP="00CF0FC3">
      <w:pPr>
        <w:widowControl w:val="0"/>
        <w:spacing w:after="0" w:line="360" w:lineRule="auto"/>
        <w:ind w:left="540"/>
        <w:rPr>
          <w:rFonts w:ascii="Times New Roman" w:hAnsi="Times New Roman"/>
          <w:sz w:val="24"/>
          <w:szCs w:val="24"/>
        </w:rPr>
      </w:pPr>
    </w:p>
    <w:p w:rsidR="00E46F42" w:rsidRPr="00257828" w:rsidRDefault="00E46F42" w:rsidP="00CF0FC3">
      <w:pPr>
        <w:widowControl w:val="0"/>
        <w:spacing w:after="0" w:line="360" w:lineRule="auto"/>
        <w:ind w:left="540"/>
        <w:rPr>
          <w:rFonts w:ascii="Times New Roman" w:hAnsi="Times New Roman"/>
          <w:b/>
          <w:sz w:val="24"/>
          <w:szCs w:val="24"/>
        </w:rPr>
      </w:pPr>
      <w:r w:rsidRPr="00257828">
        <w:rPr>
          <w:rFonts w:ascii="Times New Roman" w:hAnsi="Times New Roman"/>
          <w:b/>
          <w:sz w:val="24"/>
          <w:szCs w:val="24"/>
        </w:rPr>
        <w:t>Услуги по уборке помещения после ремонта:</w:t>
      </w:r>
    </w:p>
    <w:p w:rsidR="00E46F42" w:rsidRPr="00257828" w:rsidRDefault="00E46F42" w:rsidP="00CF0FC3">
      <w:pPr>
        <w:pStyle w:val="ListParagraph"/>
        <w:widowControl w:val="0"/>
        <w:numPr>
          <w:ilvl w:val="0"/>
          <w:numId w:val="2"/>
        </w:numPr>
        <w:spacing w:after="0" w:line="360" w:lineRule="auto"/>
        <w:ind w:left="540"/>
        <w:rPr>
          <w:rFonts w:ascii="Times New Roman" w:hAnsi="Times New Roman"/>
          <w:sz w:val="24"/>
          <w:szCs w:val="24"/>
        </w:rPr>
      </w:pPr>
      <w:r w:rsidRPr="00257828">
        <w:rPr>
          <w:rFonts w:ascii="Times New Roman" w:hAnsi="Times New Roman"/>
          <w:sz w:val="24"/>
          <w:szCs w:val="24"/>
        </w:rPr>
        <w:t>Мытье твердого покрытия пола ручным способом с применением профессиональной химии.</w:t>
      </w:r>
    </w:p>
    <w:p w:rsidR="00E46F42" w:rsidRPr="00257828" w:rsidRDefault="00E46F42" w:rsidP="00CF0FC3">
      <w:pPr>
        <w:pStyle w:val="ListParagraph"/>
        <w:widowControl w:val="0"/>
        <w:numPr>
          <w:ilvl w:val="0"/>
          <w:numId w:val="2"/>
        </w:numPr>
        <w:spacing w:after="0" w:line="360" w:lineRule="auto"/>
        <w:ind w:left="540"/>
        <w:rPr>
          <w:rFonts w:ascii="Times New Roman" w:hAnsi="Times New Roman"/>
          <w:sz w:val="24"/>
          <w:szCs w:val="24"/>
        </w:rPr>
      </w:pPr>
      <w:r w:rsidRPr="00257828">
        <w:rPr>
          <w:rFonts w:ascii="Times New Roman" w:hAnsi="Times New Roman"/>
          <w:sz w:val="24"/>
          <w:szCs w:val="24"/>
        </w:rPr>
        <w:t>Мытье санузлов.</w:t>
      </w:r>
    </w:p>
    <w:p w:rsidR="00E46F42" w:rsidRPr="00257828" w:rsidRDefault="00E46F42" w:rsidP="00CF0FC3">
      <w:pPr>
        <w:pStyle w:val="ListParagraph"/>
        <w:widowControl w:val="0"/>
        <w:numPr>
          <w:ilvl w:val="0"/>
          <w:numId w:val="2"/>
        </w:numPr>
        <w:spacing w:after="0" w:line="360" w:lineRule="auto"/>
        <w:ind w:left="540"/>
        <w:rPr>
          <w:rFonts w:ascii="Times New Roman" w:hAnsi="Times New Roman"/>
          <w:sz w:val="24"/>
          <w:szCs w:val="24"/>
        </w:rPr>
      </w:pPr>
      <w:r w:rsidRPr="00257828">
        <w:rPr>
          <w:rFonts w:ascii="Times New Roman" w:hAnsi="Times New Roman"/>
          <w:sz w:val="24"/>
          <w:szCs w:val="24"/>
        </w:rPr>
        <w:t>Вынос мусора. Замена мусорных пакетов.</w:t>
      </w:r>
    </w:p>
    <w:p w:rsidR="00E46F42" w:rsidRPr="00257828" w:rsidRDefault="00E46F42" w:rsidP="00CF0FC3">
      <w:pPr>
        <w:pStyle w:val="ListParagraph"/>
        <w:widowControl w:val="0"/>
        <w:numPr>
          <w:ilvl w:val="0"/>
          <w:numId w:val="2"/>
        </w:numPr>
        <w:spacing w:after="0" w:line="360" w:lineRule="auto"/>
        <w:ind w:left="540"/>
        <w:rPr>
          <w:rFonts w:ascii="Times New Roman" w:hAnsi="Times New Roman"/>
          <w:sz w:val="24"/>
          <w:szCs w:val="24"/>
        </w:rPr>
      </w:pPr>
      <w:r w:rsidRPr="00257828">
        <w:rPr>
          <w:rFonts w:ascii="Times New Roman" w:hAnsi="Times New Roman"/>
          <w:sz w:val="24"/>
          <w:szCs w:val="24"/>
        </w:rPr>
        <w:t>Протирание пыли с розеток, плинтусов, выключателей,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7828">
        <w:rPr>
          <w:rFonts w:ascii="Times New Roman" w:hAnsi="Times New Roman"/>
          <w:sz w:val="24"/>
          <w:szCs w:val="24"/>
        </w:rPr>
        <w:t>с электрощитов.</w:t>
      </w:r>
    </w:p>
    <w:p w:rsidR="00E46F42" w:rsidRPr="00257828" w:rsidRDefault="00E46F42" w:rsidP="00CF0FC3">
      <w:pPr>
        <w:pStyle w:val="ListParagraph"/>
        <w:widowControl w:val="0"/>
        <w:numPr>
          <w:ilvl w:val="0"/>
          <w:numId w:val="2"/>
        </w:numPr>
        <w:spacing w:after="0" w:line="360" w:lineRule="auto"/>
        <w:ind w:left="540"/>
        <w:rPr>
          <w:rFonts w:ascii="Times New Roman" w:hAnsi="Times New Roman"/>
          <w:sz w:val="24"/>
          <w:szCs w:val="24"/>
        </w:rPr>
      </w:pPr>
      <w:r w:rsidRPr="00257828">
        <w:rPr>
          <w:rFonts w:ascii="Times New Roman" w:hAnsi="Times New Roman"/>
          <w:sz w:val="24"/>
          <w:szCs w:val="24"/>
        </w:rPr>
        <w:t>Мытье стен, дверей, подоконников.</w:t>
      </w:r>
    </w:p>
    <w:p w:rsidR="00E46F42" w:rsidRPr="00257828" w:rsidRDefault="00E46F42" w:rsidP="00CF0FC3">
      <w:pPr>
        <w:pStyle w:val="ListParagraph"/>
        <w:widowControl w:val="0"/>
        <w:numPr>
          <w:ilvl w:val="0"/>
          <w:numId w:val="2"/>
        </w:numPr>
        <w:spacing w:after="0" w:line="360" w:lineRule="auto"/>
        <w:ind w:left="540"/>
        <w:rPr>
          <w:rFonts w:ascii="Times New Roman" w:hAnsi="Times New Roman"/>
          <w:sz w:val="24"/>
          <w:szCs w:val="24"/>
        </w:rPr>
      </w:pPr>
      <w:r w:rsidRPr="00257828">
        <w:rPr>
          <w:rFonts w:ascii="Times New Roman" w:hAnsi="Times New Roman"/>
          <w:sz w:val="24"/>
          <w:szCs w:val="24"/>
        </w:rPr>
        <w:t>Прохождение строительным пылесосом.</w:t>
      </w:r>
    </w:p>
    <w:p w:rsidR="00E46F42" w:rsidRPr="00257828" w:rsidRDefault="00E46F42" w:rsidP="00CF0FC3">
      <w:pPr>
        <w:pStyle w:val="ListParagraph"/>
        <w:widowControl w:val="0"/>
        <w:numPr>
          <w:ilvl w:val="0"/>
          <w:numId w:val="2"/>
        </w:numPr>
        <w:spacing w:after="0" w:line="360" w:lineRule="auto"/>
        <w:ind w:left="540"/>
        <w:rPr>
          <w:rFonts w:ascii="Times New Roman" w:hAnsi="Times New Roman"/>
          <w:sz w:val="24"/>
          <w:szCs w:val="24"/>
        </w:rPr>
      </w:pPr>
      <w:r w:rsidRPr="00257828">
        <w:rPr>
          <w:rFonts w:ascii="Times New Roman" w:hAnsi="Times New Roman"/>
          <w:sz w:val="24"/>
          <w:szCs w:val="24"/>
        </w:rPr>
        <w:t>Чистка ковровых покрытий (250 кв.м).</w:t>
      </w:r>
    </w:p>
    <w:p w:rsidR="00E46F42" w:rsidRPr="00257828" w:rsidRDefault="00E46F42" w:rsidP="00CF0FC3">
      <w:pPr>
        <w:pStyle w:val="ListParagraph"/>
        <w:widowControl w:val="0"/>
        <w:numPr>
          <w:ilvl w:val="0"/>
          <w:numId w:val="2"/>
        </w:numPr>
        <w:spacing w:after="0" w:line="360" w:lineRule="auto"/>
        <w:ind w:left="540"/>
        <w:rPr>
          <w:rFonts w:ascii="Times New Roman" w:hAnsi="Times New Roman"/>
          <w:sz w:val="24"/>
          <w:szCs w:val="24"/>
        </w:rPr>
      </w:pPr>
      <w:r w:rsidRPr="00257828">
        <w:rPr>
          <w:rFonts w:ascii="Times New Roman" w:hAnsi="Times New Roman"/>
          <w:sz w:val="24"/>
          <w:szCs w:val="24"/>
        </w:rPr>
        <w:t>Мойка окон с внутренней  и внешней стороны</w:t>
      </w:r>
    </w:p>
    <w:p w:rsidR="00E46F42" w:rsidRPr="00257828" w:rsidRDefault="00E46F42" w:rsidP="00CF0FC3">
      <w:pPr>
        <w:widowControl w:val="0"/>
        <w:spacing w:after="0" w:line="360" w:lineRule="auto"/>
        <w:ind w:left="540"/>
        <w:rPr>
          <w:rFonts w:ascii="Times New Roman" w:hAnsi="Times New Roman"/>
          <w:sz w:val="24"/>
          <w:szCs w:val="24"/>
        </w:rPr>
      </w:pPr>
    </w:p>
    <w:p w:rsidR="00E46F42" w:rsidRPr="00257828" w:rsidRDefault="00E46F42" w:rsidP="002C2C23">
      <w:pPr>
        <w:widowControl w:val="0"/>
        <w:spacing w:after="0" w:line="360" w:lineRule="auto"/>
        <w:ind w:left="540"/>
        <w:rPr>
          <w:rFonts w:ascii="Times New Roman" w:hAnsi="Times New Roman"/>
          <w:sz w:val="24"/>
          <w:szCs w:val="24"/>
        </w:rPr>
      </w:pPr>
      <w:r w:rsidRPr="00257828">
        <w:rPr>
          <w:rFonts w:ascii="Times New Roman" w:hAnsi="Times New Roman"/>
          <w:sz w:val="24"/>
          <w:szCs w:val="24"/>
        </w:rPr>
        <w:t xml:space="preserve">Время проведения работ по </w:t>
      </w:r>
      <w:r>
        <w:rPr>
          <w:rFonts w:ascii="Times New Roman" w:hAnsi="Times New Roman"/>
          <w:sz w:val="24"/>
          <w:szCs w:val="24"/>
        </w:rPr>
        <w:t xml:space="preserve">согласованию с </w:t>
      </w:r>
      <w:r w:rsidRPr="00257828">
        <w:rPr>
          <w:rFonts w:ascii="Times New Roman" w:hAnsi="Times New Roman"/>
          <w:sz w:val="24"/>
          <w:szCs w:val="24"/>
        </w:rPr>
        <w:t>начальник</w:t>
      </w:r>
      <w:r>
        <w:rPr>
          <w:rFonts w:ascii="Times New Roman" w:hAnsi="Times New Roman"/>
          <w:sz w:val="24"/>
          <w:szCs w:val="24"/>
        </w:rPr>
        <w:t>ом</w:t>
      </w:r>
      <w:r w:rsidRPr="00257828">
        <w:rPr>
          <w:rFonts w:ascii="Times New Roman" w:hAnsi="Times New Roman"/>
          <w:sz w:val="24"/>
          <w:szCs w:val="24"/>
        </w:rPr>
        <w:t xml:space="preserve"> отдела МТС и ХО Рожков Игорь Николаевич, тел./факс 221-79-05</w:t>
      </w:r>
    </w:p>
    <w:p w:rsidR="00E46F42" w:rsidRPr="00257828" w:rsidRDefault="00E46F42" w:rsidP="00CF0FC3">
      <w:pPr>
        <w:pStyle w:val="ListParagraph"/>
        <w:widowControl w:val="0"/>
        <w:spacing w:after="0" w:line="360" w:lineRule="auto"/>
        <w:ind w:left="540"/>
        <w:rPr>
          <w:rFonts w:ascii="Times New Roman" w:hAnsi="Times New Roman"/>
          <w:sz w:val="24"/>
          <w:szCs w:val="24"/>
        </w:rPr>
      </w:pPr>
      <w:r w:rsidRPr="00257828">
        <w:rPr>
          <w:rFonts w:ascii="Times New Roman" w:hAnsi="Times New Roman"/>
          <w:sz w:val="24"/>
          <w:szCs w:val="24"/>
        </w:rPr>
        <w:t>.</w:t>
      </w:r>
    </w:p>
    <w:p w:rsidR="00E46F42" w:rsidRPr="00257828" w:rsidRDefault="00E46F42" w:rsidP="00CF0FC3">
      <w:pPr>
        <w:pStyle w:val="ListParagraph"/>
        <w:widowControl w:val="0"/>
        <w:spacing w:after="0" w:line="360" w:lineRule="auto"/>
        <w:ind w:left="540"/>
        <w:rPr>
          <w:rFonts w:ascii="Times New Roman" w:hAnsi="Times New Roman"/>
          <w:sz w:val="24"/>
          <w:szCs w:val="24"/>
        </w:rPr>
      </w:pPr>
      <w:r w:rsidRPr="00257828">
        <w:rPr>
          <w:rFonts w:ascii="Times New Roman" w:hAnsi="Times New Roman"/>
          <w:sz w:val="24"/>
          <w:szCs w:val="24"/>
        </w:rPr>
        <w:t>Расходные материалы, оборудование, спецодежда, оплата труда входят в общую стоимость.</w:t>
      </w:r>
    </w:p>
    <w:p w:rsidR="00E46F42" w:rsidRPr="00257828" w:rsidRDefault="00E46F42" w:rsidP="00CF0FC3">
      <w:pPr>
        <w:widowControl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E46F42" w:rsidRPr="00257828" w:rsidRDefault="00E46F42" w:rsidP="00CF0FC3">
      <w:pPr>
        <w:widowControl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E46F42" w:rsidRPr="00257828" w:rsidRDefault="00E46F42" w:rsidP="00CF0FC3">
      <w:pPr>
        <w:widowControl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</w:p>
    <w:p w:rsidR="00E46F42" w:rsidRPr="00257828" w:rsidRDefault="00E46F42" w:rsidP="00CF0FC3">
      <w:pPr>
        <w:widowControl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257828">
        <w:rPr>
          <w:rFonts w:ascii="Times New Roman" w:hAnsi="Times New Roman"/>
          <w:sz w:val="24"/>
          <w:szCs w:val="24"/>
        </w:rPr>
        <w:t>Начальник отдела</w:t>
      </w:r>
    </w:p>
    <w:p w:rsidR="00E46F42" w:rsidRPr="00257828" w:rsidRDefault="00E46F42" w:rsidP="00CF0FC3">
      <w:pPr>
        <w:widowControl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257828">
        <w:rPr>
          <w:rFonts w:ascii="Times New Roman" w:hAnsi="Times New Roman"/>
          <w:sz w:val="24"/>
          <w:szCs w:val="24"/>
        </w:rPr>
        <w:t>материально-технического снабжения</w:t>
      </w:r>
    </w:p>
    <w:p w:rsidR="00E46F42" w:rsidRPr="00257828" w:rsidRDefault="00E46F42" w:rsidP="00CF0FC3">
      <w:pPr>
        <w:widowControl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257828">
        <w:rPr>
          <w:rFonts w:ascii="Times New Roman" w:hAnsi="Times New Roman"/>
          <w:sz w:val="24"/>
          <w:szCs w:val="24"/>
        </w:rPr>
        <w:t>и хозяйственного обслуживания                                                                   И.Н.Рожков</w:t>
      </w:r>
    </w:p>
    <w:p w:rsidR="00E46F42" w:rsidRPr="00257828" w:rsidRDefault="00E46F42" w:rsidP="00CF0FC3">
      <w:pPr>
        <w:widowControl w:val="0"/>
        <w:spacing w:after="0" w:line="240" w:lineRule="auto"/>
        <w:ind w:left="540"/>
        <w:rPr>
          <w:rFonts w:ascii="Times New Roman" w:hAnsi="Times New Roman"/>
          <w:sz w:val="24"/>
          <w:szCs w:val="24"/>
        </w:rPr>
      </w:pPr>
      <w:r w:rsidRPr="00257828">
        <w:rPr>
          <w:rFonts w:ascii="Times New Roman" w:hAnsi="Times New Roman"/>
          <w:sz w:val="24"/>
          <w:szCs w:val="24"/>
        </w:rPr>
        <w:t xml:space="preserve">тел./ф 221-79-05      </w:t>
      </w:r>
    </w:p>
    <w:sectPr w:rsidR="00E46F42" w:rsidRPr="00257828" w:rsidSect="00CF0FC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0021C"/>
    <w:multiLevelType w:val="hybridMultilevel"/>
    <w:tmpl w:val="24AC53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12AAC"/>
    <w:multiLevelType w:val="hybridMultilevel"/>
    <w:tmpl w:val="7DCC8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3F16"/>
    <w:rsid w:val="00051278"/>
    <w:rsid w:val="000709C2"/>
    <w:rsid w:val="0008645C"/>
    <w:rsid w:val="00143EFD"/>
    <w:rsid w:val="001B089E"/>
    <w:rsid w:val="00257828"/>
    <w:rsid w:val="002C2C23"/>
    <w:rsid w:val="003D6E12"/>
    <w:rsid w:val="003F3F16"/>
    <w:rsid w:val="004656AE"/>
    <w:rsid w:val="005108E5"/>
    <w:rsid w:val="005B797E"/>
    <w:rsid w:val="007767D2"/>
    <w:rsid w:val="00882BE5"/>
    <w:rsid w:val="008F4057"/>
    <w:rsid w:val="00A023F7"/>
    <w:rsid w:val="00A12110"/>
    <w:rsid w:val="00AC66A8"/>
    <w:rsid w:val="00B7037A"/>
    <w:rsid w:val="00C24B15"/>
    <w:rsid w:val="00C41AE8"/>
    <w:rsid w:val="00C723A9"/>
    <w:rsid w:val="00CF0FC3"/>
    <w:rsid w:val="00D47C5B"/>
    <w:rsid w:val="00DB4302"/>
    <w:rsid w:val="00E46F42"/>
    <w:rsid w:val="00E71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3F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40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208</Words>
  <Characters>1187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INRojkov</dc:creator>
  <cp:keywords/>
  <dc:description/>
  <cp:lastModifiedBy>AVBaklanova</cp:lastModifiedBy>
  <cp:revision>6</cp:revision>
  <dcterms:created xsi:type="dcterms:W3CDTF">2013-04-09T02:45:00Z</dcterms:created>
  <dcterms:modified xsi:type="dcterms:W3CDTF">2013-04-11T05:23:00Z</dcterms:modified>
</cp:coreProperties>
</file>