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21E" w:rsidRPr="003904DA" w:rsidRDefault="00B4321E" w:rsidP="0055027B">
      <w:pPr>
        <w:shd w:val="clear" w:color="auto" w:fill="FFFFFF"/>
        <w:spacing w:line="346" w:lineRule="exact"/>
        <w:jc w:val="center"/>
        <w:rPr>
          <w:spacing w:val="-17"/>
          <w:sz w:val="24"/>
          <w:szCs w:val="24"/>
        </w:rPr>
      </w:pPr>
      <w:r>
        <w:rPr>
          <w:spacing w:val="-17"/>
          <w:sz w:val="24"/>
          <w:szCs w:val="24"/>
        </w:rPr>
        <w:t xml:space="preserve">                                                                                             </w:t>
      </w:r>
      <w:r w:rsidRPr="003904DA">
        <w:rPr>
          <w:spacing w:val="-17"/>
          <w:sz w:val="24"/>
          <w:szCs w:val="24"/>
        </w:rPr>
        <w:t>Приложение № 3</w:t>
      </w:r>
    </w:p>
    <w:p w:rsidR="00B4321E" w:rsidRPr="003904DA" w:rsidRDefault="00B4321E" w:rsidP="0055027B">
      <w:pPr>
        <w:shd w:val="clear" w:color="auto" w:fill="FFFFFF"/>
        <w:spacing w:line="346" w:lineRule="exact"/>
        <w:jc w:val="center"/>
        <w:rPr>
          <w:spacing w:val="-17"/>
          <w:sz w:val="24"/>
          <w:szCs w:val="24"/>
        </w:rPr>
      </w:pPr>
      <w:r>
        <w:rPr>
          <w:spacing w:val="-17"/>
          <w:sz w:val="24"/>
          <w:szCs w:val="24"/>
        </w:rPr>
        <w:t xml:space="preserve">                                                                                                                                   к  извещению №  </w:t>
      </w:r>
      <w:r w:rsidRPr="003904DA">
        <w:rPr>
          <w:spacing w:val="-17"/>
          <w:sz w:val="24"/>
          <w:szCs w:val="24"/>
        </w:rPr>
        <w:t xml:space="preserve"> </w:t>
      </w:r>
      <w:r>
        <w:rPr>
          <w:spacing w:val="-17"/>
          <w:sz w:val="24"/>
          <w:szCs w:val="24"/>
        </w:rPr>
        <w:t>3</w:t>
      </w:r>
      <w:r w:rsidRPr="003904DA">
        <w:rPr>
          <w:spacing w:val="-17"/>
          <w:sz w:val="24"/>
          <w:szCs w:val="24"/>
        </w:rPr>
        <w:t xml:space="preserve"> от   </w:t>
      </w:r>
      <w:r>
        <w:rPr>
          <w:spacing w:val="-17"/>
          <w:sz w:val="24"/>
          <w:szCs w:val="24"/>
        </w:rPr>
        <w:t>29. 04. 2013</w:t>
      </w:r>
      <w:r w:rsidRPr="003904DA">
        <w:rPr>
          <w:spacing w:val="-17"/>
          <w:sz w:val="24"/>
          <w:szCs w:val="24"/>
        </w:rPr>
        <w:t>г.</w:t>
      </w:r>
    </w:p>
    <w:p w:rsidR="00B4321E" w:rsidRPr="00376A54" w:rsidRDefault="00B4321E" w:rsidP="00376A54">
      <w:pPr>
        <w:shd w:val="clear" w:color="auto" w:fill="FFFFFF"/>
        <w:spacing w:line="346" w:lineRule="exact"/>
        <w:jc w:val="center"/>
        <w:rPr>
          <w:spacing w:val="-17"/>
          <w:sz w:val="24"/>
          <w:szCs w:val="24"/>
        </w:rPr>
      </w:pPr>
      <w:r>
        <w:rPr>
          <w:spacing w:val="-17"/>
          <w:sz w:val="24"/>
          <w:szCs w:val="24"/>
        </w:rPr>
        <w:t xml:space="preserve">                                                                                                   </w:t>
      </w:r>
      <w:r w:rsidRPr="003904DA">
        <w:rPr>
          <w:spacing w:val="-17"/>
          <w:sz w:val="24"/>
          <w:szCs w:val="24"/>
        </w:rPr>
        <w:t xml:space="preserve">о запросе котировок                                                                                               </w:t>
      </w:r>
      <w:r w:rsidRPr="005357D1">
        <w:rPr>
          <w:spacing w:val="-17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</w:p>
    <w:p w:rsidR="00B4321E" w:rsidRPr="005357D1" w:rsidRDefault="00B4321E" w:rsidP="0055027B">
      <w:pPr>
        <w:shd w:val="clear" w:color="auto" w:fill="FFFFFF"/>
        <w:spacing w:line="346" w:lineRule="exact"/>
        <w:jc w:val="center"/>
        <w:rPr>
          <w:spacing w:val="-17"/>
          <w:sz w:val="18"/>
          <w:szCs w:val="18"/>
        </w:rPr>
      </w:pPr>
    </w:p>
    <w:p w:rsidR="00B4321E" w:rsidRPr="0030616C" w:rsidRDefault="00B4321E" w:rsidP="0055027B">
      <w:pPr>
        <w:shd w:val="clear" w:color="auto" w:fill="FFFFFF"/>
        <w:spacing w:line="346" w:lineRule="exact"/>
        <w:jc w:val="center"/>
        <w:rPr>
          <w:b/>
          <w:bCs/>
          <w:sz w:val="24"/>
          <w:szCs w:val="24"/>
        </w:rPr>
      </w:pPr>
      <w:r w:rsidRPr="0030616C">
        <w:rPr>
          <w:b/>
          <w:bCs/>
          <w:spacing w:val="-17"/>
          <w:sz w:val="24"/>
          <w:szCs w:val="24"/>
        </w:rPr>
        <w:t xml:space="preserve">Проект </w:t>
      </w:r>
      <w:r>
        <w:rPr>
          <w:b/>
          <w:bCs/>
          <w:spacing w:val="-17"/>
          <w:sz w:val="24"/>
          <w:szCs w:val="24"/>
        </w:rPr>
        <w:t>договора</w:t>
      </w:r>
    </w:p>
    <w:p w:rsidR="00B4321E" w:rsidRPr="00310D53" w:rsidRDefault="00B4321E" w:rsidP="001142E0">
      <w:pPr>
        <w:shd w:val="clear" w:color="auto" w:fill="FFFFFF"/>
        <w:tabs>
          <w:tab w:val="left" w:pos="6926"/>
          <w:tab w:val="left" w:pos="8669"/>
          <w:tab w:val="left" w:leader="underscore" w:pos="9166"/>
        </w:tabs>
        <w:spacing w:before="540"/>
      </w:pPr>
      <w:r w:rsidRPr="00310D53">
        <w:rPr>
          <w:spacing w:val="-8"/>
        </w:rPr>
        <w:t xml:space="preserve">г. </w:t>
      </w:r>
      <w:r w:rsidRPr="00310D53">
        <w:rPr>
          <w:b/>
          <w:bCs/>
          <w:spacing w:val="-8"/>
        </w:rPr>
        <w:t>Пермь</w:t>
      </w:r>
      <w:r w:rsidRPr="00310D53">
        <w:rPr>
          <w:b/>
          <w:bCs/>
        </w:rPr>
        <w:tab/>
      </w:r>
      <w:r w:rsidRPr="0030616C">
        <w:rPr>
          <w:b/>
          <w:bCs/>
        </w:rPr>
        <w:t xml:space="preserve">                  </w:t>
      </w:r>
      <w:r w:rsidRPr="0030616C">
        <w:rPr>
          <w:b/>
          <w:bCs/>
          <w:spacing w:val="-4"/>
        </w:rPr>
        <w:t xml:space="preserve"> «</w:t>
      </w:r>
      <w:r>
        <w:rPr>
          <w:b/>
          <w:bCs/>
          <w:spacing w:val="-4"/>
        </w:rPr>
        <w:t xml:space="preserve">       </w:t>
      </w:r>
      <w:r w:rsidRPr="0030616C">
        <w:rPr>
          <w:b/>
          <w:bCs/>
          <w:spacing w:val="-4"/>
        </w:rPr>
        <w:t xml:space="preserve"> </w:t>
      </w:r>
      <w:r>
        <w:rPr>
          <w:b/>
          <w:bCs/>
          <w:spacing w:val="-4"/>
        </w:rPr>
        <w:t xml:space="preserve">»                    </w:t>
      </w:r>
      <w:smartTag w:uri="urn:schemas-microsoft-com:office:smarttags" w:element="metricconverter">
        <w:smartTagPr>
          <w:attr w:name="ProductID" w:val="2013 г"/>
        </w:smartTagPr>
        <w:r>
          <w:rPr>
            <w:b/>
            <w:bCs/>
            <w:spacing w:val="-4"/>
          </w:rPr>
          <w:t>2013</w:t>
        </w:r>
        <w:r w:rsidRPr="0030616C">
          <w:rPr>
            <w:b/>
            <w:bCs/>
            <w:spacing w:val="-4"/>
          </w:rPr>
          <w:t xml:space="preserve"> г</w:t>
        </w:r>
      </w:smartTag>
      <w:r w:rsidRPr="0030616C">
        <w:rPr>
          <w:b/>
          <w:bCs/>
          <w:spacing w:val="-4"/>
        </w:rPr>
        <w:t>.</w:t>
      </w:r>
      <w:r w:rsidRPr="00310D53">
        <w:rPr>
          <w:spacing w:val="-4"/>
        </w:rPr>
        <w:t xml:space="preserve"> </w:t>
      </w:r>
    </w:p>
    <w:p w:rsidR="00B4321E" w:rsidRPr="00310D53" w:rsidRDefault="00B4321E" w:rsidP="0055027B">
      <w:pPr>
        <w:shd w:val="clear" w:color="auto" w:fill="FFFFFF"/>
        <w:spacing w:before="223" w:line="230" w:lineRule="exact"/>
        <w:jc w:val="both"/>
      </w:pPr>
      <w:r w:rsidRPr="00310D53">
        <w:rPr>
          <w:spacing w:val="3"/>
        </w:rPr>
        <w:tab/>
      </w:r>
      <w:r w:rsidRPr="000F55DE">
        <w:rPr>
          <w:b/>
          <w:bCs/>
          <w:spacing w:val="3"/>
        </w:rPr>
        <w:t xml:space="preserve">Муниципальное </w:t>
      </w:r>
      <w:r>
        <w:rPr>
          <w:b/>
          <w:bCs/>
          <w:spacing w:val="3"/>
        </w:rPr>
        <w:t xml:space="preserve">бюджетное </w:t>
      </w:r>
      <w:r w:rsidRPr="000F55DE">
        <w:rPr>
          <w:b/>
          <w:bCs/>
          <w:spacing w:val="3"/>
        </w:rPr>
        <w:t>общеобразовательное учреждение</w:t>
      </w:r>
      <w:r w:rsidRPr="004B6EF4">
        <w:rPr>
          <w:spacing w:val="3"/>
        </w:rPr>
        <w:t xml:space="preserve">  </w:t>
      </w:r>
      <w:r w:rsidRPr="004B6EF4">
        <w:rPr>
          <w:b/>
          <w:bCs/>
          <w:spacing w:val="3"/>
        </w:rPr>
        <w:t>«Средняя общеобразова</w:t>
      </w:r>
      <w:r>
        <w:rPr>
          <w:b/>
          <w:bCs/>
          <w:spacing w:val="3"/>
        </w:rPr>
        <w:t>тельная школа № 14</w:t>
      </w:r>
      <w:r w:rsidRPr="004B6EF4">
        <w:rPr>
          <w:b/>
          <w:bCs/>
          <w:spacing w:val="3"/>
        </w:rPr>
        <w:t>» г. Перми</w:t>
      </w:r>
      <w:r w:rsidRPr="00310D53">
        <w:rPr>
          <w:b/>
          <w:bCs/>
          <w:i/>
          <w:iCs/>
          <w:spacing w:val="3"/>
        </w:rPr>
        <w:t>,</w:t>
      </w:r>
      <w:r w:rsidRPr="00310D53">
        <w:rPr>
          <w:spacing w:val="3"/>
        </w:rPr>
        <w:t xml:space="preserve"> именуемое в дальнейшем "Покупатель", в </w:t>
      </w:r>
      <w:r w:rsidRPr="00310D53">
        <w:rPr>
          <w:spacing w:val="1"/>
        </w:rPr>
        <w:t>лице директора</w:t>
      </w:r>
      <w:r>
        <w:rPr>
          <w:spacing w:val="1"/>
        </w:rPr>
        <w:t xml:space="preserve"> Крохалева Владимира Дмитриевича</w:t>
      </w:r>
      <w:r w:rsidRPr="00310D53">
        <w:rPr>
          <w:spacing w:val="4"/>
        </w:rPr>
        <w:t>, действующ</w:t>
      </w:r>
      <w:r>
        <w:rPr>
          <w:spacing w:val="4"/>
        </w:rPr>
        <w:t>его</w:t>
      </w:r>
      <w:bookmarkStart w:id="0" w:name="_GoBack"/>
      <w:bookmarkEnd w:id="0"/>
      <w:r w:rsidRPr="00310D53">
        <w:rPr>
          <w:spacing w:val="4"/>
        </w:rPr>
        <w:t xml:space="preserve">  на основании  Устава,  с одной </w:t>
      </w:r>
      <w:r w:rsidRPr="00310D53">
        <w:rPr>
          <w:spacing w:val="-3"/>
        </w:rPr>
        <w:t>стороны,</w:t>
      </w:r>
      <w:r w:rsidRPr="00310D53">
        <w:t xml:space="preserve"> и</w:t>
      </w:r>
      <w:r>
        <w:t xml:space="preserve"> __________________________________ </w:t>
      </w:r>
      <w:r w:rsidRPr="00310D53">
        <w:rPr>
          <w:spacing w:val="-3"/>
        </w:rPr>
        <w:t>, именуемое</w:t>
      </w:r>
      <w:r w:rsidRPr="00310D53">
        <w:t xml:space="preserve"> в </w:t>
      </w:r>
      <w:r w:rsidRPr="00310D53">
        <w:rPr>
          <w:spacing w:val="-4"/>
        </w:rPr>
        <w:t>дальнейшем</w:t>
      </w:r>
      <w:r w:rsidRPr="00310D53">
        <w:t xml:space="preserve"> </w:t>
      </w:r>
      <w:r w:rsidRPr="00310D53">
        <w:rPr>
          <w:spacing w:val="-1"/>
        </w:rPr>
        <w:t xml:space="preserve">"Поставщик" </w:t>
      </w:r>
      <w:r w:rsidRPr="00310D53">
        <w:t xml:space="preserve">в </w:t>
      </w:r>
      <w:r w:rsidRPr="00310D53">
        <w:rPr>
          <w:spacing w:val="-3"/>
        </w:rPr>
        <w:t>лице</w:t>
      </w:r>
      <w:r>
        <w:rPr>
          <w:spacing w:val="-3"/>
        </w:rPr>
        <w:t xml:space="preserve">        , </w:t>
      </w:r>
      <w:r w:rsidRPr="00310D53">
        <w:rPr>
          <w:spacing w:val="-3"/>
        </w:rPr>
        <w:t xml:space="preserve"> де</w:t>
      </w:r>
      <w:r>
        <w:rPr>
          <w:spacing w:val="-3"/>
        </w:rPr>
        <w:t xml:space="preserve">йствующего на </w:t>
      </w:r>
      <w:r w:rsidRPr="00310D53">
        <w:rPr>
          <w:spacing w:val="-3"/>
        </w:rPr>
        <w:t xml:space="preserve"> основании</w:t>
      </w:r>
      <w:r>
        <w:rPr>
          <w:spacing w:val="-3"/>
        </w:rPr>
        <w:t xml:space="preserve">                 .</w:t>
      </w:r>
      <w:r w:rsidRPr="00310D53">
        <w:rPr>
          <w:spacing w:val="-3"/>
        </w:rPr>
        <w:t xml:space="preserve"> </w:t>
      </w:r>
      <w:r w:rsidRPr="00310D53">
        <w:t xml:space="preserve">с </w:t>
      </w:r>
      <w:r w:rsidRPr="00310D53">
        <w:rPr>
          <w:spacing w:val="-1"/>
        </w:rPr>
        <w:t>другой стороны, совместно именуем</w:t>
      </w:r>
      <w:r>
        <w:rPr>
          <w:spacing w:val="-1"/>
        </w:rPr>
        <w:t>ые</w:t>
      </w:r>
      <w:r w:rsidRPr="00310D53">
        <w:rPr>
          <w:spacing w:val="-1"/>
        </w:rPr>
        <w:t xml:space="preserve"> "Стороны", с соблюдением требований Федерального закона от 21.07.2005 N 94-ФЗ "О размещении заказов на поставки товаров, выполнение работ, оказание услуг для государственных и </w:t>
      </w:r>
      <w:r w:rsidRPr="00310D53">
        <w:rPr>
          <w:spacing w:val="2"/>
        </w:rPr>
        <w:t xml:space="preserve">муниципальных нужд" и иного законодательства Российской Федерации, Пермского края и города Перми, на </w:t>
      </w:r>
      <w:r w:rsidRPr="00310D53">
        <w:rPr>
          <w:spacing w:val="5"/>
        </w:rPr>
        <w:t xml:space="preserve">основании результатов размещения муниципального заказа путем проведения запроса котировок цен </w:t>
      </w:r>
      <w:r w:rsidRPr="00310D53">
        <w:rPr>
          <w:spacing w:val="2"/>
        </w:rPr>
        <w:t xml:space="preserve"> (протокол № </w:t>
      </w:r>
      <w:r w:rsidRPr="00310D53">
        <w:t xml:space="preserve"> </w:t>
      </w:r>
      <w:r>
        <w:t xml:space="preserve"> </w:t>
      </w:r>
      <w:r w:rsidRPr="00310D53">
        <w:t xml:space="preserve"> </w:t>
      </w:r>
      <w:r w:rsidRPr="004D5ACC">
        <w:rPr>
          <w:spacing w:val="7"/>
        </w:rPr>
        <w:t xml:space="preserve">от " </w:t>
      </w:r>
      <w:r w:rsidRPr="004D5ACC">
        <w:t xml:space="preserve">"  </w:t>
      </w:r>
      <w:smartTag w:uri="urn:schemas-microsoft-com:office:smarttags" w:element="metricconverter">
        <w:smartTagPr>
          <w:attr w:name="ProductID" w:val="2013 г"/>
        </w:smartTagPr>
        <w:r>
          <w:rPr>
            <w:spacing w:val="1"/>
          </w:rPr>
          <w:t>2013</w:t>
        </w:r>
        <w:r w:rsidRPr="004D5ACC">
          <w:rPr>
            <w:spacing w:val="1"/>
          </w:rPr>
          <w:t xml:space="preserve"> г</w:t>
        </w:r>
      </w:smartTag>
      <w:r w:rsidRPr="004D5ACC">
        <w:rPr>
          <w:spacing w:val="1"/>
        </w:rPr>
        <w:t>.)</w:t>
      </w:r>
      <w:r w:rsidRPr="00310D53">
        <w:rPr>
          <w:spacing w:val="1"/>
        </w:rPr>
        <w:t xml:space="preserve"> заключили настоящий </w:t>
      </w:r>
      <w:r>
        <w:rPr>
          <w:spacing w:val="1"/>
        </w:rPr>
        <w:t xml:space="preserve"> договор</w:t>
      </w:r>
      <w:r w:rsidRPr="00310D53">
        <w:t xml:space="preserve"> о нижеследующем:</w:t>
      </w:r>
    </w:p>
    <w:p w:rsidR="00B4321E" w:rsidRPr="00310D53" w:rsidRDefault="00B4321E" w:rsidP="0055027B">
      <w:pPr>
        <w:shd w:val="clear" w:color="auto" w:fill="FFFFFF"/>
        <w:spacing w:before="238"/>
        <w:ind w:left="58"/>
        <w:jc w:val="center"/>
      </w:pPr>
      <w:r w:rsidRPr="00310D53">
        <w:rPr>
          <w:b/>
          <w:bCs/>
          <w:spacing w:val="-2"/>
        </w:rPr>
        <w:t xml:space="preserve">1. Предмет </w:t>
      </w:r>
      <w:r>
        <w:rPr>
          <w:b/>
          <w:bCs/>
          <w:spacing w:val="-2"/>
        </w:rPr>
        <w:t>Договор</w:t>
      </w:r>
      <w:r w:rsidRPr="00310D53">
        <w:rPr>
          <w:b/>
          <w:bCs/>
          <w:spacing w:val="-2"/>
        </w:rPr>
        <w:t>а</w:t>
      </w:r>
    </w:p>
    <w:p w:rsidR="00B4321E" w:rsidRPr="00310D53" w:rsidRDefault="00B4321E" w:rsidP="0055027B">
      <w:pPr>
        <w:shd w:val="clear" w:color="auto" w:fill="FFFFFF"/>
        <w:tabs>
          <w:tab w:val="left" w:pos="1469"/>
          <w:tab w:val="left" w:leader="underscore" w:pos="3370"/>
          <w:tab w:val="left" w:leader="underscore" w:pos="8302"/>
        </w:tabs>
        <w:spacing w:line="259" w:lineRule="exact"/>
        <w:ind w:left="36" w:firstLine="698"/>
        <w:jc w:val="both"/>
      </w:pPr>
      <w:r w:rsidRPr="00310D53">
        <w:rPr>
          <w:spacing w:val="-14"/>
        </w:rPr>
        <w:t>1.1.</w:t>
      </w:r>
      <w:r w:rsidRPr="00310D53">
        <w:tab/>
      </w:r>
      <w:r w:rsidRPr="00310D53">
        <w:rPr>
          <w:spacing w:val="-1"/>
        </w:rPr>
        <w:t xml:space="preserve">Предметом     </w:t>
      </w:r>
      <w:r>
        <w:rPr>
          <w:spacing w:val="-1"/>
        </w:rPr>
        <w:t>договор</w:t>
      </w:r>
      <w:r w:rsidRPr="00310D53">
        <w:rPr>
          <w:spacing w:val="-1"/>
        </w:rPr>
        <w:t>а    является     поставка     Поставщиком     следующего     товара</w:t>
      </w:r>
      <w:r>
        <w:rPr>
          <w:spacing w:val="-2"/>
        </w:rPr>
        <w:t xml:space="preserve">: </w:t>
      </w:r>
      <w:r w:rsidRPr="00310D53">
        <w:rPr>
          <w:spacing w:val="-2"/>
        </w:rPr>
        <w:t xml:space="preserve"> </w:t>
      </w:r>
      <w:r>
        <w:rPr>
          <w:spacing w:val="-2"/>
        </w:rPr>
        <w:t>учебников для библиотечного фонда  МБОУ «СОШ № 14» г. Перми</w:t>
      </w:r>
      <w:r w:rsidRPr="00310D53">
        <w:t xml:space="preserve">  на</w:t>
      </w:r>
      <w:r>
        <w:t xml:space="preserve">  условиях,  </w:t>
      </w:r>
      <w:r w:rsidRPr="00310D53">
        <w:t xml:space="preserve"> в </w:t>
      </w:r>
      <w:r w:rsidRPr="00310D53">
        <w:rPr>
          <w:spacing w:val="-1"/>
        </w:rPr>
        <w:t xml:space="preserve">порядке и в сроки, определяемые Сторонами в </w:t>
      </w:r>
      <w:r>
        <w:rPr>
          <w:spacing w:val="-1"/>
        </w:rPr>
        <w:t>Договор</w:t>
      </w:r>
      <w:r w:rsidRPr="00310D53">
        <w:rPr>
          <w:spacing w:val="-1"/>
        </w:rPr>
        <w:t>е.</w:t>
      </w:r>
    </w:p>
    <w:p w:rsidR="00B4321E" w:rsidRPr="00310D53" w:rsidRDefault="00B4321E" w:rsidP="0055027B">
      <w:pPr>
        <w:shd w:val="clear" w:color="auto" w:fill="FFFFFF"/>
        <w:tabs>
          <w:tab w:val="left" w:pos="1469"/>
        </w:tabs>
        <w:spacing w:line="223" w:lineRule="exact"/>
        <w:ind w:left="36" w:firstLine="698"/>
        <w:jc w:val="both"/>
      </w:pPr>
      <w:r w:rsidRPr="00310D53">
        <w:rPr>
          <w:spacing w:val="-15"/>
        </w:rPr>
        <w:t>1.2.</w:t>
      </w:r>
      <w:r w:rsidRPr="00310D53">
        <w:tab/>
      </w:r>
      <w:r w:rsidRPr="00310D53">
        <w:rPr>
          <w:spacing w:val="4"/>
        </w:rPr>
        <w:t>Подробное описание качества, количества, гарантии на Товар, порядка поставки Товара и иных</w:t>
      </w:r>
      <w:r w:rsidRPr="00310D53">
        <w:rPr>
          <w:spacing w:val="4"/>
        </w:rPr>
        <w:br/>
      </w:r>
      <w:r w:rsidRPr="00310D53">
        <w:t>существенных составляющих Товара предусматривается в строгом соответствии с требованиями запроса котировок</w:t>
      </w:r>
      <w:r w:rsidRPr="00310D53">
        <w:br/>
        <w:t xml:space="preserve">цен и отражено в Спецификации поставляемого Товара (Приложение № 1 к </w:t>
      </w:r>
      <w:r>
        <w:t>Договор</w:t>
      </w:r>
      <w:r w:rsidRPr="00310D53">
        <w:t>у), являющейся неотъемлемой</w:t>
      </w:r>
      <w:r w:rsidRPr="00310D53">
        <w:br/>
      </w:r>
      <w:r w:rsidRPr="00310D53">
        <w:rPr>
          <w:spacing w:val="-1"/>
        </w:rPr>
        <w:t xml:space="preserve">частью настоящего </w:t>
      </w:r>
      <w:r>
        <w:rPr>
          <w:spacing w:val="-1"/>
        </w:rPr>
        <w:t>Договор</w:t>
      </w:r>
      <w:r w:rsidRPr="00310D53">
        <w:rPr>
          <w:spacing w:val="-1"/>
        </w:rPr>
        <w:t>а.</w:t>
      </w:r>
    </w:p>
    <w:p w:rsidR="00B4321E" w:rsidRPr="00376A54" w:rsidRDefault="00B4321E" w:rsidP="00376A54">
      <w:pPr>
        <w:shd w:val="clear" w:color="auto" w:fill="FFFFFF"/>
        <w:spacing w:before="238" w:line="223" w:lineRule="exact"/>
        <w:ind w:left="29"/>
        <w:jc w:val="center"/>
        <w:rPr>
          <w:b/>
          <w:bCs/>
        </w:rPr>
      </w:pPr>
      <w:r w:rsidRPr="00310D53">
        <w:rPr>
          <w:b/>
          <w:bCs/>
        </w:rPr>
        <w:t>2.      Цена Товара и право собственности на Товар у Покупателя и Поставщика</w:t>
      </w:r>
    </w:p>
    <w:p w:rsidR="00B4321E" w:rsidRDefault="00B4321E" w:rsidP="0055027B">
      <w:pPr>
        <w:shd w:val="clear" w:color="auto" w:fill="FFFFFF"/>
        <w:tabs>
          <w:tab w:val="left" w:pos="1390"/>
          <w:tab w:val="left" w:leader="underscore" w:pos="4162"/>
          <w:tab w:val="left" w:leader="underscore" w:pos="6005"/>
          <w:tab w:val="left" w:leader="underscore" w:pos="7704"/>
          <w:tab w:val="left" w:pos="8035"/>
          <w:tab w:val="left" w:pos="9202"/>
        </w:tabs>
        <w:spacing w:line="223" w:lineRule="exact"/>
        <w:ind w:left="101" w:firstLine="475"/>
        <w:jc w:val="both"/>
        <w:rPr>
          <w:b/>
          <w:bCs/>
        </w:rPr>
      </w:pPr>
      <w:r w:rsidRPr="00310D53">
        <w:rPr>
          <w:spacing w:val="-4"/>
        </w:rPr>
        <w:t>2.1.</w:t>
      </w:r>
      <w:r w:rsidRPr="00310D53">
        <w:t xml:space="preserve">Цена Товара по </w:t>
      </w:r>
      <w:r>
        <w:t>Договор</w:t>
      </w:r>
      <w:r w:rsidRPr="00310D53">
        <w:t xml:space="preserve">у (далее Цена </w:t>
      </w:r>
      <w:r w:rsidRPr="00310D53">
        <w:rPr>
          <w:spacing w:val="-2"/>
        </w:rPr>
        <w:t xml:space="preserve">Товара) </w:t>
      </w:r>
      <w:r w:rsidRPr="00310D53">
        <w:rPr>
          <w:spacing w:val="-3"/>
        </w:rPr>
        <w:t>составляет</w:t>
      </w:r>
      <w:r>
        <w:rPr>
          <w:spacing w:val="-3"/>
        </w:rPr>
        <w:t>:______________________руб.__________коп.</w:t>
      </w:r>
    </w:p>
    <w:p w:rsidR="00B4321E" w:rsidRPr="00310D53" w:rsidRDefault="00B4321E" w:rsidP="0055027B">
      <w:pPr>
        <w:shd w:val="clear" w:color="auto" w:fill="FFFFFF"/>
        <w:tabs>
          <w:tab w:val="left" w:pos="1390"/>
          <w:tab w:val="left" w:leader="underscore" w:pos="4162"/>
          <w:tab w:val="left" w:leader="underscore" w:pos="6005"/>
          <w:tab w:val="left" w:leader="underscore" w:pos="7704"/>
          <w:tab w:val="left" w:pos="8035"/>
          <w:tab w:val="left" w:pos="9202"/>
        </w:tabs>
        <w:spacing w:line="223" w:lineRule="exact"/>
        <w:ind w:left="101" w:firstLine="475"/>
        <w:jc w:val="both"/>
        <w:rPr>
          <w:spacing w:val="-3"/>
        </w:rPr>
      </w:pPr>
      <w:r w:rsidRPr="00310D53">
        <w:t>Цена Товара определена на основании котировочной заявки Поставщика и является неизменной в рамках</w:t>
      </w:r>
      <w:r w:rsidRPr="00310D53">
        <w:br/>
      </w:r>
      <w:r w:rsidRPr="00310D53">
        <w:rPr>
          <w:spacing w:val="6"/>
        </w:rPr>
        <w:t xml:space="preserve">оговоренного объема, качества и сроков оказания Услуг на весь период действия </w:t>
      </w:r>
      <w:r>
        <w:rPr>
          <w:spacing w:val="6"/>
        </w:rPr>
        <w:t>Договор</w:t>
      </w:r>
      <w:r w:rsidRPr="00310D53">
        <w:rPr>
          <w:spacing w:val="6"/>
        </w:rPr>
        <w:t>а, за исключением</w:t>
      </w:r>
      <w:r w:rsidRPr="00310D53">
        <w:rPr>
          <w:spacing w:val="6"/>
        </w:rPr>
        <w:br/>
      </w:r>
      <w:r w:rsidRPr="00310D53">
        <w:t xml:space="preserve">случаев, предусмотренных настоящим </w:t>
      </w:r>
      <w:r>
        <w:t>Договор</w:t>
      </w:r>
      <w:r w:rsidRPr="00310D53">
        <w:t>ом и действующим законодательством Российской Федерации.</w:t>
      </w:r>
    </w:p>
    <w:p w:rsidR="00B4321E" w:rsidRPr="00310D53" w:rsidRDefault="00B4321E" w:rsidP="0055027B">
      <w:pPr>
        <w:numPr>
          <w:ilvl w:val="0"/>
          <w:numId w:val="1"/>
        </w:numPr>
        <w:shd w:val="clear" w:color="auto" w:fill="FFFFFF"/>
        <w:tabs>
          <w:tab w:val="left" w:pos="943"/>
        </w:tabs>
        <w:spacing w:line="223" w:lineRule="exact"/>
        <w:ind w:left="29" w:firstLine="540"/>
        <w:jc w:val="both"/>
        <w:rPr>
          <w:spacing w:val="-6"/>
        </w:rPr>
      </w:pPr>
      <w:r>
        <w:rPr>
          <w:spacing w:val="2"/>
        </w:rPr>
        <w:t xml:space="preserve">Указанная в </w:t>
      </w:r>
      <w:r w:rsidRPr="00310D53">
        <w:rPr>
          <w:spacing w:val="2"/>
        </w:rPr>
        <w:t xml:space="preserve">п. </w:t>
      </w:r>
      <w:r w:rsidRPr="00310D53">
        <w:rPr>
          <w:spacing w:val="16"/>
        </w:rPr>
        <w:t>2.1.</w:t>
      </w:r>
      <w:r w:rsidRPr="00310D53">
        <w:rPr>
          <w:spacing w:val="2"/>
        </w:rPr>
        <w:t xml:space="preserve"> Цена Товара включает в себя: </w:t>
      </w:r>
      <w:r>
        <w:rPr>
          <w:spacing w:val="2"/>
        </w:rPr>
        <w:t xml:space="preserve">расходы на перевозку, погрузку/ разгрузку, страхование, уплату налогов, </w:t>
      </w:r>
      <w:r>
        <w:rPr>
          <w:spacing w:val="4"/>
        </w:rPr>
        <w:t>сборов</w:t>
      </w:r>
      <w:r w:rsidRPr="00310D53">
        <w:rPr>
          <w:spacing w:val="4"/>
        </w:rPr>
        <w:t xml:space="preserve">, </w:t>
      </w:r>
      <w:r>
        <w:rPr>
          <w:spacing w:val="4"/>
        </w:rPr>
        <w:t xml:space="preserve">обязательных  платежей, </w:t>
      </w:r>
      <w:r w:rsidRPr="00310D53">
        <w:rPr>
          <w:spacing w:val="4"/>
        </w:rPr>
        <w:t>все иные расходы Поставщика, прямо или косвенно связанные с исполнением</w:t>
      </w:r>
      <w:r>
        <w:rPr>
          <w:spacing w:val="4"/>
        </w:rPr>
        <w:t xml:space="preserve"> Договора.</w:t>
      </w:r>
    </w:p>
    <w:p w:rsidR="00B4321E" w:rsidRPr="00310D53" w:rsidRDefault="00B4321E" w:rsidP="0055027B">
      <w:pPr>
        <w:numPr>
          <w:ilvl w:val="0"/>
          <w:numId w:val="1"/>
        </w:numPr>
        <w:shd w:val="clear" w:color="auto" w:fill="FFFFFF"/>
        <w:tabs>
          <w:tab w:val="left" w:pos="943"/>
        </w:tabs>
        <w:spacing w:line="223" w:lineRule="exact"/>
        <w:ind w:left="29" w:firstLine="540"/>
        <w:jc w:val="both"/>
        <w:rPr>
          <w:spacing w:val="-4"/>
        </w:rPr>
      </w:pPr>
      <w:r w:rsidRPr="00310D53">
        <w:rPr>
          <w:spacing w:val="2"/>
        </w:rPr>
        <w:t xml:space="preserve">Право собственности на Товар, являющийся предметом </w:t>
      </w:r>
      <w:r>
        <w:rPr>
          <w:spacing w:val="2"/>
        </w:rPr>
        <w:t>Договор</w:t>
      </w:r>
      <w:r w:rsidRPr="00310D53">
        <w:rPr>
          <w:spacing w:val="2"/>
        </w:rPr>
        <w:t>а, переходит к Покупателю с момента</w:t>
      </w:r>
      <w:r w:rsidRPr="00310D53">
        <w:rPr>
          <w:spacing w:val="2"/>
        </w:rPr>
        <w:br/>
      </w:r>
      <w:r w:rsidRPr="00310D53">
        <w:rPr>
          <w:spacing w:val="-1"/>
        </w:rPr>
        <w:t>подписания Покупателем акта приемки-передачи товара</w:t>
      </w:r>
      <w:r>
        <w:rPr>
          <w:spacing w:val="-1"/>
        </w:rPr>
        <w:t xml:space="preserve"> (товарно-транспортной накладной)</w:t>
      </w:r>
      <w:r w:rsidRPr="00310D53">
        <w:rPr>
          <w:spacing w:val="-1"/>
        </w:rPr>
        <w:t>.</w:t>
      </w:r>
    </w:p>
    <w:p w:rsidR="00B4321E" w:rsidRPr="00310D53" w:rsidRDefault="00B4321E" w:rsidP="0055027B">
      <w:pPr>
        <w:numPr>
          <w:ilvl w:val="0"/>
          <w:numId w:val="1"/>
        </w:numPr>
        <w:shd w:val="clear" w:color="auto" w:fill="FFFFFF"/>
        <w:tabs>
          <w:tab w:val="left" w:pos="943"/>
        </w:tabs>
        <w:spacing w:line="223" w:lineRule="exact"/>
        <w:ind w:left="29" w:firstLine="540"/>
        <w:jc w:val="both"/>
        <w:rPr>
          <w:spacing w:val="-6"/>
        </w:rPr>
      </w:pPr>
      <w:r w:rsidRPr="00310D53">
        <w:rPr>
          <w:spacing w:val="1"/>
        </w:rPr>
        <w:t>Риск случайной гибели или случайной порчи, утраты или повреждения Товара, являющегося предметом</w:t>
      </w:r>
      <w:r w:rsidRPr="00310D53">
        <w:rPr>
          <w:spacing w:val="1"/>
        </w:rPr>
        <w:br/>
      </w:r>
      <w:r w:rsidRPr="00310D53">
        <w:rPr>
          <w:spacing w:val="6"/>
        </w:rPr>
        <w:t xml:space="preserve">настоящего </w:t>
      </w:r>
      <w:r>
        <w:rPr>
          <w:spacing w:val="6"/>
        </w:rPr>
        <w:t>Договор</w:t>
      </w:r>
      <w:r w:rsidRPr="00310D53">
        <w:rPr>
          <w:spacing w:val="6"/>
        </w:rPr>
        <w:t>а,  несет Поставщик или Покупатель в зависимости от того, кто из них обладал  правом</w:t>
      </w:r>
      <w:r w:rsidRPr="00310D53">
        <w:rPr>
          <w:spacing w:val="6"/>
        </w:rPr>
        <w:br/>
      </w:r>
      <w:r w:rsidRPr="00310D53">
        <w:rPr>
          <w:spacing w:val="3"/>
        </w:rPr>
        <w:t>собственности на Товар в момент случайной гибели или случайного повреждения его, т.е. был ли Товар передан</w:t>
      </w:r>
      <w:r w:rsidRPr="00310D53">
        <w:rPr>
          <w:spacing w:val="3"/>
        </w:rPr>
        <w:br/>
      </w:r>
      <w:r w:rsidRPr="00310D53">
        <w:rPr>
          <w:spacing w:val="-1"/>
        </w:rPr>
        <w:t xml:space="preserve">Покупателю в соответствии с п. 2.4. </w:t>
      </w:r>
      <w:r>
        <w:rPr>
          <w:spacing w:val="-1"/>
        </w:rPr>
        <w:t>Договор</w:t>
      </w:r>
      <w:r w:rsidRPr="00310D53">
        <w:rPr>
          <w:spacing w:val="-1"/>
        </w:rPr>
        <w:t>а.</w:t>
      </w:r>
    </w:p>
    <w:p w:rsidR="00B4321E" w:rsidRPr="00A707EA" w:rsidRDefault="00B4321E" w:rsidP="00376A54">
      <w:pPr>
        <w:shd w:val="clear" w:color="auto" w:fill="FFFFFF"/>
        <w:spacing w:before="238" w:line="223" w:lineRule="exact"/>
        <w:ind w:left="3132"/>
        <w:rPr>
          <w:b/>
          <w:bCs/>
        </w:rPr>
      </w:pPr>
      <w:r w:rsidRPr="00310D53">
        <w:rPr>
          <w:b/>
          <w:bCs/>
        </w:rPr>
        <w:t xml:space="preserve">3. </w:t>
      </w:r>
      <w:r>
        <w:rPr>
          <w:b/>
          <w:bCs/>
        </w:rPr>
        <w:t>Сроки и п</w:t>
      </w:r>
      <w:r w:rsidRPr="00310D53">
        <w:rPr>
          <w:b/>
          <w:bCs/>
        </w:rPr>
        <w:t>орядок поставки Товара и условия расчетов</w:t>
      </w:r>
    </w:p>
    <w:p w:rsidR="00B4321E" w:rsidRPr="00310D53" w:rsidRDefault="00B4321E" w:rsidP="0055027B">
      <w:pPr>
        <w:numPr>
          <w:ilvl w:val="0"/>
          <w:numId w:val="2"/>
        </w:numPr>
        <w:shd w:val="clear" w:color="auto" w:fill="FFFFFF"/>
        <w:tabs>
          <w:tab w:val="left" w:pos="871"/>
        </w:tabs>
        <w:spacing w:line="223" w:lineRule="exact"/>
        <w:ind w:left="22" w:firstLine="482"/>
        <w:jc w:val="both"/>
        <w:rPr>
          <w:b/>
          <w:bCs/>
          <w:spacing w:val="-6"/>
        </w:rPr>
      </w:pPr>
      <w:r w:rsidRPr="00310D53">
        <w:rPr>
          <w:spacing w:val="3"/>
        </w:rPr>
        <w:t>Поставщик осуществляет поставку Това</w:t>
      </w:r>
      <w:r>
        <w:rPr>
          <w:spacing w:val="3"/>
        </w:rPr>
        <w:t>ра по адресу:  г. Пермь,  ул. Маршала Рыбалко, 101Б</w:t>
      </w:r>
      <w:r w:rsidRPr="00310D53">
        <w:rPr>
          <w:spacing w:val="3"/>
        </w:rPr>
        <w:t>, предварительно</w:t>
      </w:r>
      <w:r>
        <w:rPr>
          <w:spacing w:val="3"/>
        </w:rPr>
        <w:t xml:space="preserve"> </w:t>
      </w:r>
      <w:r w:rsidRPr="00310D53">
        <w:t>согласовав с Покупателем дату и время приемки-перед</w:t>
      </w:r>
      <w:r>
        <w:t>ачи Товара, в течение не более 20 (двадцати)  дней с момента заключения договора.</w:t>
      </w:r>
    </w:p>
    <w:p w:rsidR="00B4321E" w:rsidRPr="00310D53" w:rsidRDefault="00B4321E" w:rsidP="0055027B">
      <w:pPr>
        <w:numPr>
          <w:ilvl w:val="0"/>
          <w:numId w:val="2"/>
        </w:numPr>
        <w:shd w:val="clear" w:color="auto" w:fill="FFFFFF"/>
        <w:tabs>
          <w:tab w:val="left" w:pos="871"/>
        </w:tabs>
        <w:spacing w:line="223" w:lineRule="exact"/>
        <w:ind w:left="22" w:firstLine="482"/>
        <w:jc w:val="both"/>
        <w:rPr>
          <w:spacing w:val="-6"/>
        </w:rPr>
      </w:pPr>
      <w:r w:rsidRPr="00310D53">
        <w:rPr>
          <w:spacing w:val="-1"/>
        </w:rPr>
        <w:t>Наименование, количество, качество, гарантия и иные существенные составляющие Товара указываются в</w:t>
      </w:r>
      <w:r w:rsidRPr="00310D53">
        <w:rPr>
          <w:spacing w:val="-1"/>
        </w:rPr>
        <w:br/>
        <w:t>акте приемки-передачи Товара (</w:t>
      </w:r>
      <w:r>
        <w:rPr>
          <w:spacing w:val="-1"/>
        </w:rPr>
        <w:t>товарно-транспортной накладной</w:t>
      </w:r>
      <w:r w:rsidRPr="00310D53">
        <w:rPr>
          <w:spacing w:val="-1"/>
        </w:rPr>
        <w:t>), которая предоставляется Покупателю одновременно с поставкой Товара.</w:t>
      </w:r>
    </w:p>
    <w:p w:rsidR="00B4321E" w:rsidRPr="00310D53" w:rsidRDefault="00B4321E" w:rsidP="0055027B">
      <w:pPr>
        <w:shd w:val="clear" w:color="auto" w:fill="FFFFFF"/>
        <w:tabs>
          <w:tab w:val="left" w:pos="972"/>
        </w:tabs>
        <w:spacing w:line="223" w:lineRule="exact"/>
        <w:ind w:left="504"/>
        <w:jc w:val="both"/>
      </w:pPr>
      <w:r w:rsidRPr="00310D53">
        <w:rPr>
          <w:spacing w:val="-6"/>
        </w:rPr>
        <w:t>3.3.</w:t>
      </w:r>
      <w:r w:rsidRPr="00310D53">
        <w:tab/>
      </w:r>
      <w:r w:rsidRPr="00310D53">
        <w:rPr>
          <w:spacing w:val="-1"/>
        </w:rPr>
        <w:t>Покупатель   оплачивает   Поставщику   расчет за поставленные товары после подписания   акта   приемки-передачи   (</w:t>
      </w:r>
      <w:r>
        <w:rPr>
          <w:spacing w:val="-1"/>
        </w:rPr>
        <w:t>товарно-транспортной накладной</w:t>
      </w:r>
      <w:r w:rsidRPr="00310D53">
        <w:rPr>
          <w:spacing w:val="-1"/>
        </w:rPr>
        <w:t>)   Товара</w:t>
      </w:r>
      <w:r w:rsidRPr="00310D53">
        <w:rPr>
          <w:spacing w:val="4"/>
        </w:rPr>
        <w:t xml:space="preserve"> путем  безналичного </w:t>
      </w:r>
      <w:r>
        <w:rPr>
          <w:spacing w:val="4"/>
        </w:rPr>
        <w:t>перечисления денежных средств в течение 15 (пятнадцати) банковских дней</w:t>
      </w:r>
      <w:r w:rsidRPr="00310D53">
        <w:rPr>
          <w:spacing w:val="-1"/>
        </w:rPr>
        <w:t>.</w:t>
      </w:r>
    </w:p>
    <w:p w:rsidR="00B4321E" w:rsidRPr="00310D53" w:rsidRDefault="00B4321E" w:rsidP="0055027B">
      <w:pPr>
        <w:numPr>
          <w:ilvl w:val="0"/>
          <w:numId w:val="3"/>
        </w:numPr>
        <w:shd w:val="clear" w:color="auto" w:fill="FFFFFF"/>
        <w:tabs>
          <w:tab w:val="left" w:pos="950"/>
        </w:tabs>
        <w:spacing w:line="223" w:lineRule="exact"/>
        <w:ind w:left="7" w:firstLine="547"/>
        <w:jc w:val="both"/>
        <w:rPr>
          <w:spacing w:val="-6"/>
        </w:rPr>
      </w:pPr>
      <w:r w:rsidRPr="00310D53">
        <w:rPr>
          <w:spacing w:val="-1"/>
        </w:rPr>
        <w:t>Товар, поставленный с изменениями или  отклонениями   от  Спецификации   поставляемого  Товара</w:t>
      </w:r>
      <w:r w:rsidRPr="00310D53">
        <w:rPr>
          <w:spacing w:val="-1"/>
        </w:rPr>
        <w:br/>
      </w:r>
      <w:r w:rsidRPr="00310D53">
        <w:t xml:space="preserve">(Приложение № </w:t>
      </w:r>
      <w:r w:rsidRPr="00310D53">
        <w:rPr>
          <w:lang w:val="en-US"/>
        </w:rPr>
        <w:t>I</w:t>
      </w:r>
      <w:r w:rsidRPr="00310D53">
        <w:t xml:space="preserve"> к </w:t>
      </w:r>
      <w:r>
        <w:t>Договор</w:t>
      </w:r>
      <w:r w:rsidRPr="00310D53">
        <w:t>у), оплате не подлежит.</w:t>
      </w:r>
    </w:p>
    <w:p w:rsidR="00B4321E" w:rsidRPr="00310D53" w:rsidRDefault="00B4321E" w:rsidP="0055027B">
      <w:pPr>
        <w:numPr>
          <w:ilvl w:val="0"/>
          <w:numId w:val="3"/>
        </w:numPr>
        <w:shd w:val="clear" w:color="auto" w:fill="FFFFFF"/>
        <w:tabs>
          <w:tab w:val="left" w:pos="950"/>
        </w:tabs>
        <w:spacing w:line="223" w:lineRule="exact"/>
        <w:ind w:left="7" w:firstLine="547"/>
        <w:jc w:val="both"/>
        <w:rPr>
          <w:spacing w:val="-6"/>
        </w:rPr>
      </w:pPr>
      <w:r w:rsidRPr="00310D53">
        <w:rPr>
          <w:spacing w:val="4"/>
        </w:rPr>
        <w:t>На Товар и его составные части устанавливается гарантия, срок которой не может быть менее срока,</w:t>
      </w:r>
      <w:r w:rsidRPr="00310D53">
        <w:rPr>
          <w:spacing w:val="4"/>
        </w:rPr>
        <w:br/>
      </w:r>
      <w:r w:rsidRPr="00310D53">
        <w:t>установленного на такого рода товары   и   их  составные части в  соответствии  с  действии   с  действующим</w:t>
      </w:r>
      <w:r w:rsidRPr="00310D53">
        <w:br/>
      </w:r>
      <w:r w:rsidRPr="00310D53">
        <w:rPr>
          <w:spacing w:val="-1"/>
        </w:rPr>
        <w:t>законодательством.</w:t>
      </w:r>
    </w:p>
    <w:p w:rsidR="00B4321E" w:rsidRPr="005B60E4" w:rsidRDefault="00B4321E" w:rsidP="0055027B">
      <w:pPr>
        <w:shd w:val="clear" w:color="auto" w:fill="FFFFFF"/>
        <w:tabs>
          <w:tab w:val="left" w:pos="950"/>
        </w:tabs>
        <w:spacing w:line="223" w:lineRule="exact"/>
        <w:ind w:left="7"/>
        <w:rPr>
          <w:b/>
          <w:bCs/>
          <w:spacing w:val="4"/>
        </w:rPr>
      </w:pPr>
      <w:r w:rsidRPr="00310D53">
        <w:rPr>
          <w:spacing w:val="4"/>
        </w:rPr>
        <w:t xml:space="preserve">                                                                           </w:t>
      </w:r>
      <w:r w:rsidRPr="005B60E4">
        <w:rPr>
          <w:b/>
          <w:bCs/>
          <w:spacing w:val="4"/>
        </w:rPr>
        <w:t xml:space="preserve">4. Срок действия </w:t>
      </w:r>
      <w:r>
        <w:rPr>
          <w:b/>
          <w:bCs/>
          <w:spacing w:val="4"/>
        </w:rPr>
        <w:t>Договор</w:t>
      </w:r>
      <w:r w:rsidRPr="005B60E4">
        <w:rPr>
          <w:b/>
          <w:bCs/>
          <w:spacing w:val="4"/>
        </w:rPr>
        <w:t>а</w:t>
      </w:r>
    </w:p>
    <w:p w:rsidR="00B4321E" w:rsidRPr="00310D53" w:rsidRDefault="00B4321E" w:rsidP="0055027B">
      <w:pPr>
        <w:shd w:val="clear" w:color="auto" w:fill="FFFFFF"/>
        <w:tabs>
          <w:tab w:val="left" w:pos="900"/>
          <w:tab w:val="left" w:leader="underscore" w:pos="3823"/>
          <w:tab w:val="left" w:pos="4925"/>
          <w:tab w:val="left" w:leader="underscore" w:pos="5522"/>
          <w:tab w:val="left" w:leader="underscore" w:pos="6401"/>
          <w:tab w:val="left" w:leader="underscore" w:pos="7502"/>
        </w:tabs>
        <w:ind w:left="540"/>
        <w:jc w:val="both"/>
        <w:rPr>
          <w:spacing w:val="4"/>
        </w:rPr>
      </w:pPr>
      <w:r w:rsidRPr="00310D53">
        <w:rPr>
          <w:spacing w:val="4"/>
        </w:rPr>
        <w:t>4.1.</w:t>
      </w:r>
      <w:r w:rsidRPr="00310D53">
        <w:rPr>
          <w:spacing w:val="4"/>
        </w:rPr>
        <w:tab/>
      </w:r>
      <w:r>
        <w:rPr>
          <w:spacing w:val="4"/>
        </w:rPr>
        <w:t>Договор</w:t>
      </w:r>
      <w:r w:rsidRPr="00310D53">
        <w:rPr>
          <w:spacing w:val="4"/>
        </w:rPr>
        <w:t xml:space="preserve"> </w:t>
      </w:r>
      <w:r>
        <w:rPr>
          <w:spacing w:val="4"/>
        </w:rPr>
        <w:t>действует до полного исполнения Сторонами всех обязательств</w:t>
      </w:r>
      <w:r w:rsidRPr="00310D53">
        <w:rPr>
          <w:spacing w:val="4"/>
        </w:rPr>
        <w:t xml:space="preserve">. </w:t>
      </w:r>
    </w:p>
    <w:p w:rsidR="00B4321E" w:rsidRDefault="00B4321E" w:rsidP="0055027B">
      <w:pPr>
        <w:shd w:val="clear" w:color="auto" w:fill="FFFFFF"/>
        <w:tabs>
          <w:tab w:val="left" w:pos="1015"/>
        </w:tabs>
        <w:spacing w:line="230" w:lineRule="exact"/>
        <w:ind w:firstLine="533"/>
        <w:jc w:val="both"/>
        <w:rPr>
          <w:spacing w:val="4"/>
        </w:rPr>
      </w:pPr>
      <w:r w:rsidRPr="00310D53">
        <w:rPr>
          <w:spacing w:val="4"/>
        </w:rPr>
        <w:t xml:space="preserve">4.2. Условия настоящего </w:t>
      </w:r>
      <w:r>
        <w:rPr>
          <w:spacing w:val="4"/>
        </w:rPr>
        <w:t>Договор</w:t>
      </w:r>
      <w:r w:rsidRPr="00310D53">
        <w:rPr>
          <w:spacing w:val="4"/>
        </w:rPr>
        <w:t>а применяются к отношениям Сторон, возникающим только в период</w:t>
      </w:r>
      <w:r w:rsidRPr="00310D53">
        <w:rPr>
          <w:spacing w:val="4"/>
        </w:rPr>
        <w:br/>
        <w:t xml:space="preserve">действия </w:t>
      </w:r>
      <w:r>
        <w:rPr>
          <w:spacing w:val="4"/>
        </w:rPr>
        <w:t>Договор</w:t>
      </w:r>
      <w:r w:rsidRPr="00310D53">
        <w:rPr>
          <w:spacing w:val="4"/>
        </w:rPr>
        <w:t>а.</w:t>
      </w:r>
    </w:p>
    <w:p w:rsidR="00B4321E" w:rsidRDefault="00B4321E" w:rsidP="003A1CA1">
      <w:pPr>
        <w:shd w:val="clear" w:color="auto" w:fill="FFFFFF"/>
        <w:tabs>
          <w:tab w:val="left" w:pos="1015"/>
        </w:tabs>
        <w:spacing w:line="230" w:lineRule="exact"/>
        <w:jc w:val="both"/>
        <w:rPr>
          <w:spacing w:val="4"/>
        </w:rPr>
      </w:pPr>
    </w:p>
    <w:p w:rsidR="00B4321E" w:rsidRDefault="00B4321E" w:rsidP="003A1CA1">
      <w:pPr>
        <w:shd w:val="clear" w:color="auto" w:fill="FFFFFF"/>
        <w:tabs>
          <w:tab w:val="left" w:pos="1015"/>
        </w:tabs>
        <w:spacing w:line="230" w:lineRule="exact"/>
        <w:jc w:val="both"/>
        <w:rPr>
          <w:spacing w:val="4"/>
        </w:rPr>
      </w:pPr>
    </w:p>
    <w:p w:rsidR="00B4321E" w:rsidRDefault="00B4321E" w:rsidP="003A1CA1">
      <w:pPr>
        <w:shd w:val="clear" w:color="auto" w:fill="FFFFFF"/>
        <w:tabs>
          <w:tab w:val="left" w:pos="1015"/>
        </w:tabs>
        <w:spacing w:line="230" w:lineRule="exact"/>
        <w:jc w:val="both"/>
        <w:rPr>
          <w:spacing w:val="4"/>
        </w:rPr>
      </w:pPr>
    </w:p>
    <w:p w:rsidR="00B4321E" w:rsidRPr="00310D53" w:rsidRDefault="00B4321E" w:rsidP="003A1CA1">
      <w:pPr>
        <w:shd w:val="clear" w:color="auto" w:fill="FFFFFF"/>
        <w:tabs>
          <w:tab w:val="left" w:pos="1015"/>
        </w:tabs>
        <w:spacing w:line="230" w:lineRule="exact"/>
        <w:jc w:val="both"/>
        <w:rPr>
          <w:spacing w:val="4"/>
        </w:rPr>
      </w:pPr>
    </w:p>
    <w:p w:rsidR="00B4321E" w:rsidRPr="005B60E4" w:rsidRDefault="00B4321E" w:rsidP="0055027B">
      <w:pPr>
        <w:shd w:val="clear" w:color="auto" w:fill="FFFFFF"/>
        <w:spacing w:before="238" w:line="230" w:lineRule="exact"/>
        <w:ind w:right="3370"/>
        <w:jc w:val="right"/>
        <w:rPr>
          <w:b/>
          <w:bCs/>
          <w:spacing w:val="4"/>
        </w:rPr>
      </w:pPr>
      <w:r w:rsidRPr="005B60E4">
        <w:rPr>
          <w:b/>
          <w:bCs/>
          <w:spacing w:val="4"/>
        </w:rPr>
        <w:t>5. Права и обязанности Сторон</w:t>
      </w:r>
    </w:p>
    <w:p w:rsidR="00B4321E" w:rsidRDefault="00B4321E" w:rsidP="0055027B">
      <w:pPr>
        <w:shd w:val="clear" w:color="auto" w:fill="FFFFFF"/>
        <w:spacing w:before="238" w:line="230" w:lineRule="exact"/>
        <w:ind w:right="3370"/>
        <w:jc w:val="both"/>
        <w:rPr>
          <w:spacing w:val="4"/>
        </w:rPr>
      </w:pPr>
      <w:r w:rsidRPr="00310D53">
        <w:rPr>
          <w:spacing w:val="4"/>
        </w:rPr>
        <w:t>5.1.1. Поставщик вправе:</w:t>
      </w:r>
    </w:p>
    <w:p w:rsidR="00B4321E" w:rsidRPr="00310D53" w:rsidRDefault="00B4321E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 xml:space="preserve">требовать оплаты поставленного Товара в соответствии с условиями </w:t>
      </w:r>
      <w:r>
        <w:rPr>
          <w:spacing w:val="4"/>
        </w:rPr>
        <w:t>Договор</w:t>
      </w:r>
      <w:r w:rsidRPr="00310D53">
        <w:rPr>
          <w:spacing w:val="4"/>
        </w:rPr>
        <w:t>а;</w:t>
      </w:r>
    </w:p>
    <w:p w:rsidR="00B4321E" w:rsidRPr="00310D53" w:rsidRDefault="00B4321E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 xml:space="preserve">расторгнуть </w:t>
      </w:r>
      <w:r>
        <w:rPr>
          <w:spacing w:val="4"/>
        </w:rPr>
        <w:t>Договор</w:t>
      </w:r>
      <w:r w:rsidRPr="00310D53">
        <w:rPr>
          <w:spacing w:val="4"/>
        </w:rPr>
        <w:t xml:space="preserve"> по соглашению сторон или решению суда по основаниям, предусмотренным гражданским</w:t>
      </w:r>
      <w:r>
        <w:rPr>
          <w:spacing w:val="4"/>
        </w:rPr>
        <w:t xml:space="preserve"> </w:t>
      </w:r>
      <w:r w:rsidRPr="00310D53">
        <w:rPr>
          <w:spacing w:val="4"/>
        </w:rPr>
        <w:t xml:space="preserve">законодательством Российской Федерацией, предупредив Покупателя не менее чем за 15 (пятнадцать) дней до расторжения </w:t>
      </w:r>
      <w:r>
        <w:rPr>
          <w:spacing w:val="4"/>
        </w:rPr>
        <w:t>Договор</w:t>
      </w:r>
      <w:r w:rsidRPr="00310D53">
        <w:rPr>
          <w:spacing w:val="4"/>
        </w:rPr>
        <w:t>а и предоставив обоснование для такого отказа;</w:t>
      </w:r>
    </w:p>
    <w:p w:rsidR="00B4321E" w:rsidRPr="00310D53" w:rsidRDefault="00B4321E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в случае просрочки исполнения Покупателем обязательств, предусмотренных</w:t>
      </w:r>
      <w:r>
        <w:rPr>
          <w:spacing w:val="4"/>
        </w:rPr>
        <w:t xml:space="preserve"> Договором, потребовать уплату </w:t>
      </w:r>
      <w:r w:rsidRPr="00310D53">
        <w:rPr>
          <w:spacing w:val="4"/>
        </w:rPr>
        <w:t>неустойки (штра</w:t>
      </w:r>
      <w:r>
        <w:rPr>
          <w:spacing w:val="4"/>
        </w:rPr>
        <w:t xml:space="preserve">фа, пеней). Неустойка (штраф, </w:t>
      </w:r>
      <w:r w:rsidRPr="00310D53">
        <w:rPr>
          <w:spacing w:val="4"/>
        </w:rPr>
        <w:t>пени)   начисляется   за   каждый</w:t>
      </w:r>
      <w:r>
        <w:rPr>
          <w:spacing w:val="4"/>
        </w:rPr>
        <w:t xml:space="preserve">  день   просрочки   исполнения </w:t>
      </w:r>
      <w:r w:rsidRPr="00310D53">
        <w:rPr>
          <w:spacing w:val="4"/>
        </w:rPr>
        <w:t xml:space="preserve">обязательств, предусмотренных </w:t>
      </w:r>
      <w:r>
        <w:rPr>
          <w:spacing w:val="4"/>
        </w:rPr>
        <w:t>Договор</w:t>
      </w:r>
      <w:r w:rsidRPr="00310D53">
        <w:rPr>
          <w:spacing w:val="4"/>
        </w:rPr>
        <w:t>ом, начиная со дня, следующего пос</w:t>
      </w:r>
      <w:r>
        <w:rPr>
          <w:spacing w:val="4"/>
        </w:rPr>
        <w:t>ле дня истечения установленного Договор</w:t>
      </w:r>
      <w:r w:rsidRPr="00310D53">
        <w:rPr>
          <w:spacing w:val="4"/>
        </w:rPr>
        <w:t>ом срока исполнения обязательства. Размер такой неустойки (штрафа, п</w:t>
      </w:r>
      <w:r>
        <w:rPr>
          <w:spacing w:val="4"/>
        </w:rPr>
        <w:t xml:space="preserve">еней) устанавливается в размере </w:t>
      </w:r>
      <w:r w:rsidRPr="00310D53">
        <w:rPr>
          <w:spacing w:val="4"/>
        </w:rPr>
        <w:t>одной трехсотой действующей на день уплаты неустойки (штрафа, пеней) ставк</w:t>
      </w:r>
      <w:r>
        <w:rPr>
          <w:spacing w:val="4"/>
        </w:rPr>
        <w:t xml:space="preserve">и рефинансирования Центрального </w:t>
      </w:r>
      <w:r w:rsidRPr="00310D53">
        <w:rPr>
          <w:spacing w:val="4"/>
        </w:rPr>
        <w:t>банка РФ. Заказчик освобождается от уплаты неустойки (штрафа, пеней), если до</w:t>
      </w:r>
      <w:r>
        <w:rPr>
          <w:spacing w:val="4"/>
        </w:rPr>
        <w:t xml:space="preserve">кажет, что просрочка исполнения </w:t>
      </w:r>
      <w:r w:rsidRPr="00310D53">
        <w:rPr>
          <w:spacing w:val="4"/>
        </w:rPr>
        <w:t>указанного обязательства произошла вследствие непре</w:t>
      </w:r>
      <w:r>
        <w:rPr>
          <w:spacing w:val="4"/>
        </w:rPr>
        <w:t>одолимой силы или по вине другого</w:t>
      </w:r>
      <w:r w:rsidRPr="00310D53">
        <w:rPr>
          <w:spacing w:val="4"/>
        </w:rPr>
        <w:t xml:space="preserve"> Поставщика.</w:t>
      </w:r>
    </w:p>
    <w:p w:rsidR="00B4321E" w:rsidRPr="00310D53" w:rsidRDefault="00B4321E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5.1.2. Поставщик обязан:</w:t>
      </w:r>
    </w:p>
    <w:p w:rsidR="00B4321E" w:rsidRPr="00310D53" w:rsidRDefault="00B4321E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поставить Товар установленного качества и в количестве, определенных насто</w:t>
      </w:r>
      <w:r>
        <w:rPr>
          <w:spacing w:val="4"/>
        </w:rPr>
        <w:t xml:space="preserve">ящим Договором, в соответствии </w:t>
      </w:r>
      <w:r w:rsidRPr="00310D53">
        <w:rPr>
          <w:spacing w:val="4"/>
        </w:rPr>
        <w:t>со Спецификацией поставляемого Товара (Приложение № 1);</w:t>
      </w:r>
    </w:p>
    <w:p w:rsidR="00B4321E" w:rsidRPr="00310D53" w:rsidRDefault="00B4321E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предоставлять Покупателю требуемую информацию, непосредственно связа</w:t>
      </w:r>
      <w:r>
        <w:rPr>
          <w:spacing w:val="4"/>
        </w:rPr>
        <w:t xml:space="preserve">нную с вопросами о поставленном </w:t>
      </w:r>
      <w:r w:rsidRPr="00310D53">
        <w:rPr>
          <w:spacing w:val="4"/>
        </w:rPr>
        <w:t>Товаре;</w:t>
      </w:r>
    </w:p>
    <w:p w:rsidR="00B4321E" w:rsidRPr="00310D53" w:rsidRDefault="00B4321E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представить Покупателю в момент поставки Товара подписанный акт приемки-передачи Товара (</w:t>
      </w:r>
      <w:r>
        <w:rPr>
          <w:spacing w:val="-1"/>
        </w:rPr>
        <w:t>товарно-транспортной накладной</w:t>
      </w:r>
      <w:r w:rsidRPr="00310D53">
        <w:rPr>
          <w:spacing w:val="4"/>
        </w:rPr>
        <w:t>);</w:t>
      </w:r>
    </w:p>
    <w:p w:rsidR="00B4321E" w:rsidRPr="00310D53" w:rsidRDefault="00B4321E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при обоснованном отказе Покупателя от переданного Товара, вывезти Товар от Покупателя в течение трех</w:t>
      </w:r>
      <w:r w:rsidRPr="00310D53">
        <w:rPr>
          <w:spacing w:val="4"/>
        </w:rPr>
        <w:br/>
        <w:t>рабочих дней с момента получения уведомления об отказе в принятии Товара.</w:t>
      </w:r>
    </w:p>
    <w:p w:rsidR="00B4321E" w:rsidRPr="00310D53" w:rsidRDefault="00B4321E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>
        <w:rPr>
          <w:spacing w:val="4"/>
        </w:rPr>
        <w:t xml:space="preserve">5.2. </w:t>
      </w:r>
      <w:r w:rsidRPr="00310D53">
        <w:rPr>
          <w:spacing w:val="4"/>
        </w:rPr>
        <w:t xml:space="preserve">  Права и обязанности Покупателя</w:t>
      </w:r>
    </w:p>
    <w:p w:rsidR="00B4321E" w:rsidRPr="00310D53" w:rsidRDefault="00B4321E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>
        <w:rPr>
          <w:spacing w:val="4"/>
        </w:rPr>
        <w:t>5.2.1.</w:t>
      </w:r>
      <w:r w:rsidRPr="00310D53">
        <w:rPr>
          <w:spacing w:val="4"/>
        </w:rPr>
        <w:t>Покупатель вправе:</w:t>
      </w:r>
    </w:p>
    <w:p w:rsidR="00B4321E" w:rsidRPr="00310D53" w:rsidRDefault="00B4321E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получить Товар надлежащего качества и количества;</w:t>
      </w:r>
    </w:p>
    <w:p w:rsidR="00B4321E" w:rsidRPr="00310D53" w:rsidRDefault="00B4321E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 xml:space="preserve">в случае несоответствия Товара условиям </w:t>
      </w:r>
      <w:r>
        <w:rPr>
          <w:spacing w:val="4"/>
        </w:rPr>
        <w:t>Договор</w:t>
      </w:r>
      <w:r w:rsidRPr="00310D53">
        <w:rPr>
          <w:spacing w:val="4"/>
        </w:rPr>
        <w:t>а и/или акту приемки-переда</w:t>
      </w:r>
      <w:r>
        <w:rPr>
          <w:spacing w:val="4"/>
        </w:rPr>
        <w:t xml:space="preserve">чи Товара (накладной) по своему </w:t>
      </w:r>
      <w:r w:rsidRPr="00310D53">
        <w:rPr>
          <w:spacing w:val="4"/>
        </w:rPr>
        <w:t>выбору потребовать безвозмездного устранения недостатков Товара в разумный ср</w:t>
      </w:r>
      <w:r>
        <w:rPr>
          <w:spacing w:val="4"/>
        </w:rPr>
        <w:t xml:space="preserve">ок, либо отказаться от принятия </w:t>
      </w:r>
      <w:r w:rsidRPr="00310D53">
        <w:rPr>
          <w:spacing w:val="4"/>
        </w:rPr>
        <w:t>Товара и его оплаты.</w:t>
      </w:r>
    </w:p>
    <w:p w:rsidR="00B4321E" w:rsidRPr="0048265A" w:rsidRDefault="00B4321E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48265A">
        <w:rPr>
          <w:spacing w:val="4"/>
        </w:rPr>
        <w:t>расторгнуть Договор по соглашению Сторон или по решению суда по основаниям, предусмотренным</w:t>
      </w:r>
      <w:r w:rsidRPr="0048265A">
        <w:rPr>
          <w:spacing w:val="4"/>
        </w:rPr>
        <w:br/>
        <w:t>гражданским   законодательством   Российской   Федерации,   предупредив   последнего   не   менее   чем   за 15 (пятнадцать)  дней и предоставив обоснование для такого отказа..</w:t>
      </w:r>
    </w:p>
    <w:p w:rsidR="00B4321E" w:rsidRPr="00310D53" w:rsidRDefault="00B4321E" w:rsidP="001142E0">
      <w:p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48265A">
        <w:rPr>
          <w:spacing w:val="4"/>
        </w:rPr>
        <w:t>- 5.2.2.Покупатель обязан;</w:t>
      </w:r>
    </w:p>
    <w:p w:rsidR="00B4321E" w:rsidRPr="00310D53" w:rsidRDefault="00B4321E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принять   надлежащие   меры,   обеспечивающие   принятие   Товара,   поставленного   Поставщиком,    в</w:t>
      </w:r>
      <w:r w:rsidRPr="00310D53">
        <w:rPr>
          <w:spacing w:val="4"/>
        </w:rPr>
        <w:br/>
        <w:t xml:space="preserve">соответствии с условиями настоящего </w:t>
      </w:r>
      <w:r>
        <w:rPr>
          <w:spacing w:val="4"/>
        </w:rPr>
        <w:t>Договор</w:t>
      </w:r>
      <w:r w:rsidRPr="00310D53">
        <w:rPr>
          <w:spacing w:val="4"/>
        </w:rPr>
        <w:t>а;</w:t>
      </w:r>
    </w:p>
    <w:p w:rsidR="00B4321E" w:rsidRPr="00310D53" w:rsidRDefault="00B4321E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при выявленных недостатках Товара, сообщить Поставщику  в день доставки Товара;</w:t>
      </w:r>
    </w:p>
    <w:p w:rsidR="00B4321E" w:rsidRPr="00310D53" w:rsidRDefault="00B4321E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в случае обоснованного отказа от переданного Поставщиком Товара, обеспечить сохранность Товара и</w:t>
      </w:r>
      <w:r w:rsidRPr="00310D53">
        <w:rPr>
          <w:spacing w:val="4"/>
        </w:rPr>
        <w:br/>
        <w:t>незамедлительно уведомить Поставщика об отказе принять Товар с указанием мотивов отказа;</w:t>
      </w:r>
    </w:p>
    <w:p w:rsidR="00B4321E" w:rsidRPr="00310D53" w:rsidRDefault="00B4321E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 xml:space="preserve">оплатить Товар Поставщику, исходя из установленной </w:t>
      </w:r>
      <w:r>
        <w:rPr>
          <w:spacing w:val="4"/>
        </w:rPr>
        <w:t>Договор</w:t>
      </w:r>
      <w:r w:rsidRPr="00310D53">
        <w:rPr>
          <w:spacing w:val="4"/>
        </w:rPr>
        <w:t>ом Цены Товара в соответствии с п. 2.1.</w:t>
      </w:r>
      <w:r w:rsidRPr="00310D53">
        <w:rPr>
          <w:spacing w:val="4"/>
        </w:rPr>
        <w:br/>
      </w:r>
      <w:r>
        <w:rPr>
          <w:spacing w:val="4"/>
        </w:rPr>
        <w:t>Договор</w:t>
      </w:r>
      <w:r w:rsidRPr="00310D53">
        <w:rPr>
          <w:spacing w:val="4"/>
        </w:rPr>
        <w:t>а после подписания Сторонами акта приемки- передачи Товара (</w:t>
      </w:r>
      <w:r>
        <w:rPr>
          <w:spacing w:val="-1"/>
        </w:rPr>
        <w:t>товарно-транспортной накладной</w:t>
      </w:r>
      <w:r w:rsidRPr="00310D53">
        <w:rPr>
          <w:spacing w:val="4"/>
        </w:rPr>
        <w:t>);</w:t>
      </w:r>
    </w:p>
    <w:p w:rsidR="00B4321E" w:rsidRPr="00310D53" w:rsidRDefault="00B4321E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 xml:space="preserve">в случае расторжения </w:t>
      </w:r>
      <w:r>
        <w:rPr>
          <w:spacing w:val="4"/>
        </w:rPr>
        <w:t>Договор</w:t>
      </w:r>
      <w:r w:rsidRPr="00310D53">
        <w:rPr>
          <w:spacing w:val="4"/>
        </w:rPr>
        <w:t>а оплатить Поставщику фактически поставленный Товар, в соответствии со</w:t>
      </w:r>
      <w:r w:rsidRPr="00310D53">
        <w:rPr>
          <w:spacing w:val="4"/>
        </w:rPr>
        <w:br/>
        <w:t>Спецификацией поставляемого Товара, количеством и актом приемки-передачи Товара (</w:t>
      </w:r>
      <w:r>
        <w:rPr>
          <w:spacing w:val="-1"/>
        </w:rPr>
        <w:t>товарно-транспортной накладной</w:t>
      </w:r>
      <w:r w:rsidRPr="00310D53">
        <w:rPr>
          <w:spacing w:val="4"/>
        </w:rPr>
        <w:t>).</w:t>
      </w:r>
    </w:p>
    <w:p w:rsidR="00B4321E" w:rsidRPr="00376A54" w:rsidRDefault="00B4321E" w:rsidP="001142E0">
      <w:pPr>
        <w:numPr>
          <w:ilvl w:val="0"/>
          <w:numId w:val="9"/>
        </w:numPr>
        <w:shd w:val="clear" w:color="auto" w:fill="FFFFFF"/>
        <w:tabs>
          <w:tab w:val="left" w:pos="324"/>
        </w:tabs>
        <w:spacing w:line="230" w:lineRule="exact"/>
        <w:jc w:val="both"/>
        <w:rPr>
          <w:b/>
          <w:bCs/>
          <w:spacing w:val="4"/>
        </w:rPr>
      </w:pPr>
      <w:r w:rsidRPr="005B60E4">
        <w:rPr>
          <w:b/>
          <w:bCs/>
          <w:spacing w:val="4"/>
        </w:rPr>
        <w:t>Ответственность Сторон</w:t>
      </w:r>
    </w:p>
    <w:p w:rsidR="00B4321E" w:rsidRPr="00310D53" w:rsidRDefault="00B4321E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 xml:space="preserve">За   неисполнение   или   ненадлежащее   исполнение   своих   обязанностей   по   настоящему   </w:t>
      </w:r>
      <w:r>
        <w:rPr>
          <w:spacing w:val="4"/>
        </w:rPr>
        <w:t>Договор</w:t>
      </w:r>
      <w:r w:rsidRPr="00310D53">
        <w:rPr>
          <w:spacing w:val="4"/>
        </w:rPr>
        <w:t>у</w:t>
      </w:r>
      <w:r w:rsidRPr="00310D53">
        <w:rPr>
          <w:spacing w:val="4"/>
        </w:rPr>
        <w:br/>
        <w:t>ответственность Стороны несут в соответствии с настоящим Контрактом и д</w:t>
      </w:r>
      <w:r>
        <w:rPr>
          <w:spacing w:val="4"/>
        </w:rPr>
        <w:t>ействующим законодательством РФ:</w:t>
      </w:r>
    </w:p>
    <w:p w:rsidR="00B4321E" w:rsidRPr="00310D53" w:rsidRDefault="00B4321E" w:rsidP="00582B7E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За отказ от поставки Товара либо поставку Товара с отклонениями от Спецификации поставляемого</w:t>
      </w:r>
      <w:r w:rsidRPr="00310D53">
        <w:rPr>
          <w:spacing w:val="4"/>
        </w:rPr>
        <w:br/>
        <w:t xml:space="preserve">Товара Поставщик обязан уплатить Покупателю штраф в размере 10 % от Цены </w:t>
      </w:r>
      <w:r>
        <w:rPr>
          <w:spacing w:val="4"/>
        </w:rPr>
        <w:t>Договор</w:t>
      </w:r>
      <w:r w:rsidRPr="00310D53">
        <w:rPr>
          <w:spacing w:val="4"/>
        </w:rPr>
        <w:t>а.</w:t>
      </w:r>
      <w:r w:rsidRPr="00582B7E">
        <w:rPr>
          <w:spacing w:val="4"/>
        </w:rPr>
        <w:t xml:space="preserve"> </w:t>
      </w:r>
      <w:r>
        <w:rPr>
          <w:spacing w:val="4"/>
        </w:rPr>
        <w:t>В</w:t>
      </w:r>
      <w:r w:rsidRPr="00310D53">
        <w:rPr>
          <w:spacing w:val="4"/>
        </w:rPr>
        <w:t xml:space="preserve"> случае </w:t>
      </w:r>
      <w:r>
        <w:rPr>
          <w:spacing w:val="4"/>
        </w:rPr>
        <w:t>просрочки исполнения Поставщиком</w:t>
      </w:r>
      <w:r w:rsidRPr="00310D53">
        <w:rPr>
          <w:spacing w:val="4"/>
        </w:rPr>
        <w:t xml:space="preserve"> обязательств, предусмотренных</w:t>
      </w:r>
      <w:r>
        <w:rPr>
          <w:spacing w:val="4"/>
        </w:rPr>
        <w:t xml:space="preserve"> Договором, потребовать уплату </w:t>
      </w:r>
      <w:r w:rsidRPr="00310D53">
        <w:rPr>
          <w:spacing w:val="4"/>
        </w:rPr>
        <w:t>неустойки (штра</w:t>
      </w:r>
      <w:r>
        <w:rPr>
          <w:spacing w:val="4"/>
        </w:rPr>
        <w:t xml:space="preserve">фа, пеней). Неустойка (штраф, </w:t>
      </w:r>
      <w:r w:rsidRPr="00310D53">
        <w:rPr>
          <w:spacing w:val="4"/>
        </w:rPr>
        <w:t>пени)   начисляется   за   каждый</w:t>
      </w:r>
      <w:r>
        <w:rPr>
          <w:spacing w:val="4"/>
        </w:rPr>
        <w:t xml:space="preserve">  день   просрочки   исполнения </w:t>
      </w:r>
      <w:r w:rsidRPr="00310D53">
        <w:rPr>
          <w:spacing w:val="4"/>
        </w:rPr>
        <w:t xml:space="preserve">обязательств, предусмотренных </w:t>
      </w:r>
      <w:r>
        <w:rPr>
          <w:spacing w:val="4"/>
        </w:rPr>
        <w:t>договор</w:t>
      </w:r>
      <w:r w:rsidRPr="00310D53">
        <w:rPr>
          <w:spacing w:val="4"/>
        </w:rPr>
        <w:t>ом, начиная со дня, следующего пос</w:t>
      </w:r>
      <w:r>
        <w:rPr>
          <w:spacing w:val="4"/>
        </w:rPr>
        <w:t>ле дня истечения установленного Договор</w:t>
      </w:r>
      <w:r w:rsidRPr="00310D53">
        <w:rPr>
          <w:spacing w:val="4"/>
        </w:rPr>
        <w:t>ом срока исполнения обязательства. Размер такой неустойки (штрафа, п</w:t>
      </w:r>
      <w:r>
        <w:rPr>
          <w:spacing w:val="4"/>
        </w:rPr>
        <w:t xml:space="preserve">еней) устанавливается в размере </w:t>
      </w:r>
      <w:r w:rsidRPr="00310D53">
        <w:rPr>
          <w:spacing w:val="4"/>
        </w:rPr>
        <w:t>одной трехсотой действующей на день уплаты неустойки (штрафа, пеней) ставк</w:t>
      </w:r>
      <w:r>
        <w:rPr>
          <w:spacing w:val="4"/>
        </w:rPr>
        <w:t xml:space="preserve">и рефинансирования Центрального </w:t>
      </w:r>
      <w:r w:rsidRPr="00310D53">
        <w:rPr>
          <w:spacing w:val="4"/>
        </w:rPr>
        <w:t>банка РФ. Заказчик освобождается от уплаты неустойки (штрафа, пеней), если до</w:t>
      </w:r>
      <w:r>
        <w:rPr>
          <w:spacing w:val="4"/>
        </w:rPr>
        <w:t xml:space="preserve">кажет, что просрочка исполнения </w:t>
      </w:r>
      <w:r w:rsidRPr="00310D53">
        <w:rPr>
          <w:spacing w:val="4"/>
        </w:rPr>
        <w:t>указанного обязательства произошла вследствие непреодолимой силы или по вине другой Поставщика.</w:t>
      </w:r>
    </w:p>
    <w:p w:rsidR="00B4321E" w:rsidRPr="00310D53" w:rsidRDefault="00B4321E" w:rsidP="00582B7E">
      <w:p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>
        <w:rPr>
          <w:spacing w:val="4"/>
        </w:rPr>
        <w:t>-</w:t>
      </w:r>
      <w:r w:rsidRPr="00310D53">
        <w:rPr>
          <w:spacing w:val="4"/>
        </w:rPr>
        <w:t xml:space="preserve">Поставщик не вправе передавать свои права по </w:t>
      </w:r>
      <w:r>
        <w:rPr>
          <w:spacing w:val="4"/>
        </w:rPr>
        <w:t>Договор</w:t>
      </w:r>
      <w:r w:rsidRPr="00310D53">
        <w:rPr>
          <w:spacing w:val="4"/>
        </w:rPr>
        <w:t>у. Заключение субподрядных договоров не</w:t>
      </w:r>
      <w:r w:rsidRPr="00310D53">
        <w:rPr>
          <w:spacing w:val="4"/>
        </w:rPr>
        <w:br/>
        <w:t xml:space="preserve">изменяет обязательств Поставщика по </w:t>
      </w:r>
      <w:r>
        <w:rPr>
          <w:spacing w:val="4"/>
        </w:rPr>
        <w:t>Договор</w:t>
      </w:r>
      <w:r w:rsidRPr="00310D53">
        <w:rPr>
          <w:spacing w:val="4"/>
        </w:rPr>
        <w:t>у.</w:t>
      </w:r>
    </w:p>
    <w:p w:rsidR="00B4321E" w:rsidRPr="00310D53" w:rsidRDefault="00B4321E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 xml:space="preserve">Стороны настоящего </w:t>
      </w:r>
      <w:r>
        <w:rPr>
          <w:spacing w:val="4"/>
        </w:rPr>
        <w:t>Договор</w:t>
      </w:r>
      <w:r w:rsidRPr="00310D53">
        <w:rPr>
          <w:spacing w:val="4"/>
        </w:rPr>
        <w:t>а освобождаются от уплаты штрафа, пеней, если докажут, что просрочка</w:t>
      </w:r>
      <w:r w:rsidRPr="00310D53">
        <w:rPr>
          <w:spacing w:val="4"/>
        </w:rPr>
        <w:br/>
        <w:t xml:space="preserve">исполнения   соответствующего   обязательства   произошла   в   случае   действия </w:t>
      </w:r>
      <w:r>
        <w:rPr>
          <w:spacing w:val="4"/>
        </w:rPr>
        <w:t xml:space="preserve">  форс-мажорных   обстоятельств </w:t>
      </w:r>
      <w:r w:rsidRPr="00310D53">
        <w:rPr>
          <w:spacing w:val="4"/>
        </w:rPr>
        <w:t>(непреодолимой силы), исключающих возможность н</w:t>
      </w:r>
      <w:r>
        <w:rPr>
          <w:spacing w:val="4"/>
        </w:rPr>
        <w:t xml:space="preserve">адлежащего исполнения Сторонами </w:t>
      </w:r>
      <w:r w:rsidRPr="00310D53">
        <w:rPr>
          <w:spacing w:val="4"/>
        </w:rPr>
        <w:t>своих обяза</w:t>
      </w:r>
      <w:r>
        <w:rPr>
          <w:spacing w:val="4"/>
        </w:rPr>
        <w:t xml:space="preserve">тельств по настоящему Договору </w:t>
      </w:r>
      <w:r w:rsidRPr="00310D53">
        <w:rPr>
          <w:spacing w:val="4"/>
        </w:rPr>
        <w:t>или по вине другой Стороны.</w:t>
      </w:r>
    </w:p>
    <w:p w:rsidR="00B4321E" w:rsidRDefault="00B4321E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Уплата пеней, штрафа не освобождает Стороны от исполнения своих обязательств по настоящему</w:t>
      </w:r>
      <w:r w:rsidRPr="00310D53">
        <w:rPr>
          <w:spacing w:val="4"/>
        </w:rPr>
        <w:br/>
      </w:r>
      <w:r>
        <w:rPr>
          <w:spacing w:val="4"/>
        </w:rPr>
        <w:t>Договор</w:t>
      </w:r>
      <w:r w:rsidRPr="00310D53">
        <w:rPr>
          <w:spacing w:val="4"/>
        </w:rPr>
        <w:t>у   и от возмещения убытков, причиненных неисполнением или нен</w:t>
      </w:r>
      <w:r>
        <w:rPr>
          <w:spacing w:val="4"/>
        </w:rPr>
        <w:t xml:space="preserve">адлежащим исполнением Сторонами </w:t>
      </w:r>
      <w:r w:rsidRPr="00310D53">
        <w:rPr>
          <w:spacing w:val="4"/>
        </w:rPr>
        <w:t xml:space="preserve">своих обязательств по </w:t>
      </w:r>
      <w:r>
        <w:rPr>
          <w:spacing w:val="4"/>
        </w:rPr>
        <w:t>Договор</w:t>
      </w:r>
      <w:r w:rsidRPr="00310D53">
        <w:rPr>
          <w:spacing w:val="4"/>
        </w:rPr>
        <w:t>у.</w:t>
      </w:r>
    </w:p>
    <w:p w:rsidR="00B4321E" w:rsidRDefault="00B4321E" w:rsidP="00582B7E">
      <w:p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</w:p>
    <w:p w:rsidR="00B4321E" w:rsidRPr="00310D53" w:rsidRDefault="00B4321E" w:rsidP="00582B7E">
      <w:p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</w:p>
    <w:p w:rsidR="00B4321E" w:rsidRPr="00376A54" w:rsidRDefault="00B4321E" w:rsidP="00376A54">
      <w:pPr>
        <w:numPr>
          <w:ilvl w:val="0"/>
          <w:numId w:val="8"/>
        </w:numPr>
        <w:shd w:val="clear" w:color="auto" w:fill="FFFFFF"/>
        <w:tabs>
          <w:tab w:val="left" w:pos="324"/>
        </w:tabs>
        <w:spacing w:line="230" w:lineRule="exact"/>
        <w:jc w:val="center"/>
        <w:rPr>
          <w:b/>
          <w:bCs/>
          <w:spacing w:val="4"/>
        </w:rPr>
      </w:pPr>
      <w:r w:rsidRPr="00A707EA">
        <w:rPr>
          <w:b/>
          <w:bCs/>
          <w:spacing w:val="4"/>
        </w:rPr>
        <w:t xml:space="preserve">Изменение и (или) дополнение </w:t>
      </w:r>
      <w:r>
        <w:rPr>
          <w:b/>
          <w:bCs/>
          <w:spacing w:val="4"/>
        </w:rPr>
        <w:t>Договор</w:t>
      </w:r>
      <w:r w:rsidRPr="00A707EA">
        <w:rPr>
          <w:b/>
          <w:bCs/>
          <w:spacing w:val="4"/>
        </w:rPr>
        <w:t>а</w:t>
      </w:r>
    </w:p>
    <w:p w:rsidR="00B4321E" w:rsidRPr="00310D53" w:rsidRDefault="00B4321E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Контракт   может  быть   изменен   и/или   дополнен   по   решению   суда   или   при   наличии   условий,</w:t>
      </w:r>
      <w:r w:rsidRPr="00310D53">
        <w:rPr>
          <w:spacing w:val="4"/>
        </w:rPr>
        <w:br/>
        <w:t>предусмотренных действующим законодательством РФ.</w:t>
      </w:r>
    </w:p>
    <w:p w:rsidR="00B4321E" w:rsidRPr="00310D53" w:rsidRDefault="00B4321E" w:rsidP="0055027B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 xml:space="preserve">Любые соглашения Сторон по изменению и/или дополнению условий настоящего </w:t>
      </w:r>
      <w:r>
        <w:rPr>
          <w:spacing w:val="4"/>
        </w:rPr>
        <w:t>Договор</w:t>
      </w:r>
      <w:r w:rsidRPr="00310D53">
        <w:rPr>
          <w:spacing w:val="4"/>
        </w:rPr>
        <w:t>а имеют</w:t>
      </w:r>
      <w:r w:rsidRPr="00310D53">
        <w:rPr>
          <w:spacing w:val="4"/>
        </w:rPr>
        <w:br/>
        <w:t>силу в том случае, если они оформлены в письменном виде, подписаны Сторонами</w:t>
      </w:r>
      <w:r>
        <w:rPr>
          <w:spacing w:val="4"/>
        </w:rPr>
        <w:t xml:space="preserve">  и скреплены печатями </w:t>
      </w:r>
      <w:r w:rsidRPr="00310D53">
        <w:rPr>
          <w:spacing w:val="4"/>
        </w:rPr>
        <w:t>Сторон.</w:t>
      </w:r>
    </w:p>
    <w:p w:rsidR="00B4321E" w:rsidRDefault="00B4321E" w:rsidP="00376A54">
      <w:pPr>
        <w:shd w:val="clear" w:color="auto" w:fill="FFFFFF"/>
        <w:tabs>
          <w:tab w:val="left" w:pos="324"/>
        </w:tabs>
        <w:spacing w:line="230" w:lineRule="exact"/>
        <w:rPr>
          <w:b/>
          <w:bCs/>
          <w:spacing w:val="4"/>
        </w:rPr>
      </w:pPr>
    </w:p>
    <w:p w:rsidR="00B4321E" w:rsidRPr="00A707EA" w:rsidRDefault="00B4321E" w:rsidP="00376A54">
      <w:pPr>
        <w:shd w:val="clear" w:color="auto" w:fill="FFFFFF"/>
        <w:tabs>
          <w:tab w:val="left" w:pos="324"/>
        </w:tabs>
        <w:spacing w:line="230" w:lineRule="exact"/>
        <w:jc w:val="center"/>
        <w:rPr>
          <w:b/>
          <w:bCs/>
          <w:spacing w:val="4"/>
        </w:rPr>
      </w:pPr>
      <w:r w:rsidRPr="00A707EA">
        <w:rPr>
          <w:b/>
          <w:bCs/>
          <w:spacing w:val="4"/>
        </w:rPr>
        <w:t xml:space="preserve">8. Расторжение </w:t>
      </w:r>
      <w:r>
        <w:rPr>
          <w:b/>
          <w:bCs/>
          <w:spacing w:val="4"/>
        </w:rPr>
        <w:t>Договор</w:t>
      </w:r>
      <w:r w:rsidRPr="00A707EA">
        <w:rPr>
          <w:b/>
          <w:bCs/>
          <w:spacing w:val="4"/>
        </w:rPr>
        <w:t>а</w:t>
      </w:r>
    </w:p>
    <w:p w:rsidR="00B4321E" w:rsidRPr="00310D53" w:rsidRDefault="00B4321E" w:rsidP="001142E0">
      <w:p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>
        <w:rPr>
          <w:spacing w:val="4"/>
        </w:rPr>
        <w:tab/>
        <w:t xml:space="preserve">     </w:t>
      </w:r>
      <w:r w:rsidRPr="00310D53">
        <w:rPr>
          <w:spacing w:val="4"/>
        </w:rPr>
        <w:t xml:space="preserve">8.1. Настоящий </w:t>
      </w:r>
      <w:r>
        <w:rPr>
          <w:spacing w:val="4"/>
        </w:rPr>
        <w:t>Договор</w:t>
      </w:r>
      <w:r w:rsidRPr="00310D53">
        <w:rPr>
          <w:spacing w:val="4"/>
        </w:rPr>
        <w:t xml:space="preserve"> расторгается на основании:</w:t>
      </w:r>
    </w:p>
    <w:p w:rsidR="00B4321E" w:rsidRPr="00310D53" w:rsidRDefault="00B4321E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письменного соглашения Сторон;</w:t>
      </w:r>
    </w:p>
    <w:p w:rsidR="00B4321E" w:rsidRPr="00310D53" w:rsidRDefault="00B4321E" w:rsidP="001142E0">
      <w:pPr>
        <w:numPr>
          <w:ilvl w:val="0"/>
          <w:numId w:val="4"/>
        </w:numPr>
        <w:shd w:val="clear" w:color="auto" w:fill="FFFFFF"/>
        <w:tabs>
          <w:tab w:val="left" w:pos="324"/>
        </w:tabs>
        <w:spacing w:line="230" w:lineRule="exact"/>
        <w:ind w:left="209"/>
        <w:jc w:val="both"/>
        <w:rPr>
          <w:spacing w:val="4"/>
        </w:rPr>
      </w:pPr>
      <w:r w:rsidRPr="00310D53">
        <w:rPr>
          <w:spacing w:val="4"/>
        </w:rPr>
        <w:t>вынесенного в установленном порядке решения судебного органа.</w:t>
      </w:r>
    </w:p>
    <w:p w:rsidR="00B4321E" w:rsidRDefault="00B4321E" w:rsidP="001142E0">
      <w:pPr>
        <w:shd w:val="clear" w:color="auto" w:fill="FFFFFF"/>
        <w:tabs>
          <w:tab w:val="left" w:pos="907"/>
        </w:tabs>
        <w:spacing w:line="230" w:lineRule="exact"/>
        <w:ind w:left="14" w:firstLine="533"/>
        <w:jc w:val="both"/>
      </w:pPr>
      <w:r>
        <w:rPr>
          <w:color w:val="000000"/>
          <w:spacing w:val="-4"/>
        </w:rPr>
        <w:t>8.2.</w:t>
      </w:r>
      <w:r>
        <w:rPr>
          <w:color w:val="000000"/>
        </w:rPr>
        <w:tab/>
      </w:r>
      <w:r>
        <w:rPr>
          <w:color w:val="000000"/>
          <w:spacing w:val="-1"/>
        </w:rPr>
        <w:t xml:space="preserve">Поставщик обязан незамедлительно информировать Покупателя </w:t>
      </w:r>
      <w:r>
        <w:rPr>
          <w:color w:val="212121"/>
          <w:spacing w:val="-1"/>
        </w:rPr>
        <w:t xml:space="preserve">о </w:t>
      </w:r>
      <w:r>
        <w:rPr>
          <w:color w:val="000000"/>
          <w:spacing w:val="-1"/>
        </w:rPr>
        <w:t>наступлении случаев, предусмотренных</w:t>
      </w:r>
      <w:r>
        <w:rPr>
          <w:color w:val="000000"/>
          <w:spacing w:val="-1"/>
        </w:rPr>
        <w:br/>
        <w:t xml:space="preserve">в пункте </w:t>
      </w:r>
      <w:r>
        <w:rPr>
          <w:color w:val="212121"/>
          <w:spacing w:val="-1"/>
        </w:rPr>
        <w:t xml:space="preserve">8 </w:t>
      </w:r>
      <w:r>
        <w:rPr>
          <w:color w:val="000000"/>
          <w:spacing w:val="-1"/>
        </w:rPr>
        <w:t>договора.</w:t>
      </w:r>
    </w:p>
    <w:p w:rsidR="00B4321E" w:rsidRPr="00376A54" w:rsidRDefault="00B4321E" w:rsidP="00376A54">
      <w:pPr>
        <w:shd w:val="clear" w:color="auto" w:fill="FFFFFF"/>
        <w:spacing w:before="223" w:line="230" w:lineRule="exact"/>
        <w:ind w:left="7"/>
        <w:jc w:val="center"/>
        <w:rPr>
          <w:b/>
          <w:bCs/>
          <w:color w:val="212121"/>
          <w:spacing w:val="4"/>
        </w:rPr>
      </w:pPr>
      <w:r w:rsidRPr="00DA5368">
        <w:rPr>
          <w:b/>
          <w:bCs/>
          <w:color w:val="212121"/>
          <w:spacing w:val="4"/>
        </w:rPr>
        <w:t>9.       Порядок урегулирования споров</w:t>
      </w:r>
    </w:p>
    <w:p w:rsidR="00B4321E" w:rsidRDefault="00B4321E" w:rsidP="0055027B">
      <w:pPr>
        <w:numPr>
          <w:ilvl w:val="0"/>
          <w:numId w:val="5"/>
        </w:numPr>
        <w:shd w:val="clear" w:color="auto" w:fill="FFFFFF"/>
        <w:tabs>
          <w:tab w:val="left" w:pos="1145"/>
        </w:tabs>
        <w:spacing w:line="230" w:lineRule="exact"/>
        <w:ind w:left="7" w:firstLine="540"/>
        <w:rPr>
          <w:color w:val="212121"/>
          <w:spacing w:val="-4"/>
        </w:rPr>
      </w:pPr>
      <w:r>
        <w:rPr>
          <w:color w:val="212121"/>
          <w:spacing w:val="4"/>
        </w:rPr>
        <w:t xml:space="preserve">В </w:t>
      </w:r>
      <w:r>
        <w:rPr>
          <w:color w:val="000000"/>
          <w:spacing w:val="4"/>
        </w:rPr>
        <w:t xml:space="preserve">случае возникновения любых противоречий, претензий </w:t>
      </w:r>
      <w:r>
        <w:rPr>
          <w:color w:val="212121"/>
          <w:spacing w:val="4"/>
        </w:rPr>
        <w:t xml:space="preserve">и </w:t>
      </w:r>
      <w:r>
        <w:rPr>
          <w:color w:val="000000"/>
          <w:spacing w:val="4"/>
        </w:rPr>
        <w:t>разногласий, связанных с исполнением</w:t>
      </w:r>
      <w:r>
        <w:rPr>
          <w:color w:val="000000"/>
          <w:spacing w:val="4"/>
        </w:rPr>
        <w:br/>
        <w:t xml:space="preserve">настоящего договора, Стороны предпринимают усилия </w:t>
      </w:r>
      <w:r>
        <w:rPr>
          <w:color w:val="212121"/>
          <w:spacing w:val="4"/>
        </w:rPr>
        <w:t xml:space="preserve">для </w:t>
      </w:r>
      <w:r>
        <w:rPr>
          <w:color w:val="000000"/>
          <w:spacing w:val="4"/>
        </w:rPr>
        <w:t xml:space="preserve">урегулирования таких противоречий, претензий </w:t>
      </w:r>
      <w:r>
        <w:rPr>
          <w:color w:val="212121"/>
          <w:spacing w:val="4"/>
        </w:rPr>
        <w:t>и</w:t>
      </w:r>
      <w:r>
        <w:rPr>
          <w:color w:val="212121"/>
          <w:spacing w:val="4"/>
        </w:rPr>
        <w:br/>
      </w:r>
      <w:r>
        <w:rPr>
          <w:color w:val="000000"/>
        </w:rPr>
        <w:t>разногласий в добровольном порядке, с оформлением совместного протокола урегулирования.</w:t>
      </w:r>
    </w:p>
    <w:p w:rsidR="00B4321E" w:rsidRDefault="00B4321E" w:rsidP="0055027B">
      <w:pPr>
        <w:numPr>
          <w:ilvl w:val="0"/>
          <w:numId w:val="5"/>
        </w:numPr>
        <w:shd w:val="clear" w:color="auto" w:fill="FFFFFF"/>
        <w:tabs>
          <w:tab w:val="left" w:pos="1145"/>
        </w:tabs>
        <w:spacing w:line="230" w:lineRule="exact"/>
        <w:ind w:left="7" w:firstLine="540"/>
        <w:rPr>
          <w:color w:val="212121"/>
          <w:spacing w:val="-7"/>
        </w:rPr>
      </w:pPr>
      <w:r>
        <w:rPr>
          <w:color w:val="000000"/>
          <w:spacing w:val="-2"/>
        </w:rPr>
        <w:t xml:space="preserve">При   не достижении   взаимоприемлемого   решения   Стороны   вправе   передать   спорный   вопрос   </w:t>
      </w:r>
      <w:r>
        <w:rPr>
          <w:color w:val="212121"/>
          <w:spacing w:val="-2"/>
        </w:rPr>
        <w:t>на</w:t>
      </w:r>
      <w:r>
        <w:rPr>
          <w:color w:val="212121"/>
          <w:spacing w:val="-2"/>
        </w:rPr>
        <w:br/>
      </w:r>
      <w:r>
        <w:rPr>
          <w:color w:val="000000"/>
          <w:spacing w:val="1"/>
        </w:rPr>
        <w:t xml:space="preserve">разрешение в судебном порядке в соответствии с действующими в Российской Федерации </w:t>
      </w:r>
      <w:r>
        <w:rPr>
          <w:color w:val="212121"/>
          <w:spacing w:val="1"/>
        </w:rPr>
        <w:t>положениями о порядке</w:t>
      </w:r>
      <w:r>
        <w:rPr>
          <w:color w:val="212121"/>
          <w:spacing w:val="1"/>
        </w:rPr>
        <w:br/>
      </w:r>
      <w:r>
        <w:rPr>
          <w:color w:val="212121"/>
          <w:spacing w:val="-1"/>
        </w:rPr>
        <w:t xml:space="preserve">разрешения </w:t>
      </w:r>
      <w:r>
        <w:rPr>
          <w:color w:val="000000"/>
          <w:spacing w:val="-1"/>
        </w:rPr>
        <w:t>споров между Сторонами.</w:t>
      </w:r>
    </w:p>
    <w:p w:rsidR="00B4321E" w:rsidRDefault="00B4321E" w:rsidP="0055027B">
      <w:pPr>
        <w:numPr>
          <w:ilvl w:val="0"/>
          <w:numId w:val="5"/>
        </w:numPr>
        <w:shd w:val="clear" w:color="auto" w:fill="FFFFFF"/>
        <w:tabs>
          <w:tab w:val="left" w:pos="1145"/>
        </w:tabs>
        <w:spacing w:line="230" w:lineRule="exact"/>
        <w:ind w:left="7" w:firstLine="540"/>
        <w:rPr>
          <w:color w:val="212121"/>
          <w:spacing w:val="-4"/>
        </w:rPr>
      </w:pPr>
      <w:r>
        <w:rPr>
          <w:color w:val="212121"/>
          <w:spacing w:val="5"/>
        </w:rPr>
        <w:t xml:space="preserve">По </w:t>
      </w:r>
      <w:r>
        <w:rPr>
          <w:color w:val="000000"/>
          <w:spacing w:val="5"/>
        </w:rPr>
        <w:t xml:space="preserve">всем </w:t>
      </w:r>
      <w:r>
        <w:rPr>
          <w:color w:val="212121"/>
          <w:spacing w:val="5"/>
        </w:rPr>
        <w:t xml:space="preserve">вопросам, </w:t>
      </w:r>
      <w:r>
        <w:rPr>
          <w:color w:val="000000"/>
          <w:spacing w:val="5"/>
        </w:rPr>
        <w:t xml:space="preserve">не нашедшим своего решения </w:t>
      </w:r>
      <w:r>
        <w:rPr>
          <w:color w:val="212121"/>
          <w:spacing w:val="5"/>
        </w:rPr>
        <w:t xml:space="preserve">в </w:t>
      </w:r>
      <w:r>
        <w:rPr>
          <w:color w:val="000000"/>
          <w:spacing w:val="5"/>
        </w:rPr>
        <w:t xml:space="preserve">условиях настоящего </w:t>
      </w:r>
      <w:r>
        <w:rPr>
          <w:color w:val="212121"/>
          <w:spacing w:val="5"/>
        </w:rPr>
        <w:t xml:space="preserve">Договора, </w:t>
      </w:r>
      <w:r>
        <w:rPr>
          <w:color w:val="000000"/>
          <w:spacing w:val="5"/>
        </w:rPr>
        <w:t xml:space="preserve">по </w:t>
      </w:r>
      <w:r>
        <w:rPr>
          <w:color w:val="212121"/>
          <w:spacing w:val="5"/>
        </w:rPr>
        <w:t>прямо или</w:t>
      </w:r>
      <w:r>
        <w:rPr>
          <w:color w:val="212121"/>
          <w:spacing w:val="5"/>
        </w:rPr>
        <w:br/>
      </w:r>
      <w:r>
        <w:rPr>
          <w:color w:val="000000"/>
          <w:spacing w:val="1"/>
        </w:rPr>
        <w:t xml:space="preserve">косвенно  вытекающим  из  отношений  </w:t>
      </w:r>
      <w:r>
        <w:rPr>
          <w:color w:val="212121"/>
          <w:spacing w:val="1"/>
        </w:rPr>
        <w:t xml:space="preserve">Сторон  </w:t>
      </w:r>
      <w:r>
        <w:rPr>
          <w:color w:val="000000"/>
          <w:spacing w:val="1"/>
        </w:rPr>
        <w:t>по  нему,  затрагивающих  имущественные  интересы  и  деловую</w:t>
      </w:r>
      <w:r>
        <w:rPr>
          <w:color w:val="000000"/>
          <w:spacing w:val="1"/>
        </w:rPr>
        <w:br/>
      </w:r>
      <w:r>
        <w:rPr>
          <w:color w:val="000000"/>
          <w:spacing w:val="2"/>
        </w:rPr>
        <w:t xml:space="preserve">репутацию  </w:t>
      </w:r>
      <w:r>
        <w:rPr>
          <w:color w:val="212121"/>
          <w:spacing w:val="2"/>
        </w:rPr>
        <w:t xml:space="preserve">Сторон  Договора,  </w:t>
      </w:r>
      <w:r>
        <w:rPr>
          <w:color w:val="000000"/>
          <w:spacing w:val="2"/>
        </w:rPr>
        <w:t>Стороны  будут руководствоваться  положениями законодательства  Российской</w:t>
      </w:r>
      <w:r>
        <w:rPr>
          <w:color w:val="000000"/>
          <w:spacing w:val="2"/>
        </w:rPr>
        <w:br/>
      </w:r>
      <w:r>
        <w:rPr>
          <w:color w:val="000000"/>
        </w:rPr>
        <w:t xml:space="preserve">Федерации и нормативными правовыми актами Пермского края </w:t>
      </w:r>
      <w:r>
        <w:rPr>
          <w:color w:val="212121"/>
        </w:rPr>
        <w:t xml:space="preserve">и </w:t>
      </w:r>
      <w:r>
        <w:rPr>
          <w:color w:val="000000"/>
        </w:rPr>
        <w:t>города Перми.</w:t>
      </w:r>
    </w:p>
    <w:p w:rsidR="00B4321E" w:rsidRDefault="00B4321E" w:rsidP="0055027B">
      <w:pPr>
        <w:shd w:val="clear" w:color="auto" w:fill="FFFFFF"/>
        <w:spacing w:before="223" w:line="230" w:lineRule="exact"/>
        <w:ind w:left="36"/>
        <w:jc w:val="center"/>
      </w:pPr>
      <w:r w:rsidRPr="002A6019">
        <w:rPr>
          <w:b/>
          <w:bCs/>
          <w:color w:val="212121"/>
          <w:spacing w:val="-3"/>
        </w:rPr>
        <w:t>10.</w:t>
      </w:r>
      <w:r>
        <w:rPr>
          <w:color w:val="212121"/>
          <w:spacing w:val="-3"/>
        </w:rPr>
        <w:t xml:space="preserve">  </w:t>
      </w:r>
      <w:r>
        <w:rPr>
          <w:b/>
          <w:bCs/>
          <w:color w:val="212121"/>
          <w:spacing w:val="-3"/>
        </w:rPr>
        <w:t>Прочие условия</w:t>
      </w:r>
    </w:p>
    <w:p w:rsidR="00B4321E" w:rsidRDefault="00B4321E" w:rsidP="0055027B">
      <w:pPr>
        <w:numPr>
          <w:ilvl w:val="0"/>
          <w:numId w:val="6"/>
        </w:numPr>
        <w:shd w:val="clear" w:color="auto" w:fill="FFFFFF"/>
        <w:tabs>
          <w:tab w:val="left" w:pos="1080"/>
        </w:tabs>
        <w:spacing w:line="230" w:lineRule="exact"/>
        <w:ind w:firstLine="569"/>
        <w:rPr>
          <w:color w:val="212121"/>
          <w:spacing w:val="-9"/>
        </w:rPr>
      </w:pPr>
      <w:r>
        <w:rPr>
          <w:color w:val="000000"/>
          <w:spacing w:val="-1"/>
        </w:rPr>
        <w:t xml:space="preserve">Стороны </w:t>
      </w:r>
      <w:r>
        <w:rPr>
          <w:color w:val="212121"/>
          <w:spacing w:val="-1"/>
        </w:rPr>
        <w:t xml:space="preserve">обязуются </w:t>
      </w:r>
      <w:r>
        <w:rPr>
          <w:color w:val="000000"/>
          <w:spacing w:val="-1"/>
        </w:rPr>
        <w:t xml:space="preserve">не разглашать, </w:t>
      </w:r>
      <w:r>
        <w:rPr>
          <w:color w:val="212121"/>
          <w:spacing w:val="-1"/>
        </w:rPr>
        <w:t xml:space="preserve">не </w:t>
      </w:r>
      <w:r>
        <w:rPr>
          <w:color w:val="000000"/>
          <w:spacing w:val="-1"/>
        </w:rPr>
        <w:t xml:space="preserve">передавать и не допускать </w:t>
      </w:r>
      <w:r>
        <w:rPr>
          <w:color w:val="212121"/>
          <w:spacing w:val="-1"/>
        </w:rPr>
        <w:t xml:space="preserve">каким-либо </w:t>
      </w:r>
      <w:r>
        <w:rPr>
          <w:color w:val="000000"/>
          <w:spacing w:val="-1"/>
        </w:rPr>
        <w:t>еще способом доступность</w:t>
      </w:r>
      <w:r>
        <w:rPr>
          <w:color w:val="000000"/>
          <w:spacing w:val="-1"/>
        </w:rPr>
        <w:br/>
      </w:r>
      <w:r>
        <w:rPr>
          <w:color w:val="000000"/>
        </w:rPr>
        <w:t xml:space="preserve">третьим лицам сведений, содержащихся </w:t>
      </w:r>
      <w:r>
        <w:rPr>
          <w:color w:val="212121"/>
        </w:rPr>
        <w:t xml:space="preserve">в </w:t>
      </w:r>
      <w:r>
        <w:rPr>
          <w:color w:val="000000"/>
        </w:rPr>
        <w:t xml:space="preserve">документах, имеющих отношение </w:t>
      </w:r>
      <w:r>
        <w:rPr>
          <w:color w:val="212121"/>
        </w:rPr>
        <w:t xml:space="preserve">к </w:t>
      </w:r>
      <w:r>
        <w:rPr>
          <w:color w:val="000000"/>
        </w:rPr>
        <w:t>взаимоотношениям Сторон в рамках</w:t>
      </w:r>
      <w:r>
        <w:rPr>
          <w:color w:val="000000"/>
        </w:rPr>
        <w:br/>
        <w:t>настоящего Договора, иначе, как с письменного согласия другой Стороны.</w:t>
      </w:r>
    </w:p>
    <w:p w:rsidR="00B4321E" w:rsidRPr="008276B5" w:rsidRDefault="00B4321E" w:rsidP="0055027B">
      <w:pPr>
        <w:numPr>
          <w:ilvl w:val="0"/>
          <w:numId w:val="6"/>
        </w:numPr>
        <w:shd w:val="clear" w:color="auto" w:fill="FFFFFF"/>
        <w:tabs>
          <w:tab w:val="left" w:pos="1080"/>
        </w:tabs>
        <w:spacing w:line="230" w:lineRule="exact"/>
        <w:ind w:firstLine="569"/>
        <w:rPr>
          <w:color w:val="000000"/>
          <w:spacing w:val="-9"/>
        </w:rPr>
      </w:pPr>
      <w:r>
        <w:rPr>
          <w:color w:val="000000"/>
          <w:spacing w:val="3"/>
        </w:rPr>
        <w:t xml:space="preserve">Любое уведомление, которое одна Сторона направляет </w:t>
      </w:r>
      <w:r>
        <w:rPr>
          <w:color w:val="212121"/>
          <w:spacing w:val="3"/>
        </w:rPr>
        <w:t xml:space="preserve">другой </w:t>
      </w:r>
      <w:r>
        <w:rPr>
          <w:color w:val="000000"/>
          <w:spacing w:val="3"/>
        </w:rPr>
        <w:t xml:space="preserve">Стороне в </w:t>
      </w:r>
      <w:r>
        <w:rPr>
          <w:color w:val="212121"/>
          <w:spacing w:val="3"/>
        </w:rPr>
        <w:t xml:space="preserve">соответствии с </w:t>
      </w:r>
      <w:r>
        <w:rPr>
          <w:color w:val="000000"/>
          <w:spacing w:val="3"/>
        </w:rPr>
        <w:t>настоящим</w:t>
      </w:r>
      <w:r>
        <w:rPr>
          <w:color w:val="000000"/>
          <w:spacing w:val="3"/>
        </w:rPr>
        <w:br/>
      </w:r>
      <w:r>
        <w:rPr>
          <w:color w:val="000000"/>
          <w:spacing w:val="-1"/>
        </w:rPr>
        <w:t xml:space="preserve">Договором, направляется в письменной </w:t>
      </w:r>
      <w:r>
        <w:rPr>
          <w:color w:val="212121"/>
          <w:spacing w:val="-1"/>
        </w:rPr>
        <w:t xml:space="preserve">форме, </w:t>
      </w:r>
      <w:r>
        <w:rPr>
          <w:color w:val="000000"/>
          <w:spacing w:val="-1"/>
        </w:rPr>
        <w:t>почтой или факсимильной связью с последующим предоставлением</w:t>
      </w:r>
      <w:r>
        <w:rPr>
          <w:color w:val="000000"/>
          <w:spacing w:val="-1"/>
        </w:rPr>
        <w:br/>
      </w:r>
      <w:r>
        <w:rPr>
          <w:color w:val="000000"/>
          <w:spacing w:val="-2"/>
        </w:rPr>
        <w:t>оригинала.</w:t>
      </w:r>
    </w:p>
    <w:p w:rsidR="00B4321E" w:rsidRDefault="00B4321E" w:rsidP="0055027B">
      <w:pPr>
        <w:numPr>
          <w:ilvl w:val="0"/>
          <w:numId w:val="6"/>
        </w:numPr>
        <w:shd w:val="clear" w:color="auto" w:fill="FFFFFF"/>
        <w:tabs>
          <w:tab w:val="left" w:pos="1080"/>
        </w:tabs>
        <w:spacing w:line="230" w:lineRule="exact"/>
        <w:ind w:firstLine="569"/>
        <w:rPr>
          <w:color w:val="212121"/>
          <w:spacing w:val="-9"/>
        </w:rPr>
      </w:pPr>
      <w:r>
        <w:rPr>
          <w:color w:val="212121"/>
          <w:spacing w:val="1"/>
        </w:rPr>
        <w:t xml:space="preserve">Договор </w:t>
      </w:r>
      <w:r>
        <w:rPr>
          <w:color w:val="000000"/>
          <w:spacing w:val="1"/>
        </w:rPr>
        <w:t xml:space="preserve">составлен в 3-х экземплярах </w:t>
      </w:r>
      <w:r>
        <w:rPr>
          <w:color w:val="212121"/>
          <w:spacing w:val="1"/>
        </w:rPr>
        <w:t xml:space="preserve">(два </w:t>
      </w:r>
      <w:r>
        <w:rPr>
          <w:color w:val="000000"/>
          <w:spacing w:val="1"/>
        </w:rPr>
        <w:t xml:space="preserve">экземпляра - </w:t>
      </w:r>
      <w:r>
        <w:rPr>
          <w:color w:val="212121"/>
          <w:spacing w:val="1"/>
        </w:rPr>
        <w:t xml:space="preserve">Покупателю, один - </w:t>
      </w:r>
      <w:r>
        <w:rPr>
          <w:color w:val="000000"/>
          <w:spacing w:val="1"/>
        </w:rPr>
        <w:t xml:space="preserve">Поставщику), каждый </w:t>
      </w:r>
      <w:r>
        <w:rPr>
          <w:color w:val="212121"/>
          <w:spacing w:val="1"/>
        </w:rPr>
        <w:t>из</w:t>
      </w:r>
      <w:r>
        <w:rPr>
          <w:color w:val="212121"/>
          <w:spacing w:val="1"/>
        </w:rPr>
        <w:br/>
      </w:r>
      <w:r>
        <w:rPr>
          <w:color w:val="000000"/>
          <w:spacing w:val="-1"/>
        </w:rPr>
        <w:t>которых имеет равную юридическую силу.</w:t>
      </w:r>
    </w:p>
    <w:p w:rsidR="00B4321E" w:rsidRPr="00DA5368" w:rsidRDefault="00B4321E" w:rsidP="0055027B">
      <w:pPr>
        <w:shd w:val="clear" w:color="auto" w:fill="FFFFFF"/>
        <w:spacing w:before="216" w:line="230" w:lineRule="exact"/>
        <w:ind w:left="4298"/>
        <w:rPr>
          <w:b/>
          <w:bCs/>
        </w:rPr>
      </w:pPr>
      <w:r w:rsidRPr="00DA5368">
        <w:rPr>
          <w:b/>
          <w:bCs/>
          <w:color w:val="212121"/>
          <w:spacing w:val="4"/>
          <w:lang w:val="en-US"/>
        </w:rPr>
        <w:t>1</w:t>
      </w:r>
      <w:r w:rsidRPr="00DA5368">
        <w:rPr>
          <w:b/>
          <w:bCs/>
          <w:color w:val="212121"/>
          <w:spacing w:val="4"/>
        </w:rPr>
        <w:t>1. Реквизиты Сторон</w:t>
      </w:r>
    </w:p>
    <w:p w:rsidR="00B4321E" w:rsidRDefault="00B4321E" w:rsidP="001142E0">
      <w:pPr>
        <w:numPr>
          <w:ilvl w:val="0"/>
          <w:numId w:val="7"/>
        </w:numPr>
        <w:shd w:val="clear" w:color="auto" w:fill="FFFFFF"/>
        <w:tabs>
          <w:tab w:val="left" w:pos="1030"/>
        </w:tabs>
        <w:spacing w:line="230" w:lineRule="exact"/>
        <w:ind w:left="360" w:hanging="360"/>
        <w:jc w:val="both"/>
        <w:rPr>
          <w:color w:val="212121"/>
          <w:spacing w:val="-9"/>
        </w:rPr>
      </w:pPr>
      <w:r>
        <w:rPr>
          <w:color w:val="212121"/>
          <w:spacing w:val="2"/>
        </w:rPr>
        <w:t xml:space="preserve">В </w:t>
      </w:r>
      <w:r>
        <w:rPr>
          <w:color w:val="000000"/>
          <w:spacing w:val="2"/>
        </w:rPr>
        <w:t xml:space="preserve">случае изменения указанных в </w:t>
      </w:r>
      <w:r>
        <w:rPr>
          <w:color w:val="212121"/>
          <w:spacing w:val="2"/>
        </w:rPr>
        <w:t>п.</w:t>
      </w:r>
      <w:r>
        <w:rPr>
          <w:color w:val="000000"/>
          <w:spacing w:val="2"/>
        </w:rPr>
        <w:t xml:space="preserve">п.11.1 </w:t>
      </w:r>
      <w:r>
        <w:rPr>
          <w:color w:val="212121"/>
          <w:spacing w:val="2"/>
        </w:rPr>
        <w:t xml:space="preserve"> </w:t>
      </w:r>
      <w:r>
        <w:rPr>
          <w:color w:val="000000"/>
          <w:spacing w:val="2"/>
        </w:rPr>
        <w:t xml:space="preserve">реквизитов, </w:t>
      </w:r>
      <w:r>
        <w:rPr>
          <w:color w:val="212121"/>
          <w:spacing w:val="2"/>
        </w:rPr>
        <w:t xml:space="preserve">Сторона, </w:t>
      </w:r>
      <w:r>
        <w:rPr>
          <w:color w:val="000000"/>
          <w:spacing w:val="2"/>
        </w:rPr>
        <w:t>реквизиты которой изменились,</w:t>
      </w:r>
      <w:r>
        <w:rPr>
          <w:color w:val="000000"/>
          <w:spacing w:val="2"/>
        </w:rPr>
        <w:br/>
      </w:r>
      <w:r>
        <w:rPr>
          <w:color w:val="000000"/>
        </w:rPr>
        <w:t xml:space="preserve">обязана в течение 5 (пяти) рабочих дней письменно уведомить об </w:t>
      </w:r>
      <w:r>
        <w:rPr>
          <w:color w:val="212121"/>
        </w:rPr>
        <w:t xml:space="preserve">этом </w:t>
      </w:r>
      <w:r>
        <w:rPr>
          <w:color w:val="000000"/>
        </w:rPr>
        <w:t xml:space="preserve">другую </w:t>
      </w:r>
      <w:r>
        <w:rPr>
          <w:color w:val="212121"/>
        </w:rPr>
        <w:t>Сторону.</w:t>
      </w:r>
    </w:p>
    <w:p w:rsidR="00B4321E" w:rsidRPr="001F78C6" w:rsidRDefault="00B4321E" w:rsidP="0055027B">
      <w:pPr>
        <w:jc w:val="both"/>
        <w:rPr>
          <w:sz w:val="22"/>
          <w:szCs w:val="22"/>
        </w:rPr>
      </w:pPr>
    </w:p>
    <w:p w:rsidR="00B4321E" w:rsidRPr="00A707EA" w:rsidRDefault="00B4321E" w:rsidP="0055027B">
      <w:pPr>
        <w:jc w:val="both"/>
      </w:pPr>
      <w:r w:rsidRPr="00A707EA">
        <w:t xml:space="preserve">ПОКУПАТЕЛЬ:                                                                          </w:t>
      </w:r>
      <w:r>
        <w:t xml:space="preserve">                </w:t>
      </w:r>
      <w:r w:rsidRPr="00A707EA">
        <w:t xml:space="preserve"> ПОСТАВЩИК:</w:t>
      </w:r>
    </w:p>
    <w:p w:rsidR="00B4321E" w:rsidRPr="00474664" w:rsidRDefault="00B4321E" w:rsidP="00384B4F">
      <w:pPr>
        <w:pStyle w:val="BodyTextIndent2"/>
        <w:spacing w:after="0" w:line="240" w:lineRule="auto"/>
        <w:ind w:left="0"/>
        <w:rPr>
          <w:rFonts w:ascii="Times New Roman" w:hAnsi="Times New Roman"/>
          <w:lang w:val="ru-RU"/>
        </w:rPr>
      </w:pPr>
      <w:r w:rsidRPr="00474664">
        <w:rPr>
          <w:rFonts w:ascii="Times New Roman" w:hAnsi="Times New Roman"/>
          <w:lang w:val="ru-RU"/>
        </w:rPr>
        <w:t xml:space="preserve">Муниципальное </w:t>
      </w:r>
      <w:r>
        <w:rPr>
          <w:rFonts w:ascii="Times New Roman" w:hAnsi="Times New Roman"/>
          <w:lang w:val="ru-RU"/>
        </w:rPr>
        <w:t xml:space="preserve">бюджетное </w:t>
      </w:r>
      <w:r w:rsidRPr="00474664">
        <w:rPr>
          <w:rFonts w:ascii="Times New Roman" w:hAnsi="Times New Roman"/>
          <w:lang w:val="ru-RU"/>
        </w:rPr>
        <w:t xml:space="preserve">общеобразовательное </w:t>
      </w:r>
    </w:p>
    <w:p w:rsidR="00B4321E" w:rsidRDefault="00B4321E" w:rsidP="00384B4F">
      <w:pPr>
        <w:pStyle w:val="BodyTextIndent2"/>
        <w:spacing w:after="0" w:line="240" w:lineRule="auto"/>
        <w:ind w:left="0"/>
        <w:rPr>
          <w:rFonts w:ascii="Times New Roman" w:hAnsi="Times New Roman"/>
          <w:lang w:val="ru-RU"/>
        </w:rPr>
      </w:pPr>
      <w:r w:rsidRPr="00474664">
        <w:rPr>
          <w:rFonts w:ascii="Times New Roman" w:hAnsi="Times New Roman"/>
          <w:lang w:val="ru-RU"/>
        </w:rPr>
        <w:t xml:space="preserve">учреждение «Средняя общеобразовательная </w:t>
      </w:r>
    </w:p>
    <w:p w:rsidR="00B4321E" w:rsidRPr="00474664" w:rsidRDefault="00B4321E" w:rsidP="00384B4F">
      <w:pPr>
        <w:pStyle w:val="BodyTextIndent2"/>
        <w:spacing w:after="0" w:line="240" w:lineRule="auto"/>
        <w:ind w:left="0"/>
        <w:rPr>
          <w:rFonts w:ascii="Times New Roman" w:hAnsi="Times New Roman"/>
          <w:lang w:val="ru-RU"/>
        </w:rPr>
      </w:pPr>
      <w:r w:rsidRPr="00474664">
        <w:rPr>
          <w:rFonts w:ascii="Times New Roman" w:hAnsi="Times New Roman"/>
          <w:lang w:val="ru-RU"/>
        </w:rPr>
        <w:t xml:space="preserve">школа № 14»  г.Перми </w:t>
      </w:r>
    </w:p>
    <w:p w:rsidR="00B4321E" w:rsidRPr="00474664" w:rsidRDefault="00B4321E" w:rsidP="00384B4F">
      <w:pPr>
        <w:pStyle w:val="BodyTextIndent2"/>
        <w:spacing w:after="0" w:line="240" w:lineRule="auto"/>
        <w:ind w:left="0"/>
        <w:rPr>
          <w:rFonts w:ascii="Times New Roman" w:hAnsi="Times New Roman"/>
          <w:lang w:val="ru-RU"/>
        </w:rPr>
      </w:pPr>
      <w:r w:rsidRPr="00474664">
        <w:rPr>
          <w:rFonts w:ascii="Times New Roman" w:hAnsi="Times New Roman"/>
          <w:lang w:val="ru-RU"/>
        </w:rPr>
        <w:t>614032</w:t>
      </w:r>
      <w:r>
        <w:rPr>
          <w:rFonts w:ascii="Times New Roman" w:hAnsi="Times New Roman"/>
          <w:lang w:val="ru-RU"/>
        </w:rPr>
        <w:t>,</w:t>
      </w:r>
      <w:r w:rsidRPr="00474664">
        <w:rPr>
          <w:rFonts w:ascii="Times New Roman" w:hAnsi="Times New Roman"/>
          <w:lang w:val="ru-RU"/>
        </w:rPr>
        <w:t xml:space="preserve"> г.Пермь, ул. Маршала Рыбалко,101Б</w:t>
      </w:r>
    </w:p>
    <w:p w:rsidR="00B4321E" w:rsidRPr="00474664" w:rsidRDefault="00B4321E" w:rsidP="00384B4F">
      <w:pPr>
        <w:pStyle w:val="BodyTextIndent2"/>
        <w:spacing w:after="0" w:line="240" w:lineRule="auto"/>
        <w:ind w:left="0"/>
        <w:rPr>
          <w:rFonts w:ascii="Times New Roman" w:hAnsi="Times New Roman"/>
          <w:lang w:val="ru-RU"/>
        </w:rPr>
      </w:pPr>
      <w:r w:rsidRPr="00474664">
        <w:rPr>
          <w:rFonts w:ascii="Times New Roman" w:hAnsi="Times New Roman"/>
          <w:lang w:val="ru-RU"/>
        </w:rPr>
        <w:t>ИНН/КПП 5908019580/590801001</w:t>
      </w:r>
    </w:p>
    <w:p w:rsidR="00B4321E" w:rsidRDefault="00B4321E" w:rsidP="00384B4F">
      <w:pPr>
        <w:pStyle w:val="BodyTextIndent2"/>
        <w:spacing w:after="0" w:line="240" w:lineRule="auto"/>
        <w:ind w:left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Тел.2525-524</w:t>
      </w:r>
    </w:p>
    <w:p w:rsidR="00B4321E" w:rsidRDefault="00B4321E" w:rsidP="00384B4F">
      <w:pPr>
        <w:pStyle w:val="BodyTextIndent2"/>
        <w:spacing w:after="0" w:line="240" w:lineRule="auto"/>
        <w:ind w:left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Департамент финансов администрации города Перми</w:t>
      </w:r>
    </w:p>
    <w:p w:rsidR="00B4321E" w:rsidRDefault="00B4321E" w:rsidP="00384B4F">
      <w:pPr>
        <w:pStyle w:val="BodyTextIndent2"/>
        <w:spacing w:after="0" w:line="240" w:lineRule="auto"/>
        <w:ind w:left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(МБОУ»СОШ№14»г.Перми, л/с06930002508)</w:t>
      </w:r>
    </w:p>
    <w:p w:rsidR="00B4321E" w:rsidRPr="00474664" w:rsidRDefault="00B4321E" w:rsidP="00384B4F">
      <w:pPr>
        <w:pStyle w:val="BodyTextIndent2"/>
        <w:spacing w:after="0" w:line="240" w:lineRule="auto"/>
        <w:ind w:left="0"/>
        <w:rPr>
          <w:rFonts w:ascii="Times New Roman" w:hAnsi="Times New Roman"/>
          <w:lang w:val="ru-RU"/>
        </w:rPr>
      </w:pPr>
      <w:r w:rsidRPr="00474664">
        <w:rPr>
          <w:rFonts w:ascii="Times New Roman" w:hAnsi="Times New Roman"/>
          <w:lang w:val="ru-RU"/>
        </w:rPr>
        <w:t xml:space="preserve">ОКОПФ 81 ОКФС 14 ОКОНХ 92310 </w:t>
      </w:r>
    </w:p>
    <w:p w:rsidR="00B4321E" w:rsidRDefault="00B4321E" w:rsidP="00384B4F">
      <w:pPr>
        <w:pStyle w:val="BodyTextIndent2"/>
        <w:spacing w:after="0" w:line="240" w:lineRule="auto"/>
        <w:ind w:left="0"/>
        <w:rPr>
          <w:rFonts w:ascii="Times New Roman" w:hAnsi="Times New Roman"/>
          <w:lang w:val="ru-RU"/>
        </w:rPr>
      </w:pPr>
      <w:r w:rsidRPr="008932DD">
        <w:rPr>
          <w:rFonts w:ascii="Times New Roman" w:hAnsi="Times New Roman"/>
          <w:lang w:val="ru-RU"/>
        </w:rPr>
        <w:t xml:space="preserve">ОКПО 43045022 ОКАТО 57401000000 </w:t>
      </w:r>
    </w:p>
    <w:p w:rsidR="00B4321E" w:rsidRPr="00474664" w:rsidRDefault="00B4321E" w:rsidP="00384B4F">
      <w:pPr>
        <w:pStyle w:val="BodyTextIndent2"/>
        <w:spacing w:after="0" w:line="240" w:lineRule="auto"/>
        <w:ind w:left="0"/>
        <w:rPr>
          <w:rFonts w:ascii="Times New Roman" w:hAnsi="Times New Roman"/>
          <w:lang w:val="ru-RU"/>
        </w:rPr>
      </w:pPr>
      <w:r w:rsidRPr="008932DD">
        <w:rPr>
          <w:rFonts w:ascii="Times New Roman" w:hAnsi="Times New Roman"/>
          <w:lang w:val="ru-RU"/>
        </w:rPr>
        <w:t>ОГРН 1025901604740</w:t>
      </w:r>
    </w:p>
    <w:p w:rsidR="00B4321E" w:rsidRPr="00D15CEA" w:rsidRDefault="00B4321E" w:rsidP="00384B4F">
      <w:pPr>
        <w:jc w:val="both"/>
        <w:rPr>
          <w:sz w:val="24"/>
          <w:szCs w:val="24"/>
        </w:rPr>
      </w:pPr>
      <w:r w:rsidRPr="00D15CEA">
        <w:rPr>
          <w:sz w:val="24"/>
          <w:szCs w:val="24"/>
        </w:rPr>
        <w:t>Подписи сторон:                                                                           Подписи сторон:</w:t>
      </w:r>
    </w:p>
    <w:p w:rsidR="00B4321E" w:rsidRDefault="00B4321E" w:rsidP="00384B4F">
      <w:pPr>
        <w:jc w:val="both"/>
        <w:rPr>
          <w:sz w:val="24"/>
          <w:szCs w:val="24"/>
        </w:rPr>
      </w:pPr>
      <w:r w:rsidRPr="00D15CEA">
        <w:rPr>
          <w:sz w:val="24"/>
          <w:szCs w:val="24"/>
        </w:rPr>
        <w:t xml:space="preserve">__________________(Крохалев В.Д.)                                        </w:t>
      </w:r>
      <w:r>
        <w:rPr>
          <w:sz w:val="24"/>
          <w:szCs w:val="24"/>
        </w:rPr>
        <w:t xml:space="preserve"> _______________/_____________ </w:t>
      </w:r>
    </w:p>
    <w:p w:rsidR="00B4321E" w:rsidRDefault="00B4321E" w:rsidP="003911AD">
      <w:r>
        <w:t xml:space="preserve">                                                                                                                        </w:t>
      </w:r>
    </w:p>
    <w:p w:rsidR="00B4321E" w:rsidRDefault="00B4321E" w:rsidP="003911AD"/>
    <w:p w:rsidR="00B4321E" w:rsidRDefault="00B4321E" w:rsidP="003911AD"/>
    <w:p w:rsidR="00B4321E" w:rsidRDefault="00B4321E" w:rsidP="003911AD"/>
    <w:p w:rsidR="00B4321E" w:rsidRDefault="00B4321E" w:rsidP="003911AD"/>
    <w:p w:rsidR="00B4321E" w:rsidRDefault="00B4321E" w:rsidP="003911AD"/>
    <w:p w:rsidR="00B4321E" w:rsidRDefault="00B4321E" w:rsidP="003911AD"/>
    <w:p w:rsidR="00B4321E" w:rsidRDefault="00B4321E" w:rsidP="003911AD"/>
    <w:sectPr w:rsidR="00B4321E" w:rsidSect="001142E0">
      <w:pgSz w:w="11909" w:h="16834"/>
      <w:pgMar w:top="-510" w:right="510" w:bottom="357" w:left="510" w:header="720" w:footer="720" w:gutter="624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7088A5A"/>
    <w:lvl w:ilvl="0">
      <w:numFmt w:val="bullet"/>
      <w:lvlText w:val="*"/>
      <w:lvlJc w:val="left"/>
    </w:lvl>
  </w:abstractNum>
  <w:abstractNum w:abstractNumId="1">
    <w:nsid w:val="04EC0F21"/>
    <w:multiLevelType w:val="hybridMultilevel"/>
    <w:tmpl w:val="7C008C10"/>
    <w:lvl w:ilvl="0" w:tplc="8E722A12">
      <w:start w:val="6"/>
      <w:numFmt w:val="decimal"/>
      <w:lvlText w:val="%1."/>
      <w:lvlJc w:val="left"/>
      <w:pPr>
        <w:tabs>
          <w:tab w:val="num" w:pos="584"/>
        </w:tabs>
        <w:ind w:left="584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89"/>
        </w:tabs>
        <w:ind w:left="12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09"/>
        </w:tabs>
        <w:ind w:left="20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29"/>
        </w:tabs>
        <w:ind w:left="27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49"/>
        </w:tabs>
        <w:ind w:left="34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69"/>
        </w:tabs>
        <w:ind w:left="41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89"/>
        </w:tabs>
        <w:ind w:left="48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09"/>
        </w:tabs>
        <w:ind w:left="56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29"/>
        </w:tabs>
        <w:ind w:left="6329" w:hanging="180"/>
      </w:pPr>
      <w:rPr>
        <w:rFonts w:cs="Times New Roman"/>
      </w:rPr>
    </w:lvl>
  </w:abstractNum>
  <w:abstractNum w:abstractNumId="2">
    <w:nsid w:val="151D1F8E"/>
    <w:multiLevelType w:val="singleLevel"/>
    <w:tmpl w:val="899A6E3C"/>
    <w:lvl w:ilvl="0">
      <w:start w:val="1"/>
      <w:numFmt w:val="decimal"/>
      <w:lvlText w:val="11.%1."/>
      <w:legacy w:legacy="1" w:legacySpace="0" w:legacyIndent="433"/>
      <w:lvlJc w:val="left"/>
      <w:rPr>
        <w:rFonts w:ascii="Times New Roman" w:hAnsi="Times New Roman" w:cs="Times New Roman" w:hint="default"/>
      </w:rPr>
    </w:lvl>
  </w:abstractNum>
  <w:abstractNum w:abstractNumId="3">
    <w:nsid w:val="2D30342F"/>
    <w:multiLevelType w:val="singleLevel"/>
    <w:tmpl w:val="6A8C0784"/>
    <w:lvl w:ilvl="0">
      <w:start w:val="1"/>
      <w:numFmt w:val="decimal"/>
      <w:lvlText w:val="9.%1."/>
      <w:legacy w:legacy="1" w:legacySpace="0" w:legacyIndent="598"/>
      <w:lvlJc w:val="left"/>
      <w:rPr>
        <w:rFonts w:ascii="Times New Roman" w:hAnsi="Times New Roman" w:cs="Times New Roman" w:hint="default"/>
      </w:rPr>
    </w:lvl>
  </w:abstractNum>
  <w:abstractNum w:abstractNumId="4">
    <w:nsid w:val="327F78C7"/>
    <w:multiLevelType w:val="singleLevel"/>
    <w:tmpl w:val="F4A0680A"/>
    <w:lvl w:ilvl="0">
      <w:start w:val="1"/>
      <w:numFmt w:val="decimal"/>
      <w:lvlText w:val="3.%1."/>
      <w:legacy w:legacy="1" w:legacySpace="0" w:legacyIndent="367"/>
      <w:lvlJc w:val="left"/>
      <w:rPr>
        <w:rFonts w:ascii="Times New Roman" w:hAnsi="Times New Roman" w:cs="Times New Roman" w:hint="default"/>
        <w:b w:val="0"/>
        <w:bCs w:val="0"/>
      </w:rPr>
    </w:lvl>
  </w:abstractNum>
  <w:abstractNum w:abstractNumId="5">
    <w:nsid w:val="41A04F80"/>
    <w:multiLevelType w:val="multilevel"/>
    <w:tmpl w:val="43A6B19A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>
    <w:nsid w:val="46810693"/>
    <w:multiLevelType w:val="singleLevel"/>
    <w:tmpl w:val="D4E03972"/>
    <w:lvl w:ilvl="0">
      <w:start w:val="2"/>
      <w:numFmt w:val="decimal"/>
      <w:lvlText w:val="2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7">
    <w:nsid w:val="48FE06B5"/>
    <w:multiLevelType w:val="singleLevel"/>
    <w:tmpl w:val="1D709E02"/>
    <w:lvl w:ilvl="0">
      <w:start w:val="1"/>
      <w:numFmt w:val="decimal"/>
      <w:lvlText w:val="10.%1."/>
      <w:legacy w:legacy="1" w:legacySpace="0" w:legacyIndent="511"/>
      <w:lvlJc w:val="left"/>
      <w:rPr>
        <w:rFonts w:ascii="Times New Roman" w:hAnsi="Times New Roman" w:cs="Times New Roman" w:hint="default"/>
      </w:rPr>
    </w:lvl>
  </w:abstractNum>
  <w:abstractNum w:abstractNumId="8">
    <w:nsid w:val="670E5BFC"/>
    <w:multiLevelType w:val="hybridMultilevel"/>
    <w:tmpl w:val="066A54F0"/>
    <w:lvl w:ilvl="0" w:tplc="30FA768A">
      <w:start w:val="7"/>
      <w:numFmt w:val="decimal"/>
      <w:lvlText w:val="%1."/>
      <w:lvlJc w:val="left"/>
      <w:pPr>
        <w:tabs>
          <w:tab w:val="num" w:pos="584"/>
        </w:tabs>
        <w:ind w:left="584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289"/>
        </w:tabs>
        <w:ind w:left="12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09"/>
        </w:tabs>
        <w:ind w:left="20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29"/>
        </w:tabs>
        <w:ind w:left="27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49"/>
        </w:tabs>
        <w:ind w:left="34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69"/>
        </w:tabs>
        <w:ind w:left="41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89"/>
        </w:tabs>
        <w:ind w:left="48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09"/>
        </w:tabs>
        <w:ind w:left="56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29"/>
        </w:tabs>
        <w:ind w:left="6329" w:hanging="180"/>
      </w:pPr>
      <w:rPr>
        <w:rFonts w:cs="Times New Roman"/>
      </w:rPr>
    </w:lvl>
  </w:abstractNum>
  <w:abstractNum w:abstractNumId="9">
    <w:nsid w:val="6D9D71F4"/>
    <w:multiLevelType w:val="singleLevel"/>
    <w:tmpl w:val="C062F2DA"/>
    <w:lvl w:ilvl="0">
      <w:start w:val="4"/>
      <w:numFmt w:val="decimal"/>
      <w:lvlText w:val="3.%1."/>
      <w:legacy w:legacy="1" w:legacySpace="0" w:legacyIndent="396"/>
      <w:lvlJc w:val="left"/>
      <w:rPr>
        <w:rFonts w:ascii="Times New Roman" w:hAnsi="Times New Roman" w:cs="Times New Roman" w:hint="default"/>
      </w:rPr>
    </w:lvl>
  </w:abstractNum>
  <w:abstractNum w:abstractNumId="10">
    <w:nsid w:val="72F61D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0"/>
    <w:lvlOverride w:ilvl="0">
      <w:lvl w:ilvl="0">
        <w:numFmt w:val="bullet"/>
        <w:lvlText w:val="-"/>
        <w:legacy w:legacy="1" w:legacySpace="0" w:legacyIndent="115"/>
        <w:lvlJc w:val="left"/>
        <w:rPr>
          <w:rFonts w:ascii="Times New Roman" w:hAnsi="Times New Roman" w:hint="default"/>
        </w:rPr>
      </w:lvl>
    </w:lvlOverride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1"/>
  </w:num>
  <w:num w:numId="10">
    <w:abstractNumId w:val="1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00B8"/>
    <w:rsid w:val="00021EEE"/>
    <w:rsid w:val="00051176"/>
    <w:rsid w:val="00082DB1"/>
    <w:rsid w:val="000F55DE"/>
    <w:rsid w:val="001142E0"/>
    <w:rsid w:val="001179B1"/>
    <w:rsid w:val="00192BC2"/>
    <w:rsid w:val="001F78C6"/>
    <w:rsid w:val="002016D1"/>
    <w:rsid w:val="002A6019"/>
    <w:rsid w:val="002D2F8A"/>
    <w:rsid w:val="002E792B"/>
    <w:rsid w:val="0030616C"/>
    <w:rsid w:val="00310D53"/>
    <w:rsid w:val="003308E4"/>
    <w:rsid w:val="00343A66"/>
    <w:rsid w:val="00376A54"/>
    <w:rsid w:val="00384B4F"/>
    <w:rsid w:val="003904DA"/>
    <w:rsid w:val="003911AD"/>
    <w:rsid w:val="003A1CA1"/>
    <w:rsid w:val="00474664"/>
    <w:rsid w:val="0048265A"/>
    <w:rsid w:val="004B56F4"/>
    <w:rsid w:val="004B6EF4"/>
    <w:rsid w:val="004C4FF0"/>
    <w:rsid w:val="004D5ACC"/>
    <w:rsid w:val="00513F12"/>
    <w:rsid w:val="005357D1"/>
    <w:rsid w:val="0055027B"/>
    <w:rsid w:val="00567BAE"/>
    <w:rsid w:val="00582B7E"/>
    <w:rsid w:val="005A2C76"/>
    <w:rsid w:val="005B60E4"/>
    <w:rsid w:val="005C300A"/>
    <w:rsid w:val="00675998"/>
    <w:rsid w:val="006D0631"/>
    <w:rsid w:val="00760486"/>
    <w:rsid w:val="00784A7F"/>
    <w:rsid w:val="007A22AC"/>
    <w:rsid w:val="007C00B8"/>
    <w:rsid w:val="00820A5B"/>
    <w:rsid w:val="008276B5"/>
    <w:rsid w:val="008932DD"/>
    <w:rsid w:val="008E702F"/>
    <w:rsid w:val="00961F57"/>
    <w:rsid w:val="009729B1"/>
    <w:rsid w:val="009E3482"/>
    <w:rsid w:val="00A707EA"/>
    <w:rsid w:val="00A97395"/>
    <w:rsid w:val="00B10869"/>
    <w:rsid w:val="00B11BD9"/>
    <w:rsid w:val="00B4321E"/>
    <w:rsid w:val="00BB3082"/>
    <w:rsid w:val="00C0047D"/>
    <w:rsid w:val="00D15CEA"/>
    <w:rsid w:val="00D72E8E"/>
    <w:rsid w:val="00DA5368"/>
    <w:rsid w:val="00DF0C90"/>
    <w:rsid w:val="00E13E6C"/>
    <w:rsid w:val="00ED24CD"/>
    <w:rsid w:val="00F41719"/>
    <w:rsid w:val="00F710B3"/>
    <w:rsid w:val="00F81EF8"/>
    <w:rsid w:val="00FA57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00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"/>
    <w:basedOn w:val="Normal"/>
    <w:uiPriority w:val="99"/>
    <w:rsid w:val="007C00B8"/>
    <w:pPr>
      <w:widowControl/>
      <w:autoSpaceDE/>
      <w:autoSpaceDN/>
      <w:adjustRightInd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rsid w:val="00021EEE"/>
    <w:pPr>
      <w:widowControl/>
      <w:autoSpaceDE/>
      <w:autoSpaceDN/>
      <w:adjustRightInd/>
      <w:spacing w:after="120" w:line="480" w:lineRule="auto"/>
      <w:ind w:left="283"/>
    </w:pPr>
    <w:rPr>
      <w:rFonts w:ascii="MS Sans Serif" w:hAnsi="MS Sans Serif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21EEE"/>
    <w:rPr>
      <w:rFonts w:ascii="MS Sans Serif" w:hAnsi="MS Sans Serif" w:cs="Times New Roman"/>
      <w:sz w:val="20"/>
      <w:szCs w:val="20"/>
      <w:lang w:val="en-US" w:eastAsia="ru-RU"/>
    </w:rPr>
  </w:style>
  <w:style w:type="paragraph" w:styleId="ListParagraph">
    <w:name w:val="List Paragraph"/>
    <w:basedOn w:val="Normal"/>
    <w:uiPriority w:val="99"/>
    <w:qFormat/>
    <w:rsid w:val="005502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148</TotalTime>
  <Pages>3</Pages>
  <Words>1979</Words>
  <Characters>11284</Characters>
  <Application>Microsoft Office Outlook</Application>
  <DocSecurity>0</DocSecurity>
  <Lines>0</Lines>
  <Paragraphs>0</Paragraphs>
  <ScaleCrop>false</ScaleCrop>
  <Company>МОУ СОШ №14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buh2</cp:lastModifiedBy>
  <cp:revision>28</cp:revision>
  <cp:lastPrinted>2010-05-04T04:30:00Z</cp:lastPrinted>
  <dcterms:created xsi:type="dcterms:W3CDTF">2010-04-29T06:30:00Z</dcterms:created>
  <dcterms:modified xsi:type="dcterms:W3CDTF">2013-04-29T06:23:00Z</dcterms:modified>
</cp:coreProperties>
</file>