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6F6" w:rsidRDefault="004136F6" w:rsidP="00760647">
      <w:pPr>
        <w:jc w:val="right"/>
        <w:rPr>
          <w:rFonts w:ascii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lang w:eastAsia="ru-RU"/>
        </w:rPr>
        <w:t xml:space="preserve">Приложение №2 </w:t>
      </w:r>
    </w:p>
    <w:p w:rsidR="004136F6" w:rsidRDefault="004136F6" w:rsidP="00760647">
      <w:pPr>
        <w:jc w:val="center"/>
        <w:rPr>
          <w:rFonts w:ascii="Times New Roman" w:hAnsi="Times New Roman" w:cs="Times New Roman"/>
          <w:b/>
          <w:bCs/>
          <w:color w:val="000000"/>
          <w:lang w:eastAsia="ru-RU"/>
        </w:rPr>
      </w:pPr>
    </w:p>
    <w:p w:rsidR="004136F6" w:rsidRPr="00760647" w:rsidRDefault="004136F6" w:rsidP="00760647">
      <w:pPr>
        <w:jc w:val="center"/>
        <w:rPr>
          <w:rFonts w:ascii="Times New Roman" w:hAnsi="Times New Roman" w:cs="Times New Roman"/>
          <w:b/>
          <w:bCs/>
          <w:color w:val="000000"/>
          <w:lang w:eastAsia="ru-RU"/>
        </w:rPr>
      </w:pPr>
      <w:r w:rsidRPr="00760647">
        <w:rPr>
          <w:rFonts w:ascii="Times New Roman" w:hAnsi="Times New Roman" w:cs="Times New Roman"/>
          <w:b/>
          <w:bCs/>
          <w:color w:val="000000"/>
          <w:lang w:eastAsia="ru-RU"/>
        </w:rPr>
        <w:t>ТЕХНИЧЕСКОЕ ЗАДАНИЕ</w:t>
      </w:r>
    </w:p>
    <w:p w:rsidR="004136F6" w:rsidRPr="00760647" w:rsidRDefault="004136F6" w:rsidP="00760647">
      <w:pPr>
        <w:jc w:val="center"/>
        <w:rPr>
          <w:rFonts w:ascii="Times New Roman" w:hAnsi="Times New Roman" w:cs="Times New Roman"/>
          <w:color w:val="000000"/>
          <w:lang w:eastAsia="ru-RU"/>
        </w:rPr>
      </w:pPr>
      <w:r w:rsidRPr="00760647">
        <w:rPr>
          <w:rFonts w:ascii="Times New Roman" w:hAnsi="Times New Roman" w:cs="Times New Roman"/>
          <w:color w:val="000000"/>
          <w:lang w:eastAsia="ru-RU"/>
        </w:rPr>
        <w:t>на капитальный ремонт.</w:t>
      </w:r>
    </w:p>
    <w:p w:rsidR="004136F6" w:rsidRDefault="004136F6" w:rsidP="00760647">
      <w:pPr>
        <w:jc w:val="center"/>
        <w:rPr>
          <w:rFonts w:ascii="Times New Roman" w:hAnsi="Times New Roman" w:cs="Times New Roman"/>
          <w:color w:val="000000"/>
          <w:lang w:eastAsia="ru-RU"/>
        </w:rPr>
      </w:pPr>
      <w:r w:rsidRPr="00760647">
        <w:rPr>
          <w:rFonts w:ascii="Times New Roman" w:hAnsi="Times New Roman" w:cs="Times New Roman"/>
          <w:color w:val="000000"/>
          <w:lang w:eastAsia="ru-RU"/>
        </w:rPr>
        <w:t>Устройство отмостки и благоустройство территории дневного стационара</w:t>
      </w:r>
    </w:p>
    <w:p w:rsidR="004136F6" w:rsidRPr="00760647" w:rsidRDefault="004136F6" w:rsidP="00760647">
      <w:pPr>
        <w:jc w:val="center"/>
        <w:rPr>
          <w:rFonts w:ascii="Times New Roman" w:hAnsi="Times New Roman" w:cs="Times New Roman"/>
        </w:rPr>
      </w:pPr>
      <w:r w:rsidRPr="00760647">
        <w:rPr>
          <w:rFonts w:ascii="Times New Roman" w:hAnsi="Times New Roman" w:cs="Times New Roman"/>
          <w:color w:val="000000"/>
          <w:lang w:eastAsia="ru-RU"/>
        </w:rPr>
        <w:t xml:space="preserve">  по адресу г.Пермь,  ул. Муромская, 24</w:t>
      </w:r>
      <w:r>
        <w:rPr>
          <w:rFonts w:ascii="Times New Roman" w:hAnsi="Times New Roman" w:cs="Times New Roman"/>
          <w:color w:val="000000"/>
          <w:lang w:eastAsia="ru-RU"/>
        </w:rPr>
        <w:t>.</w:t>
      </w:r>
    </w:p>
    <w:p w:rsidR="004136F6" w:rsidRPr="00760647" w:rsidRDefault="004136F6">
      <w:pPr>
        <w:rPr>
          <w:rFonts w:ascii="Times New Roman" w:hAnsi="Times New Roman" w:cs="Times New Roman"/>
        </w:rPr>
      </w:pPr>
    </w:p>
    <w:p w:rsidR="004136F6" w:rsidRPr="00760647" w:rsidRDefault="004136F6">
      <w:pPr>
        <w:rPr>
          <w:rFonts w:ascii="Times New Roman" w:hAnsi="Times New Roman" w:cs="Times New Roman"/>
        </w:rPr>
      </w:pPr>
      <w:r w:rsidRPr="00760647">
        <w:rPr>
          <w:rFonts w:ascii="Times New Roman" w:hAnsi="Times New Roman" w:cs="Times New Roman"/>
        </w:rPr>
        <w:t>1. Требования к работе: работы по устройству отмостки и благоустройству територии должны быть выполнены в соответствии со строительными правилами.</w:t>
      </w:r>
    </w:p>
    <w:p w:rsidR="004136F6" w:rsidRPr="00760647" w:rsidRDefault="004136F6">
      <w:pPr>
        <w:rPr>
          <w:rFonts w:ascii="Times New Roman" w:hAnsi="Times New Roman" w:cs="Times New Roman"/>
        </w:rPr>
      </w:pPr>
      <w:r w:rsidRPr="00760647">
        <w:rPr>
          <w:rFonts w:ascii="Times New Roman" w:hAnsi="Times New Roman" w:cs="Times New Roman"/>
        </w:rPr>
        <w:t>2. Требования к применяемым строительным материалам и конструкциям:</w:t>
      </w:r>
    </w:p>
    <w:p w:rsidR="004136F6" w:rsidRPr="00760647" w:rsidRDefault="004136F6">
      <w:pPr>
        <w:rPr>
          <w:rFonts w:ascii="Times New Roman" w:hAnsi="Times New Roman" w:cs="Times New Roman"/>
        </w:rPr>
      </w:pPr>
      <w:r w:rsidRPr="00760647">
        <w:rPr>
          <w:rFonts w:ascii="Times New Roman" w:hAnsi="Times New Roman" w:cs="Times New Roman"/>
        </w:rPr>
        <w:t>Материалы должны соответствовать требованиям ГОСТ, ТУ и др., регламентирующим качество строительных материалов и конструкций</w:t>
      </w:r>
    </w:p>
    <w:p w:rsidR="004136F6" w:rsidRPr="00760647" w:rsidRDefault="004136F6">
      <w:pPr>
        <w:rPr>
          <w:rFonts w:ascii="Times New Roman" w:hAnsi="Times New Roman" w:cs="Times New Roman"/>
        </w:rPr>
      </w:pPr>
      <w:r w:rsidRPr="00760647">
        <w:rPr>
          <w:rFonts w:ascii="Times New Roman" w:hAnsi="Times New Roman" w:cs="Times New Roman"/>
        </w:rPr>
        <w:t>Должна быть  выполнена гидроизоляция стен здания на глубину 0,5 м обмазкой битумом за 2 раза.</w:t>
      </w:r>
    </w:p>
    <w:p w:rsidR="004136F6" w:rsidRPr="00760647" w:rsidRDefault="004136F6">
      <w:pPr>
        <w:rPr>
          <w:rFonts w:ascii="Times New Roman" w:hAnsi="Times New Roman" w:cs="Times New Roman"/>
        </w:rPr>
      </w:pPr>
      <w:r w:rsidRPr="00760647">
        <w:rPr>
          <w:rFonts w:ascii="Times New Roman" w:hAnsi="Times New Roman" w:cs="Times New Roman"/>
        </w:rPr>
        <w:t>Выбрать грунт на глубину 0,5 м, уплотнить грунт трамбовками.</w:t>
      </w:r>
    </w:p>
    <w:p w:rsidR="004136F6" w:rsidRPr="00760647" w:rsidRDefault="004136F6">
      <w:pPr>
        <w:rPr>
          <w:rFonts w:ascii="Times New Roman" w:hAnsi="Times New Roman" w:cs="Times New Roman"/>
        </w:rPr>
      </w:pPr>
      <w:r w:rsidRPr="00760647">
        <w:rPr>
          <w:rFonts w:ascii="Times New Roman" w:hAnsi="Times New Roman" w:cs="Times New Roman"/>
        </w:rPr>
        <w:t>Произвести засыпку щебнем, гравием или ПГС  с формированием уклона. Ширина отмостки 1 м от здания.</w:t>
      </w:r>
    </w:p>
    <w:p w:rsidR="004136F6" w:rsidRPr="00760647" w:rsidRDefault="004136F6">
      <w:pPr>
        <w:rPr>
          <w:rFonts w:ascii="Times New Roman" w:hAnsi="Times New Roman" w:cs="Times New Roman"/>
        </w:rPr>
      </w:pPr>
      <w:r w:rsidRPr="00760647">
        <w:rPr>
          <w:rFonts w:ascii="Times New Roman" w:hAnsi="Times New Roman" w:cs="Times New Roman"/>
        </w:rPr>
        <w:t>По уплотненному слою ПГС  уложить асфальтобетонное покрытие толщиной 6 см.</w:t>
      </w:r>
    </w:p>
    <w:p w:rsidR="004136F6" w:rsidRPr="00760647" w:rsidRDefault="004136F6">
      <w:pPr>
        <w:rPr>
          <w:rFonts w:ascii="Times New Roman" w:hAnsi="Times New Roman" w:cs="Times New Roman"/>
        </w:rPr>
      </w:pPr>
      <w:r w:rsidRPr="00760647">
        <w:rPr>
          <w:rFonts w:ascii="Times New Roman" w:hAnsi="Times New Roman" w:cs="Times New Roman"/>
        </w:rPr>
        <w:t>Получить разрешение на санитарную вырубку деревьев.</w:t>
      </w:r>
    </w:p>
    <w:p w:rsidR="004136F6" w:rsidRPr="00760647" w:rsidRDefault="004136F6">
      <w:pPr>
        <w:rPr>
          <w:rFonts w:ascii="Times New Roman" w:hAnsi="Times New Roman" w:cs="Times New Roman"/>
        </w:rPr>
      </w:pPr>
      <w:r w:rsidRPr="00760647">
        <w:rPr>
          <w:rFonts w:ascii="Times New Roman" w:hAnsi="Times New Roman" w:cs="Times New Roman"/>
        </w:rPr>
        <w:t>Убрать  50 шт деревьев и кустарники из санитарной зоны вокруг здания.</w:t>
      </w:r>
    </w:p>
    <w:p w:rsidR="004136F6" w:rsidRPr="00760647" w:rsidRDefault="004136F6">
      <w:pPr>
        <w:rPr>
          <w:rFonts w:ascii="Times New Roman" w:hAnsi="Times New Roman" w:cs="Times New Roman"/>
        </w:rPr>
      </w:pPr>
      <w:r w:rsidRPr="00760647">
        <w:rPr>
          <w:rFonts w:ascii="Times New Roman" w:hAnsi="Times New Roman" w:cs="Times New Roman"/>
        </w:rPr>
        <w:t>Мусор вывозить регулярно в процессе валки деревьев.</w:t>
      </w:r>
    </w:p>
    <w:p w:rsidR="004136F6" w:rsidRPr="00760647" w:rsidRDefault="004136F6">
      <w:pPr>
        <w:rPr>
          <w:rFonts w:ascii="Times New Roman" w:hAnsi="Times New Roman" w:cs="Times New Roman"/>
        </w:rPr>
      </w:pPr>
    </w:p>
    <w:p w:rsidR="004136F6" w:rsidRPr="00760647" w:rsidRDefault="004136F6">
      <w:pPr>
        <w:rPr>
          <w:rFonts w:ascii="Times New Roman" w:hAnsi="Times New Roman" w:cs="Times New Roman"/>
        </w:rPr>
      </w:pPr>
      <w:r w:rsidRPr="00760647">
        <w:rPr>
          <w:rFonts w:ascii="Times New Roman" w:hAnsi="Times New Roman" w:cs="Times New Roman"/>
        </w:rPr>
        <w:t>Составил                                                         Бородина Т.А</w:t>
      </w:r>
      <w:bookmarkStart w:id="0" w:name="_GoBack"/>
      <w:bookmarkEnd w:id="0"/>
    </w:p>
    <w:sectPr w:rsidR="004136F6" w:rsidRPr="00760647" w:rsidSect="00D71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C5E"/>
    <w:rsid w:val="00055C0B"/>
    <w:rsid w:val="00114AD6"/>
    <w:rsid w:val="0018449E"/>
    <w:rsid w:val="001F09C2"/>
    <w:rsid w:val="00234693"/>
    <w:rsid w:val="003973C4"/>
    <w:rsid w:val="004136F6"/>
    <w:rsid w:val="004412D6"/>
    <w:rsid w:val="00464CF6"/>
    <w:rsid w:val="004E40F1"/>
    <w:rsid w:val="00623C94"/>
    <w:rsid w:val="006B5EC8"/>
    <w:rsid w:val="00733CF1"/>
    <w:rsid w:val="00760647"/>
    <w:rsid w:val="00792B57"/>
    <w:rsid w:val="007972E6"/>
    <w:rsid w:val="008203E1"/>
    <w:rsid w:val="008B430C"/>
    <w:rsid w:val="009A099D"/>
    <w:rsid w:val="009A5FEF"/>
    <w:rsid w:val="00C14CC3"/>
    <w:rsid w:val="00C3688A"/>
    <w:rsid w:val="00C94102"/>
    <w:rsid w:val="00CD1446"/>
    <w:rsid w:val="00D710C9"/>
    <w:rsid w:val="00D94C5E"/>
    <w:rsid w:val="00E30F43"/>
    <w:rsid w:val="00FB3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88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12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71</TotalTime>
  <Pages>1</Pages>
  <Words>162</Words>
  <Characters>930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459</cp:lastModifiedBy>
  <cp:revision>7</cp:revision>
  <cp:lastPrinted>2013-04-24T05:08:00Z</cp:lastPrinted>
  <dcterms:created xsi:type="dcterms:W3CDTF">2012-08-04T18:49:00Z</dcterms:created>
  <dcterms:modified xsi:type="dcterms:W3CDTF">2013-05-14T10:24:00Z</dcterms:modified>
</cp:coreProperties>
</file>