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0F9" w:rsidRPr="00221945" w:rsidRDefault="007530F9" w:rsidP="00221945">
      <w:pPr>
        <w:jc w:val="right"/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Приложение №2</w:t>
      </w:r>
    </w:p>
    <w:p w:rsidR="007530F9" w:rsidRPr="00221945" w:rsidRDefault="007530F9" w:rsidP="00221945">
      <w:pPr>
        <w:jc w:val="center"/>
        <w:rPr>
          <w:rFonts w:ascii="Times New Roman" w:hAnsi="Times New Roman" w:cs="Times New Roman"/>
          <w:b/>
          <w:bCs/>
        </w:rPr>
      </w:pPr>
      <w:r w:rsidRPr="00221945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7530F9" w:rsidRPr="00221945" w:rsidRDefault="007530F9" w:rsidP="00221945">
      <w:pPr>
        <w:jc w:val="center"/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  <w:color w:val="000000"/>
          <w:lang w:eastAsia="ru-RU"/>
        </w:rPr>
        <w:t>на капитальный ремонт. Устройство пандуса и отмостки в женской консультации № 2 по адресу г.Пермь, ул. Н.Островского 111.</w:t>
      </w:r>
    </w:p>
    <w:p w:rsidR="007530F9" w:rsidRPr="00221945" w:rsidRDefault="007530F9">
      <w:pPr>
        <w:rPr>
          <w:rFonts w:ascii="Times New Roman" w:hAnsi="Times New Roman" w:cs="Times New Roman"/>
        </w:rPr>
      </w:pP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1. Требования к работе: работы по устройству пандусов и отмостки должны быть выполнены в соответствии с требованиями СаНПиНа и со строительными нормами и правилами.</w:t>
      </w: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</w:t>
      </w: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Пандус главного входа:</w:t>
      </w: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Разобрать кирпичные ограждения и крыльцо главного входа</w:t>
      </w:r>
      <w:r>
        <w:rPr>
          <w:rFonts w:ascii="Times New Roman" w:hAnsi="Times New Roman" w:cs="Times New Roman"/>
        </w:rPr>
        <w:t xml:space="preserve">. </w:t>
      </w:r>
      <w:r w:rsidRPr="00221945">
        <w:rPr>
          <w:rFonts w:ascii="Times New Roman" w:hAnsi="Times New Roman" w:cs="Times New Roman"/>
        </w:rPr>
        <w:t>Выполнить крыльцо и пандус  с укладкой подстилающих слоев из ПГС, с устройством армированных перекрытий по балкам, с установкой ограждений из нержавеющей стали.</w:t>
      </w: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Отмостка:</w:t>
      </w: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Разобрать существующую отмостку и выполнить отмостку из бетона (асфальтобетона) по подстилающему слою из ПГС.</w:t>
      </w:r>
    </w:p>
    <w:p w:rsidR="007530F9" w:rsidRPr="00221945" w:rsidRDefault="007530F9">
      <w:pPr>
        <w:rPr>
          <w:rFonts w:ascii="Times New Roman" w:hAnsi="Times New Roman" w:cs="Times New Roman"/>
        </w:rPr>
      </w:pPr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Регулярно вывозить мусор.</w:t>
      </w:r>
      <w:bookmarkStart w:id="0" w:name="_GoBack"/>
      <w:bookmarkEnd w:id="0"/>
    </w:p>
    <w:p w:rsidR="007530F9" w:rsidRPr="00221945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РАБОТЫ ВЫПОЛНЯТЬ В ДЕЙСТВУЮЩЕЙ ПОЛИКЛИНИКЕ!</w:t>
      </w:r>
    </w:p>
    <w:p w:rsidR="007530F9" w:rsidRPr="00221945" w:rsidRDefault="007530F9">
      <w:pPr>
        <w:rPr>
          <w:rFonts w:ascii="Times New Roman" w:hAnsi="Times New Roman" w:cs="Times New Roman"/>
        </w:rPr>
      </w:pPr>
    </w:p>
    <w:p w:rsidR="007530F9" w:rsidRPr="00221945" w:rsidRDefault="007530F9">
      <w:pPr>
        <w:rPr>
          <w:rFonts w:ascii="Times New Roman" w:hAnsi="Times New Roman" w:cs="Times New Roman"/>
        </w:rPr>
      </w:pPr>
    </w:p>
    <w:p w:rsidR="007530F9" w:rsidRDefault="007530F9">
      <w:pPr>
        <w:rPr>
          <w:rFonts w:ascii="Times New Roman" w:hAnsi="Times New Roman" w:cs="Times New Roman"/>
        </w:rPr>
      </w:pPr>
      <w:r w:rsidRPr="00221945">
        <w:rPr>
          <w:rFonts w:ascii="Times New Roman" w:hAnsi="Times New Roman" w:cs="Times New Roman"/>
        </w:rPr>
        <w:t>Составил   Бородина Т.А</w:t>
      </w:r>
    </w:p>
    <w:p w:rsidR="007530F9" w:rsidRPr="00221945" w:rsidRDefault="007530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тел.(342)281-39-31</w:t>
      </w:r>
    </w:p>
    <w:sectPr w:rsidR="007530F9" w:rsidRPr="00221945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1EB3"/>
    <w:rsid w:val="00055C0B"/>
    <w:rsid w:val="000E1B0F"/>
    <w:rsid w:val="000E3CE9"/>
    <w:rsid w:val="00114AD6"/>
    <w:rsid w:val="00221945"/>
    <w:rsid w:val="00234693"/>
    <w:rsid w:val="002447A9"/>
    <w:rsid w:val="00377874"/>
    <w:rsid w:val="003973C4"/>
    <w:rsid w:val="003C372B"/>
    <w:rsid w:val="00464CF6"/>
    <w:rsid w:val="004E40F1"/>
    <w:rsid w:val="005C1B76"/>
    <w:rsid w:val="005C7662"/>
    <w:rsid w:val="00623C94"/>
    <w:rsid w:val="00695FCD"/>
    <w:rsid w:val="006B493D"/>
    <w:rsid w:val="007530F9"/>
    <w:rsid w:val="00783F37"/>
    <w:rsid w:val="00792B57"/>
    <w:rsid w:val="008203E1"/>
    <w:rsid w:val="008B430C"/>
    <w:rsid w:val="008C0431"/>
    <w:rsid w:val="008C5D4A"/>
    <w:rsid w:val="00910343"/>
    <w:rsid w:val="00960CAE"/>
    <w:rsid w:val="009A099D"/>
    <w:rsid w:val="009A5FEF"/>
    <w:rsid w:val="00BC206D"/>
    <w:rsid w:val="00C14CC3"/>
    <w:rsid w:val="00C810D3"/>
    <w:rsid w:val="00C94102"/>
    <w:rsid w:val="00CC45F2"/>
    <w:rsid w:val="00CD1446"/>
    <w:rsid w:val="00D15DA9"/>
    <w:rsid w:val="00D710C9"/>
    <w:rsid w:val="00D94C5E"/>
    <w:rsid w:val="00D951DC"/>
    <w:rsid w:val="00E04486"/>
    <w:rsid w:val="00E9139E"/>
    <w:rsid w:val="00FB38F3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1D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C45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6A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54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148</Words>
  <Characters>844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12</cp:revision>
  <cp:lastPrinted>2013-06-10T09:32:00Z</cp:lastPrinted>
  <dcterms:created xsi:type="dcterms:W3CDTF">2013-02-13T17:32:00Z</dcterms:created>
  <dcterms:modified xsi:type="dcterms:W3CDTF">2013-06-10T09:33:00Z</dcterms:modified>
</cp:coreProperties>
</file>