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F4" w:rsidRPr="004B684A" w:rsidRDefault="002631F4" w:rsidP="004B684A">
      <w:pPr>
        <w:jc w:val="right"/>
        <w:rPr>
          <w:rFonts w:ascii="Times New Roman" w:hAnsi="Times New Roman" w:cs="Times New Roman"/>
        </w:rPr>
      </w:pPr>
      <w:r w:rsidRPr="004B684A">
        <w:rPr>
          <w:rFonts w:ascii="Times New Roman" w:hAnsi="Times New Roman" w:cs="Times New Roman"/>
        </w:rPr>
        <w:t>Приложение №2</w:t>
      </w:r>
    </w:p>
    <w:p w:rsidR="002631F4" w:rsidRPr="00103108" w:rsidRDefault="002631F4" w:rsidP="004B684A">
      <w:pPr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103108">
        <w:rPr>
          <w:rFonts w:ascii="Times New Roman" w:hAnsi="Times New Roman" w:cs="Times New Roman"/>
          <w:b/>
          <w:bCs/>
          <w:color w:val="000000"/>
          <w:lang w:eastAsia="ru-RU"/>
        </w:rPr>
        <w:t>ТЕХНИЧЕСКОЕ ЗАДАНИЕ</w:t>
      </w:r>
    </w:p>
    <w:p w:rsidR="002631F4" w:rsidRPr="00103108" w:rsidRDefault="002631F4" w:rsidP="00103108">
      <w:pPr>
        <w:jc w:val="center"/>
        <w:rPr>
          <w:rFonts w:ascii="Times New Roman" w:hAnsi="Times New Roman" w:cs="Times New Roman"/>
          <w:b/>
          <w:bCs/>
        </w:rPr>
      </w:pPr>
      <w:r w:rsidRPr="00103108">
        <w:rPr>
          <w:rFonts w:ascii="Times New Roman" w:hAnsi="Times New Roman" w:cs="Times New Roman"/>
          <w:b/>
          <w:bCs/>
          <w:color w:val="000000"/>
          <w:lang w:eastAsia="ru-RU"/>
        </w:rPr>
        <w:t xml:space="preserve">на капитальный ремонт помещений в женской консультации № 2 по адресу г.Пермь, ул.Н.Островского,111 </w:t>
      </w:r>
    </w:p>
    <w:p w:rsidR="002631F4" w:rsidRPr="004B684A" w:rsidRDefault="002631F4">
      <w:pPr>
        <w:rPr>
          <w:rFonts w:ascii="Times New Roman" w:hAnsi="Times New Roman" w:cs="Times New Roman"/>
        </w:rPr>
      </w:pPr>
      <w:r w:rsidRPr="004B684A">
        <w:rPr>
          <w:rFonts w:ascii="Times New Roman" w:hAnsi="Times New Roman" w:cs="Times New Roman"/>
        </w:rPr>
        <w:t>1. Требования к работе: работы по устройству регистратуры  должны быть выполнены в соответствии с требованиями СаНПина и строительными нормами и правилами.</w:t>
      </w:r>
    </w:p>
    <w:p w:rsidR="002631F4" w:rsidRPr="004B684A" w:rsidRDefault="002631F4">
      <w:pPr>
        <w:rPr>
          <w:rFonts w:ascii="Times New Roman" w:hAnsi="Times New Roman" w:cs="Times New Roman"/>
        </w:rPr>
      </w:pPr>
      <w:r w:rsidRPr="004B684A">
        <w:rPr>
          <w:rFonts w:ascii="Times New Roman" w:hAnsi="Times New Roman" w:cs="Times New Roman"/>
        </w:rPr>
        <w:t>2. Требования к применяемым строительным материалам и конструкциям:</w:t>
      </w:r>
    </w:p>
    <w:p w:rsidR="002631F4" w:rsidRPr="004B684A" w:rsidRDefault="002631F4">
      <w:pPr>
        <w:rPr>
          <w:rFonts w:ascii="Times New Roman" w:hAnsi="Times New Roman" w:cs="Times New Roman"/>
        </w:rPr>
      </w:pPr>
      <w:r w:rsidRPr="004B684A">
        <w:rPr>
          <w:rFonts w:ascii="Times New Roman" w:hAnsi="Times New Roman" w:cs="Times New Roman"/>
        </w:rPr>
        <w:t>Материалы должны соответствовать требованиям ГОСТ, ТУ и др., регламентирующим качество строительных материалов и конструкций и  согласованы с заказчиком.</w:t>
      </w:r>
    </w:p>
    <w:p w:rsidR="002631F4" w:rsidRPr="004B684A" w:rsidRDefault="002631F4">
      <w:pPr>
        <w:rPr>
          <w:rFonts w:ascii="Times New Roman" w:hAnsi="Times New Roman" w:cs="Times New Roman"/>
        </w:rPr>
      </w:pPr>
      <w:r w:rsidRPr="004B684A">
        <w:rPr>
          <w:rFonts w:ascii="Times New Roman" w:hAnsi="Times New Roman" w:cs="Times New Roman"/>
        </w:rPr>
        <w:t xml:space="preserve">Разобрать кирпичные перегородки,  покрытие пола из линолеума и плитки керамической, пробить проем в перегородке  для установки оконного блока металлопластикового пятикамерного с открывающимися створками. Выполнить усиление проема металлическим уголком  с шириной полки 80 мм с двух сторон и пластинами толщ. 5 мм. </w:t>
      </w:r>
    </w:p>
    <w:p w:rsidR="002631F4" w:rsidRPr="004B684A" w:rsidRDefault="002631F4">
      <w:pPr>
        <w:rPr>
          <w:rFonts w:ascii="Times New Roman" w:hAnsi="Times New Roman" w:cs="Times New Roman"/>
        </w:rPr>
      </w:pPr>
      <w:r w:rsidRPr="004B684A">
        <w:rPr>
          <w:rFonts w:ascii="Times New Roman" w:hAnsi="Times New Roman" w:cs="Times New Roman"/>
        </w:rPr>
        <w:t>Установить подоконную доску с двух сторон.</w:t>
      </w:r>
    </w:p>
    <w:p w:rsidR="002631F4" w:rsidRPr="004B684A" w:rsidRDefault="002631F4">
      <w:pPr>
        <w:rPr>
          <w:rFonts w:ascii="Times New Roman" w:hAnsi="Times New Roman" w:cs="Times New Roman"/>
        </w:rPr>
      </w:pPr>
      <w:r w:rsidRPr="004B684A">
        <w:rPr>
          <w:rFonts w:ascii="Times New Roman" w:hAnsi="Times New Roman" w:cs="Times New Roman"/>
        </w:rPr>
        <w:t>Разобрать  дверные блоки в количестве 4 шт. ,заделать проем  .  Два дверных блока установить.  Дверные блоки –типа финский с накладными замками и ручками-защелками.</w:t>
      </w:r>
    </w:p>
    <w:p w:rsidR="002631F4" w:rsidRPr="004B684A" w:rsidRDefault="002631F4">
      <w:pPr>
        <w:rPr>
          <w:rFonts w:ascii="Times New Roman" w:hAnsi="Times New Roman" w:cs="Times New Roman"/>
        </w:rPr>
      </w:pPr>
      <w:r w:rsidRPr="004B684A">
        <w:rPr>
          <w:rFonts w:ascii="Times New Roman" w:hAnsi="Times New Roman" w:cs="Times New Roman"/>
        </w:rPr>
        <w:t xml:space="preserve">Выполнить сплошное выравнивание стен кабинета, грунтовку и окраску стен водоэмульсионной  интерьерной краской </w:t>
      </w:r>
      <w:r w:rsidRPr="004B684A">
        <w:rPr>
          <w:rFonts w:ascii="Times New Roman" w:hAnsi="Times New Roman" w:cs="Times New Roman"/>
          <w:b/>
          <w:bCs/>
        </w:rPr>
        <w:t xml:space="preserve">ПАРАД </w:t>
      </w:r>
      <w:r w:rsidRPr="004B684A">
        <w:rPr>
          <w:rFonts w:ascii="Times New Roman" w:hAnsi="Times New Roman" w:cs="Times New Roman"/>
          <w:b/>
          <w:bCs/>
          <w:lang w:val="en-US"/>
        </w:rPr>
        <w:t>W</w:t>
      </w:r>
      <w:r w:rsidRPr="004B684A">
        <w:rPr>
          <w:rFonts w:ascii="Times New Roman" w:hAnsi="Times New Roman" w:cs="Times New Roman"/>
          <w:b/>
          <w:bCs/>
        </w:rPr>
        <w:t xml:space="preserve"> 6</w:t>
      </w:r>
      <w:r w:rsidRPr="004B684A">
        <w:rPr>
          <w:rFonts w:ascii="Times New Roman" w:hAnsi="Times New Roman" w:cs="Times New Roman"/>
        </w:rPr>
        <w:t xml:space="preserve"> моющейся с применением хим. средств.</w:t>
      </w:r>
    </w:p>
    <w:p w:rsidR="002631F4" w:rsidRPr="004B684A" w:rsidRDefault="002631F4">
      <w:pPr>
        <w:rPr>
          <w:rFonts w:ascii="Times New Roman" w:hAnsi="Times New Roman" w:cs="Times New Roman"/>
        </w:rPr>
      </w:pPr>
      <w:r w:rsidRPr="004B684A">
        <w:rPr>
          <w:rFonts w:ascii="Times New Roman" w:hAnsi="Times New Roman" w:cs="Times New Roman"/>
        </w:rPr>
        <w:t>Поверхности пола выровнять  и  уложить плитку-керамогранит, Все материалы( качество, цвет) согласовать с Заказчиком</w:t>
      </w:r>
    </w:p>
    <w:p w:rsidR="002631F4" w:rsidRPr="004B684A" w:rsidRDefault="002631F4">
      <w:pPr>
        <w:rPr>
          <w:rFonts w:ascii="Times New Roman" w:hAnsi="Times New Roman" w:cs="Times New Roman"/>
        </w:rPr>
      </w:pPr>
      <w:r w:rsidRPr="004B684A">
        <w:rPr>
          <w:rFonts w:ascii="Times New Roman" w:hAnsi="Times New Roman" w:cs="Times New Roman"/>
        </w:rPr>
        <w:t>Установить оборудование т.е. переставить мойки,  переместить умывальники с хирургическими локтевыми смесителями.</w:t>
      </w:r>
    </w:p>
    <w:p w:rsidR="002631F4" w:rsidRPr="004B684A" w:rsidRDefault="002631F4">
      <w:pPr>
        <w:rPr>
          <w:rFonts w:ascii="Times New Roman" w:hAnsi="Times New Roman" w:cs="Times New Roman"/>
        </w:rPr>
      </w:pPr>
      <w:r w:rsidRPr="004B684A">
        <w:rPr>
          <w:rFonts w:ascii="Times New Roman" w:hAnsi="Times New Roman" w:cs="Times New Roman"/>
        </w:rPr>
        <w:t>Заменить выключатели, розетки на 2х секционные. Заменить растровые светильники на светодиодные  закрытого типа, не менее 3500 Лм.</w:t>
      </w:r>
    </w:p>
    <w:p w:rsidR="002631F4" w:rsidRPr="004B684A" w:rsidRDefault="002631F4">
      <w:pPr>
        <w:rPr>
          <w:rFonts w:ascii="Times New Roman" w:hAnsi="Times New Roman" w:cs="Times New Roman"/>
        </w:rPr>
      </w:pPr>
      <w:r w:rsidRPr="004B684A">
        <w:rPr>
          <w:rFonts w:ascii="Times New Roman" w:hAnsi="Times New Roman" w:cs="Times New Roman"/>
        </w:rPr>
        <w:t>Существующую систему ОПС разобрать и по окончании работ восстановить.</w:t>
      </w:r>
      <w:bookmarkStart w:id="0" w:name="_GoBack"/>
      <w:bookmarkEnd w:id="0"/>
    </w:p>
    <w:p w:rsidR="002631F4" w:rsidRPr="004B684A" w:rsidRDefault="002631F4">
      <w:pPr>
        <w:rPr>
          <w:rFonts w:ascii="Times New Roman" w:hAnsi="Times New Roman" w:cs="Times New Roman"/>
        </w:rPr>
      </w:pPr>
      <w:r w:rsidRPr="004B684A">
        <w:rPr>
          <w:rFonts w:ascii="Times New Roman" w:hAnsi="Times New Roman" w:cs="Times New Roman"/>
        </w:rPr>
        <w:t>Регулярно вывозить мусор.</w:t>
      </w:r>
    </w:p>
    <w:p w:rsidR="002631F4" w:rsidRPr="004B684A" w:rsidRDefault="002631F4">
      <w:pPr>
        <w:rPr>
          <w:rFonts w:ascii="Times New Roman" w:hAnsi="Times New Roman" w:cs="Times New Roman"/>
        </w:rPr>
      </w:pPr>
      <w:r w:rsidRPr="004B684A">
        <w:rPr>
          <w:rFonts w:ascii="Times New Roman" w:hAnsi="Times New Roman" w:cs="Times New Roman"/>
        </w:rPr>
        <w:t>РАБОТЫ ВЫПОЛНЯТЬ В ДЕЙСТВУЮЩЕЙ ПОЛИКЛИНИКЕ!</w:t>
      </w:r>
    </w:p>
    <w:p w:rsidR="002631F4" w:rsidRDefault="002631F4">
      <w:pPr>
        <w:rPr>
          <w:rFonts w:ascii="Times New Roman" w:hAnsi="Times New Roman" w:cs="Times New Roman"/>
        </w:rPr>
      </w:pPr>
      <w:r w:rsidRPr="004B684A">
        <w:rPr>
          <w:rFonts w:ascii="Times New Roman" w:hAnsi="Times New Roman" w:cs="Times New Roman"/>
        </w:rPr>
        <w:t>Составил</w:t>
      </w:r>
      <w:r>
        <w:rPr>
          <w:rFonts w:ascii="Times New Roman" w:hAnsi="Times New Roman" w:cs="Times New Roman"/>
        </w:rPr>
        <w:t xml:space="preserve">а </w:t>
      </w:r>
      <w:r w:rsidRPr="004B684A">
        <w:rPr>
          <w:rFonts w:ascii="Times New Roman" w:hAnsi="Times New Roman" w:cs="Times New Roman"/>
        </w:rPr>
        <w:t xml:space="preserve"> Бородина Т.А</w:t>
      </w:r>
    </w:p>
    <w:p w:rsidR="002631F4" w:rsidRPr="004B684A" w:rsidRDefault="002631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тел.(342)281-39-31</w:t>
      </w:r>
    </w:p>
    <w:sectPr w:rsidR="002631F4" w:rsidRPr="004B684A" w:rsidSect="00D71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C5E"/>
    <w:rsid w:val="00021EB3"/>
    <w:rsid w:val="00055C0B"/>
    <w:rsid w:val="000B0954"/>
    <w:rsid w:val="00103108"/>
    <w:rsid w:val="00114AD6"/>
    <w:rsid w:val="00234693"/>
    <w:rsid w:val="002631F4"/>
    <w:rsid w:val="003973C4"/>
    <w:rsid w:val="00410DD0"/>
    <w:rsid w:val="00464CF6"/>
    <w:rsid w:val="004B684A"/>
    <w:rsid w:val="004E40F1"/>
    <w:rsid w:val="005C1B76"/>
    <w:rsid w:val="00623C94"/>
    <w:rsid w:val="006B2BB2"/>
    <w:rsid w:val="006B493D"/>
    <w:rsid w:val="006E66CC"/>
    <w:rsid w:val="007322B0"/>
    <w:rsid w:val="00783F37"/>
    <w:rsid w:val="00792B57"/>
    <w:rsid w:val="008203E1"/>
    <w:rsid w:val="008B430C"/>
    <w:rsid w:val="008C5D4A"/>
    <w:rsid w:val="00960CAE"/>
    <w:rsid w:val="009A099D"/>
    <w:rsid w:val="009A5FEF"/>
    <w:rsid w:val="00AE6A71"/>
    <w:rsid w:val="00C14CC3"/>
    <w:rsid w:val="00C342BA"/>
    <w:rsid w:val="00C774B2"/>
    <w:rsid w:val="00C94102"/>
    <w:rsid w:val="00CD1446"/>
    <w:rsid w:val="00D710C9"/>
    <w:rsid w:val="00D94C5E"/>
    <w:rsid w:val="00FB38F3"/>
    <w:rsid w:val="00FF3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DD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58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258</Words>
  <Characters>1476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459</cp:lastModifiedBy>
  <cp:revision>3</cp:revision>
  <cp:lastPrinted>2012-08-04T19:06:00Z</cp:lastPrinted>
  <dcterms:created xsi:type="dcterms:W3CDTF">2013-04-29T10:46:00Z</dcterms:created>
  <dcterms:modified xsi:type="dcterms:W3CDTF">2013-06-10T10:15:00Z</dcterms:modified>
</cp:coreProperties>
</file>