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E16" w:rsidRPr="008D4311" w:rsidRDefault="00874E16" w:rsidP="008D4311">
      <w:pPr>
        <w:jc w:val="right"/>
        <w:rPr>
          <w:rFonts w:ascii="Times New Roman" w:hAnsi="Times New Roman" w:cs="Times New Roman"/>
        </w:rPr>
      </w:pPr>
      <w:r w:rsidRPr="008D4311">
        <w:rPr>
          <w:rFonts w:ascii="Times New Roman" w:hAnsi="Times New Roman" w:cs="Times New Roman"/>
        </w:rPr>
        <w:t>Приложение №2</w:t>
      </w:r>
    </w:p>
    <w:p w:rsidR="00874E16" w:rsidRPr="008D4311" w:rsidRDefault="00874E16" w:rsidP="008D4311">
      <w:pPr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8D4311">
        <w:rPr>
          <w:rFonts w:ascii="Times New Roman" w:hAnsi="Times New Roman" w:cs="Times New Roman"/>
          <w:b/>
          <w:bCs/>
          <w:color w:val="000000"/>
          <w:lang w:eastAsia="ru-RU"/>
        </w:rPr>
        <w:t>ТЕХНИЧЕСКОЕ ЗАДАНИЕ</w:t>
      </w:r>
    </w:p>
    <w:p w:rsidR="00874E16" w:rsidRDefault="00874E16" w:rsidP="008D4311">
      <w:pPr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8D4311">
        <w:rPr>
          <w:rFonts w:ascii="Times New Roman" w:hAnsi="Times New Roman" w:cs="Times New Roman"/>
          <w:b/>
          <w:bCs/>
          <w:color w:val="000000"/>
          <w:lang w:eastAsia="ru-RU"/>
        </w:rPr>
        <w:t>на капитальный ремонт</w:t>
      </w:r>
      <w:r>
        <w:rPr>
          <w:rFonts w:ascii="Times New Roman" w:hAnsi="Times New Roman" w:cs="Times New Roman"/>
          <w:b/>
          <w:bCs/>
          <w:color w:val="000000"/>
          <w:lang w:eastAsia="ru-RU"/>
        </w:rPr>
        <w:t>.</w:t>
      </w:r>
    </w:p>
    <w:p w:rsidR="00874E16" w:rsidRPr="008D4311" w:rsidRDefault="00874E16" w:rsidP="008D4311">
      <w:pPr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8D4311">
        <w:rPr>
          <w:rFonts w:ascii="Times New Roman" w:hAnsi="Times New Roman" w:cs="Times New Roman"/>
          <w:b/>
          <w:bCs/>
          <w:color w:val="000000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lang w:eastAsia="ru-RU"/>
        </w:rPr>
        <w:t>Ч</w:t>
      </w:r>
      <w:r w:rsidRPr="008D4311">
        <w:rPr>
          <w:rFonts w:ascii="Times New Roman" w:hAnsi="Times New Roman" w:cs="Times New Roman"/>
          <w:b/>
          <w:bCs/>
          <w:color w:val="000000"/>
          <w:lang w:eastAsia="ru-RU"/>
        </w:rPr>
        <w:t>астичная замена системы отопления в здании женской консультации № 2</w:t>
      </w:r>
      <w:r>
        <w:rPr>
          <w:rFonts w:ascii="Times New Roman" w:hAnsi="Times New Roman" w:cs="Times New Roman"/>
          <w:b/>
          <w:bCs/>
          <w:color w:val="000000"/>
          <w:lang w:eastAsia="ru-RU"/>
        </w:rPr>
        <w:t xml:space="preserve"> по адресу г.Пермь, </w:t>
      </w:r>
      <w:r w:rsidRPr="008D4311">
        <w:rPr>
          <w:rFonts w:ascii="Times New Roman" w:hAnsi="Times New Roman" w:cs="Times New Roman"/>
          <w:b/>
          <w:bCs/>
          <w:color w:val="000000"/>
          <w:lang w:eastAsia="ru-RU"/>
        </w:rPr>
        <w:t xml:space="preserve"> ул.</w:t>
      </w:r>
      <w:r>
        <w:rPr>
          <w:rFonts w:ascii="Times New Roman" w:hAnsi="Times New Roman" w:cs="Times New Roman"/>
          <w:b/>
          <w:bCs/>
          <w:color w:val="000000"/>
          <w:lang w:eastAsia="ru-RU"/>
        </w:rPr>
        <w:t>Н.</w:t>
      </w:r>
      <w:r w:rsidRPr="008D4311">
        <w:rPr>
          <w:rFonts w:ascii="Times New Roman" w:hAnsi="Times New Roman" w:cs="Times New Roman"/>
          <w:b/>
          <w:bCs/>
          <w:color w:val="000000"/>
          <w:lang w:eastAsia="ru-RU"/>
        </w:rPr>
        <w:t xml:space="preserve"> Островского 111.</w:t>
      </w:r>
    </w:p>
    <w:p w:rsidR="00874E16" w:rsidRPr="008D4311" w:rsidRDefault="00874E16">
      <w:pPr>
        <w:rPr>
          <w:rFonts w:ascii="Times New Roman" w:hAnsi="Times New Roman" w:cs="Times New Roman"/>
        </w:rPr>
      </w:pPr>
      <w:r w:rsidRPr="008D4311">
        <w:rPr>
          <w:rFonts w:ascii="Times New Roman" w:hAnsi="Times New Roman" w:cs="Times New Roman"/>
        </w:rPr>
        <w:t>1. Требования к работе: работы по частичной замене системы отопления  должны быть выполнены в соответствии с требованиями СаНПиНа и со строительными нормами и правилами.</w:t>
      </w:r>
    </w:p>
    <w:p w:rsidR="00874E16" w:rsidRPr="008D4311" w:rsidRDefault="00874E16">
      <w:pPr>
        <w:rPr>
          <w:rFonts w:ascii="Times New Roman" w:hAnsi="Times New Roman" w:cs="Times New Roman"/>
        </w:rPr>
      </w:pPr>
      <w:r w:rsidRPr="008D4311">
        <w:rPr>
          <w:rFonts w:ascii="Times New Roman" w:hAnsi="Times New Roman" w:cs="Times New Roman"/>
        </w:rPr>
        <w:t>2. Требования к применяемым строительным материалам и конструкциям:</w:t>
      </w:r>
    </w:p>
    <w:p w:rsidR="00874E16" w:rsidRPr="008D4311" w:rsidRDefault="00874E16">
      <w:pPr>
        <w:rPr>
          <w:rFonts w:ascii="Times New Roman" w:hAnsi="Times New Roman" w:cs="Times New Roman"/>
        </w:rPr>
      </w:pPr>
      <w:r w:rsidRPr="008D4311">
        <w:rPr>
          <w:rFonts w:ascii="Times New Roman" w:hAnsi="Times New Roman" w:cs="Times New Roman"/>
        </w:rPr>
        <w:t>Материалы должны соответствовать требованиям ГОСТ, ТУ и др., регламентирующим качество строительных материалов и конструкций</w:t>
      </w:r>
    </w:p>
    <w:p w:rsidR="00874E16" w:rsidRPr="008D4311" w:rsidRDefault="00874E16">
      <w:pPr>
        <w:rPr>
          <w:rFonts w:ascii="Times New Roman" w:hAnsi="Times New Roman" w:cs="Times New Roman"/>
        </w:rPr>
      </w:pPr>
      <w:r w:rsidRPr="008D4311">
        <w:rPr>
          <w:rFonts w:ascii="Times New Roman" w:hAnsi="Times New Roman" w:cs="Times New Roman"/>
        </w:rPr>
        <w:t>Демонтировать существующие радиаторы  и установить биметаллические высотой 500 мм.  На каждом радиаторе разместить кран Маевского.  На системе отопления установить клапаны статические балансировочные, краны шаровые  «</w:t>
      </w:r>
      <w:r w:rsidRPr="008D4311">
        <w:rPr>
          <w:rFonts w:ascii="Times New Roman" w:hAnsi="Times New Roman" w:cs="Times New Roman"/>
          <w:lang w:val="en-US"/>
        </w:rPr>
        <w:t>Danfoss</w:t>
      </w:r>
      <w:r w:rsidRPr="008D4311">
        <w:rPr>
          <w:rFonts w:ascii="Times New Roman" w:hAnsi="Times New Roman" w:cs="Times New Roman"/>
        </w:rPr>
        <w:t>» ф 15 и ф 20 мм</w:t>
      </w:r>
    </w:p>
    <w:p w:rsidR="00874E16" w:rsidRPr="008D4311" w:rsidRDefault="00874E16">
      <w:pPr>
        <w:rPr>
          <w:rFonts w:ascii="Times New Roman" w:hAnsi="Times New Roman" w:cs="Times New Roman"/>
        </w:rPr>
      </w:pPr>
      <w:r w:rsidRPr="008D4311">
        <w:rPr>
          <w:rFonts w:ascii="Times New Roman" w:hAnsi="Times New Roman" w:cs="Times New Roman"/>
        </w:rPr>
        <w:t>Необходимо изолировать поверхности трубопровода пластинами и трубками из вспененного каучука.</w:t>
      </w:r>
    </w:p>
    <w:p w:rsidR="00874E16" w:rsidRPr="008D4311" w:rsidRDefault="00874E16">
      <w:pPr>
        <w:rPr>
          <w:rFonts w:ascii="Times New Roman" w:hAnsi="Times New Roman" w:cs="Times New Roman"/>
        </w:rPr>
      </w:pPr>
      <w:bookmarkStart w:id="0" w:name="_GoBack"/>
      <w:bookmarkEnd w:id="0"/>
      <w:r w:rsidRPr="008D4311">
        <w:rPr>
          <w:rFonts w:ascii="Times New Roman" w:hAnsi="Times New Roman" w:cs="Times New Roman"/>
        </w:rPr>
        <w:t>Регулярно вывозить мусор.</w:t>
      </w:r>
    </w:p>
    <w:p w:rsidR="00874E16" w:rsidRPr="008D4311" w:rsidRDefault="00874E16">
      <w:pPr>
        <w:rPr>
          <w:rFonts w:ascii="Times New Roman" w:hAnsi="Times New Roman" w:cs="Times New Roman"/>
        </w:rPr>
      </w:pPr>
      <w:r w:rsidRPr="008D4311">
        <w:rPr>
          <w:rFonts w:ascii="Times New Roman" w:hAnsi="Times New Roman" w:cs="Times New Roman"/>
        </w:rPr>
        <w:t>РАБОТЫ ВЫПОЛНЯТЬ В ДЕЙСТВУЮЩЕЙ ПОЛИКЛИНИКЕ!</w:t>
      </w:r>
    </w:p>
    <w:p w:rsidR="00874E16" w:rsidRPr="008D4311" w:rsidRDefault="00874E16">
      <w:pPr>
        <w:rPr>
          <w:rFonts w:ascii="Times New Roman" w:hAnsi="Times New Roman" w:cs="Times New Roman"/>
        </w:rPr>
      </w:pPr>
    </w:p>
    <w:p w:rsidR="00874E16" w:rsidRPr="008D4311" w:rsidRDefault="00874E16">
      <w:pPr>
        <w:rPr>
          <w:rFonts w:ascii="Times New Roman" w:hAnsi="Times New Roman" w:cs="Times New Roman"/>
        </w:rPr>
      </w:pPr>
    </w:p>
    <w:p w:rsidR="00874E16" w:rsidRDefault="00874E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Составила</w:t>
      </w:r>
      <w:r w:rsidRPr="008D4311">
        <w:rPr>
          <w:rFonts w:ascii="Times New Roman" w:hAnsi="Times New Roman" w:cs="Times New Roman"/>
        </w:rPr>
        <w:t xml:space="preserve">  Бородина Т.А</w:t>
      </w:r>
    </w:p>
    <w:p w:rsidR="00874E16" w:rsidRPr="008D4311" w:rsidRDefault="00874E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тел.(342)281-39-31</w:t>
      </w:r>
    </w:p>
    <w:sectPr w:rsidR="00874E16" w:rsidRPr="008D4311" w:rsidSect="00D71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C5E"/>
    <w:rsid w:val="000142C8"/>
    <w:rsid w:val="00021EB3"/>
    <w:rsid w:val="00055C0B"/>
    <w:rsid w:val="000F5F28"/>
    <w:rsid w:val="00114AD6"/>
    <w:rsid w:val="001D2202"/>
    <w:rsid w:val="00234693"/>
    <w:rsid w:val="002447A9"/>
    <w:rsid w:val="00324DD4"/>
    <w:rsid w:val="00377874"/>
    <w:rsid w:val="003973C4"/>
    <w:rsid w:val="00464CF6"/>
    <w:rsid w:val="004B1341"/>
    <w:rsid w:val="004E40F1"/>
    <w:rsid w:val="005C1B76"/>
    <w:rsid w:val="00623C94"/>
    <w:rsid w:val="0065509C"/>
    <w:rsid w:val="00695FCD"/>
    <w:rsid w:val="006B493D"/>
    <w:rsid w:val="00783F37"/>
    <w:rsid w:val="00792B57"/>
    <w:rsid w:val="008203E1"/>
    <w:rsid w:val="00836A1C"/>
    <w:rsid w:val="00874E16"/>
    <w:rsid w:val="008B430C"/>
    <w:rsid w:val="008C0431"/>
    <w:rsid w:val="008C5D4A"/>
    <w:rsid w:val="008D4311"/>
    <w:rsid w:val="00910343"/>
    <w:rsid w:val="00960CAE"/>
    <w:rsid w:val="009A099D"/>
    <w:rsid w:val="009A5FEF"/>
    <w:rsid w:val="00C14CC3"/>
    <w:rsid w:val="00C94102"/>
    <w:rsid w:val="00CD1446"/>
    <w:rsid w:val="00D710C9"/>
    <w:rsid w:val="00D94C5E"/>
    <w:rsid w:val="00D951DC"/>
    <w:rsid w:val="00E23F48"/>
    <w:rsid w:val="00E9139E"/>
    <w:rsid w:val="00EC0FE2"/>
    <w:rsid w:val="00F36E4F"/>
    <w:rsid w:val="00FB22A8"/>
    <w:rsid w:val="00FB38F3"/>
    <w:rsid w:val="00FF3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1D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2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170</TotalTime>
  <Pages>1</Pages>
  <Words>146</Words>
  <Characters>837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459</cp:lastModifiedBy>
  <cp:revision>11</cp:revision>
  <cp:lastPrinted>2013-04-29T10:09:00Z</cp:lastPrinted>
  <dcterms:created xsi:type="dcterms:W3CDTF">2013-02-13T17:32:00Z</dcterms:created>
  <dcterms:modified xsi:type="dcterms:W3CDTF">2013-06-10T10:27:00Z</dcterms:modified>
</cp:coreProperties>
</file>