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C0" w:rsidRPr="00417E4E" w:rsidRDefault="00B057C0" w:rsidP="00C6148C">
      <w:pPr>
        <w:widowControl w:val="0"/>
        <w:spacing w:line="240" w:lineRule="auto"/>
        <w:jc w:val="right"/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 xml:space="preserve">Приложение №2 </w:t>
      </w:r>
    </w:p>
    <w:p w:rsidR="00B057C0" w:rsidRPr="00417E4E" w:rsidRDefault="00B057C0" w:rsidP="00C6148C">
      <w:pPr>
        <w:widowControl w:val="0"/>
        <w:spacing w:line="240" w:lineRule="auto"/>
        <w:jc w:val="right"/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>к документации об открытом</w:t>
      </w:r>
    </w:p>
    <w:p w:rsidR="00B057C0" w:rsidRPr="00417E4E" w:rsidRDefault="00B057C0" w:rsidP="00C6148C">
      <w:pPr>
        <w:widowControl w:val="0"/>
        <w:spacing w:line="240" w:lineRule="auto"/>
        <w:jc w:val="right"/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 xml:space="preserve"> аукционе в электронной форме</w:t>
      </w:r>
    </w:p>
    <w:tbl>
      <w:tblPr>
        <w:tblW w:w="9492" w:type="dxa"/>
        <w:tblInd w:w="-106" w:type="dxa"/>
        <w:tblLook w:val="00A0"/>
      </w:tblPr>
      <w:tblGrid>
        <w:gridCol w:w="236"/>
        <w:gridCol w:w="6798"/>
        <w:gridCol w:w="2458"/>
      </w:tblGrid>
      <w:tr w:rsidR="00B057C0" w:rsidRPr="00417E4E" w:rsidTr="00822E30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57C0" w:rsidRPr="00417E4E" w:rsidRDefault="00B057C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57C0" w:rsidRPr="00417E4E" w:rsidRDefault="00B057C0" w:rsidP="00D94C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17E4E">
              <w:rPr>
                <w:rFonts w:ascii="Times New Roman" w:hAnsi="Times New Roman" w:cs="Times New Roman"/>
                <w:color w:val="000000"/>
                <w:lang w:eastAsia="ru-RU"/>
              </w:rPr>
              <w:t>ТЕХНИЧЕСКОЕ ЗАДАНИЕ</w:t>
            </w: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57C0" w:rsidRPr="00417E4E" w:rsidRDefault="00B057C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B057C0" w:rsidRPr="00417E4E" w:rsidTr="00822E30">
        <w:trPr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57C0" w:rsidRPr="00417E4E" w:rsidRDefault="00B057C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57C0" w:rsidRPr="00417E4E" w:rsidRDefault="00B057C0" w:rsidP="003152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417E4E">
              <w:rPr>
                <w:rFonts w:ascii="Times New Roman" w:hAnsi="Times New Roman" w:cs="Times New Roman"/>
                <w:color w:val="000000"/>
                <w:lang w:eastAsia="ru-RU"/>
              </w:rPr>
              <w:t xml:space="preserve">     на капитальный ремонт ЦСО  в поликлинике № 4 по адресу г.Пермь, ул.Куйбышева,111. Общестроительные работы.</w:t>
            </w:r>
          </w:p>
          <w:p w:rsidR="00B057C0" w:rsidRPr="00417E4E" w:rsidRDefault="00B057C0" w:rsidP="0031525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057C0" w:rsidRPr="00417E4E" w:rsidRDefault="00B057C0" w:rsidP="00D94C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B057C0" w:rsidRPr="00417E4E" w:rsidRDefault="00B057C0">
      <w:pPr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 xml:space="preserve">1. Требования к работе: капитальный ремонт помещений  ЦСО должны быть выполнены в соответствии с требованиями Роспотребнадзора, Пожнадзора, строительных норм и проекта. </w:t>
      </w:r>
    </w:p>
    <w:p w:rsidR="00B057C0" w:rsidRPr="00417E4E" w:rsidRDefault="00B057C0">
      <w:pPr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>2. Требования к применяемым строительным материалам и конструкциям:</w:t>
      </w:r>
    </w:p>
    <w:p w:rsidR="00B057C0" w:rsidRPr="00417E4E" w:rsidRDefault="00B057C0">
      <w:pPr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>Материалы должны соответствовать требованиям ГОСТ, ТУ и др., регламентирующим качество строительных материалов и конструкций. Все используемые материалы согласовать с Заказчиком и предоставить сертификаты качества.</w:t>
      </w:r>
    </w:p>
    <w:p w:rsidR="00B057C0" w:rsidRPr="00417E4E" w:rsidRDefault="00B057C0" w:rsidP="00315259">
      <w:pPr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>3. Выполнить следующие работы:</w:t>
      </w:r>
    </w:p>
    <w:p w:rsidR="00B057C0" w:rsidRPr="00417E4E" w:rsidRDefault="00B057C0" w:rsidP="00315259">
      <w:pPr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>-полы из керамогранита</w:t>
      </w:r>
    </w:p>
    <w:p w:rsidR="00B057C0" w:rsidRPr="00417E4E" w:rsidRDefault="00B057C0" w:rsidP="00315259">
      <w:pPr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>-установить металлический дверной блок в вентиляционной, дверные блоки внутри ЦСО  - из ПВХ</w:t>
      </w:r>
    </w:p>
    <w:p w:rsidR="00B057C0" w:rsidRPr="00417E4E" w:rsidRDefault="00B057C0" w:rsidP="00315259">
      <w:pPr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>-Стены выложить плиткой облицовочной по штукатурке на высоту этажа во всех помещениях, кроме вентиляционной камеры. Там отделку стен выполнить красками ВД,</w:t>
      </w:r>
    </w:p>
    <w:p w:rsidR="00B057C0" w:rsidRPr="00417E4E" w:rsidRDefault="00B057C0" w:rsidP="00315259">
      <w:pPr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 xml:space="preserve">-потолки во всех помещениях выполнить краской ВД интерьерной моющейся ПАРАД </w:t>
      </w:r>
      <w:r w:rsidRPr="00417E4E">
        <w:rPr>
          <w:rFonts w:ascii="Times New Roman" w:hAnsi="Times New Roman" w:cs="Times New Roman"/>
          <w:lang w:val="en-US"/>
        </w:rPr>
        <w:t>W</w:t>
      </w:r>
      <w:r w:rsidRPr="00417E4E">
        <w:rPr>
          <w:rFonts w:ascii="Times New Roman" w:hAnsi="Times New Roman" w:cs="Times New Roman"/>
        </w:rPr>
        <w:t>6</w:t>
      </w:r>
    </w:p>
    <w:p w:rsidR="00B057C0" w:rsidRPr="00417E4E" w:rsidRDefault="00B057C0" w:rsidP="00315259">
      <w:pPr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>-оштукатурить оконные и дверные откосы</w:t>
      </w:r>
    </w:p>
    <w:p w:rsidR="00B057C0" w:rsidRPr="00417E4E" w:rsidRDefault="00B057C0" w:rsidP="00315259">
      <w:pPr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>-аккуратно снять установленное электро оборудование, сантехническое оборудование и после подготовки стен установить его на место</w:t>
      </w:r>
    </w:p>
    <w:p w:rsidR="00B057C0" w:rsidRPr="00417E4E" w:rsidRDefault="00B057C0" w:rsidP="00315259">
      <w:pPr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>-Облицевать вентиляционные короба пластиковыми панелями по металлическому каркасу.</w:t>
      </w:r>
    </w:p>
    <w:p w:rsidR="00B057C0" w:rsidRPr="00417E4E" w:rsidRDefault="00B057C0">
      <w:pPr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>Вывозить мусор в процессе работы.</w:t>
      </w:r>
    </w:p>
    <w:p w:rsidR="00B057C0" w:rsidRPr="00417E4E" w:rsidRDefault="00B057C0">
      <w:pPr>
        <w:rPr>
          <w:rFonts w:ascii="Times New Roman" w:hAnsi="Times New Roman" w:cs="Times New Roman"/>
        </w:rPr>
      </w:pPr>
    </w:p>
    <w:p w:rsidR="00B057C0" w:rsidRPr="00417E4E" w:rsidRDefault="00B057C0">
      <w:pPr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>РАБОТЫ ПРОИЗВОДИТЬ В ДЕЙСТВУЮЩЕЙ ПОЛИКЛИНИКЕ!</w:t>
      </w:r>
      <w:bookmarkStart w:id="0" w:name="_GoBack"/>
      <w:bookmarkEnd w:id="0"/>
    </w:p>
    <w:p w:rsidR="00B057C0" w:rsidRPr="00417E4E" w:rsidRDefault="00B057C0">
      <w:pPr>
        <w:rPr>
          <w:rFonts w:ascii="Times New Roman" w:hAnsi="Times New Roman" w:cs="Times New Roman"/>
        </w:rPr>
      </w:pPr>
    </w:p>
    <w:p w:rsidR="00B057C0" w:rsidRPr="00417E4E" w:rsidRDefault="00B057C0">
      <w:pPr>
        <w:rPr>
          <w:rFonts w:ascii="Times New Roman" w:hAnsi="Times New Roman" w:cs="Times New Roman"/>
        </w:rPr>
      </w:pPr>
    </w:p>
    <w:p w:rsidR="00B057C0" w:rsidRDefault="00B057C0">
      <w:pPr>
        <w:rPr>
          <w:rFonts w:ascii="Times New Roman" w:hAnsi="Times New Roman" w:cs="Times New Roman"/>
        </w:rPr>
      </w:pPr>
      <w:r w:rsidRPr="00417E4E">
        <w:rPr>
          <w:rFonts w:ascii="Times New Roman" w:hAnsi="Times New Roman" w:cs="Times New Roman"/>
        </w:rPr>
        <w:t>Составил                                                         Т.А. Бородина</w:t>
      </w:r>
    </w:p>
    <w:p w:rsidR="00B057C0" w:rsidRPr="00417E4E" w:rsidRDefault="00B057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тел.(342)281-39-31</w:t>
      </w:r>
    </w:p>
    <w:sectPr w:rsidR="00B057C0" w:rsidRPr="00417E4E" w:rsidSect="00D7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0812E7"/>
    <w:rsid w:val="00114AD6"/>
    <w:rsid w:val="001B0089"/>
    <w:rsid w:val="001D3514"/>
    <w:rsid w:val="00234693"/>
    <w:rsid w:val="00245794"/>
    <w:rsid w:val="00315259"/>
    <w:rsid w:val="00365104"/>
    <w:rsid w:val="003973C4"/>
    <w:rsid w:val="003B1EF6"/>
    <w:rsid w:val="00417E4E"/>
    <w:rsid w:val="00464CF6"/>
    <w:rsid w:val="0048753A"/>
    <w:rsid w:val="004E40F1"/>
    <w:rsid w:val="005B33B5"/>
    <w:rsid w:val="006239BF"/>
    <w:rsid w:val="00623C94"/>
    <w:rsid w:val="006A1CEE"/>
    <w:rsid w:val="007D2432"/>
    <w:rsid w:val="007E544F"/>
    <w:rsid w:val="008203E1"/>
    <w:rsid w:val="00822E30"/>
    <w:rsid w:val="008B430C"/>
    <w:rsid w:val="008C31B2"/>
    <w:rsid w:val="008F7BFE"/>
    <w:rsid w:val="00924CBE"/>
    <w:rsid w:val="0099640B"/>
    <w:rsid w:val="009A3E6C"/>
    <w:rsid w:val="00A71B2A"/>
    <w:rsid w:val="00AF738B"/>
    <w:rsid w:val="00B057C0"/>
    <w:rsid w:val="00C14CC3"/>
    <w:rsid w:val="00C6148C"/>
    <w:rsid w:val="00C94102"/>
    <w:rsid w:val="00CD1446"/>
    <w:rsid w:val="00D431B0"/>
    <w:rsid w:val="00D710C9"/>
    <w:rsid w:val="00D94C5E"/>
    <w:rsid w:val="00F12A06"/>
    <w:rsid w:val="00FB0BA9"/>
    <w:rsid w:val="00FB3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53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23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39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19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220</Words>
  <Characters>1257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6</cp:revision>
  <cp:lastPrinted>2013-03-07T03:15:00Z</cp:lastPrinted>
  <dcterms:created xsi:type="dcterms:W3CDTF">2013-03-05T16:30:00Z</dcterms:created>
  <dcterms:modified xsi:type="dcterms:W3CDTF">2013-05-13T03:28:00Z</dcterms:modified>
</cp:coreProperties>
</file>