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270" w:rsidRPr="005D56BE" w:rsidRDefault="00603270" w:rsidP="00DC54CC">
      <w:pPr>
        <w:jc w:val="right"/>
        <w:rPr>
          <w:rFonts w:ascii="Times New Roman" w:hAnsi="Times New Roman" w:cs="Times New Roman"/>
          <w:color w:val="000000"/>
          <w:lang w:eastAsia="ru-RU"/>
        </w:rPr>
      </w:pPr>
      <w:r w:rsidRPr="005D56BE">
        <w:rPr>
          <w:rFonts w:ascii="Times New Roman" w:hAnsi="Times New Roman" w:cs="Times New Roman"/>
          <w:color w:val="000000"/>
          <w:lang w:eastAsia="ru-RU"/>
        </w:rPr>
        <w:t>Приложение №2</w:t>
      </w:r>
    </w:p>
    <w:p w:rsidR="00603270" w:rsidRPr="00177B10" w:rsidRDefault="00603270" w:rsidP="00B2255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177B10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603270" w:rsidRPr="00B2255C" w:rsidRDefault="00603270" w:rsidP="00177B10">
      <w:pPr>
        <w:spacing w:line="240" w:lineRule="auto"/>
        <w:jc w:val="center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  <w:color w:val="000000"/>
          <w:lang w:eastAsia="ru-RU"/>
        </w:rPr>
        <w:t>на капитальный ремонт. Монтаж системы  вентиляции в поликлинике № 3 по адресу г.Пермь ул. Запорожская, 5/7.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 xml:space="preserve">1. Требования к работе: работы по ремонту системы вентиляции и установки оконного блока должны быть выполнены в соответствии с ГОСТом 30971-2002, требованиями Роспотребнадзора, Пожнадзора и строительных норм. 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3.Необходимо выполнить следующие работы: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Установить шкаф приточной вентиляцииП1 ШПВ-ВК-380/10-РС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Проложить кабель ВВГ 5х1,5 мм2, ВВГ 4х1,5 мм2, ПВС 3х0,75 мм2,ПВС 2х0,75 мм2, МКЭШ 2х0,75 мм2, МКЭШ 3х0,75 в гофрированных трубах.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Установить узлы тепловые элеваторные № 1,2  -ВДЛ-300А-83(80)-12 П1 и ВДЛ-300А-40(42)-1,6 П2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Установить фильтр ф 25 мм. Выполнить пусконаладочные работы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Заменить оконный блок.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Конструкции оконных блоков должны  быть согласованны с Заказчиком.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Выполнены из 5ти-камерного профиля КВЕ или эквивалент.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Ширина конструкции оконного блока должна быть  не менее 70 мм.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Ширина открывающейся створки должна быть не менее 70 см.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При монтаже конструкций использовать пену монтажную, профессиональную.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Стыки выполнить согласно Госта с устройством гидроизоляционного и пароизоляционного слоя.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Сопротивление профиля теплопередаче должно быть не менее 0,77.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Отливы выполнить из стали толщиной 0,7 мм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Выполнить штукатурку оконных откосов. Отливы из стали толщиной 0,7 мм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Утеплить стыки по периметру оконного блока утеплителем УРСА или аналогом, согласовав с Заказчиком.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Обшить вентиляционные короба пластиковыми панелями по металлическому каркасу. Установить вентиляционные решетки.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Вывозить мусор в процессе работы.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РАБОТЫ ПРОИЗВОДИТЬ В ДЕЙСТВУЮЩЕЙ ПОЛИКЛИНИКЕ!</w:t>
      </w:r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603270" w:rsidRPr="00B2255C" w:rsidRDefault="00603270" w:rsidP="00B2255C">
      <w:pPr>
        <w:spacing w:line="240" w:lineRule="auto"/>
        <w:rPr>
          <w:rFonts w:ascii="Times New Roman" w:hAnsi="Times New Roman" w:cs="Times New Roman"/>
        </w:rPr>
      </w:pPr>
      <w:r w:rsidRPr="00B2255C">
        <w:rPr>
          <w:rFonts w:ascii="Times New Roman" w:hAnsi="Times New Roman" w:cs="Times New Roman"/>
        </w:rPr>
        <w:t>Составил                                                         Т.А.Бородина</w:t>
      </w:r>
    </w:p>
    <w:sectPr w:rsidR="00603270" w:rsidRPr="00B2255C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114AD6"/>
    <w:rsid w:val="00173CFC"/>
    <w:rsid w:val="00177B10"/>
    <w:rsid w:val="001D3514"/>
    <w:rsid w:val="00234693"/>
    <w:rsid w:val="003973C4"/>
    <w:rsid w:val="00400313"/>
    <w:rsid w:val="00464CF6"/>
    <w:rsid w:val="004E40F1"/>
    <w:rsid w:val="005D56BE"/>
    <w:rsid w:val="00603270"/>
    <w:rsid w:val="00623C94"/>
    <w:rsid w:val="006B5DD1"/>
    <w:rsid w:val="006E0464"/>
    <w:rsid w:val="008203E1"/>
    <w:rsid w:val="008A5B87"/>
    <w:rsid w:val="008B430C"/>
    <w:rsid w:val="00926C31"/>
    <w:rsid w:val="0099640B"/>
    <w:rsid w:val="00B2255C"/>
    <w:rsid w:val="00C14CC3"/>
    <w:rsid w:val="00C94102"/>
    <w:rsid w:val="00C94A02"/>
    <w:rsid w:val="00CD1446"/>
    <w:rsid w:val="00D431B0"/>
    <w:rsid w:val="00D710C9"/>
    <w:rsid w:val="00D94C5E"/>
    <w:rsid w:val="00DC54CC"/>
    <w:rsid w:val="00DF3AD4"/>
    <w:rsid w:val="00F97CB1"/>
    <w:rsid w:val="00FB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31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E0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0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283</Words>
  <Characters>1614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5</cp:revision>
  <cp:lastPrinted>2013-03-06T18:54:00Z</cp:lastPrinted>
  <dcterms:created xsi:type="dcterms:W3CDTF">2013-03-05T15:26:00Z</dcterms:created>
  <dcterms:modified xsi:type="dcterms:W3CDTF">2013-05-17T03:47:00Z</dcterms:modified>
</cp:coreProperties>
</file>