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0BB" w:rsidRPr="00E65D63" w:rsidRDefault="00BF70BB" w:rsidP="00B03EA9">
      <w:pPr>
        <w:jc w:val="right"/>
        <w:rPr>
          <w:sz w:val="24"/>
          <w:szCs w:val="24"/>
        </w:rPr>
      </w:pPr>
      <w:r w:rsidRPr="002C715C">
        <w:rPr>
          <w:rFonts w:ascii="Palatino Linotype" w:hAnsi="Palatino Linotype"/>
        </w:rPr>
        <w:t xml:space="preserve">                                                                                                                                         </w:t>
      </w:r>
      <w:r w:rsidRPr="00E65D63">
        <w:rPr>
          <w:sz w:val="24"/>
          <w:szCs w:val="24"/>
        </w:rPr>
        <w:t>Приложение № 4</w:t>
      </w:r>
    </w:p>
    <w:p w:rsidR="00BF70BB" w:rsidRPr="00E65D63" w:rsidRDefault="00BF70BB" w:rsidP="0081350E">
      <w:pPr>
        <w:jc w:val="right"/>
        <w:rPr>
          <w:sz w:val="24"/>
          <w:szCs w:val="24"/>
        </w:rPr>
      </w:pPr>
      <w:r w:rsidRPr="00E65D63">
        <w:rPr>
          <w:sz w:val="24"/>
          <w:szCs w:val="24"/>
        </w:rPr>
        <w:t xml:space="preserve">к извещению о проведении запроса котировок </w:t>
      </w:r>
    </w:p>
    <w:p w:rsidR="00BF70BB" w:rsidRPr="00E65D63" w:rsidRDefault="00BF70BB" w:rsidP="00B03EA9">
      <w:pPr>
        <w:jc w:val="both"/>
        <w:rPr>
          <w:sz w:val="24"/>
          <w:szCs w:val="24"/>
        </w:rPr>
      </w:pPr>
    </w:p>
    <w:p w:rsidR="00BF70BB" w:rsidRPr="00E65D63" w:rsidRDefault="00BF70BB" w:rsidP="00B03EA9">
      <w:pPr>
        <w:jc w:val="both"/>
        <w:rPr>
          <w:sz w:val="24"/>
          <w:szCs w:val="24"/>
        </w:rPr>
      </w:pPr>
    </w:p>
    <w:p w:rsidR="00BF70BB" w:rsidRPr="00E65D63" w:rsidRDefault="00BF70BB" w:rsidP="00B03EA9">
      <w:pPr>
        <w:jc w:val="center"/>
        <w:rPr>
          <w:b/>
          <w:sz w:val="24"/>
          <w:szCs w:val="24"/>
        </w:rPr>
      </w:pPr>
      <w:r w:rsidRPr="00E65D63">
        <w:rPr>
          <w:b/>
          <w:sz w:val="24"/>
          <w:szCs w:val="24"/>
        </w:rPr>
        <w:t>Обоснование максимальной цены контракта</w:t>
      </w:r>
    </w:p>
    <w:p w:rsidR="00BF70BB" w:rsidRPr="00E65D63" w:rsidRDefault="00BF70BB" w:rsidP="00E65D63">
      <w:pPr>
        <w:jc w:val="center"/>
        <w:rPr>
          <w:bCs/>
          <w:sz w:val="24"/>
          <w:szCs w:val="24"/>
        </w:rPr>
      </w:pPr>
      <w:r w:rsidRPr="00E65D63">
        <w:rPr>
          <w:sz w:val="24"/>
          <w:szCs w:val="24"/>
        </w:rPr>
        <w:t xml:space="preserve">на  оказание автотранспортных услуг </w:t>
      </w:r>
      <w:r w:rsidRPr="00E65D63">
        <w:rPr>
          <w:bCs/>
          <w:sz w:val="24"/>
          <w:szCs w:val="24"/>
        </w:rPr>
        <w:t xml:space="preserve">для нужд </w:t>
      </w:r>
    </w:p>
    <w:p w:rsidR="00BF70BB" w:rsidRPr="00E65D63" w:rsidRDefault="00BF70BB" w:rsidP="00E65D63">
      <w:pPr>
        <w:jc w:val="center"/>
        <w:rPr>
          <w:bCs/>
          <w:sz w:val="24"/>
          <w:szCs w:val="24"/>
        </w:rPr>
      </w:pPr>
      <w:r w:rsidRPr="00E65D63">
        <w:rPr>
          <w:bCs/>
          <w:sz w:val="24"/>
          <w:szCs w:val="24"/>
        </w:rPr>
        <w:t>управления по экологии и природопользованию администрации города Перми</w:t>
      </w:r>
    </w:p>
    <w:p w:rsidR="00BF70BB" w:rsidRPr="00E65D63" w:rsidRDefault="00BF70BB" w:rsidP="00B03EA9">
      <w:pPr>
        <w:rPr>
          <w:sz w:val="24"/>
          <w:szCs w:val="24"/>
        </w:rPr>
      </w:pPr>
    </w:p>
    <w:p w:rsidR="00BF70BB" w:rsidRPr="00E65D63" w:rsidRDefault="00BF70BB" w:rsidP="00FD646E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E65D63">
        <w:rPr>
          <w:sz w:val="24"/>
          <w:szCs w:val="24"/>
        </w:rPr>
        <w:t>Расчет стоимости одного машино-часа осуществлен Заказчиком на основании проведенного мониторинга предложений поставщиков:</w:t>
      </w:r>
    </w:p>
    <w:p w:rsidR="00BF70BB" w:rsidRPr="00E65D63" w:rsidRDefault="00BF70BB" w:rsidP="00FD646E">
      <w:pPr>
        <w:pStyle w:val="ListParagraph"/>
        <w:ind w:left="1080"/>
        <w:jc w:val="both"/>
        <w:rPr>
          <w:b/>
          <w:sz w:val="24"/>
          <w:szCs w:val="24"/>
        </w:rPr>
      </w:pPr>
    </w:p>
    <w:tbl>
      <w:tblPr>
        <w:tblW w:w="150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25"/>
        <w:gridCol w:w="3526"/>
        <w:gridCol w:w="1831"/>
        <w:gridCol w:w="2128"/>
        <w:gridCol w:w="1543"/>
        <w:gridCol w:w="1558"/>
        <w:gridCol w:w="2040"/>
      </w:tblGrid>
      <w:tr w:rsidR="00BF70BB" w:rsidRPr="00E65D63">
        <w:tc>
          <w:tcPr>
            <w:tcW w:w="2376" w:type="dxa"/>
          </w:tcPr>
          <w:p w:rsidR="00BF70BB" w:rsidRPr="00E65D63" w:rsidRDefault="00BF70BB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3544" w:type="dxa"/>
          </w:tcPr>
          <w:p w:rsidR="00BF70BB" w:rsidRPr="00E65D63" w:rsidRDefault="00BF70BB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Наименование источника информации</w:t>
            </w:r>
          </w:p>
        </w:tc>
        <w:tc>
          <w:tcPr>
            <w:tcW w:w="1842" w:type="dxa"/>
          </w:tcPr>
          <w:p w:rsidR="00BF70BB" w:rsidRPr="00E65D63" w:rsidRDefault="00BF70BB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Цена (цена за ед.) услуг, руб</w:t>
            </w:r>
          </w:p>
        </w:tc>
        <w:tc>
          <w:tcPr>
            <w:tcW w:w="2140" w:type="dxa"/>
          </w:tcPr>
          <w:p w:rsidR="00BF70BB" w:rsidRPr="00E65D63" w:rsidRDefault="00BF70BB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Средняя цена за ед., руб.</w:t>
            </w:r>
          </w:p>
        </w:tc>
        <w:tc>
          <w:tcPr>
            <w:tcW w:w="1546" w:type="dxa"/>
          </w:tcPr>
          <w:p w:rsidR="00BF70BB" w:rsidRPr="00E65D63" w:rsidRDefault="00BF70BB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1560" w:type="dxa"/>
          </w:tcPr>
          <w:p w:rsidR="00BF70BB" w:rsidRPr="00E65D63" w:rsidRDefault="00BF70BB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Количество</w:t>
            </w:r>
          </w:p>
        </w:tc>
        <w:tc>
          <w:tcPr>
            <w:tcW w:w="2043" w:type="dxa"/>
          </w:tcPr>
          <w:p w:rsidR="00BF70BB" w:rsidRPr="00E65D63" w:rsidRDefault="00BF70BB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Максимальная цена контракта</w:t>
            </w:r>
          </w:p>
        </w:tc>
      </w:tr>
      <w:tr w:rsidR="00BF70BB" w:rsidRPr="00E65D63">
        <w:tc>
          <w:tcPr>
            <w:tcW w:w="2376" w:type="dxa"/>
          </w:tcPr>
          <w:p w:rsidR="00BF70BB" w:rsidRPr="00E65D63" w:rsidRDefault="00BF70BB" w:rsidP="00B51AA4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BF70BB" w:rsidRPr="00E65D63" w:rsidRDefault="00BF70BB" w:rsidP="00B51AA4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BF70BB" w:rsidRPr="00E65D63" w:rsidRDefault="00BF70BB" w:rsidP="00B51AA4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3</w:t>
            </w:r>
          </w:p>
        </w:tc>
        <w:tc>
          <w:tcPr>
            <w:tcW w:w="2140" w:type="dxa"/>
          </w:tcPr>
          <w:p w:rsidR="00BF70BB" w:rsidRPr="00E65D63" w:rsidRDefault="00BF70BB" w:rsidP="00B51AA4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4</w:t>
            </w:r>
          </w:p>
        </w:tc>
        <w:tc>
          <w:tcPr>
            <w:tcW w:w="1546" w:type="dxa"/>
          </w:tcPr>
          <w:p w:rsidR="00BF70BB" w:rsidRPr="00E65D63" w:rsidRDefault="00BF70BB" w:rsidP="00B51AA4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BF70BB" w:rsidRPr="00E65D63" w:rsidRDefault="00BF70BB" w:rsidP="00B51AA4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6</w:t>
            </w:r>
          </w:p>
        </w:tc>
        <w:tc>
          <w:tcPr>
            <w:tcW w:w="2043" w:type="dxa"/>
          </w:tcPr>
          <w:p w:rsidR="00BF70BB" w:rsidRPr="00E65D63" w:rsidRDefault="00BF70BB" w:rsidP="00B51AA4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7</w:t>
            </w:r>
          </w:p>
        </w:tc>
      </w:tr>
      <w:tr w:rsidR="00BF70BB" w:rsidRPr="00E65D63">
        <w:tc>
          <w:tcPr>
            <w:tcW w:w="2376" w:type="dxa"/>
            <w:vMerge w:val="restart"/>
          </w:tcPr>
          <w:p w:rsidR="00BF70BB" w:rsidRPr="00E65D63" w:rsidRDefault="00BF70BB" w:rsidP="00E65D63">
            <w:pPr>
              <w:jc w:val="center"/>
              <w:rPr>
                <w:bCs/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 xml:space="preserve">Оказание автотранспортных услуг для нужд </w:t>
            </w:r>
            <w:r w:rsidRPr="00E65D63">
              <w:rPr>
                <w:bCs/>
                <w:sz w:val="24"/>
                <w:szCs w:val="24"/>
              </w:rPr>
              <w:t>управления по экологии и природопользованию администрации города Перми</w:t>
            </w:r>
          </w:p>
          <w:p w:rsidR="00BF70BB" w:rsidRPr="00E65D63" w:rsidRDefault="00BF70BB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BF70BB" w:rsidRPr="00E65D63" w:rsidRDefault="00BF70BB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Коммерческое предложение организации №1, предоставившая сведения о цене машино-часа</w:t>
            </w:r>
          </w:p>
        </w:tc>
        <w:tc>
          <w:tcPr>
            <w:tcW w:w="1842" w:type="dxa"/>
          </w:tcPr>
          <w:p w:rsidR="00BF70BB" w:rsidRPr="000E1516" w:rsidRDefault="00BF70BB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  <w:p w:rsidR="00BF70BB" w:rsidRPr="000E1516" w:rsidRDefault="00BF70BB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0E151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66</w:t>
            </w:r>
            <w:r w:rsidRPr="000E1516">
              <w:rPr>
                <w:sz w:val="24"/>
                <w:szCs w:val="24"/>
              </w:rPr>
              <w:t>,0</w:t>
            </w:r>
          </w:p>
        </w:tc>
        <w:tc>
          <w:tcPr>
            <w:tcW w:w="2140" w:type="dxa"/>
            <w:vMerge w:val="restart"/>
          </w:tcPr>
          <w:p w:rsidR="00BF70BB" w:rsidRPr="00E65D63" w:rsidRDefault="00BF70BB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  <w:p w:rsidR="00BF70BB" w:rsidRPr="00E65D63" w:rsidRDefault="00BF70BB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  <w:p w:rsidR="00BF70BB" w:rsidRPr="00E65D63" w:rsidRDefault="00BF70BB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  <w:p w:rsidR="00BF70BB" w:rsidRPr="00E65D63" w:rsidRDefault="00BF70BB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247,0</w:t>
            </w:r>
          </w:p>
        </w:tc>
        <w:tc>
          <w:tcPr>
            <w:tcW w:w="1546" w:type="dxa"/>
            <w:vMerge w:val="restart"/>
          </w:tcPr>
          <w:p w:rsidR="00BF70BB" w:rsidRPr="00E65D63" w:rsidRDefault="00BF70BB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  <w:p w:rsidR="00BF70BB" w:rsidRPr="00E65D63" w:rsidRDefault="00BF70BB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  <w:p w:rsidR="00BF70BB" w:rsidRPr="00E65D63" w:rsidRDefault="00BF70BB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  <w:p w:rsidR="00BF70BB" w:rsidRPr="00E65D63" w:rsidRDefault="00BF70BB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Машино-час</w:t>
            </w:r>
          </w:p>
        </w:tc>
        <w:tc>
          <w:tcPr>
            <w:tcW w:w="1560" w:type="dxa"/>
            <w:vMerge w:val="restart"/>
          </w:tcPr>
          <w:p w:rsidR="00BF70BB" w:rsidRPr="00E65D63" w:rsidRDefault="00BF70BB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  <w:highlight w:val="yellow"/>
              </w:rPr>
            </w:pPr>
          </w:p>
          <w:p w:rsidR="00BF70BB" w:rsidRPr="00E65D63" w:rsidRDefault="00BF70BB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  <w:highlight w:val="yellow"/>
              </w:rPr>
            </w:pPr>
          </w:p>
          <w:p w:rsidR="00BF70BB" w:rsidRPr="00E65D63" w:rsidRDefault="00BF70BB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  <w:highlight w:val="yellow"/>
              </w:rPr>
            </w:pPr>
          </w:p>
          <w:p w:rsidR="00BF70BB" w:rsidRPr="00E65D63" w:rsidRDefault="00BF70BB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</w:t>
            </w:r>
          </w:p>
        </w:tc>
        <w:tc>
          <w:tcPr>
            <w:tcW w:w="2043" w:type="dxa"/>
            <w:vMerge w:val="restart"/>
          </w:tcPr>
          <w:p w:rsidR="00BF70BB" w:rsidRPr="00E65D63" w:rsidRDefault="00BF70BB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  <w:p w:rsidR="00BF70BB" w:rsidRPr="00E65D63" w:rsidRDefault="00BF70BB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  <w:p w:rsidR="00BF70BB" w:rsidRPr="00E65D63" w:rsidRDefault="00BF70BB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  <w:p w:rsidR="00BF70BB" w:rsidRPr="00E65D63" w:rsidRDefault="00BF70BB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148447</w:t>
            </w:r>
            <w:r w:rsidRPr="00E65D63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 xml:space="preserve">сто сорок восемь </w:t>
            </w:r>
            <w:r w:rsidRPr="00E65D63">
              <w:rPr>
                <w:sz w:val="24"/>
                <w:szCs w:val="24"/>
              </w:rPr>
              <w:t xml:space="preserve">тысяч </w:t>
            </w:r>
            <w:r>
              <w:rPr>
                <w:sz w:val="24"/>
                <w:szCs w:val="24"/>
              </w:rPr>
              <w:t>четыреста сорок семь</w:t>
            </w:r>
            <w:r w:rsidRPr="00E65D63">
              <w:rPr>
                <w:sz w:val="24"/>
                <w:szCs w:val="24"/>
              </w:rPr>
              <w:t>) рубл</w:t>
            </w:r>
            <w:r>
              <w:rPr>
                <w:sz w:val="24"/>
                <w:szCs w:val="24"/>
              </w:rPr>
              <w:t>ей</w:t>
            </w:r>
            <w:r w:rsidRPr="00E65D6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</w:t>
            </w:r>
            <w:r w:rsidRPr="00E65D63">
              <w:rPr>
                <w:sz w:val="24"/>
                <w:szCs w:val="24"/>
              </w:rPr>
              <w:t xml:space="preserve"> копе</w:t>
            </w:r>
            <w:r>
              <w:rPr>
                <w:sz w:val="24"/>
                <w:szCs w:val="24"/>
              </w:rPr>
              <w:t>ек</w:t>
            </w:r>
          </w:p>
        </w:tc>
      </w:tr>
      <w:tr w:rsidR="00BF70BB" w:rsidRPr="00E65D63">
        <w:tc>
          <w:tcPr>
            <w:tcW w:w="2376" w:type="dxa"/>
            <w:vMerge/>
          </w:tcPr>
          <w:p w:rsidR="00BF70BB" w:rsidRPr="00E65D63" w:rsidRDefault="00BF70BB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BF70BB" w:rsidRPr="00E65D63" w:rsidRDefault="00BF70BB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Коммерческое предложение организации №2, предоставившая сведения о цене машино-часа</w:t>
            </w:r>
          </w:p>
        </w:tc>
        <w:tc>
          <w:tcPr>
            <w:tcW w:w="1842" w:type="dxa"/>
          </w:tcPr>
          <w:p w:rsidR="00BF70BB" w:rsidRPr="000E1516" w:rsidRDefault="00BF70BB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  <w:p w:rsidR="00BF70BB" w:rsidRPr="000E1516" w:rsidRDefault="00BF70BB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  <w:r w:rsidRPr="000E1516">
              <w:rPr>
                <w:sz w:val="24"/>
                <w:szCs w:val="24"/>
              </w:rPr>
              <w:t>,0</w:t>
            </w:r>
          </w:p>
        </w:tc>
        <w:tc>
          <w:tcPr>
            <w:tcW w:w="2140" w:type="dxa"/>
            <w:vMerge/>
          </w:tcPr>
          <w:p w:rsidR="00BF70BB" w:rsidRPr="00E65D63" w:rsidRDefault="00BF70BB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  <w:tc>
          <w:tcPr>
            <w:tcW w:w="1546" w:type="dxa"/>
            <w:vMerge/>
          </w:tcPr>
          <w:p w:rsidR="00BF70BB" w:rsidRPr="00E65D63" w:rsidRDefault="00BF70BB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F70BB" w:rsidRPr="00E65D63" w:rsidRDefault="00BF70BB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BF70BB" w:rsidRPr="00E65D63" w:rsidRDefault="00BF70BB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</w:tr>
      <w:tr w:rsidR="00BF70BB" w:rsidRPr="00E65D63">
        <w:tc>
          <w:tcPr>
            <w:tcW w:w="2376" w:type="dxa"/>
            <w:vMerge/>
          </w:tcPr>
          <w:p w:rsidR="00BF70BB" w:rsidRPr="00E65D63" w:rsidRDefault="00BF70BB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BF70BB" w:rsidRPr="00E65D63" w:rsidRDefault="00BF70BB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Коммерческое предложение организации №3, предоставившая сведения о цене машино-часа</w:t>
            </w:r>
          </w:p>
        </w:tc>
        <w:tc>
          <w:tcPr>
            <w:tcW w:w="1842" w:type="dxa"/>
          </w:tcPr>
          <w:p w:rsidR="00BF70BB" w:rsidRPr="000E1516" w:rsidRDefault="00BF70BB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  <w:p w:rsidR="00BF70BB" w:rsidRPr="000E1516" w:rsidRDefault="00BF70BB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</w:t>
            </w:r>
            <w:r w:rsidRPr="000E1516">
              <w:rPr>
                <w:sz w:val="24"/>
                <w:szCs w:val="24"/>
              </w:rPr>
              <w:t>,0</w:t>
            </w:r>
          </w:p>
          <w:p w:rsidR="00BF70BB" w:rsidRPr="000E1516" w:rsidRDefault="00BF70BB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40" w:type="dxa"/>
            <w:vMerge/>
          </w:tcPr>
          <w:p w:rsidR="00BF70BB" w:rsidRPr="00E65D63" w:rsidRDefault="00BF70BB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  <w:tc>
          <w:tcPr>
            <w:tcW w:w="1546" w:type="dxa"/>
            <w:vMerge/>
          </w:tcPr>
          <w:p w:rsidR="00BF70BB" w:rsidRPr="00E65D63" w:rsidRDefault="00BF70BB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F70BB" w:rsidRPr="00E65D63" w:rsidRDefault="00BF70BB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BF70BB" w:rsidRPr="00E65D63" w:rsidRDefault="00BF70BB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</w:tr>
    </w:tbl>
    <w:p w:rsidR="00BF70BB" w:rsidRPr="00E65D63" w:rsidRDefault="00BF70BB" w:rsidP="00B03EA9">
      <w:pPr>
        <w:tabs>
          <w:tab w:val="left" w:pos="4605"/>
        </w:tabs>
        <w:rPr>
          <w:sz w:val="24"/>
          <w:szCs w:val="24"/>
        </w:rPr>
      </w:pPr>
    </w:p>
    <w:p w:rsidR="00BF70BB" w:rsidRPr="00E65D63" w:rsidRDefault="00BF70BB" w:rsidP="00B03EA9">
      <w:pPr>
        <w:tabs>
          <w:tab w:val="left" w:pos="4605"/>
        </w:tabs>
        <w:rPr>
          <w:sz w:val="24"/>
          <w:szCs w:val="24"/>
        </w:rPr>
      </w:pPr>
    </w:p>
    <w:p w:rsidR="00BF70BB" w:rsidRPr="00E65D63" w:rsidRDefault="00BF70BB" w:rsidP="00E65D63">
      <w:pPr>
        <w:pStyle w:val="ListParagraph"/>
        <w:tabs>
          <w:tab w:val="left" w:pos="4605"/>
        </w:tabs>
        <w:ind w:left="71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E65D63">
        <w:rPr>
          <w:sz w:val="24"/>
          <w:szCs w:val="24"/>
        </w:rPr>
        <w:t>Расчет максимальной цены муниципального контракта осуществляется по формуле МЦК=Цср.*</w:t>
      </w:r>
      <w:r w:rsidRPr="00E65D63">
        <w:rPr>
          <w:sz w:val="24"/>
          <w:szCs w:val="24"/>
          <w:lang w:val="en-US"/>
        </w:rPr>
        <w:t>V</w:t>
      </w:r>
      <w:r w:rsidRPr="00E65D63">
        <w:rPr>
          <w:sz w:val="24"/>
          <w:szCs w:val="24"/>
        </w:rPr>
        <w:t xml:space="preserve">, где </w:t>
      </w:r>
    </w:p>
    <w:p w:rsidR="00BF70BB" w:rsidRPr="00E65D63" w:rsidRDefault="00BF70BB" w:rsidP="007B7A1E">
      <w:pPr>
        <w:pStyle w:val="ListParagraph"/>
        <w:tabs>
          <w:tab w:val="left" w:pos="4605"/>
        </w:tabs>
        <w:ind w:left="1070"/>
        <w:rPr>
          <w:sz w:val="24"/>
          <w:szCs w:val="24"/>
        </w:rPr>
      </w:pPr>
      <w:r w:rsidRPr="00E65D63">
        <w:rPr>
          <w:sz w:val="24"/>
          <w:szCs w:val="24"/>
        </w:rPr>
        <w:t>МЦК – максимальная цена контракта,</w:t>
      </w:r>
    </w:p>
    <w:p w:rsidR="00BF70BB" w:rsidRPr="00E65D63" w:rsidRDefault="00BF70BB" w:rsidP="007B7A1E">
      <w:pPr>
        <w:pStyle w:val="ListParagraph"/>
        <w:tabs>
          <w:tab w:val="left" w:pos="4605"/>
        </w:tabs>
        <w:ind w:left="1070"/>
        <w:rPr>
          <w:sz w:val="24"/>
          <w:szCs w:val="24"/>
        </w:rPr>
      </w:pPr>
      <w:r w:rsidRPr="00E65D63">
        <w:rPr>
          <w:sz w:val="24"/>
          <w:szCs w:val="24"/>
        </w:rPr>
        <w:t xml:space="preserve">Цср – среднерыночная цена единицы товара, работ, услуг на функционирующем рынке, являющихся предметом контракта, </w:t>
      </w:r>
    </w:p>
    <w:p w:rsidR="00BF70BB" w:rsidRPr="00E65D63" w:rsidRDefault="00BF70BB" w:rsidP="007B7A1E">
      <w:pPr>
        <w:pStyle w:val="ListParagraph"/>
        <w:tabs>
          <w:tab w:val="left" w:pos="4605"/>
        </w:tabs>
        <w:ind w:left="1070"/>
        <w:rPr>
          <w:sz w:val="24"/>
          <w:szCs w:val="24"/>
        </w:rPr>
      </w:pPr>
      <w:r w:rsidRPr="00E65D63">
        <w:rPr>
          <w:sz w:val="24"/>
          <w:szCs w:val="24"/>
          <w:lang w:val="en-US"/>
        </w:rPr>
        <w:t>V</w:t>
      </w:r>
      <w:r w:rsidRPr="00E65D63">
        <w:rPr>
          <w:sz w:val="24"/>
          <w:szCs w:val="24"/>
        </w:rPr>
        <w:t xml:space="preserve">- количество товара, объем оказания услуг, выполняемых работ. </w:t>
      </w:r>
    </w:p>
    <w:p w:rsidR="00BF70BB" w:rsidRPr="00E65D63" w:rsidRDefault="00BF70BB" w:rsidP="00B03EA9">
      <w:pPr>
        <w:tabs>
          <w:tab w:val="left" w:pos="4605"/>
        </w:tabs>
        <w:rPr>
          <w:b/>
          <w:sz w:val="24"/>
          <w:szCs w:val="24"/>
        </w:rPr>
      </w:pPr>
    </w:p>
    <w:p w:rsidR="00BF70BB" w:rsidRPr="00B41F06" w:rsidRDefault="00BF70BB" w:rsidP="00B03EA9">
      <w:pPr>
        <w:jc w:val="center"/>
        <w:rPr>
          <w:sz w:val="24"/>
          <w:szCs w:val="24"/>
        </w:rPr>
      </w:pPr>
    </w:p>
    <w:p w:rsidR="00BF70BB" w:rsidRDefault="00BF70BB"/>
    <w:sectPr w:rsidR="00BF70BB" w:rsidSect="002C715C">
      <w:pgSz w:w="16838" w:h="11906" w:orient="landscape"/>
      <w:pgMar w:top="130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64080"/>
    <w:multiLevelType w:val="hybridMultilevel"/>
    <w:tmpl w:val="3926C11C"/>
    <w:lvl w:ilvl="0" w:tplc="B9CAEEE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rawingGridHorizontalSpacing w:val="10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EA9"/>
    <w:rsid w:val="00040DEB"/>
    <w:rsid w:val="000D0AFB"/>
    <w:rsid w:val="000E1516"/>
    <w:rsid w:val="001963DA"/>
    <w:rsid w:val="001D678A"/>
    <w:rsid w:val="002B22E4"/>
    <w:rsid w:val="002B4712"/>
    <w:rsid w:val="002C715C"/>
    <w:rsid w:val="00375440"/>
    <w:rsid w:val="0039482F"/>
    <w:rsid w:val="00414222"/>
    <w:rsid w:val="00421EB9"/>
    <w:rsid w:val="004627C9"/>
    <w:rsid w:val="004A42CB"/>
    <w:rsid w:val="004C2548"/>
    <w:rsid w:val="00577F77"/>
    <w:rsid w:val="005A159A"/>
    <w:rsid w:val="005E2AAC"/>
    <w:rsid w:val="00727CC7"/>
    <w:rsid w:val="00750931"/>
    <w:rsid w:val="007514D7"/>
    <w:rsid w:val="007B7A1E"/>
    <w:rsid w:val="0081350E"/>
    <w:rsid w:val="008E6E84"/>
    <w:rsid w:val="00985346"/>
    <w:rsid w:val="009A3748"/>
    <w:rsid w:val="009F6992"/>
    <w:rsid w:val="00A16DD0"/>
    <w:rsid w:val="00AB12EB"/>
    <w:rsid w:val="00B03EA9"/>
    <w:rsid w:val="00B41F06"/>
    <w:rsid w:val="00B51AA4"/>
    <w:rsid w:val="00B7323B"/>
    <w:rsid w:val="00BF70BB"/>
    <w:rsid w:val="00D321BE"/>
    <w:rsid w:val="00D76F06"/>
    <w:rsid w:val="00E04B0D"/>
    <w:rsid w:val="00E65D63"/>
    <w:rsid w:val="00F4003B"/>
    <w:rsid w:val="00FD6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EA9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C715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D64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1D6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78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220</Words>
  <Characters>1254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USER41</dc:creator>
  <cp:keywords/>
  <dc:description/>
  <cp:lastModifiedBy>Третьяков</cp:lastModifiedBy>
  <cp:revision>3</cp:revision>
  <cp:lastPrinted>2013-04-30T08:43:00Z</cp:lastPrinted>
  <dcterms:created xsi:type="dcterms:W3CDTF">2013-08-08T03:14:00Z</dcterms:created>
  <dcterms:modified xsi:type="dcterms:W3CDTF">2013-08-08T03:15:00Z</dcterms:modified>
</cp:coreProperties>
</file>