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17B" w:rsidRPr="00BF112A" w:rsidRDefault="00E7417B" w:rsidP="00BF112A">
      <w:pPr>
        <w:keepNext/>
        <w:autoSpaceDE w:val="0"/>
        <w:autoSpaceDN w:val="0"/>
        <w:spacing w:before="100" w:beforeAutospacing="1"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ПРОЕКТ </w:t>
      </w:r>
    </w:p>
    <w:p w:rsidR="00E7417B" w:rsidRPr="00BF112A" w:rsidRDefault="00E7417B" w:rsidP="00BF112A">
      <w:pPr>
        <w:suppressAutoHyphens/>
        <w:spacing w:before="100" w:beforeAutospacing="1" w:after="0" w:line="240" w:lineRule="auto"/>
        <w:ind w:right="43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BF112A">
        <w:rPr>
          <w:rFonts w:ascii="Times New Roman" w:hAnsi="Times New Roman"/>
          <w:b/>
          <w:sz w:val="24"/>
          <w:szCs w:val="24"/>
          <w:lang w:eastAsia="ar-SA"/>
        </w:rPr>
        <w:t>Муниципальный контракт № _____</w:t>
      </w:r>
    </w:p>
    <w:p w:rsidR="00E7417B" w:rsidRPr="00BF112A" w:rsidRDefault="00E7417B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на поставку  мебели в МБ</w:t>
      </w:r>
      <w:r>
        <w:rPr>
          <w:rFonts w:ascii="Times New Roman" w:hAnsi="Times New Roman"/>
          <w:b/>
          <w:sz w:val="24"/>
          <w:szCs w:val="24"/>
        </w:rPr>
        <w:t>Д</w:t>
      </w:r>
      <w:r w:rsidRPr="00BF112A">
        <w:rPr>
          <w:rFonts w:ascii="Times New Roman" w:hAnsi="Times New Roman"/>
          <w:b/>
          <w:sz w:val="24"/>
          <w:szCs w:val="24"/>
        </w:rPr>
        <w:t>ОУ «</w:t>
      </w:r>
      <w:r>
        <w:rPr>
          <w:rFonts w:ascii="Times New Roman" w:hAnsi="Times New Roman"/>
          <w:b/>
          <w:sz w:val="24"/>
          <w:szCs w:val="24"/>
        </w:rPr>
        <w:t>Детский сад № 227</w:t>
      </w:r>
      <w:r w:rsidRPr="00BF112A">
        <w:rPr>
          <w:rFonts w:ascii="Times New Roman" w:hAnsi="Times New Roman"/>
          <w:b/>
          <w:sz w:val="24"/>
          <w:szCs w:val="24"/>
        </w:rPr>
        <w:t>» г. Перми</w:t>
      </w:r>
    </w:p>
    <w:p w:rsidR="00E7417B" w:rsidRPr="00BF112A" w:rsidRDefault="00E7417B" w:rsidP="00BF112A">
      <w:pPr>
        <w:keepNext/>
        <w:numPr>
          <w:ilvl w:val="0"/>
          <w:numId w:val="1"/>
        </w:numPr>
        <w:tabs>
          <w:tab w:val="left" w:pos="0"/>
        </w:tabs>
        <w:suppressAutoHyphens/>
        <w:spacing w:before="100" w:beforeAutospacing="1" w:after="0" w:line="240" w:lineRule="auto"/>
        <w:outlineLvl w:val="0"/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>г. Пермь</w:t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 w:rsidRPr="00BF112A"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  <w:t xml:space="preserve">            «___» _________  20__ года</w:t>
      </w:r>
    </w:p>
    <w:p w:rsidR="00E7417B" w:rsidRPr="00BF112A" w:rsidRDefault="00E7417B" w:rsidP="00BF112A">
      <w:pPr>
        <w:spacing w:before="100" w:beforeAutospacing="1" w:after="0" w:line="240" w:lineRule="auto"/>
        <w:ind w:firstLine="525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_________________________________________________________________________именуемое в дальнейшем Заказчик, в лице ________________________________, действующего на основании ___________, с одной стороны,  и</w:t>
      </w:r>
      <w:r w:rsidRPr="00BF112A">
        <w:rPr>
          <w:rFonts w:ascii="Times New Roman" w:hAnsi="Times New Roman"/>
          <w:b/>
          <w:sz w:val="24"/>
          <w:szCs w:val="24"/>
        </w:rPr>
        <w:t>___________________________________</w:t>
      </w:r>
      <w:r w:rsidRPr="00BF112A">
        <w:rPr>
          <w:rFonts w:ascii="Times New Roman" w:hAnsi="Times New Roman"/>
          <w:sz w:val="24"/>
          <w:szCs w:val="24"/>
        </w:rPr>
        <w:t xml:space="preserve">, </w:t>
      </w:r>
      <w:r w:rsidRPr="00BF112A">
        <w:rPr>
          <w:rFonts w:ascii="Times New Roman" w:hAnsi="Times New Roman"/>
          <w:bCs/>
          <w:sz w:val="24"/>
          <w:szCs w:val="24"/>
        </w:rPr>
        <w:t xml:space="preserve">именуемое  в  дальнейшем Поставщик, в лице _______________________________________, действующего на основании____________, </w:t>
      </w:r>
      <w:r w:rsidRPr="00BF112A">
        <w:rPr>
          <w:rFonts w:ascii="Times New Roman" w:hAnsi="Times New Roman"/>
          <w:sz w:val="24"/>
          <w:szCs w:val="24"/>
        </w:rPr>
        <w:t xml:space="preserve">заключили Муниципальный контракт (далее - Контракт) </w:t>
      </w:r>
      <w:r w:rsidRPr="00BF112A">
        <w:rPr>
          <w:rFonts w:ascii="Times New Roman" w:hAnsi="Times New Roman"/>
        </w:rPr>
        <w:t xml:space="preserve">по результатам проведенного запроса котировок </w:t>
      </w:r>
      <w:r w:rsidRPr="00BF112A">
        <w:rPr>
          <w:rFonts w:ascii="Times New Roman" w:hAnsi="Times New Roman"/>
          <w:sz w:val="24"/>
          <w:szCs w:val="24"/>
        </w:rPr>
        <w:t>_____________________________________________________________о нижеследующем:</w:t>
      </w:r>
    </w:p>
    <w:p w:rsidR="00E7417B" w:rsidRPr="00BF112A" w:rsidRDefault="00E7417B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1.1. По настоящему контракту Поставщик обязуется поставить  мебель МБ</w:t>
      </w:r>
      <w:r>
        <w:rPr>
          <w:rFonts w:ascii="Times New Roman" w:hAnsi="Times New Roman"/>
          <w:sz w:val="24"/>
          <w:szCs w:val="24"/>
        </w:rPr>
        <w:t>Д</w:t>
      </w:r>
      <w:r w:rsidRPr="00BF112A">
        <w:rPr>
          <w:rFonts w:ascii="Times New Roman" w:hAnsi="Times New Roman"/>
          <w:sz w:val="24"/>
          <w:szCs w:val="24"/>
        </w:rPr>
        <w:t>ОУ «</w:t>
      </w:r>
      <w:r>
        <w:rPr>
          <w:rFonts w:ascii="Times New Roman" w:hAnsi="Times New Roman"/>
          <w:sz w:val="24"/>
          <w:szCs w:val="24"/>
        </w:rPr>
        <w:t>Детский сад № 227</w:t>
      </w:r>
      <w:r w:rsidRPr="00BF112A">
        <w:rPr>
          <w:rFonts w:ascii="Times New Roman" w:hAnsi="Times New Roman"/>
          <w:sz w:val="24"/>
          <w:szCs w:val="24"/>
        </w:rPr>
        <w:t>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предусмотренных контрактом.</w:t>
      </w:r>
    </w:p>
    <w:p w:rsidR="00E7417B" w:rsidRPr="00BF112A" w:rsidRDefault="00E7417B" w:rsidP="00BF112A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 Поставщик обязуется:</w:t>
      </w:r>
    </w:p>
    <w:p w:rsidR="00E7417B" w:rsidRPr="00BF112A" w:rsidRDefault="00E7417B" w:rsidP="00BF112A">
      <w:pPr>
        <w:tabs>
          <w:tab w:val="num" w:pos="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2.2.1. Поставить Товар в течение 3 (трех) дней с даты заключения контракта и предоставить Заказчику полные технические характеристики товара в печатном виде.</w:t>
      </w:r>
    </w:p>
    <w:p w:rsidR="00E7417B" w:rsidRPr="00BF112A" w:rsidRDefault="00E7417B" w:rsidP="00BF112A">
      <w:pPr>
        <w:tabs>
          <w:tab w:val="num" w:pos="709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документации на русском языке.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3.1Цена товара определена в соответствии с результатами запроса котировок в электронном виде и составляет</w:t>
      </w:r>
      <w:r w:rsidRPr="00BF112A">
        <w:rPr>
          <w:rFonts w:ascii="Times New Roman" w:hAnsi="Times New Roman"/>
          <w:b/>
          <w:sz w:val="24"/>
          <w:szCs w:val="24"/>
        </w:rPr>
        <w:t>________</w:t>
      </w:r>
      <w:r w:rsidRPr="00BF112A">
        <w:rPr>
          <w:rFonts w:ascii="Times New Roman" w:hAnsi="Times New Roman"/>
          <w:sz w:val="24"/>
          <w:szCs w:val="24"/>
        </w:rPr>
        <w:t xml:space="preserve">(___________________________________) рублей </w:t>
      </w:r>
      <w:r w:rsidRPr="00BF112A">
        <w:rPr>
          <w:rFonts w:ascii="Times New Roman" w:hAnsi="Times New Roman"/>
          <w:b/>
          <w:sz w:val="24"/>
          <w:szCs w:val="24"/>
        </w:rPr>
        <w:t>__</w:t>
      </w:r>
      <w:r w:rsidRPr="00BF112A">
        <w:rPr>
          <w:rFonts w:ascii="Times New Roman" w:hAnsi="Times New Roman"/>
          <w:sz w:val="24"/>
          <w:szCs w:val="24"/>
        </w:rPr>
        <w:t>копеек.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безналичным перечислени</w:t>
      </w:r>
      <w:r>
        <w:rPr>
          <w:rFonts w:ascii="Times New Roman" w:hAnsi="Times New Roman"/>
          <w:sz w:val="24"/>
          <w:szCs w:val="24"/>
        </w:rPr>
        <w:t>ем денежных средств в течение 10 банковских</w:t>
      </w:r>
      <w:r w:rsidRPr="00BF112A">
        <w:rPr>
          <w:rFonts w:ascii="Times New Roman" w:hAnsi="Times New Roman"/>
          <w:sz w:val="24"/>
          <w:szCs w:val="24"/>
        </w:rPr>
        <w:t xml:space="preserve"> дней с момента поставки Товара и  подписания товарных накладных, счета-фактуры.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E7417B" w:rsidRPr="00BF112A" w:rsidRDefault="00E7417B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4. Сроки и условия поставки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4.1. Товар должен быть поставлен Заказчику в течение 3 (трех) календарных дней с даты заключения муниципального контракта.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4.2.</w:t>
      </w:r>
      <w:r w:rsidRPr="00BF112A">
        <w:rPr>
          <w:rFonts w:ascii="Times New Roman" w:hAnsi="Times New Roman"/>
          <w:sz w:val="24"/>
          <w:szCs w:val="24"/>
          <w:lang w:val="en-US" w:eastAsia="ru-RU"/>
        </w:rPr>
        <w:t> </w:t>
      </w:r>
      <w:r w:rsidRPr="00BF112A">
        <w:rPr>
          <w:rFonts w:ascii="Times New Roman" w:hAnsi="Times New Roman"/>
          <w:sz w:val="24"/>
          <w:szCs w:val="24"/>
          <w:lang w:eastAsia="ru-RU"/>
        </w:rPr>
        <w:t>По согласованию с Заказчиком возможна досрочная поставка товара.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4.4. Товар поставляется Заказчику по адресу: ______________________________.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4.5.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прилагаемой к контракту спецификации. 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4.6. При обнаружении в поставляемом товаре производственных дефектов, недостач или иных несоответствий условиям  контракта Заказчик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4.7.  При завершении поставки товара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E7417B" w:rsidRPr="00BF112A" w:rsidRDefault="00E7417B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5. Требования к упаковке, товару.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5.1. Товар должен отгружаться в стандартной оригинальной упаковке с учетом необходимых маркировок в соответствии с требованиями стандартов и технических условий.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E7417B" w:rsidRPr="00BF112A" w:rsidRDefault="00E7417B" w:rsidP="00BF112A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>5.4. Отдельные требования к каждому Товару изложены в Приложении № 1.</w:t>
      </w:r>
    </w:p>
    <w:p w:rsidR="00E7417B" w:rsidRPr="00BF112A" w:rsidRDefault="00E7417B" w:rsidP="00BF112A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BF112A">
        <w:rPr>
          <w:rFonts w:ascii="Times New Roman" w:hAnsi="Times New Roman"/>
          <w:b/>
          <w:sz w:val="24"/>
          <w:szCs w:val="24"/>
          <w:lang w:eastAsia="ru-RU"/>
        </w:rPr>
        <w:t>6. Гарантии</w:t>
      </w:r>
    </w:p>
    <w:p w:rsidR="00E7417B" w:rsidRPr="00BF112A" w:rsidRDefault="00E7417B" w:rsidP="00BF112A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6.1 Гарантийный срок </w:t>
      </w:r>
      <w:r>
        <w:rPr>
          <w:rFonts w:ascii="Times New Roman" w:hAnsi="Times New Roman"/>
          <w:sz w:val="24"/>
          <w:szCs w:val="24"/>
          <w:lang w:eastAsia="ru-RU"/>
        </w:rPr>
        <w:t xml:space="preserve"> не менее 5 лет</w:t>
      </w:r>
      <w:r w:rsidRPr="00BF112A">
        <w:rPr>
          <w:rFonts w:ascii="Times New Roman" w:hAnsi="Times New Roman"/>
          <w:sz w:val="24"/>
          <w:szCs w:val="24"/>
          <w:lang w:eastAsia="ru-RU"/>
        </w:rPr>
        <w:t xml:space="preserve"> со дня поставки, за исключением отдельных комплектующих (фурнитуры).</w:t>
      </w:r>
    </w:p>
    <w:p w:rsidR="00E7417B" w:rsidRPr="00BF112A" w:rsidRDefault="00E7417B" w:rsidP="00BF112A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F112A">
        <w:rPr>
          <w:rFonts w:ascii="Times New Roman" w:hAnsi="Times New Roman"/>
          <w:sz w:val="24"/>
          <w:szCs w:val="24"/>
          <w:lang w:eastAsia="ru-RU"/>
        </w:rPr>
        <w:t xml:space="preserve">6.2. Поставщик гарантирует, что поставленный по настоящему контракту товар полностью соответствует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 xml:space="preserve">7.2. В случае просрочки исполнения обязательств, предусмотренных контрактом,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F112A"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 xml:space="preserve">9.1. Настоящий контракт вступает в силу с момента подписания и действует до </w:t>
      </w:r>
      <w:r>
        <w:rPr>
          <w:rFonts w:ascii="Times New Roman" w:hAnsi="Times New Roman"/>
          <w:sz w:val="24"/>
          <w:szCs w:val="24"/>
        </w:rPr>
        <w:t>исполнения обязательств</w:t>
      </w:r>
      <w:r w:rsidRPr="00BF112A">
        <w:rPr>
          <w:rFonts w:ascii="Times New Roman" w:hAnsi="Times New Roman"/>
          <w:sz w:val="24"/>
          <w:szCs w:val="24"/>
        </w:rPr>
        <w:t>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Арбитражным судом Пермского края.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9.4. Расторжение контракта допускается исключительно по соглашению сторон или по решению суда, по основаниям, предусмотренным гражданским законодательством.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действующим законодательством РФ.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экземпляра - Заказчику. Спецификация является неотъемлемой частью муниципального контракта.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  <w:r w:rsidRPr="00BF112A"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tbl>
      <w:tblPr>
        <w:tblW w:w="9780" w:type="dxa"/>
        <w:tblLayout w:type="fixed"/>
        <w:tblLook w:val="01E0"/>
      </w:tblPr>
      <w:tblGrid>
        <w:gridCol w:w="5117"/>
        <w:gridCol w:w="4663"/>
      </w:tblGrid>
      <w:tr w:rsidR="00E7417B" w:rsidRPr="00BB1350" w:rsidTr="00BB1350">
        <w:trPr>
          <w:trHeight w:val="1452"/>
        </w:trPr>
        <w:tc>
          <w:tcPr>
            <w:tcW w:w="5117" w:type="dxa"/>
          </w:tcPr>
          <w:p w:rsidR="00E7417B" w:rsidRPr="00BB1350" w:rsidRDefault="00E7417B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BB1350"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Заказчик</w:t>
            </w:r>
            <w:r w:rsidRPr="00BB1350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</w:p>
          <w:p w:rsidR="00E7417B" w:rsidRPr="00BB1350" w:rsidRDefault="00E7417B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E7417B" w:rsidRPr="00BB1350" w:rsidRDefault="00E7417B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E7417B" w:rsidRPr="00BB1350" w:rsidRDefault="00E7417B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7417B" w:rsidRPr="00BB1350" w:rsidRDefault="00E7417B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E7417B" w:rsidRPr="00BB1350" w:rsidRDefault="00E7417B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63" w:type="dxa"/>
          </w:tcPr>
          <w:p w:rsidR="00E7417B" w:rsidRPr="00BB1350" w:rsidRDefault="00E7417B" w:rsidP="00BB1350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B135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Поставщик</w:t>
            </w:r>
            <w:r w:rsidRPr="00BB1350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–                                          </w:t>
            </w:r>
          </w:p>
          <w:p w:rsidR="00E7417B" w:rsidRPr="00BB1350" w:rsidRDefault="00E7417B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E7417B" w:rsidRPr="00BB1350" w:rsidRDefault="00E7417B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1350"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E7417B" w:rsidRPr="00BB1350" w:rsidRDefault="00E7417B" w:rsidP="00BB1350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E7417B" w:rsidRPr="00BB1350" w:rsidRDefault="00E7417B" w:rsidP="00BB135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E7417B" w:rsidRPr="00BB1350" w:rsidRDefault="00E7417B" w:rsidP="00BB1350">
            <w:pPr>
              <w:spacing w:before="100" w:beforeAutospacing="1" w:after="0" w:line="240" w:lineRule="auto"/>
              <w:ind w:right="-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Поставщик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Cs/>
          <w:color w:val="000000"/>
          <w:sz w:val="20"/>
          <w:szCs w:val="20"/>
        </w:rPr>
        <w:t>____________\</w:t>
      </w:r>
      <w:r>
        <w:rPr>
          <w:rFonts w:ascii="Times New Roman" w:hAnsi="Times New Roman"/>
          <w:bCs/>
          <w:color w:val="000000"/>
          <w:sz w:val="20"/>
          <w:szCs w:val="20"/>
        </w:rPr>
        <w:t>____________</w:t>
      </w:r>
      <w:r w:rsidRPr="00BF112A">
        <w:rPr>
          <w:rFonts w:ascii="Times New Roman" w:hAnsi="Times New Roman"/>
          <w:bCs/>
          <w:color w:val="000000"/>
          <w:sz w:val="20"/>
          <w:szCs w:val="20"/>
        </w:rPr>
        <w:t>\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__________ \ 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\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color w:val="000000"/>
          <w:sz w:val="24"/>
          <w:szCs w:val="24"/>
        </w:rPr>
        <w:t>МП</w:t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</w:r>
      <w:r w:rsidRPr="00BF112A">
        <w:rPr>
          <w:rFonts w:ascii="Times New Roman" w:hAnsi="Times New Roman"/>
          <w:color w:val="000000"/>
          <w:sz w:val="24"/>
          <w:szCs w:val="24"/>
        </w:rPr>
        <w:tab/>
        <w:t>МП</w:t>
      </w:r>
    </w:p>
    <w:p w:rsidR="00E7417B" w:rsidRPr="00BF112A" w:rsidRDefault="00E7417B" w:rsidP="00BF112A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 w:rsidRPr="00BF112A">
        <w:rPr>
          <w:rFonts w:ascii="Times New Roman" w:hAnsi="Times New Roman"/>
          <w:sz w:val="24"/>
          <w:szCs w:val="24"/>
        </w:rPr>
        <w:t>«      »_______________20</w:t>
      </w:r>
      <w:r>
        <w:rPr>
          <w:rFonts w:ascii="Times New Roman" w:hAnsi="Times New Roman"/>
          <w:sz w:val="24"/>
          <w:szCs w:val="24"/>
        </w:rPr>
        <w:t>13</w:t>
      </w:r>
      <w:r w:rsidRPr="00BF112A">
        <w:rPr>
          <w:rFonts w:ascii="Times New Roman" w:hAnsi="Times New Roman"/>
          <w:sz w:val="24"/>
          <w:szCs w:val="24"/>
        </w:rPr>
        <w:t xml:space="preserve"> г.                       «        »____________20</w:t>
      </w:r>
      <w:r>
        <w:rPr>
          <w:rFonts w:ascii="Times New Roman" w:hAnsi="Times New Roman"/>
          <w:sz w:val="24"/>
          <w:szCs w:val="24"/>
        </w:rPr>
        <w:t>13 г.</w:t>
      </w:r>
    </w:p>
    <w:p w:rsidR="00E7417B" w:rsidRDefault="00E7417B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E7417B" w:rsidRPr="00BF112A" w:rsidRDefault="00E7417B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Приложение №  1</w:t>
      </w:r>
    </w:p>
    <w:p w:rsidR="00E7417B" w:rsidRPr="00BF112A" w:rsidRDefault="00E7417B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к Муниципальному контракту № _______</w:t>
      </w:r>
    </w:p>
    <w:p w:rsidR="00E7417B" w:rsidRPr="00BF112A" w:rsidRDefault="00E7417B" w:rsidP="00BF112A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от «___» _________ 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 xml:space="preserve"> года</w:t>
      </w:r>
    </w:p>
    <w:p w:rsidR="00E7417B" w:rsidRPr="00BF112A" w:rsidRDefault="00E7417B" w:rsidP="00BF112A">
      <w:pPr>
        <w:spacing w:before="100" w:beforeAutospacing="1"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E7417B" w:rsidRPr="00BF112A" w:rsidRDefault="00E7417B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  <w:r w:rsidRPr="00BF112A">
        <w:rPr>
          <w:rFonts w:ascii="Times New Roman" w:hAnsi="Times New Roman"/>
          <w:b/>
          <w:sz w:val="20"/>
          <w:szCs w:val="20"/>
        </w:rPr>
        <w:t>Спецификация к Товару</w:t>
      </w:r>
    </w:p>
    <w:p w:rsidR="00E7417B" w:rsidRPr="00BF112A" w:rsidRDefault="00E7417B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2297"/>
        <w:gridCol w:w="4110"/>
        <w:gridCol w:w="1074"/>
        <w:gridCol w:w="1167"/>
        <w:gridCol w:w="1559"/>
      </w:tblGrid>
      <w:tr w:rsidR="00E7417B" w:rsidRPr="00BB1350" w:rsidTr="009235EE">
        <w:trPr>
          <w:trHeight w:val="804"/>
        </w:trPr>
        <w:tc>
          <w:tcPr>
            <w:tcW w:w="850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297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4110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074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67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Цена, руб.</w:t>
            </w:r>
          </w:p>
        </w:tc>
        <w:tc>
          <w:tcPr>
            <w:tcW w:w="1559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Сумма, руб.</w:t>
            </w:r>
          </w:p>
        </w:tc>
      </w:tr>
      <w:tr w:rsidR="00E7417B" w:rsidRPr="00BB1350" w:rsidTr="009235EE">
        <w:trPr>
          <w:trHeight w:val="2099"/>
        </w:trPr>
        <w:tc>
          <w:tcPr>
            <w:tcW w:w="850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B135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97" w:type="dxa"/>
          </w:tcPr>
          <w:p w:rsidR="00E7417B" w:rsidRPr="00BB1350" w:rsidRDefault="00E7417B" w:rsidP="00DB6EF1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417B" w:rsidRPr="00BB1350" w:rsidRDefault="00E7417B" w:rsidP="00BF112A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7417B" w:rsidRPr="00BF112A" w:rsidRDefault="00E7417B" w:rsidP="00BF112A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 Поставщик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____________\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 xml:space="preserve">\                                                   __________ \ 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________________</w:t>
      </w:r>
      <w:r w:rsidRPr="00BF112A">
        <w:rPr>
          <w:rFonts w:ascii="Times New Roman" w:hAnsi="Times New Roman"/>
          <w:b/>
          <w:bCs/>
          <w:color w:val="000000"/>
          <w:sz w:val="20"/>
          <w:szCs w:val="20"/>
        </w:rPr>
        <w:t>\</w:t>
      </w:r>
    </w:p>
    <w:p w:rsidR="00E7417B" w:rsidRPr="00BF112A" w:rsidRDefault="00E7417B" w:rsidP="00BF112A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BF112A">
        <w:rPr>
          <w:rFonts w:ascii="Times New Roman" w:hAnsi="Times New Roman"/>
          <w:sz w:val="20"/>
          <w:szCs w:val="20"/>
        </w:rPr>
        <w:t>«      »_______________201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>г.                                                       «        »____________201</w:t>
      </w:r>
      <w:r>
        <w:rPr>
          <w:rFonts w:ascii="Times New Roman" w:hAnsi="Times New Roman"/>
          <w:sz w:val="20"/>
          <w:szCs w:val="20"/>
        </w:rPr>
        <w:t>3</w:t>
      </w:r>
      <w:r w:rsidRPr="00BF112A">
        <w:rPr>
          <w:rFonts w:ascii="Times New Roman" w:hAnsi="Times New Roman"/>
          <w:sz w:val="20"/>
          <w:szCs w:val="20"/>
        </w:rPr>
        <w:t xml:space="preserve"> г.</w:t>
      </w:r>
    </w:p>
    <w:p w:rsidR="00E7417B" w:rsidRPr="00BF112A" w:rsidRDefault="00E7417B" w:rsidP="00BF112A">
      <w:pPr>
        <w:spacing w:before="100" w:beforeAutospacing="1" w:after="0" w:line="240" w:lineRule="auto"/>
        <w:rPr>
          <w:rFonts w:ascii="Times New Roman" w:hAnsi="Times New Roman"/>
        </w:rPr>
      </w:pPr>
      <w:r w:rsidRPr="00BF112A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</w:p>
    <w:p w:rsidR="00E7417B" w:rsidRPr="00BF112A" w:rsidRDefault="00E7417B" w:rsidP="00BF112A">
      <w:pPr>
        <w:spacing w:before="100" w:beforeAutospacing="1" w:after="0" w:line="240" w:lineRule="auto"/>
        <w:rPr>
          <w:rFonts w:ascii="Times New Roman" w:hAnsi="Times New Roman"/>
        </w:rPr>
      </w:pPr>
    </w:p>
    <w:sectPr w:rsidR="00E7417B" w:rsidRPr="00BF112A" w:rsidSect="00204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5DA6"/>
    <w:rsid w:val="00062B28"/>
    <w:rsid w:val="001E5B0A"/>
    <w:rsid w:val="00204EBE"/>
    <w:rsid w:val="002645A8"/>
    <w:rsid w:val="00285D62"/>
    <w:rsid w:val="002F04EB"/>
    <w:rsid w:val="00316926"/>
    <w:rsid w:val="00552406"/>
    <w:rsid w:val="005D0F94"/>
    <w:rsid w:val="0066738C"/>
    <w:rsid w:val="00765DA6"/>
    <w:rsid w:val="007A783D"/>
    <w:rsid w:val="0083031C"/>
    <w:rsid w:val="00907D3A"/>
    <w:rsid w:val="009235EE"/>
    <w:rsid w:val="009332DC"/>
    <w:rsid w:val="0093700B"/>
    <w:rsid w:val="009B18D7"/>
    <w:rsid w:val="00A32C0E"/>
    <w:rsid w:val="00BB1350"/>
    <w:rsid w:val="00BF112A"/>
    <w:rsid w:val="00D91CEB"/>
    <w:rsid w:val="00D95C33"/>
    <w:rsid w:val="00DB6EF1"/>
    <w:rsid w:val="00E4731C"/>
    <w:rsid w:val="00E7417B"/>
    <w:rsid w:val="00F82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EF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07D3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285D62"/>
    <w:pPr>
      <w:spacing w:before="100" w:beforeAutospacing="1" w:after="18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1222</Words>
  <Characters>6970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ast</dc:creator>
  <cp:keywords/>
  <dc:description/>
  <cp:lastModifiedBy>peteneva</cp:lastModifiedBy>
  <cp:revision>5</cp:revision>
  <dcterms:created xsi:type="dcterms:W3CDTF">2013-08-15T05:33:00Z</dcterms:created>
  <dcterms:modified xsi:type="dcterms:W3CDTF">2013-08-19T03:10:00Z</dcterms:modified>
</cp:coreProperties>
</file>