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F7" w:rsidRPr="00BF112A" w:rsidRDefault="00FB6FF7" w:rsidP="00BF112A">
      <w:pPr>
        <w:keepNext/>
        <w:autoSpaceDE w:val="0"/>
        <w:autoSpaceDN w:val="0"/>
        <w:spacing w:before="100" w:beforeAutospacing="1"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F112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ПРОЕКТ </w:t>
      </w:r>
    </w:p>
    <w:p w:rsidR="00FB6FF7" w:rsidRPr="00BF112A" w:rsidRDefault="00FB6FF7" w:rsidP="00BF112A">
      <w:pPr>
        <w:suppressAutoHyphens/>
        <w:spacing w:before="100" w:beforeAutospacing="1" w:after="0" w:line="240" w:lineRule="auto"/>
        <w:ind w:right="43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BF112A">
        <w:rPr>
          <w:rFonts w:ascii="Times New Roman" w:hAnsi="Times New Roman"/>
          <w:b/>
          <w:sz w:val="24"/>
          <w:szCs w:val="24"/>
          <w:lang w:eastAsia="ar-SA"/>
        </w:rPr>
        <w:t>Муниципальный контракт № _____</w:t>
      </w:r>
    </w:p>
    <w:p w:rsidR="00FB6FF7" w:rsidRPr="00BF112A" w:rsidRDefault="00FB6FF7" w:rsidP="00BF112A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112A">
        <w:rPr>
          <w:rFonts w:ascii="Times New Roman" w:hAnsi="Times New Roman"/>
          <w:b/>
          <w:sz w:val="24"/>
          <w:szCs w:val="24"/>
        </w:rPr>
        <w:t xml:space="preserve">на поставку </w:t>
      </w:r>
      <w:r>
        <w:rPr>
          <w:rFonts w:ascii="Times New Roman" w:hAnsi="Times New Roman"/>
          <w:b/>
          <w:sz w:val="24"/>
          <w:szCs w:val="24"/>
        </w:rPr>
        <w:t>детской</w:t>
      </w:r>
      <w:r w:rsidRPr="00BF112A">
        <w:rPr>
          <w:rFonts w:ascii="Times New Roman" w:hAnsi="Times New Roman"/>
          <w:b/>
          <w:sz w:val="24"/>
          <w:szCs w:val="24"/>
        </w:rPr>
        <w:t xml:space="preserve"> мебели в МБ</w:t>
      </w:r>
      <w:r>
        <w:rPr>
          <w:rFonts w:ascii="Times New Roman" w:hAnsi="Times New Roman"/>
          <w:b/>
          <w:sz w:val="24"/>
          <w:szCs w:val="24"/>
        </w:rPr>
        <w:t>Д</w:t>
      </w:r>
      <w:r w:rsidRPr="00BF112A">
        <w:rPr>
          <w:rFonts w:ascii="Times New Roman" w:hAnsi="Times New Roman"/>
          <w:b/>
          <w:sz w:val="24"/>
          <w:szCs w:val="24"/>
        </w:rPr>
        <w:t>ОУ «</w:t>
      </w:r>
      <w:r>
        <w:rPr>
          <w:rFonts w:ascii="Times New Roman" w:hAnsi="Times New Roman"/>
          <w:b/>
          <w:sz w:val="24"/>
          <w:szCs w:val="24"/>
        </w:rPr>
        <w:t>Детский сад № 227</w:t>
      </w:r>
      <w:r w:rsidRPr="00BF112A">
        <w:rPr>
          <w:rFonts w:ascii="Times New Roman" w:hAnsi="Times New Roman"/>
          <w:b/>
          <w:sz w:val="24"/>
          <w:szCs w:val="24"/>
        </w:rPr>
        <w:t>» г. Перми</w:t>
      </w:r>
    </w:p>
    <w:p w:rsidR="00FB6FF7" w:rsidRPr="00BF112A" w:rsidRDefault="00FB6FF7" w:rsidP="00BF112A">
      <w:pPr>
        <w:keepNext/>
        <w:numPr>
          <w:ilvl w:val="0"/>
          <w:numId w:val="1"/>
        </w:numPr>
        <w:tabs>
          <w:tab w:val="left" w:pos="0"/>
        </w:tabs>
        <w:suppressAutoHyphens/>
        <w:spacing w:before="100" w:beforeAutospacing="1" w:after="0" w:line="240" w:lineRule="auto"/>
        <w:outlineLvl w:val="0"/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</w:pP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>г. Пермь</w:t>
      </w: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</w: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</w: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</w: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</w: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  <w:t xml:space="preserve">            «___» _________  20__ года</w:t>
      </w:r>
    </w:p>
    <w:p w:rsidR="00FB6FF7" w:rsidRPr="00BF112A" w:rsidRDefault="00FB6FF7" w:rsidP="00BF112A">
      <w:pPr>
        <w:spacing w:before="100" w:beforeAutospacing="1" w:after="0" w:line="240" w:lineRule="auto"/>
        <w:ind w:firstLine="525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_________________________________________________________________________именуемое в дальнейшем Заказчик, в лице ________________________________, действующего на основании ___________, с одной стороны,  и</w:t>
      </w:r>
      <w:r w:rsidRPr="00BF112A">
        <w:rPr>
          <w:rFonts w:ascii="Times New Roman" w:hAnsi="Times New Roman"/>
          <w:b/>
          <w:sz w:val="24"/>
          <w:szCs w:val="24"/>
        </w:rPr>
        <w:t>___________________________________</w:t>
      </w:r>
      <w:r w:rsidRPr="00BF112A">
        <w:rPr>
          <w:rFonts w:ascii="Times New Roman" w:hAnsi="Times New Roman"/>
          <w:sz w:val="24"/>
          <w:szCs w:val="24"/>
        </w:rPr>
        <w:t xml:space="preserve">, </w:t>
      </w:r>
      <w:r w:rsidRPr="00BF112A">
        <w:rPr>
          <w:rFonts w:ascii="Times New Roman" w:hAnsi="Times New Roman"/>
          <w:bCs/>
          <w:sz w:val="24"/>
          <w:szCs w:val="24"/>
        </w:rPr>
        <w:t xml:space="preserve">именуемое  в  дальнейшем Поставщик, в лице _______________________________________, действующего на основании____________, </w:t>
      </w:r>
      <w:r w:rsidRPr="00BF112A">
        <w:rPr>
          <w:rFonts w:ascii="Times New Roman" w:hAnsi="Times New Roman"/>
          <w:sz w:val="24"/>
          <w:szCs w:val="24"/>
        </w:rPr>
        <w:t xml:space="preserve">заключили Муниципальный контракт (далее - Контракт) </w:t>
      </w:r>
      <w:r w:rsidRPr="00BF112A">
        <w:rPr>
          <w:rFonts w:ascii="Times New Roman" w:hAnsi="Times New Roman"/>
        </w:rPr>
        <w:t xml:space="preserve">по результатам проведенного запроса котировок </w:t>
      </w:r>
      <w:r w:rsidRPr="00BF112A">
        <w:rPr>
          <w:rFonts w:ascii="Times New Roman" w:hAnsi="Times New Roman"/>
          <w:sz w:val="24"/>
          <w:szCs w:val="24"/>
        </w:rPr>
        <w:t>_____________________________________________________________о нижеследующем:</w:t>
      </w:r>
    </w:p>
    <w:p w:rsidR="00FB6FF7" w:rsidRPr="00BF112A" w:rsidRDefault="00FB6FF7" w:rsidP="00BF112A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112A">
        <w:rPr>
          <w:rFonts w:ascii="Times New Roman" w:hAnsi="Times New Roman"/>
          <w:b/>
          <w:sz w:val="24"/>
          <w:szCs w:val="24"/>
        </w:rPr>
        <w:t>1. Предмет Контракта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 xml:space="preserve">1.1. По настоящему контракту Поставщик обязуется поставить </w:t>
      </w:r>
      <w:r>
        <w:rPr>
          <w:rFonts w:ascii="Times New Roman" w:hAnsi="Times New Roman"/>
          <w:sz w:val="24"/>
          <w:szCs w:val="24"/>
        </w:rPr>
        <w:t>детскую</w:t>
      </w:r>
      <w:r w:rsidRPr="00BF112A">
        <w:rPr>
          <w:rFonts w:ascii="Times New Roman" w:hAnsi="Times New Roman"/>
          <w:sz w:val="24"/>
          <w:szCs w:val="24"/>
        </w:rPr>
        <w:t xml:space="preserve"> мебель МБ</w:t>
      </w:r>
      <w:r>
        <w:rPr>
          <w:rFonts w:ascii="Times New Roman" w:hAnsi="Times New Roman"/>
          <w:sz w:val="24"/>
          <w:szCs w:val="24"/>
        </w:rPr>
        <w:t>Д</w:t>
      </w:r>
      <w:r w:rsidRPr="00BF112A">
        <w:rPr>
          <w:rFonts w:ascii="Times New Roman" w:hAnsi="Times New Roman"/>
          <w:sz w:val="24"/>
          <w:szCs w:val="24"/>
        </w:rPr>
        <w:t>ОУ «</w:t>
      </w:r>
      <w:r>
        <w:rPr>
          <w:rFonts w:ascii="Times New Roman" w:hAnsi="Times New Roman"/>
          <w:sz w:val="24"/>
          <w:szCs w:val="24"/>
        </w:rPr>
        <w:t>Детский сад № 227</w:t>
      </w:r>
      <w:r w:rsidRPr="00BF112A">
        <w:rPr>
          <w:rFonts w:ascii="Times New Roman" w:hAnsi="Times New Roman"/>
          <w:sz w:val="24"/>
          <w:szCs w:val="24"/>
        </w:rPr>
        <w:t>» г. Перми (далее – товар), в соответствии со спецификацией (Приложение №1), являющейся неотъемлемой частью контракта, а Заказчик получить и оплатить товар на условиях, предусмотренных контрактом.</w:t>
      </w:r>
    </w:p>
    <w:p w:rsidR="00FB6FF7" w:rsidRPr="00BF112A" w:rsidRDefault="00FB6FF7" w:rsidP="00BF112A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112A">
        <w:rPr>
          <w:rFonts w:ascii="Times New Roman" w:hAnsi="Times New Roman"/>
          <w:b/>
          <w:sz w:val="24"/>
          <w:szCs w:val="24"/>
        </w:rPr>
        <w:t>2. Обязанности сторон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2.1. Заказчик обязуется: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2.1.1. Принять товар в соответствии со спецификацией.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2.1.2. Оплатить товар в соответствии с п.3 настоящего контракта.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2.2. Поставщик обязуется:</w:t>
      </w:r>
    </w:p>
    <w:p w:rsidR="00FB6FF7" w:rsidRPr="00BF112A" w:rsidRDefault="00FB6FF7" w:rsidP="00BF112A">
      <w:pPr>
        <w:tabs>
          <w:tab w:val="num" w:pos="0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2.2.1. Поставить Товар в течение 3 (трех) дней с даты заключения контракта и предоставить Заказчику полные технические характеристики товара в печатном виде.</w:t>
      </w:r>
    </w:p>
    <w:p w:rsidR="00FB6FF7" w:rsidRPr="00BF112A" w:rsidRDefault="00FB6FF7" w:rsidP="00BF112A">
      <w:pPr>
        <w:tabs>
          <w:tab w:val="num" w:pos="709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2.2.2. При поставке Товара предоставить сертификаты (декларации) и комплект технической документации на русском языке.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F112A">
        <w:rPr>
          <w:rFonts w:ascii="Times New Roman" w:hAnsi="Times New Roman"/>
          <w:b/>
          <w:bCs/>
          <w:color w:val="000000"/>
          <w:sz w:val="24"/>
          <w:szCs w:val="24"/>
        </w:rPr>
        <w:t>3. Стоимость товара и порядок расчетов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3.1Цена товара определена в соответствии с результатами запроса котировок в электронном виде и составляет</w:t>
      </w:r>
      <w:r w:rsidRPr="00BF112A">
        <w:rPr>
          <w:rFonts w:ascii="Times New Roman" w:hAnsi="Times New Roman"/>
          <w:b/>
          <w:sz w:val="24"/>
          <w:szCs w:val="24"/>
        </w:rPr>
        <w:t>________</w:t>
      </w:r>
      <w:r w:rsidRPr="00BF112A">
        <w:rPr>
          <w:rFonts w:ascii="Times New Roman" w:hAnsi="Times New Roman"/>
          <w:sz w:val="24"/>
          <w:szCs w:val="24"/>
        </w:rPr>
        <w:t xml:space="preserve">(___________________________________) рублей </w:t>
      </w:r>
      <w:r w:rsidRPr="00BF112A">
        <w:rPr>
          <w:rFonts w:ascii="Times New Roman" w:hAnsi="Times New Roman"/>
          <w:b/>
          <w:sz w:val="24"/>
          <w:szCs w:val="24"/>
        </w:rPr>
        <w:t>__</w:t>
      </w:r>
      <w:r w:rsidRPr="00BF112A">
        <w:rPr>
          <w:rFonts w:ascii="Times New Roman" w:hAnsi="Times New Roman"/>
          <w:sz w:val="24"/>
          <w:szCs w:val="24"/>
        </w:rPr>
        <w:t>копеек.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3.2 Расчет за поставленный в соответствии с Приложением № 1 Товар будет производиться безналичным перечислени</w:t>
      </w:r>
      <w:r>
        <w:rPr>
          <w:rFonts w:ascii="Times New Roman" w:hAnsi="Times New Roman"/>
          <w:sz w:val="24"/>
          <w:szCs w:val="24"/>
        </w:rPr>
        <w:t>ем денежных средств в течение 10 банковских</w:t>
      </w:r>
      <w:r w:rsidRPr="00BF112A">
        <w:rPr>
          <w:rFonts w:ascii="Times New Roman" w:hAnsi="Times New Roman"/>
          <w:sz w:val="24"/>
          <w:szCs w:val="24"/>
        </w:rPr>
        <w:t xml:space="preserve"> дней с момента поставки Товара и  подписания товарных накладных, счета-фактуры.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3.3.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расходов, страхования и прочих расходов, связанных с доставкой, разгрузкой, сборкой товаров в конечном пункте назначения и все другие расходы которые могут возникнуть при исполнении муниципального контракта.</w:t>
      </w:r>
    </w:p>
    <w:p w:rsidR="00FB6FF7" w:rsidRPr="00BF112A" w:rsidRDefault="00FB6FF7" w:rsidP="00BF112A">
      <w:pPr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F112A">
        <w:rPr>
          <w:rFonts w:ascii="Times New Roman" w:hAnsi="Times New Roman"/>
          <w:b/>
          <w:sz w:val="24"/>
          <w:szCs w:val="24"/>
          <w:lang w:eastAsia="ru-RU"/>
        </w:rPr>
        <w:t>4. Сроки и условия поставки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4.1. Товар должен быть поставлен Заказчику в течение 3 (трех) календарных дней с даты заключения муниципального контракта.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4.2.</w:t>
      </w:r>
      <w:r w:rsidRPr="00BF112A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BF112A">
        <w:rPr>
          <w:rFonts w:ascii="Times New Roman" w:hAnsi="Times New Roman"/>
          <w:sz w:val="24"/>
          <w:szCs w:val="24"/>
          <w:lang w:eastAsia="ru-RU"/>
        </w:rPr>
        <w:t>По согласованию с Заказчиком возможна досрочная поставка товара.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4.3. Поставка товара осуществляется транспортом Поставщика. Риски утраты или порчи товара в процессе его поставки несет Поставщик.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4.4. Товар поставляется Заказчику по адресу: ______________________________.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 xml:space="preserve">4.5. Поставляемый Товар по качеству и комплектности должен соответствовать техническим условиям, другой нормативно-технической документации и требованиям, указанным в прилагаемой к контракту спецификации. 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4.6. При обнаружении в поставляемом товаре производственных дефектов, недостач или иных несоответствий условиям  контракта Заказчик не позднее 5 (пяти) рабочих дней письменно уведомляет об этом Поставщика. После получения подобного уведомления Поставщик должен в течение 2 (двух) дней доукомплектовать или произвести замену бракованного товара (его части) без расходов со стороны Заказчика.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 xml:space="preserve">4.7.  При завершении поставки товара оформляется накладная, счет, счет-фактура, подписанные Заказчиком и Поставщиком, с приложением к ним сопроводительных документов, указанных в.п.п.2.2.1, 2.2.2 настоящего контракта. 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4.8. Заказчик имеет право на проведение контроля (без каких-либо дополнительных затрат с его стороны) и (или) испытаний товара с целью подтверждения его соответствия документации или заявленным требованиям. Если товар, подвергшийся контролю или испытаниям, не будет соответствовать заявленным требованиям, Заказчик может отказаться от него и Поставщик должен будет заменить забракованный товар либо внести все необходимые изменения с целью приведения товара в соответствие с требованиями без каких - либо дополнительных затрат со стороны Заказчика.</w:t>
      </w:r>
    </w:p>
    <w:p w:rsidR="00FB6FF7" w:rsidRPr="00BF112A" w:rsidRDefault="00FB6FF7" w:rsidP="00BF112A">
      <w:pPr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F112A">
        <w:rPr>
          <w:rFonts w:ascii="Times New Roman" w:hAnsi="Times New Roman"/>
          <w:b/>
          <w:sz w:val="24"/>
          <w:szCs w:val="24"/>
          <w:lang w:eastAsia="ru-RU"/>
        </w:rPr>
        <w:t>5. Требования к упаковке, товару.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5.1. Товар должен отгружаться в стандартной оригинальной упаковке с учетом необходимых маркировок в соответствии с требованиями стандартов и технических условий.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5.2. Товар, требующий специального обращения, должен иметь на упаковке дополнительную маркировку: «Осторожно», «Верх», «Не кантовать» (а также другие возможные обозначения, необходимые в зависимости от специфики товара).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5.3. В случае если товар поставляется в возвратной таре, возврат тары производится в течение 15 дней с момента получения Товара за счет средств Поставщика и его транспортом.</w:t>
      </w:r>
    </w:p>
    <w:p w:rsidR="00FB6FF7" w:rsidRPr="00BF112A" w:rsidRDefault="00FB6FF7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5.4. Отдельные требования к каждому Товару изложены в Приложении № 1.</w:t>
      </w:r>
    </w:p>
    <w:p w:rsidR="00FB6FF7" w:rsidRPr="00BF112A" w:rsidRDefault="00FB6FF7" w:rsidP="00BF112A">
      <w:pPr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F112A">
        <w:rPr>
          <w:rFonts w:ascii="Times New Roman" w:hAnsi="Times New Roman"/>
          <w:b/>
          <w:sz w:val="24"/>
          <w:szCs w:val="24"/>
          <w:lang w:eastAsia="ru-RU"/>
        </w:rPr>
        <w:t>6. Гарантии</w:t>
      </w:r>
    </w:p>
    <w:p w:rsidR="00FB6FF7" w:rsidRPr="00BF112A" w:rsidRDefault="00FB6FF7" w:rsidP="00BF112A">
      <w:pPr>
        <w:spacing w:before="100" w:beforeAutospacing="1" w:after="0" w:line="240" w:lineRule="auto"/>
        <w:ind w:right="-18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 xml:space="preserve">6.1 Гарантийный срок </w:t>
      </w:r>
      <w:r>
        <w:rPr>
          <w:rFonts w:ascii="Times New Roman" w:hAnsi="Times New Roman"/>
          <w:sz w:val="24"/>
          <w:szCs w:val="24"/>
          <w:lang w:eastAsia="ru-RU"/>
        </w:rPr>
        <w:t xml:space="preserve"> не менее 5 лет</w:t>
      </w:r>
      <w:r w:rsidRPr="00BF112A">
        <w:rPr>
          <w:rFonts w:ascii="Times New Roman" w:hAnsi="Times New Roman"/>
          <w:sz w:val="24"/>
          <w:szCs w:val="24"/>
          <w:lang w:eastAsia="ru-RU"/>
        </w:rPr>
        <w:t xml:space="preserve"> со дня поставки, за исключением отдельных комплектующих (фурнитуры).</w:t>
      </w:r>
    </w:p>
    <w:p w:rsidR="00FB6FF7" w:rsidRPr="00BF112A" w:rsidRDefault="00FB6FF7" w:rsidP="00BF112A">
      <w:pPr>
        <w:spacing w:before="100" w:beforeAutospacing="1" w:after="0" w:line="240" w:lineRule="auto"/>
        <w:ind w:right="-18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 xml:space="preserve">6.2. Поставщик гарантирует, что поставленный по настоящему контракту товар полностью соответствует спецификации поставки товара и действующим стандартам и требованиям, предъявляемым к качеству и безопасности товара. В подтверждение этого Поставщик предоставляет Заказчику одновременно с передачей Товара относящиеся к нему документы: техническую документацию, сертификат качества изготовителя, документы на гарантийное обслуживание и т.п. Вид документа и его содержание определяются стандартом конкретного товара. 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BF112A">
        <w:rPr>
          <w:rFonts w:ascii="Times New Roman" w:hAnsi="Times New Roman"/>
          <w:b/>
          <w:bCs/>
          <w:color w:val="000000"/>
          <w:sz w:val="24"/>
          <w:szCs w:val="24"/>
        </w:rPr>
        <w:t>7. Ответственность сторон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7.1. За нарушение сроков поставки товара по настоящему контракту Поставщик обязан уплатить Заказчику неустойку в размере 1% от цены муниципального контракта за каждый день просрочки.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 xml:space="preserve">7.2. В случае просрочки исполнения обязательств, предусмотренных контрактом, Заказчик обязан уплатить Поставщику неустойку в размере одной трехсотой действующей на день уплаты неустойки ставки рефинансирования Центрального банка РФ за каждый день просрочки исполнения обязательств от цены контракта. 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BF112A">
        <w:rPr>
          <w:rFonts w:ascii="Times New Roman" w:hAnsi="Times New Roman"/>
          <w:b/>
          <w:bCs/>
          <w:color w:val="000000"/>
          <w:sz w:val="24"/>
          <w:szCs w:val="24"/>
        </w:rPr>
        <w:t>8. Форс-мажор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8.1. Стороны освобождаются от ответственности за частичное или полное неисполнение обязательств по настоящему контракту, если это неисполнение явилось следствием обстоятельств непреодолимой силы, как долгосрочных, так и краткосрочных как-то: стихийные бедствия, забастовки, военные действия, блокадные ограничения. Начало и конец данных обстоятельств подтверждается соответствующими нормативными актами.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F112A">
        <w:rPr>
          <w:rFonts w:ascii="Times New Roman" w:hAnsi="Times New Roman"/>
          <w:b/>
          <w:bCs/>
          <w:color w:val="000000"/>
          <w:sz w:val="24"/>
          <w:szCs w:val="24"/>
        </w:rPr>
        <w:t>9. Дополнительные условия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 xml:space="preserve">9.1. Настоящий контракт вступает в силу с момента подписания и действует до </w:t>
      </w:r>
      <w:r>
        <w:rPr>
          <w:rFonts w:ascii="Times New Roman" w:hAnsi="Times New Roman"/>
          <w:sz w:val="24"/>
          <w:szCs w:val="24"/>
        </w:rPr>
        <w:t>исполнения обязательств</w:t>
      </w:r>
      <w:r w:rsidRPr="00BF112A">
        <w:rPr>
          <w:rFonts w:ascii="Times New Roman" w:hAnsi="Times New Roman"/>
          <w:sz w:val="24"/>
          <w:szCs w:val="24"/>
        </w:rPr>
        <w:t>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9.2. Разногласия, возникающие между Поставщиком и Заказчиком при заключении, изменении и расторжении настоящего контракта рассматриваются в установленном ГК РФ порядке.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9.3. Все споры между сторонами, по которым не было достигнуто соглашение, разрешаются Арбитражным судом Пермского края.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9.4. Расторжение контракта допускается исключительно по соглашению сторон или по решению суда, по основаниям, предусмотренным гражданским законодательством.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9.6. В части, не предусмотренной настоящим контрактом, стороны руководствуются действующим законодательством РФ.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9.7. Настоящий контракт составлен в четырех экземплярах, один экземпляр - Поставщику, три экземпляра - Заказчику. Спецификация является неотъемлемой частью муниципального контракта.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ind w:right="-10"/>
        <w:jc w:val="center"/>
        <w:rPr>
          <w:rFonts w:ascii="Times New Roman" w:hAnsi="Times New Roman"/>
          <w:b/>
          <w:sz w:val="24"/>
          <w:szCs w:val="24"/>
        </w:rPr>
      </w:pP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ind w:right="-10"/>
        <w:jc w:val="center"/>
        <w:rPr>
          <w:rFonts w:ascii="Times New Roman" w:hAnsi="Times New Roman"/>
          <w:b/>
          <w:sz w:val="24"/>
          <w:szCs w:val="24"/>
        </w:rPr>
      </w:pPr>
      <w:r w:rsidRPr="00BF112A">
        <w:rPr>
          <w:rFonts w:ascii="Times New Roman" w:hAnsi="Times New Roman"/>
          <w:b/>
          <w:sz w:val="24"/>
          <w:szCs w:val="24"/>
        </w:rPr>
        <w:t>10. Юридические адреса и реквизиты сторон</w:t>
      </w:r>
    </w:p>
    <w:tbl>
      <w:tblPr>
        <w:tblW w:w="9780" w:type="dxa"/>
        <w:tblLayout w:type="fixed"/>
        <w:tblLook w:val="01E0"/>
      </w:tblPr>
      <w:tblGrid>
        <w:gridCol w:w="5117"/>
        <w:gridCol w:w="4663"/>
      </w:tblGrid>
      <w:tr w:rsidR="00FB6FF7" w:rsidRPr="00BB1350" w:rsidTr="00BB1350">
        <w:trPr>
          <w:trHeight w:val="1452"/>
        </w:trPr>
        <w:tc>
          <w:tcPr>
            <w:tcW w:w="5117" w:type="dxa"/>
          </w:tcPr>
          <w:p w:rsidR="00FB6FF7" w:rsidRPr="00BB1350" w:rsidRDefault="00FB6FF7" w:rsidP="00BB1350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B135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Заказчик</w:t>
            </w:r>
            <w:r w:rsidRPr="00BB135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– </w:t>
            </w:r>
          </w:p>
          <w:p w:rsidR="00FB6FF7" w:rsidRPr="00BB1350" w:rsidRDefault="00FB6FF7" w:rsidP="00BB1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350"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FB6FF7" w:rsidRPr="00BB1350" w:rsidRDefault="00FB6FF7" w:rsidP="00BB1350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350"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FB6FF7" w:rsidRPr="00BB1350" w:rsidRDefault="00FB6FF7" w:rsidP="00BB1350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B6FF7" w:rsidRPr="00BB1350" w:rsidRDefault="00FB6FF7" w:rsidP="00BB1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_____________________________</w:t>
            </w:r>
          </w:p>
          <w:p w:rsidR="00FB6FF7" w:rsidRPr="00BB1350" w:rsidRDefault="00FB6FF7" w:rsidP="00BB1350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63" w:type="dxa"/>
          </w:tcPr>
          <w:p w:rsidR="00FB6FF7" w:rsidRPr="00BB1350" w:rsidRDefault="00FB6FF7" w:rsidP="00BB1350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135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Поставщик</w:t>
            </w:r>
            <w:r w:rsidRPr="00BB135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–                                          </w:t>
            </w:r>
          </w:p>
          <w:p w:rsidR="00FB6FF7" w:rsidRPr="00BB1350" w:rsidRDefault="00FB6FF7" w:rsidP="00BB1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350"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FB6FF7" w:rsidRPr="00BB1350" w:rsidRDefault="00FB6FF7" w:rsidP="00BB1350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350"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FB6FF7" w:rsidRPr="00BB1350" w:rsidRDefault="00FB6FF7" w:rsidP="00BB1350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B6FF7" w:rsidRPr="00BB1350" w:rsidRDefault="00FB6FF7" w:rsidP="00BB1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_____________________________</w:t>
            </w:r>
          </w:p>
          <w:p w:rsidR="00FB6FF7" w:rsidRPr="00BB1350" w:rsidRDefault="00FB6FF7" w:rsidP="00BB1350">
            <w:pPr>
              <w:spacing w:before="100" w:beforeAutospacing="1" w:after="0" w:line="240" w:lineRule="auto"/>
              <w:ind w:right="-1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>Заказчик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  <w:t xml:space="preserve">                                  Поставщик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/>
          <w:bCs/>
          <w:color w:val="000000"/>
          <w:sz w:val="20"/>
          <w:szCs w:val="20"/>
        </w:rPr>
        <w:t>____________\</w:t>
      </w:r>
      <w:r>
        <w:rPr>
          <w:rFonts w:ascii="Times New Roman" w:hAnsi="Times New Roman"/>
          <w:bCs/>
          <w:color w:val="000000"/>
          <w:sz w:val="20"/>
          <w:szCs w:val="20"/>
        </w:rPr>
        <w:t>____________</w:t>
      </w:r>
      <w:r w:rsidRPr="00BF112A">
        <w:rPr>
          <w:rFonts w:ascii="Times New Roman" w:hAnsi="Times New Roman"/>
          <w:bCs/>
          <w:color w:val="000000"/>
          <w:sz w:val="20"/>
          <w:szCs w:val="20"/>
        </w:rPr>
        <w:t>\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                                  __________ \ </w:t>
      </w:r>
      <w:r>
        <w:rPr>
          <w:rFonts w:ascii="Times New Roman" w:hAnsi="Times New Roman"/>
          <w:bCs/>
          <w:color w:val="000000"/>
          <w:sz w:val="20"/>
          <w:szCs w:val="20"/>
        </w:rPr>
        <w:t>_________________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>\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МП</w:t>
      </w:r>
      <w:r w:rsidRPr="00BF112A">
        <w:rPr>
          <w:rFonts w:ascii="Times New Roman" w:hAnsi="Times New Roman"/>
          <w:color w:val="000000"/>
          <w:sz w:val="24"/>
          <w:szCs w:val="24"/>
        </w:rPr>
        <w:tab/>
      </w:r>
      <w:r w:rsidRPr="00BF112A">
        <w:rPr>
          <w:rFonts w:ascii="Times New Roman" w:hAnsi="Times New Roman"/>
          <w:color w:val="000000"/>
          <w:sz w:val="24"/>
          <w:szCs w:val="24"/>
        </w:rPr>
        <w:tab/>
      </w:r>
      <w:r w:rsidRPr="00BF112A">
        <w:rPr>
          <w:rFonts w:ascii="Times New Roman" w:hAnsi="Times New Roman"/>
          <w:color w:val="000000"/>
          <w:sz w:val="24"/>
          <w:szCs w:val="24"/>
        </w:rPr>
        <w:tab/>
      </w:r>
      <w:r w:rsidRPr="00BF112A">
        <w:rPr>
          <w:rFonts w:ascii="Times New Roman" w:hAnsi="Times New Roman"/>
          <w:color w:val="000000"/>
          <w:sz w:val="24"/>
          <w:szCs w:val="24"/>
        </w:rPr>
        <w:tab/>
      </w:r>
      <w:r w:rsidRPr="00BF112A">
        <w:rPr>
          <w:rFonts w:ascii="Times New Roman" w:hAnsi="Times New Roman"/>
          <w:color w:val="000000"/>
          <w:sz w:val="24"/>
          <w:szCs w:val="24"/>
        </w:rPr>
        <w:tab/>
      </w:r>
      <w:r w:rsidRPr="00BF112A">
        <w:rPr>
          <w:rFonts w:ascii="Times New Roman" w:hAnsi="Times New Roman"/>
          <w:color w:val="000000"/>
          <w:sz w:val="24"/>
          <w:szCs w:val="24"/>
        </w:rPr>
        <w:tab/>
        <w:t>МП</w:t>
      </w:r>
    </w:p>
    <w:p w:rsidR="00FB6FF7" w:rsidRPr="00BF112A" w:rsidRDefault="00FB6FF7" w:rsidP="00BF112A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«      »_______________20</w:t>
      </w:r>
      <w:r>
        <w:rPr>
          <w:rFonts w:ascii="Times New Roman" w:hAnsi="Times New Roman"/>
          <w:sz w:val="24"/>
          <w:szCs w:val="24"/>
        </w:rPr>
        <w:t>13</w:t>
      </w:r>
      <w:r w:rsidRPr="00BF112A">
        <w:rPr>
          <w:rFonts w:ascii="Times New Roman" w:hAnsi="Times New Roman"/>
          <w:sz w:val="24"/>
          <w:szCs w:val="24"/>
        </w:rPr>
        <w:t xml:space="preserve"> г.                       «        »____________20</w:t>
      </w:r>
      <w:r>
        <w:rPr>
          <w:rFonts w:ascii="Times New Roman" w:hAnsi="Times New Roman"/>
          <w:sz w:val="24"/>
          <w:szCs w:val="24"/>
        </w:rPr>
        <w:t>13 г.</w:t>
      </w:r>
    </w:p>
    <w:p w:rsidR="00FB6FF7" w:rsidRDefault="00FB6FF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FB6FF7" w:rsidRPr="00BF112A" w:rsidRDefault="00FB6FF7" w:rsidP="00BF112A">
      <w:pPr>
        <w:spacing w:before="100" w:beforeAutospacing="1"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F112A">
        <w:rPr>
          <w:rFonts w:ascii="Times New Roman" w:hAnsi="Times New Roman"/>
          <w:sz w:val="20"/>
          <w:szCs w:val="20"/>
        </w:rPr>
        <w:t>Приложение №  1</w:t>
      </w:r>
    </w:p>
    <w:p w:rsidR="00FB6FF7" w:rsidRPr="00BF112A" w:rsidRDefault="00FB6FF7" w:rsidP="00BF112A">
      <w:pPr>
        <w:spacing w:before="100" w:beforeAutospacing="1"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F112A">
        <w:rPr>
          <w:rFonts w:ascii="Times New Roman" w:hAnsi="Times New Roman"/>
          <w:sz w:val="20"/>
          <w:szCs w:val="20"/>
        </w:rPr>
        <w:t>к Муниципальному контракту № _______</w:t>
      </w:r>
    </w:p>
    <w:p w:rsidR="00FB6FF7" w:rsidRPr="00BF112A" w:rsidRDefault="00FB6FF7" w:rsidP="00BF112A">
      <w:pPr>
        <w:spacing w:before="100" w:beforeAutospacing="1"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F112A">
        <w:rPr>
          <w:rFonts w:ascii="Times New Roman" w:hAnsi="Times New Roman"/>
          <w:sz w:val="20"/>
          <w:szCs w:val="20"/>
        </w:rPr>
        <w:t>от «___» _________ 201</w:t>
      </w:r>
      <w:r>
        <w:rPr>
          <w:rFonts w:ascii="Times New Roman" w:hAnsi="Times New Roman"/>
          <w:sz w:val="20"/>
          <w:szCs w:val="20"/>
        </w:rPr>
        <w:t>3</w:t>
      </w:r>
      <w:r w:rsidRPr="00BF112A">
        <w:rPr>
          <w:rFonts w:ascii="Times New Roman" w:hAnsi="Times New Roman"/>
          <w:sz w:val="20"/>
          <w:szCs w:val="20"/>
        </w:rPr>
        <w:t xml:space="preserve"> года</w:t>
      </w:r>
    </w:p>
    <w:p w:rsidR="00FB6FF7" w:rsidRPr="00BF112A" w:rsidRDefault="00FB6FF7" w:rsidP="00BF112A">
      <w:pPr>
        <w:spacing w:before="100" w:beforeAutospacing="1"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B6FF7" w:rsidRPr="00BF112A" w:rsidRDefault="00FB6FF7" w:rsidP="00BF112A">
      <w:pPr>
        <w:spacing w:before="100" w:beforeAutospacing="1" w:after="0" w:line="240" w:lineRule="auto"/>
        <w:ind w:right="-60"/>
        <w:jc w:val="center"/>
        <w:rPr>
          <w:rFonts w:ascii="Times New Roman" w:hAnsi="Times New Roman"/>
          <w:b/>
          <w:sz w:val="20"/>
          <w:szCs w:val="20"/>
        </w:rPr>
      </w:pPr>
      <w:r w:rsidRPr="00BF112A">
        <w:rPr>
          <w:rFonts w:ascii="Times New Roman" w:hAnsi="Times New Roman"/>
          <w:b/>
          <w:sz w:val="20"/>
          <w:szCs w:val="20"/>
        </w:rPr>
        <w:t>Спецификация к Товару</w:t>
      </w:r>
    </w:p>
    <w:p w:rsidR="00FB6FF7" w:rsidRPr="00BF112A" w:rsidRDefault="00FB6FF7" w:rsidP="00BF112A">
      <w:pPr>
        <w:spacing w:before="100" w:beforeAutospacing="1" w:after="0" w:line="240" w:lineRule="auto"/>
        <w:ind w:right="-6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2297"/>
        <w:gridCol w:w="4110"/>
        <w:gridCol w:w="1074"/>
        <w:gridCol w:w="1167"/>
        <w:gridCol w:w="1559"/>
      </w:tblGrid>
      <w:tr w:rsidR="00FB6FF7" w:rsidRPr="00BB1350" w:rsidTr="009235EE">
        <w:trPr>
          <w:trHeight w:val="804"/>
        </w:trPr>
        <w:tc>
          <w:tcPr>
            <w:tcW w:w="850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297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Товара</w:t>
            </w:r>
          </w:p>
        </w:tc>
        <w:tc>
          <w:tcPr>
            <w:tcW w:w="4110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1074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167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Цена, руб.</w:t>
            </w:r>
          </w:p>
        </w:tc>
        <w:tc>
          <w:tcPr>
            <w:tcW w:w="1559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Сумма, руб.</w:t>
            </w:r>
          </w:p>
        </w:tc>
      </w:tr>
      <w:tr w:rsidR="00FB6FF7" w:rsidRPr="00BB1350" w:rsidTr="009235EE">
        <w:trPr>
          <w:trHeight w:val="2099"/>
        </w:trPr>
        <w:tc>
          <w:tcPr>
            <w:tcW w:w="850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97" w:type="dxa"/>
          </w:tcPr>
          <w:p w:rsidR="00FB6FF7" w:rsidRPr="00BB1350" w:rsidRDefault="00FB6FF7" w:rsidP="00DB6EF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4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7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6FF7" w:rsidRPr="00BB1350" w:rsidRDefault="00FB6FF7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B6FF7" w:rsidRPr="00BF112A" w:rsidRDefault="00FB6FF7" w:rsidP="00BF112A">
      <w:pPr>
        <w:spacing w:before="100" w:beforeAutospacing="1" w:after="0" w:line="240" w:lineRule="auto"/>
        <w:ind w:right="-60"/>
        <w:jc w:val="center"/>
        <w:rPr>
          <w:rFonts w:ascii="Times New Roman" w:hAnsi="Times New Roman"/>
          <w:b/>
          <w:sz w:val="20"/>
          <w:szCs w:val="20"/>
        </w:rPr>
      </w:pP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>Заказчик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  <w:t xml:space="preserve">                                   Поставщик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>____________\</w:t>
      </w:r>
      <w:r>
        <w:rPr>
          <w:rFonts w:ascii="Times New Roman" w:hAnsi="Times New Roman"/>
          <w:bCs/>
          <w:color w:val="000000"/>
          <w:sz w:val="20"/>
          <w:szCs w:val="20"/>
        </w:rPr>
        <w:t>______________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 xml:space="preserve">\                                                   __________ \ </w:t>
      </w:r>
      <w:r>
        <w:rPr>
          <w:rFonts w:ascii="Times New Roman" w:hAnsi="Times New Roman"/>
          <w:bCs/>
          <w:color w:val="000000"/>
          <w:sz w:val="20"/>
          <w:szCs w:val="20"/>
        </w:rPr>
        <w:t>________________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>\</w:t>
      </w:r>
    </w:p>
    <w:p w:rsidR="00FB6FF7" w:rsidRPr="00BF112A" w:rsidRDefault="00FB6FF7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/>
          <w:sz w:val="20"/>
          <w:szCs w:val="20"/>
        </w:rPr>
        <w:t>«      »_______________201</w:t>
      </w:r>
      <w:r>
        <w:rPr>
          <w:rFonts w:ascii="Times New Roman" w:hAnsi="Times New Roman"/>
          <w:sz w:val="20"/>
          <w:szCs w:val="20"/>
        </w:rPr>
        <w:t>3</w:t>
      </w:r>
      <w:r w:rsidRPr="00BF112A">
        <w:rPr>
          <w:rFonts w:ascii="Times New Roman" w:hAnsi="Times New Roman"/>
          <w:sz w:val="20"/>
          <w:szCs w:val="20"/>
        </w:rPr>
        <w:t>г.                                                       «        »____________201</w:t>
      </w:r>
      <w:r>
        <w:rPr>
          <w:rFonts w:ascii="Times New Roman" w:hAnsi="Times New Roman"/>
          <w:sz w:val="20"/>
          <w:szCs w:val="20"/>
        </w:rPr>
        <w:t>3</w:t>
      </w:r>
      <w:r w:rsidRPr="00BF112A">
        <w:rPr>
          <w:rFonts w:ascii="Times New Roman" w:hAnsi="Times New Roman"/>
          <w:sz w:val="20"/>
          <w:szCs w:val="20"/>
        </w:rPr>
        <w:t xml:space="preserve"> г.</w:t>
      </w:r>
    </w:p>
    <w:p w:rsidR="00FB6FF7" w:rsidRPr="00BF112A" w:rsidRDefault="00FB6FF7" w:rsidP="00BF112A">
      <w:pPr>
        <w:spacing w:before="100" w:beforeAutospacing="1" w:after="0" w:line="240" w:lineRule="auto"/>
        <w:rPr>
          <w:rFonts w:ascii="Times New Roman" w:hAnsi="Times New Roman"/>
        </w:rPr>
      </w:pPr>
      <w:r w:rsidRPr="00BF112A"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</w:p>
    <w:p w:rsidR="00FB6FF7" w:rsidRPr="00BF112A" w:rsidRDefault="00FB6FF7" w:rsidP="00BF112A">
      <w:pPr>
        <w:spacing w:before="100" w:beforeAutospacing="1" w:after="0" w:line="240" w:lineRule="auto"/>
        <w:rPr>
          <w:rFonts w:ascii="Times New Roman" w:hAnsi="Times New Roman"/>
        </w:rPr>
      </w:pPr>
    </w:p>
    <w:sectPr w:rsidR="00FB6FF7" w:rsidRPr="00BF112A" w:rsidSect="00204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DA6"/>
    <w:rsid w:val="00062B28"/>
    <w:rsid w:val="001E5B0A"/>
    <w:rsid w:val="00204EBE"/>
    <w:rsid w:val="002645A8"/>
    <w:rsid w:val="00285D62"/>
    <w:rsid w:val="0041488D"/>
    <w:rsid w:val="005D0F94"/>
    <w:rsid w:val="006C6F39"/>
    <w:rsid w:val="00765DA6"/>
    <w:rsid w:val="007A783D"/>
    <w:rsid w:val="0083031C"/>
    <w:rsid w:val="00907D3A"/>
    <w:rsid w:val="009235EE"/>
    <w:rsid w:val="0093700B"/>
    <w:rsid w:val="009B18D7"/>
    <w:rsid w:val="00AE75FE"/>
    <w:rsid w:val="00BB1350"/>
    <w:rsid w:val="00BF112A"/>
    <w:rsid w:val="00D91CEB"/>
    <w:rsid w:val="00D95C33"/>
    <w:rsid w:val="00DB6EF1"/>
    <w:rsid w:val="00F8260E"/>
    <w:rsid w:val="00FB6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EF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07D3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85D62"/>
    <w:pPr>
      <w:spacing w:before="100" w:beforeAutospacing="1" w:after="18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5</Pages>
  <Words>1224</Words>
  <Characters>6982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ast</dc:creator>
  <cp:keywords/>
  <dc:description/>
  <cp:lastModifiedBy>peteneva</cp:lastModifiedBy>
  <cp:revision>4</cp:revision>
  <dcterms:created xsi:type="dcterms:W3CDTF">2013-08-15T05:33:00Z</dcterms:created>
  <dcterms:modified xsi:type="dcterms:W3CDTF">2013-08-19T03:11:00Z</dcterms:modified>
</cp:coreProperties>
</file>