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3E22" w:rsidRPr="004B0129" w:rsidRDefault="009E3E22" w:rsidP="004B0129">
      <w:pPr>
        <w:jc w:val="right"/>
        <w:rPr>
          <w:rFonts w:ascii="Times New Roman" w:hAnsi="Times New Roman" w:cs="Times New Roman"/>
        </w:rPr>
      </w:pPr>
      <w:r w:rsidRPr="004B0129">
        <w:rPr>
          <w:rFonts w:ascii="Times New Roman" w:hAnsi="Times New Roman" w:cs="Times New Roman"/>
        </w:rPr>
        <w:t>Приложение №2</w:t>
      </w:r>
    </w:p>
    <w:p w:rsidR="009E3E22" w:rsidRPr="004B0129" w:rsidRDefault="009E3E22" w:rsidP="004B0129">
      <w:pPr>
        <w:jc w:val="center"/>
        <w:rPr>
          <w:rFonts w:ascii="Times New Roman" w:hAnsi="Times New Roman" w:cs="Times New Roman"/>
          <w:b/>
          <w:bCs/>
        </w:rPr>
      </w:pPr>
      <w:r w:rsidRPr="004B0129">
        <w:rPr>
          <w:rFonts w:ascii="Times New Roman" w:hAnsi="Times New Roman" w:cs="Times New Roman"/>
          <w:b/>
          <w:bCs/>
        </w:rPr>
        <w:t>ТЕХНИЧЕСКОЕ ЗАДАНИЕ</w:t>
      </w:r>
    </w:p>
    <w:p w:rsidR="009E3E22" w:rsidRPr="004B0129" w:rsidRDefault="009E3E22" w:rsidP="004B0129">
      <w:pPr>
        <w:jc w:val="center"/>
        <w:rPr>
          <w:rFonts w:ascii="Times New Roman" w:hAnsi="Times New Roman" w:cs="Times New Roman"/>
        </w:rPr>
      </w:pPr>
      <w:r w:rsidRPr="004B0129">
        <w:rPr>
          <w:rFonts w:ascii="Times New Roman" w:hAnsi="Times New Roman" w:cs="Times New Roman"/>
        </w:rPr>
        <w:t>на капитальный ремонт системы освещения. Замена светильников в здании женской консультации №1 по адресу г.Пермь, ул.Солдатова,42/1.</w:t>
      </w:r>
    </w:p>
    <w:p w:rsidR="009E3E22" w:rsidRPr="004B0129" w:rsidRDefault="009E3E22">
      <w:pPr>
        <w:rPr>
          <w:rFonts w:ascii="Times New Roman" w:hAnsi="Times New Roman" w:cs="Times New Roman"/>
        </w:rPr>
      </w:pPr>
      <w:r w:rsidRPr="004B0129">
        <w:rPr>
          <w:rFonts w:ascii="Times New Roman" w:hAnsi="Times New Roman" w:cs="Times New Roman"/>
        </w:rPr>
        <w:t>1. Требования к работе: работы по замене сетей освещения и силовых сетей  должны быть выполнены в соответствии с требованием экологических, санитарно-гигиенических, противопожарных и других норм и  обеспечивать безопасную для жизни и здоровья людей эксплуатацию объекта</w:t>
      </w:r>
    </w:p>
    <w:p w:rsidR="009E3E22" w:rsidRPr="004B0129" w:rsidRDefault="009E3E22">
      <w:pPr>
        <w:rPr>
          <w:rFonts w:ascii="Times New Roman" w:hAnsi="Times New Roman" w:cs="Times New Roman"/>
        </w:rPr>
      </w:pPr>
      <w:r w:rsidRPr="004B0129">
        <w:rPr>
          <w:rFonts w:ascii="Times New Roman" w:hAnsi="Times New Roman" w:cs="Times New Roman"/>
        </w:rPr>
        <w:t>2. Требования к применяемым строительным материалам и конструкциям:</w:t>
      </w:r>
    </w:p>
    <w:p w:rsidR="009E3E22" w:rsidRPr="004B0129" w:rsidRDefault="009E3E22">
      <w:pPr>
        <w:rPr>
          <w:rFonts w:ascii="Times New Roman" w:hAnsi="Times New Roman" w:cs="Times New Roman"/>
        </w:rPr>
      </w:pPr>
      <w:r w:rsidRPr="004B0129">
        <w:rPr>
          <w:rFonts w:ascii="Times New Roman" w:hAnsi="Times New Roman" w:cs="Times New Roman"/>
        </w:rPr>
        <w:t>Материалы должны соответствовать требованиям ГОСТ, ТУ и др., регламентирующим качество строительных материалов и конструкций</w:t>
      </w:r>
    </w:p>
    <w:p w:rsidR="009E3E22" w:rsidRPr="004B0129" w:rsidRDefault="009E3E22">
      <w:pPr>
        <w:rPr>
          <w:rFonts w:ascii="Times New Roman" w:hAnsi="Times New Roman" w:cs="Times New Roman"/>
        </w:rPr>
      </w:pPr>
    </w:p>
    <w:p w:rsidR="009E3E22" w:rsidRPr="004B0129" w:rsidRDefault="009E3E22">
      <w:pPr>
        <w:rPr>
          <w:rFonts w:ascii="Times New Roman" w:hAnsi="Times New Roman" w:cs="Times New Roman"/>
        </w:rPr>
      </w:pPr>
      <w:r w:rsidRPr="004B0129">
        <w:rPr>
          <w:rFonts w:ascii="Times New Roman" w:hAnsi="Times New Roman" w:cs="Times New Roman"/>
        </w:rPr>
        <w:t>Выключатели установить на высоте 0,8 м от пола. Установить бактерицидные облучатели и рециркуляторы ( в коридорах). Предусмотреть установку компьютерных  розеток.</w:t>
      </w:r>
    </w:p>
    <w:p w:rsidR="009E3E22" w:rsidRPr="004B0129" w:rsidRDefault="009E3E22">
      <w:pPr>
        <w:rPr>
          <w:rFonts w:ascii="Times New Roman" w:hAnsi="Times New Roman" w:cs="Times New Roman"/>
        </w:rPr>
      </w:pPr>
      <w:r w:rsidRPr="004B0129">
        <w:rPr>
          <w:rFonts w:ascii="Times New Roman" w:hAnsi="Times New Roman" w:cs="Times New Roman"/>
        </w:rPr>
        <w:t xml:space="preserve">Светильники применить Светодиодные закрытого типа разм.60х60 см не менее 3400Лм. </w:t>
      </w:r>
    </w:p>
    <w:p w:rsidR="009E3E22" w:rsidRPr="004B0129" w:rsidRDefault="009E3E22">
      <w:pPr>
        <w:rPr>
          <w:rFonts w:ascii="Times New Roman" w:hAnsi="Times New Roman" w:cs="Times New Roman"/>
        </w:rPr>
      </w:pPr>
      <w:r w:rsidRPr="004B0129">
        <w:rPr>
          <w:rFonts w:ascii="Times New Roman" w:hAnsi="Times New Roman" w:cs="Times New Roman"/>
        </w:rPr>
        <w:t>Для светильников под лампу накаливания (34 шт) использовать лампы светодиодные СДЛ-Е27-88Д и ЛСД-БЕ27-5Д</w:t>
      </w:r>
    </w:p>
    <w:p w:rsidR="009E3E22" w:rsidRPr="004B0129" w:rsidRDefault="009E3E22">
      <w:pPr>
        <w:rPr>
          <w:rFonts w:ascii="Times New Roman" w:hAnsi="Times New Roman" w:cs="Times New Roman"/>
        </w:rPr>
      </w:pPr>
      <w:r w:rsidRPr="004B0129">
        <w:rPr>
          <w:rFonts w:ascii="Times New Roman" w:hAnsi="Times New Roman" w:cs="Times New Roman"/>
        </w:rPr>
        <w:t>3. Сметные расчеты выполнить на основе сборников федеральных расценок  ФЕР – 2009 с  применением коэффициентов согласно  письму ФЦЦ Филиал по Пермскому краю № 01-02-13/ПФИ от 12.04.2013 г.</w:t>
      </w:r>
    </w:p>
    <w:p w:rsidR="009E3E22" w:rsidRPr="004B0129" w:rsidRDefault="009E3E22">
      <w:pPr>
        <w:rPr>
          <w:rFonts w:ascii="Times New Roman" w:hAnsi="Times New Roman" w:cs="Times New Roman"/>
        </w:rPr>
      </w:pPr>
    </w:p>
    <w:p w:rsidR="009E3E22" w:rsidRPr="004B0129" w:rsidRDefault="009E3E22">
      <w:pPr>
        <w:rPr>
          <w:rFonts w:ascii="Times New Roman" w:hAnsi="Times New Roman" w:cs="Times New Roman"/>
        </w:rPr>
      </w:pPr>
    </w:p>
    <w:p w:rsidR="009E3E22" w:rsidRPr="004B0129" w:rsidRDefault="009E3E22">
      <w:pPr>
        <w:rPr>
          <w:rFonts w:ascii="Times New Roman" w:hAnsi="Times New Roman" w:cs="Times New Roman"/>
        </w:rPr>
      </w:pPr>
      <w:r w:rsidRPr="004B0129">
        <w:rPr>
          <w:rFonts w:ascii="Times New Roman" w:hAnsi="Times New Roman" w:cs="Times New Roman"/>
        </w:rPr>
        <w:t>Составил                                                         Бородина Т.А</w:t>
      </w:r>
      <w:bookmarkStart w:id="0" w:name="_GoBack"/>
      <w:bookmarkEnd w:id="0"/>
    </w:p>
    <w:sectPr w:rsidR="009E3E22" w:rsidRPr="004B0129" w:rsidSect="00D710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4C5E"/>
    <w:rsid w:val="00006DA1"/>
    <w:rsid w:val="00055C0B"/>
    <w:rsid w:val="00114AD6"/>
    <w:rsid w:val="00234693"/>
    <w:rsid w:val="00371CE8"/>
    <w:rsid w:val="003973C4"/>
    <w:rsid w:val="003B35E6"/>
    <w:rsid w:val="00412F5A"/>
    <w:rsid w:val="0043079E"/>
    <w:rsid w:val="00464CF6"/>
    <w:rsid w:val="00490EAD"/>
    <w:rsid w:val="004B0129"/>
    <w:rsid w:val="004E40F1"/>
    <w:rsid w:val="005D1646"/>
    <w:rsid w:val="00623C94"/>
    <w:rsid w:val="00674770"/>
    <w:rsid w:val="006F01AF"/>
    <w:rsid w:val="006F078B"/>
    <w:rsid w:val="007659C6"/>
    <w:rsid w:val="00792B57"/>
    <w:rsid w:val="00814506"/>
    <w:rsid w:val="008203E1"/>
    <w:rsid w:val="00832FD4"/>
    <w:rsid w:val="008435DD"/>
    <w:rsid w:val="008678F0"/>
    <w:rsid w:val="00890BCB"/>
    <w:rsid w:val="008B430C"/>
    <w:rsid w:val="009A099D"/>
    <w:rsid w:val="009A5FEF"/>
    <w:rsid w:val="009E3E22"/>
    <w:rsid w:val="00A174D7"/>
    <w:rsid w:val="00C14CC3"/>
    <w:rsid w:val="00C94102"/>
    <w:rsid w:val="00CD1446"/>
    <w:rsid w:val="00D710C9"/>
    <w:rsid w:val="00D94C5E"/>
    <w:rsid w:val="00EA3A6C"/>
    <w:rsid w:val="00EE00E8"/>
    <w:rsid w:val="00F068D9"/>
    <w:rsid w:val="00FB38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68D9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B012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0E10"/>
    <w:rPr>
      <w:rFonts w:ascii="Times New Roman" w:hAnsi="Times New Roman"/>
      <w:sz w:val="0"/>
      <w:szCs w:val="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4449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341</TotalTime>
  <Pages>1</Pages>
  <Words>186</Words>
  <Characters>1063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459</cp:lastModifiedBy>
  <cp:revision>7</cp:revision>
  <cp:lastPrinted>2013-08-12T10:52:00Z</cp:lastPrinted>
  <dcterms:created xsi:type="dcterms:W3CDTF">2013-02-14T03:39:00Z</dcterms:created>
  <dcterms:modified xsi:type="dcterms:W3CDTF">2013-08-12T10:53:00Z</dcterms:modified>
</cp:coreProperties>
</file>