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F6D" w:rsidRPr="00932160" w:rsidRDefault="00524F6D" w:rsidP="004D2715">
      <w:pPr>
        <w:jc w:val="right"/>
        <w:rPr>
          <w:rFonts w:ascii="Times New Roman" w:hAnsi="Times New Roman" w:cs="Times New Roman"/>
          <w:color w:val="000000"/>
          <w:lang w:eastAsia="ru-RU"/>
        </w:rPr>
      </w:pPr>
      <w:r w:rsidRPr="00932160">
        <w:rPr>
          <w:rFonts w:ascii="Times New Roman" w:hAnsi="Times New Roman" w:cs="Times New Roman"/>
          <w:color w:val="000000"/>
          <w:lang w:eastAsia="ru-RU"/>
        </w:rPr>
        <w:t>Приложение №2</w:t>
      </w:r>
    </w:p>
    <w:p w:rsidR="00524F6D" w:rsidRPr="00932160" w:rsidRDefault="00524F6D" w:rsidP="004D2715">
      <w:pPr>
        <w:jc w:val="center"/>
        <w:rPr>
          <w:rFonts w:ascii="Times New Roman" w:hAnsi="Times New Roman" w:cs="Times New Roman"/>
          <w:color w:val="000000"/>
          <w:lang w:eastAsia="ru-RU"/>
        </w:rPr>
      </w:pPr>
      <w:r w:rsidRPr="00932160">
        <w:rPr>
          <w:rFonts w:ascii="Times New Roman" w:hAnsi="Times New Roman" w:cs="Times New Roman"/>
          <w:color w:val="000000"/>
          <w:lang w:eastAsia="ru-RU"/>
        </w:rPr>
        <w:t>ТЕХНИЧЕСКОЕ ЗАДАНИЕ</w:t>
      </w:r>
    </w:p>
    <w:p w:rsidR="00524F6D" w:rsidRPr="00932160" w:rsidRDefault="00524F6D" w:rsidP="004D2715">
      <w:pPr>
        <w:jc w:val="center"/>
        <w:rPr>
          <w:rFonts w:ascii="Times New Roman" w:hAnsi="Times New Roman" w:cs="Times New Roman"/>
        </w:rPr>
      </w:pPr>
      <w:r w:rsidRPr="00932160">
        <w:rPr>
          <w:rFonts w:ascii="Times New Roman" w:hAnsi="Times New Roman" w:cs="Times New Roman"/>
          <w:color w:val="000000"/>
          <w:lang w:eastAsia="ru-RU"/>
        </w:rPr>
        <w:t>на ремонт актового зала в поликлинике №4 по адресу г.Пермь, ул.Куйбышева,111.</w:t>
      </w:r>
    </w:p>
    <w:p w:rsidR="00524F6D" w:rsidRPr="00932160" w:rsidRDefault="00524F6D" w:rsidP="007D5133">
      <w:pPr>
        <w:jc w:val="both"/>
        <w:rPr>
          <w:rFonts w:ascii="Times New Roman" w:hAnsi="Times New Roman" w:cs="Times New Roman"/>
        </w:rPr>
      </w:pPr>
      <w:r w:rsidRPr="00932160">
        <w:rPr>
          <w:rFonts w:ascii="Times New Roman" w:hAnsi="Times New Roman" w:cs="Times New Roman"/>
        </w:rPr>
        <w:t>1. Требования к работе: работы по ремонту актового зала должны быть выполнены в соответствии с требованием экологических, санитарно-гигиенических, противопожарных и других норм и  обеспечивать безопасную для жизни и здоровья людей эксплуатацию объекта</w:t>
      </w:r>
      <w:r>
        <w:rPr>
          <w:rFonts w:ascii="Times New Roman" w:hAnsi="Times New Roman" w:cs="Times New Roman"/>
        </w:rPr>
        <w:t>.</w:t>
      </w:r>
    </w:p>
    <w:p w:rsidR="00524F6D" w:rsidRPr="00932160" w:rsidRDefault="00524F6D" w:rsidP="007D5133">
      <w:pPr>
        <w:jc w:val="both"/>
        <w:rPr>
          <w:rFonts w:ascii="Times New Roman" w:hAnsi="Times New Roman" w:cs="Times New Roman"/>
        </w:rPr>
      </w:pPr>
      <w:r w:rsidRPr="00932160">
        <w:rPr>
          <w:rFonts w:ascii="Times New Roman" w:hAnsi="Times New Roman" w:cs="Times New Roman"/>
        </w:rPr>
        <w:t>2. Требования к применяемым строительным материалам и конструкциям:</w:t>
      </w:r>
    </w:p>
    <w:p w:rsidR="00524F6D" w:rsidRPr="00932160" w:rsidRDefault="00524F6D" w:rsidP="007D5133">
      <w:pPr>
        <w:jc w:val="both"/>
        <w:rPr>
          <w:rFonts w:ascii="Times New Roman" w:hAnsi="Times New Roman" w:cs="Times New Roman"/>
        </w:rPr>
      </w:pPr>
      <w:r w:rsidRPr="00932160">
        <w:rPr>
          <w:rFonts w:ascii="Times New Roman" w:hAnsi="Times New Roman" w:cs="Times New Roman"/>
        </w:rPr>
        <w:t>Материалы должны соответствовать требованиям ГОСТ, ТУ и др., регламентирующим качество строительных материалов и конструкций</w:t>
      </w:r>
    </w:p>
    <w:p w:rsidR="00524F6D" w:rsidRPr="00932160" w:rsidRDefault="00524F6D" w:rsidP="007D5133">
      <w:pPr>
        <w:jc w:val="both"/>
        <w:rPr>
          <w:rFonts w:ascii="Times New Roman" w:hAnsi="Times New Roman" w:cs="Times New Roman"/>
        </w:rPr>
      </w:pPr>
      <w:r w:rsidRPr="00932160">
        <w:rPr>
          <w:rFonts w:ascii="Times New Roman" w:hAnsi="Times New Roman" w:cs="Times New Roman"/>
        </w:rPr>
        <w:t>Межкомнатные перегородки  выполнить с двухслойной обшивкой ГКЛ и прокладкой утеплителя. Заделку проема выполнить из ГКЛ по металлическому каркасу с однослойной обшивкой.</w:t>
      </w:r>
    </w:p>
    <w:p w:rsidR="00524F6D" w:rsidRPr="00932160" w:rsidRDefault="00524F6D" w:rsidP="007D5133">
      <w:pPr>
        <w:jc w:val="both"/>
        <w:rPr>
          <w:rFonts w:ascii="Times New Roman" w:hAnsi="Times New Roman" w:cs="Times New Roman"/>
        </w:rPr>
      </w:pPr>
      <w:r w:rsidRPr="00932160">
        <w:rPr>
          <w:rFonts w:ascii="Times New Roman" w:hAnsi="Times New Roman" w:cs="Times New Roman"/>
        </w:rPr>
        <w:t>Отделку стен выполнить декоративной штукатуркой. (согласовать с заказчиком)</w:t>
      </w:r>
      <w:r>
        <w:rPr>
          <w:rFonts w:ascii="Times New Roman" w:hAnsi="Times New Roman" w:cs="Times New Roman"/>
        </w:rPr>
        <w:t>.</w:t>
      </w:r>
    </w:p>
    <w:p w:rsidR="00524F6D" w:rsidRPr="00932160" w:rsidRDefault="00524F6D" w:rsidP="007D5133">
      <w:pPr>
        <w:jc w:val="both"/>
        <w:rPr>
          <w:rFonts w:ascii="Times New Roman" w:hAnsi="Times New Roman" w:cs="Times New Roman"/>
        </w:rPr>
      </w:pPr>
      <w:r w:rsidRPr="00932160">
        <w:rPr>
          <w:rFonts w:ascii="Times New Roman" w:hAnsi="Times New Roman" w:cs="Times New Roman"/>
        </w:rPr>
        <w:t>Расширить дверной проем запасного выхода, установить утепленный металлический дверной блок.</w:t>
      </w:r>
    </w:p>
    <w:p w:rsidR="00524F6D" w:rsidRPr="00932160" w:rsidRDefault="00524F6D" w:rsidP="007D5133">
      <w:pPr>
        <w:jc w:val="both"/>
        <w:rPr>
          <w:rFonts w:ascii="Times New Roman" w:hAnsi="Times New Roman" w:cs="Times New Roman"/>
        </w:rPr>
      </w:pPr>
      <w:r w:rsidRPr="00932160">
        <w:rPr>
          <w:rFonts w:ascii="Times New Roman" w:hAnsi="Times New Roman" w:cs="Times New Roman"/>
        </w:rPr>
        <w:t>Установить дверные блоки типа «Финские» белого цвета с заделкой откосов. Открывание их должно быть в коридор.</w:t>
      </w:r>
    </w:p>
    <w:p w:rsidR="00524F6D" w:rsidRPr="00932160" w:rsidRDefault="00524F6D" w:rsidP="007D5133">
      <w:pPr>
        <w:jc w:val="both"/>
        <w:rPr>
          <w:rFonts w:ascii="Times New Roman" w:hAnsi="Times New Roman" w:cs="Times New Roman"/>
        </w:rPr>
      </w:pPr>
      <w:r w:rsidRPr="00932160">
        <w:rPr>
          <w:rFonts w:ascii="Times New Roman" w:hAnsi="Times New Roman" w:cs="Times New Roman"/>
        </w:rPr>
        <w:t>Заменить линолеум на коммерческий с толщиной защитного слоя 0,7 мм, пожарная безопасность Г2,В2, РП1,Д2,Т2.</w:t>
      </w:r>
    </w:p>
    <w:p w:rsidR="00524F6D" w:rsidRPr="00932160" w:rsidRDefault="00524F6D" w:rsidP="007D5133">
      <w:pPr>
        <w:jc w:val="both"/>
        <w:rPr>
          <w:rFonts w:ascii="Times New Roman" w:hAnsi="Times New Roman" w:cs="Times New Roman"/>
        </w:rPr>
      </w:pPr>
      <w:r w:rsidRPr="00932160">
        <w:rPr>
          <w:rFonts w:ascii="Times New Roman" w:hAnsi="Times New Roman" w:cs="Times New Roman"/>
        </w:rPr>
        <w:t xml:space="preserve"> Окраску потолка выполнить краской Парад </w:t>
      </w:r>
      <w:r w:rsidRPr="00932160">
        <w:rPr>
          <w:rFonts w:ascii="Times New Roman" w:hAnsi="Times New Roman" w:cs="Times New Roman"/>
          <w:lang w:val="en-US"/>
        </w:rPr>
        <w:t>W</w:t>
      </w:r>
      <w:r w:rsidRPr="00932160">
        <w:rPr>
          <w:rFonts w:ascii="Times New Roman" w:hAnsi="Times New Roman" w:cs="Times New Roman"/>
        </w:rPr>
        <w:t>6 или</w:t>
      </w:r>
      <w:r w:rsidRPr="00932160">
        <w:rPr>
          <w:rFonts w:ascii="Times New Roman" w:hAnsi="Times New Roman" w:cs="Times New Roman"/>
          <w:lang w:val="en-US"/>
        </w:rPr>
        <w:t>R</w:t>
      </w:r>
      <w:r w:rsidRPr="00932160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</w:p>
    <w:p w:rsidR="00524F6D" w:rsidRPr="00932160" w:rsidRDefault="00524F6D" w:rsidP="007D5133">
      <w:pPr>
        <w:jc w:val="both"/>
        <w:rPr>
          <w:rFonts w:ascii="Times New Roman" w:hAnsi="Times New Roman" w:cs="Times New Roman"/>
        </w:rPr>
      </w:pPr>
      <w:r w:rsidRPr="00932160">
        <w:rPr>
          <w:rFonts w:ascii="Times New Roman" w:hAnsi="Times New Roman" w:cs="Times New Roman"/>
        </w:rPr>
        <w:t>Разобрать существующий и установить новый помост (по согласованию с Заказчиком)</w:t>
      </w:r>
      <w:r>
        <w:rPr>
          <w:rFonts w:ascii="Times New Roman" w:hAnsi="Times New Roman" w:cs="Times New Roman"/>
        </w:rPr>
        <w:t>.</w:t>
      </w:r>
    </w:p>
    <w:p w:rsidR="00524F6D" w:rsidRPr="00932160" w:rsidRDefault="00524F6D" w:rsidP="007D5133">
      <w:pPr>
        <w:jc w:val="both"/>
        <w:rPr>
          <w:rFonts w:ascii="Times New Roman" w:hAnsi="Times New Roman" w:cs="Times New Roman"/>
        </w:rPr>
      </w:pPr>
      <w:r w:rsidRPr="00932160">
        <w:rPr>
          <w:rFonts w:ascii="Times New Roman" w:hAnsi="Times New Roman" w:cs="Times New Roman"/>
        </w:rPr>
        <w:t>Установить светильники светодиодные (выполненные под заказ Заказчиком)</w:t>
      </w:r>
      <w:r>
        <w:rPr>
          <w:rFonts w:ascii="Times New Roman" w:hAnsi="Times New Roman" w:cs="Times New Roman"/>
        </w:rPr>
        <w:t>.</w:t>
      </w:r>
    </w:p>
    <w:p w:rsidR="00524F6D" w:rsidRPr="00932160" w:rsidRDefault="00524F6D" w:rsidP="007D5133">
      <w:pPr>
        <w:jc w:val="both"/>
        <w:rPr>
          <w:rFonts w:ascii="Times New Roman" w:hAnsi="Times New Roman" w:cs="Times New Roman"/>
        </w:rPr>
      </w:pPr>
      <w:r w:rsidRPr="00932160">
        <w:rPr>
          <w:rFonts w:ascii="Times New Roman" w:hAnsi="Times New Roman" w:cs="Times New Roman"/>
        </w:rPr>
        <w:t>Осветительный провод по стенам и потолку провести в кабель-канале.</w:t>
      </w:r>
    </w:p>
    <w:p w:rsidR="00524F6D" w:rsidRPr="00932160" w:rsidRDefault="00524F6D" w:rsidP="007D5133">
      <w:pPr>
        <w:jc w:val="both"/>
        <w:rPr>
          <w:rFonts w:ascii="Times New Roman" w:hAnsi="Times New Roman" w:cs="Times New Roman"/>
        </w:rPr>
      </w:pPr>
      <w:r w:rsidRPr="00932160">
        <w:rPr>
          <w:rFonts w:ascii="Times New Roman" w:hAnsi="Times New Roman" w:cs="Times New Roman"/>
        </w:rPr>
        <w:t>3. Сметные расчеты выполнить на основе сборников федеральных расценок  ФЕР – 2009 с  применением коэффициентов согласно  письму ФЦЦ Филиал по Пермскому краю</w:t>
      </w:r>
    </w:p>
    <w:p w:rsidR="00524F6D" w:rsidRPr="00932160" w:rsidRDefault="00524F6D" w:rsidP="007D5133">
      <w:pPr>
        <w:jc w:val="both"/>
        <w:rPr>
          <w:rFonts w:ascii="Times New Roman" w:hAnsi="Times New Roman" w:cs="Times New Roman"/>
        </w:rPr>
      </w:pPr>
    </w:p>
    <w:p w:rsidR="00524F6D" w:rsidRPr="00932160" w:rsidRDefault="00524F6D" w:rsidP="007D5133">
      <w:pPr>
        <w:jc w:val="both"/>
        <w:rPr>
          <w:rFonts w:ascii="Times New Roman" w:hAnsi="Times New Roman" w:cs="Times New Roman"/>
        </w:rPr>
      </w:pPr>
      <w:r w:rsidRPr="00932160">
        <w:rPr>
          <w:rFonts w:ascii="Times New Roman" w:hAnsi="Times New Roman" w:cs="Times New Roman"/>
          <w:b/>
          <w:bCs/>
        </w:rPr>
        <w:t>Работы выполнять в действующей поликлинике</w:t>
      </w:r>
      <w:r w:rsidRPr="00932160">
        <w:rPr>
          <w:rFonts w:ascii="Times New Roman" w:hAnsi="Times New Roman" w:cs="Times New Roman"/>
        </w:rPr>
        <w:t>. Все работы связанные с увеличением уровня шума выполнять в вечернее время.</w:t>
      </w:r>
    </w:p>
    <w:p w:rsidR="00524F6D" w:rsidRPr="00932160" w:rsidRDefault="00524F6D" w:rsidP="007D5133">
      <w:pPr>
        <w:jc w:val="both"/>
        <w:rPr>
          <w:rFonts w:ascii="Times New Roman" w:hAnsi="Times New Roman" w:cs="Times New Roman"/>
        </w:rPr>
      </w:pPr>
      <w:r w:rsidRPr="00932160">
        <w:rPr>
          <w:rFonts w:ascii="Times New Roman" w:hAnsi="Times New Roman" w:cs="Times New Roman"/>
        </w:rPr>
        <w:t>Мусор вывозить регулярно в процессе работ.</w:t>
      </w:r>
    </w:p>
    <w:p w:rsidR="00524F6D" w:rsidRPr="00932160" w:rsidRDefault="00524F6D" w:rsidP="007D5133">
      <w:pPr>
        <w:jc w:val="both"/>
        <w:rPr>
          <w:rFonts w:ascii="Times New Roman" w:hAnsi="Times New Roman" w:cs="Times New Roman"/>
        </w:rPr>
      </w:pPr>
    </w:p>
    <w:p w:rsidR="00524F6D" w:rsidRPr="00932160" w:rsidRDefault="00524F6D" w:rsidP="007D5133">
      <w:pPr>
        <w:jc w:val="both"/>
        <w:rPr>
          <w:rFonts w:ascii="Times New Roman" w:hAnsi="Times New Roman" w:cs="Times New Roman"/>
        </w:rPr>
      </w:pPr>
    </w:p>
    <w:p w:rsidR="00524F6D" w:rsidRPr="00932160" w:rsidRDefault="00524F6D" w:rsidP="007D5133">
      <w:pPr>
        <w:jc w:val="both"/>
        <w:rPr>
          <w:rFonts w:ascii="Times New Roman" w:hAnsi="Times New Roman" w:cs="Times New Roman"/>
        </w:rPr>
      </w:pPr>
      <w:r w:rsidRPr="00932160">
        <w:rPr>
          <w:rFonts w:ascii="Times New Roman" w:hAnsi="Times New Roman" w:cs="Times New Roman"/>
        </w:rPr>
        <w:t xml:space="preserve">Составил          </w:t>
      </w:r>
      <w:r>
        <w:rPr>
          <w:rFonts w:ascii="Times New Roman" w:hAnsi="Times New Roman" w:cs="Times New Roman"/>
        </w:rPr>
        <w:t xml:space="preserve">              </w:t>
      </w:r>
      <w:r w:rsidRPr="00932160">
        <w:rPr>
          <w:rFonts w:ascii="Times New Roman" w:hAnsi="Times New Roman" w:cs="Times New Roman"/>
        </w:rPr>
        <w:t xml:space="preserve">Бородина Т.А.                                               </w:t>
      </w:r>
    </w:p>
    <w:sectPr w:rsidR="00524F6D" w:rsidRPr="00932160" w:rsidSect="00D71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C5E"/>
    <w:rsid w:val="00006DA1"/>
    <w:rsid w:val="00055C0B"/>
    <w:rsid w:val="0009609A"/>
    <w:rsid w:val="000F3986"/>
    <w:rsid w:val="00114AD6"/>
    <w:rsid w:val="00234693"/>
    <w:rsid w:val="002F3981"/>
    <w:rsid w:val="00307940"/>
    <w:rsid w:val="003973C4"/>
    <w:rsid w:val="003B35E6"/>
    <w:rsid w:val="003D20EF"/>
    <w:rsid w:val="003D7E38"/>
    <w:rsid w:val="00412F5A"/>
    <w:rsid w:val="0043079E"/>
    <w:rsid w:val="00437ADC"/>
    <w:rsid w:val="00455B66"/>
    <w:rsid w:val="00464CF6"/>
    <w:rsid w:val="00490EAD"/>
    <w:rsid w:val="004975A7"/>
    <w:rsid w:val="004D2715"/>
    <w:rsid w:val="004E40F1"/>
    <w:rsid w:val="00524F6D"/>
    <w:rsid w:val="005717C6"/>
    <w:rsid w:val="00623C94"/>
    <w:rsid w:val="0065347D"/>
    <w:rsid w:val="00674770"/>
    <w:rsid w:val="00695917"/>
    <w:rsid w:val="006F01AF"/>
    <w:rsid w:val="006F078B"/>
    <w:rsid w:val="007659C6"/>
    <w:rsid w:val="00792B57"/>
    <w:rsid w:val="007D5133"/>
    <w:rsid w:val="008203E1"/>
    <w:rsid w:val="00832FD4"/>
    <w:rsid w:val="008435DD"/>
    <w:rsid w:val="00861868"/>
    <w:rsid w:val="008B430C"/>
    <w:rsid w:val="008C2CE8"/>
    <w:rsid w:val="00932160"/>
    <w:rsid w:val="0096283A"/>
    <w:rsid w:val="00983CD9"/>
    <w:rsid w:val="009A00F6"/>
    <w:rsid w:val="009A099D"/>
    <w:rsid w:val="009A5FEF"/>
    <w:rsid w:val="009B01EE"/>
    <w:rsid w:val="009F1339"/>
    <w:rsid w:val="00A174D7"/>
    <w:rsid w:val="00A72A3A"/>
    <w:rsid w:val="00A87FDA"/>
    <w:rsid w:val="00AB30A7"/>
    <w:rsid w:val="00B12920"/>
    <w:rsid w:val="00C062C0"/>
    <w:rsid w:val="00C14CC3"/>
    <w:rsid w:val="00C3501F"/>
    <w:rsid w:val="00C425D7"/>
    <w:rsid w:val="00C94102"/>
    <w:rsid w:val="00CD1446"/>
    <w:rsid w:val="00D710C9"/>
    <w:rsid w:val="00D94C5E"/>
    <w:rsid w:val="00DE41B0"/>
    <w:rsid w:val="00E335C0"/>
    <w:rsid w:val="00EB54C9"/>
    <w:rsid w:val="00EF52D9"/>
    <w:rsid w:val="00F068D9"/>
    <w:rsid w:val="00F62637"/>
    <w:rsid w:val="00FB38F3"/>
    <w:rsid w:val="00FB3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8D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D51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54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648</TotalTime>
  <Pages>1</Pages>
  <Words>268</Words>
  <Characters>1533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459</cp:lastModifiedBy>
  <cp:revision>17</cp:revision>
  <cp:lastPrinted>2013-09-09T08:58:00Z</cp:lastPrinted>
  <dcterms:created xsi:type="dcterms:W3CDTF">2013-02-14T03:39:00Z</dcterms:created>
  <dcterms:modified xsi:type="dcterms:W3CDTF">2013-09-09T09:00:00Z</dcterms:modified>
</cp:coreProperties>
</file>