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BA" w:rsidRPr="009E079B" w:rsidRDefault="000A5DBA" w:rsidP="009E079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9E079B">
        <w:rPr>
          <w:rFonts w:ascii="Times New Roman" w:hAnsi="Times New Roman"/>
          <w:b/>
          <w:bCs/>
          <w:kern w:val="36"/>
          <w:sz w:val="48"/>
          <w:szCs w:val="48"/>
        </w:rPr>
        <w:t>Извещение</w:t>
      </w:r>
    </w:p>
    <w:p w:rsidR="000A5DBA" w:rsidRPr="009E079B" w:rsidRDefault="000A5DBA" w:rsidP="009E079B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48"/>
          <w:szCs w:val="48"/>
        </w:rPr>
      </w:pPr>
      <w:r w:rsidRPr="009E079B">
        <w:rPr>
          <w:rFonts w:ascii="Times New Roman" w:hAnsi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0356300042413000008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Выполнение работ по капитальному ремонту электрооборудования, электроосвещения 3-го этажа в здании по адресу: г. Пермь, ул. Малая Ямская, 10 МБУЗ «Городская поликлиника №11»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11"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614000, Пермский край, Пермь г, ул. Малая Ямская, 10, -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614000, Пермский край, Пермь г, ул. Малая Ямская, 10, -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Контактная информация</w:t>
      </w:r>
    </w:p>
    <w:p w:rsidR="000A5DBA" w:rsidRPr="009E079B" w:rsidRDefault="000A5DBA" w:rsidP="009E079B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</w:rPr>
      </w:pPr>
      <w:r w:rsidRPr="009E079B">
        <w:rPr>
          <w:rFonts w:ascii="Times New Roman" w:hAnsi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614000, Пермский край, Пермь г, ул. Малая Ямская, 10, -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permgp11@gmail.com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+7 (342) 2125627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+7 (342) 2123931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Новикова Наталья Геннадьевна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Выполнение работ по капитальному ремонту электрооборудования, электроосвещения 3-го этажа в здании по адресу: г. Пермь, ул. Малая Ямская, 10 МБУЗ «Городская поликлиника №11»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>1 329 787,21</w:t>
            </w:r>
            <w:r w:rsidRPr="009E079B">
              <w:rPr>
                <w:rFonts w:ascii="Times New Roman" w:hAnsi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См. Техническое задание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614000, Пермский край, Пермь г, ул. Малая Ямская, 10, -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в течение 20 календарных дней с момента заключения договора.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66 489,36 Российский рубль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398 936,16 Российский рубль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A5DBA" w:rsidRPr="00E45DFD" w:rsidTr="009E079B">
        <w:tc>
          <w:tcPr>
            <w:tcW w:w="1250" w:type="pct"/>
            <w:gridSpan w:val="2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40701810300003000001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06920003964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045744000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0A5DBA" w:rsidRPr="009E079B" w:rsidRDefault="000A5DBA" w:rsidP="009E079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</w:rPr>
      </w:pPr>
      <w:r w:rsidRPr="009E079B">
        <w:rPr>
          <w:rFonts w:ascii="Times New Roman" w:hAnsi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82"/>
        <w:gridCol w:w="7145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08.10.2013 09:00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11.10.2013 </w:t>
            </w:r>
          </w:p>
        </w:tc>
      </w:tr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14.10.2013 </w:t>
            </w:r>
          </w:p>
        </w:tc>
      </w:tr>
    </w:tbl>
    <w:p w:rsidR="000A5DBA" w:rsidRPr="009E079B" w:rsidRDefault="000A5DBA" w:rsidP="009E079B">
      <w:pPr>
        <w:spacing w:after="0" w:line="240" w:lineRule="auto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60"/>
        <w:gridCol w:w="7081"/>
      </w:tblGrid>
      <w:tr w:rsidR="000A5DBA" w:rsidRPr="00E45DFD" w:rsidTr="009E079B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</w:tcPr>
          <w:p w:rsidR="000A5DBA" w:rsidRPr="009E079B" w:rsidRDefault="000A5DBA" w:rsidP="009E07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79B">
              <w:rPr>
                <w:rFonts w:ascii="Times New Roman" w:hAnsi="Times New Roman"/>
                <w:sz w:val="24"/>
                <w:szCs w:val="24"/>
              </w:rPr>
              <w:t xml:space="preserve">30.09.2013 </w:t>
            </w:r>
          </w:p>
        </w:tc>
      </w:tr>
    </w:tbl>
    <w:p w:rsidR="000A5DBA" w:rsidRDefault="000A5DBA"/>
    <w:p w:rsidR="000A5DBA" w:rsidRDefault="000A5DBA"/>
    <w:p w:rsidR="000A5DBA" w:rsidRDefault="000A5DBA"/>
    <w:p w:rsidR="000A5DBA" w:rsidRDefault="000A5DBA"/>
    <w:p w:rsidR="000A5DBA" w:rsidRDefault="000A5DBA"/>
    <w:p w:rsidR="000A5DBA" w:rsidRPr="00403BE4" w:rsidRDefault="000A5DBA">
      <w:pPr>
        <w:rPr>
          <w:rFonts w:ascii="Times New Roman" w:hAnsi="Times New Roman"/>
          <w:sz w:val="24"/>
          <w:szCs w:val="24"/>
        </w:rPr>
      </w:pPr>
      <w:r w:rsidRPr="00403BE4">
        <w:rPr>
          <w:rFonts w:ascii="Times New Roman" w:hAnsi="Times New Roman"/>
          <w:sz w:val="24"/>
          <w:szCs w:val="24"/>
        </w:rPr>
        <w:t>Главный врач МБУЗ «ГП №11» ____________________А.А.Лебедев</w:t>
      </w:r>
    </w:p>
    <w:sectPr w:rsidR="000A5DBA" w:rsidRPr="00403BE4" w:rsidSect="007B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79B"/>
    <w:rsid w:val="000A5DBA"/>
    <w:rsid w:val="00403BE4"/>
    <w:rsid w:val="007B289A"/>
    <w:rsid w:val="009E079B"/>
    <w:rsid w:val="00E45DFD"/>
    <w:rsid w:val="00EE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89A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9"/>
    <w:qFormat/>
    <w:rsid w:val="009E079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E079B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9E079B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519</Words>
  <Characters>2959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регистратура</dc:creator>
  <cp:keywords/>
  <dc:description/>
  <cp:lastModifiedBy>Admin</cp:lastModifiedBy>
  <cp:revision>3</cp:revision>
  <dcterms:created xsi:type="dcterms:W3CDTF">2013-09-30T05:58:00Z</dcterms:created>
  <dcterms:modified xsi:type="dcterms:W3CDTF">2013-09-30T05:53:00Z</dcterms:modified>
</cp:coreProperties>
</file>