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30" w:rsidRDefault="00734B30" w:rsidP="00FC1BD3">
      <w:pPr>
        <w:spacing w:after="0" w:line="360" w:lineRule="auto"/>
        <w:jc w:val="center"/>
      </w:pPr>
    </w:p>
    <w:p w:rsidR="00734B30" w:rsidRDefault="00734B30" w:rsidP="001C0724">
      <w:pPr>
        <w:spacing w:after="0" w:line="360" w:lineRule="auto"/>
        <w:jc w:val="right"/>
        <w:rPr>
          <w:sz w:val="18"/>
          <w:szCs w:val="18"/>
        </w:rPr>
      </w:pPr>
      <w:r w:rsidRPr="001C0724">
        <w:rPr>
          <w:sz w:val="18"/>
          <w:szCs w:val="18"/>
        </w:rPr>
        <w:t xml:space="preserve">Приложение к техническому заданию </w:t>
      </w:r>
    </w:p>
    <w:p w:rsidR="00734B30" w:rsidRPr="001C0724" w:rsidRDefault="00734B30" w:rsidP="001C0724">
      <w:pPr>
        <w:spacing w:after="0" w:line="360" w:lineRule="auto"/>
        <w:jc w:val="right"/>
        <w:rPr>
          <w:sz w:val="18"/>
          <w:szCs w:val="18"/>
        </w:rPr>
      </w:pPr>
    </w:p>
    <w:p w:rsidR="00734B30" w:rsidRDefault="00734B30" w:rsidP="00FC1BD3">
      <w:pPr>
        <w:spacing w:after="0" w:line="360" w:lineRule="auto"/>
        <w:jc w:val="center"/>
      </w:pPr>
      <w:r>
        <w:t xml:space="preserve">Требования к используемым материалам </w:t>
      </w:r>
    </w:p>
    <w:p w:rsidR="00734B30" w:rsidRDefault="00734B30" w:rsidP="00FC1BD3">
      <w:pPr>
        <w:spacing w:after="0" w:line="360" w:lineRule="auto"/>
        <w:jc w:val="center"/>
      </w:pPr>
      <w:r>
        <w:t xml:space="preserve">при  капитальном ремонте (система газоснабжения) </w:t>
      </w:r>
    </w:p>
    <w:p w:rsidR="00734B30" w:rsidRDefault="00734B30" w:rsidP="00FC1BD3">
      <w:pPr>
        <w:spacing w:after="0" w:line="360" w:lineRule="auto"/>
        <w:jc w:val="center"/>
      </w:pPr>
      <w:r>
        <w:t>общежития по адресу: г. Пермь, ул. Кочегаров, 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1641"/>
        <w:gridCol w:w="3260"/>
        <w:gridCol w:w="4925"/>
      </w:tblGrid>
      <w:tr w:rsidR="00734B30" w:rsidRPr="00C05510" w:rsidTr="00C05510">
        <w:trPr>
          <w:trHeight w:val="322"/>
        </w:trPr>
        <w:tc>
          <w:tcPr>
            <w:tcW w:w="594" w:type="dxa"/>
          </w:tcPr>
          <w:p w:rsidR="00734B30" w:rsidRPr="00C0551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05510">
              <w:rPr>
                <w:sz w:val="24"/>
                <w:szCs w:val="24"/>
              </w:rPr>
              <w:t xml:space="preserve">№ </w:t>
            </w:r>
          </w:p>
          <w:p w:rsidR="00734B30" w:rsidRPr="00C0551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05510">
              <w:rPr>
                <w:sz w:val="24"/>
                <w:szCs w:val="24"/>
              </w:rPr>
              <w:t>п/п</w:t>
            </w:r>
          </w:p>
        </w:tc>
        <w:tc>
          <w:tcPr>
            <w:tcW w:w="1641" w:type="dxa"/>
          </w:tcPr>
          <w:p w:rsidR="00734B30" w:rsidRPr="00C0551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05510">
              <w:rPr>
                <w:sz w:val="24"/>
                <w:szCs w:val="24"/>
              </w:rPr>
              <w:t>№ позиции локальной сметы</w:t>
            </w:r>
          </w:p>
        </w:tc>
        <w:tc>
          <w:tcPr>
            <w:tcW w:w="3260" w:type="dxa"/>
          </w:tcPr>
          <w:p w:rsidR="00734B30" w:rsidRPr="00C0551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05510">
              <w:rPr>
                <w:sz w:val="24"/>
                <w:szCs w:val="24"/>
              </w:rPr>
              <w:t>Наименование материала</w:t>
            </w:r>
          </w:p>
        </w:tc>
        <w:tc>
          <w:tcPr>
            <w:tcW w:w="4925" w:type="dxa"/>
          </w:tcPr>
          <w:p w:rsidR="00734B30" w:rsidRPr="00C0551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05510">
              <w:rPr>
                <w:sz w:val="24"/>
                <w:szCs w:val="24"/>
              </w:rPr>
              <w:t>Технические характеристики</w:t>
            </w:r>
          </w:p>
        </w:tc>
      </w:tr>
      <w:tr w:rsidR="00734B30" w:rsidRPr="00C05510" w:rsidTr="00C05510">
        <w:tc>
          <w:tcPr>
            <w:tcW w:w="594" w:type="dxa"/>
          </w:tcPr>
          <w:p w:rsidR="00734B30" w:rsidRPr="00C0551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05510">
              <w:rPr>
                <w:sz w:val="24"/>
                <w:szCs w:val="24"/>
              </w:rPr>
              <w:t>1</w:t>
            </w:r>
          </w:p>
        </w:tc>
        <w:tc>
          <w:tcPr>
            <w:tcW w:w="1641" w:type="dxa"/>
          </w:tcPr>
          <w:p w:rsidR="00734B30" w:rsidRPr="00C0551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05510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34B30" w:rsidRPr="00C0551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05510">
              <w:rPr>
                <w:sz w:val="24"/>
                <w:szCs w:val="24"/>
              </w:rPr>
              <w:t>3</w:t>
            </w:r>
          </w:p>
        </w:tc>
        <w:tc>
          <w:tcPr>
            <w:tcW w:w="4925" w:type="dxa"/>
          </w:tcPr>
          <w:p w:rsidR="00734B30" w:rsidRPr="00C0551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05510">
              <w:rPr>
                <w:sz w:val="24"/>
                <w:szCs w:val="24"/>
              </w:rPr>
              <w:t>4</w:t>
            </w:r>
          </w:p>
        </w:tc>
      </w:tr>
      <w:tr w:rsidR="00734B30" w:rsidRPr="00C05510" w:rsidTr="00C05510">
        <w:tc>
          <w:tcPr>
            <w:tcW w:w="594" w:type="dxa"/>
          </w:tcPr>
          <w:p w:rsidR="00734B30" w:rsidRPr="00C0551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05510">
              <w:rPr>
                <w:sz w:val="24"/>
                <w:szCs w:val="24"/>
              </w:rPr>
              <w:t>1</w:t>
            </w:r>
          </w:p>
          <w:p w:rsidR="00734B3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734B30" w:rsidRPr="00846787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05510">
              <w:rPr>
                <w:sz w:val="24"/>
                <w:szCs w:val="24"/>
              </w:rPr>
              <w:t>2</w:t>
            </w:r>
          </w:p>
          <w:p w:rsidR="00734B30" w:rsidRPr="00846787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734B30" w:rsidRPr="00846787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846787">
              <w:rPr>
                <w:sz w:val="24"/>
                <w:szCs w:val="24"/>
              </w:rPr>
              <w:t>3</w:t>
            </w:r>
          </w:p>
          <w:p w:rsidR="00734B3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4B3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34B3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4B3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734B3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734B30" w:rsidRPr="004040F8" w:rsidRDefault="00734B30" w:rsidP="004040F8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41" w:type="dxa"/>
          </w:tcPr>
          <w:p w:rsidR="00734B30" w:rsidRPr="00C0551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  <w:r w:rsidRPr="00C05510">
              <w:rPr>
                <w:sz w:val="24"/>
                <w:szCs w:val="24"/>
              </w:rPr>
              <w:t>поз. 2</w:t>
            </w: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</w:p>
          <w:p w:rsidR="00734B30" w:rsidRPr="00C0551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  <w:r w:rsidRPr="00C05510">
              <w:rPr>
                <w:sz w:val="24"/>
                <w:szCs w:val="24"/>
              </w:rPr>
              <w:t>поз. 6</w:t>
            </w:r>
          </w:p>
        </w:tc>
        <w:tc>
          <w:tcPr>
            <w:tcW w:w="3260" w:type="dxa"/>
          </w:tcPr>
          <w:p w:rsidR="00734B30" w:rsidRPr="00C0551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  <w:r w:rsidRPr="00C05510">
              <w:rPr>
                <w:sz w:val="24"/>
                <w:szCs w:val="24"/>
              </w:rPr>
              <w:t>Газовые плиты бытовые</w:t>
            </w: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</w:p>
          <w:p w:rsidR="00734B30" w:rsidRPr="001C0724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  <w:r w:rsidRPr="00C05510">
              <w:rPr>
                <w:sz w:val="24"/>
                <w:szCs w:val="24"/>
              </w:rPr>
              <w:t>Клапаны противовзрывные</w:t>
            </w:r>
          </w:p>
          <w:p w:rsidR="00734B30" w:rsidRPr="001C0724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</w:p>
          <w:p w:rsidR="00734B30" w:rsidRPr="001C0724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Краски масляные</w:t>
            </w: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  <w:r w:rsidRPr="004040F8">
              <w:rPr>
                <w:sz w:val="24"/>
                <w:szCs w:val="24"/>
              </w:rPr>
              <w:t>Мертель периклазовый</w:t>
            </w: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  <w:r w:rsidRPr="004040F8">
              <w:rPr>
                <w:sz w:val="24"/>
                <w:szCs w:val="24"/>
              </w:rPr>
              <w:t>Порошок шамотный</w:t>
            </w: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  <w:r w:rsidRPr="004040F8">
              <w:rPr>
                <w:sz w:val="24"/>
                <w:szCs w:val="24"/>
              </w:rPr>
              <w:t>Краны</w:t>
            </w: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  <w:r w:rsidRPr="004040F8">
              <w:rPr>
                <w:sz w:val="24"/>
                <w:szCs w:val="24"/>
              </w:rPr>
              <w:t>Трубопроводы</w:t>
            </w: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</w:p>
          <w:p w:rsidR="00734B30" w:rsidRPr="004040F8" w:rsidRDefault="00734B30" w:rsidP="004040F8">
            <w:pPr>
              <w:spacing w:after="0" w:line="360" w:lineRule="auto"/>
              <w:rPr>
                <w:sz w:val="24"/>
                <w:szCs w:val="24"/>
              </w:rPr>
            </w:pPr>
            <w:r w:rsidRPr="004040F8">
              <w:rPr>
                <w:sz w:val="24"/>
                <w:szCs w:val="24"/>
              </w:rPr>
              <w:t>Гипсовые вяжущие</w:t>
            </w:r>
          </w:p>
        </w:tc>
        <w:tc>
          <w:tcPr>
            <w:tcW w:w="4925" w:type="dxa"/>
          </w:tcPr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  <w:r w:rsidRPr="00C05510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азовые плиты четырехкомфорочные (полубыстрого действия 2шт, быстрого действия 1 шт., вспомогательная 1 шт.), напряжение электрической сети 220В, КПД горелок стола не менее 59%</w:t>
            </w: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С мембраной из листового асбеста толщиной 3мм в металлической рамке площадью до </w:t>
            </w:r>
            <w:smartTag w:uri="urn:schemas-microsoft-com:office:smarttags" w:element="metricconverter">
              <w:smartTagPr>
                <w:attr w:name="ProductID" w:val="0,1 м2"/>
              </w:smartTagPr>
              <w:r>
                <w:rPr>
                  <w:sz w:val="24"/>
                  <w:szCs w:val="24"/>
                </w:rPr>
                <w:t>0,1 м</w:t>
              </w:r>
              <w:r>
                <w:rPr>
                  <w:sz w:val="24"/>
                  <w:szCs w:val="24"/>
                  <w:vertAlign w:val="superscript"/>
                </w:rPr>
                <w:t>2</w:t>
              </w:r>
            </w:smartTag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Земляные марки МА-0115 мумия, сурик железный</w:t>
            </w: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040F8">
              <w:rPr>
                <w:sz w:val="24"/>
                <w:szCs w:val="24"/>
              </w:rPr>
              <w:t>ериклазохромитовый и хромитопериклазовый для установок внепечного вакуумирования стали марки МПХВ</w:t>
            </w: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4040F8">
              <w:rPr>
                <w:sz w:val="24"/>
                <w:szCs w:val="24"/>
              </w:rPr>
              <w:t>арки ПШГ глинистый</w:t>
            </w:r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040F8">
              <w:rPr>
                <w:sz w:val="24"/>
                <w:szCs w:val="24"/>
              </w:rPr>
              <w:t xml:space="preserve">роходные натяжные муфтовые латунные 11Б10бк1 для газа давлением 9,8 кПа (0,1 кгс/см2) диаметром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4040F8">
                <w:rPr>
                  <w:sz w:val="24"/>
                  <w:szCs w:val="24"/>
                </w:rPr>
                <w:t>15 мм</w:t>
              </w:r>
            </w:smartTag>
          </w:p>
          <w:p w:rsidR="00734B30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4040F8">
              <w:rPr>
                <w:sz w:val="24"/>
                <w:szCs w:val="24"/>
              </w:rPr>
              <w:t xml:space="preserve">з стальных водогазопроводных неоцинкованных труб с гильзами и креплениями для газоснабжения диаметром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4040F8">
                <w:rPr>
                  <w:sz w:val="24"/>
                  <w:szCs w:val="24"/>
                </w:rPr>
                <w:t>15 мм</w:t>
              </w:r>
            </w:smartTag>
          </w:p>
          <w:p w:rsidR="00734B30" w:rsidRPr="004040F8" w:rsidRDefault="00734B30" w:rsidP="00C05510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4040F8">
              <w:rPr>
                <w:sz w:val="24"/>
                <w:szCs w:val="24"/>
              </w:rPr>
              <w:t>арка Г3</w:t>
            </w:r>
          </w:p>
        </w:tc>
      </w:tr>
    </w:tbl>
    <w:p w:rsidR="00734B30" w:rsidRDefault="00734B30" w:rsidP="00FC1BD3">
      <w:pPr>
        <w:spacing w:after="0" w:line="360" w:lineRule="auto"/>
        <w:jc w:val="center"/>
      </w:pPr>
    </w:p>
    <w:sectPr w:rsidR="00734B30" w:rsidSect="00FC1BD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1BD3"/>
    <w:rsid w:val="001C0724"/>
    <w:rsid w:val="001C789E"/>
    <w:rsid w:val="00264F75"/>
    <w:rsid w:val="003F0896"/>
    <w:rsid w:val="004040F8"/>
    <w:rsid w:val="00426E2B"/>
    <w:rsid w:val="00437A7D"/>
    <w:rsid w:val="004F093A"/>
    <w:rsid w:val="00547A05"/>
    <w:rsid w:val="00566F2C"/>
    <w:rsid w:val="005725F2"/>
    <w:rsid w:val="005C5770"/>
    <w:rsid w:val="00667BCA"/>
    <w:rsid w:val="006C20C4"/>
    <w:rsid w:val="00734B30"/>
    <w:rsid w:val="007370E8"/>
    <w:rsid w:val="00742F5B"/>
    <w:rsid w:val="00846787"/>
    <w:rsid w:val="008B41B4"/>
    <w:rsid w:val="008C0B86"/>
    <w:rsid w:val="00902865"/>
    <w:rsid w:val="00971B8C"/>
    <w:rsid w:val="00A73D82"/>
    <w:rsid w:val="00C05510"/>
    <w:rsid w:val="00CD2C1E"/>
    <w:rsid w:val="00D32983"/>
    <w:rsid w:val="00D76F96"/>
    <w:rsid w:val="00F9511B"/>
    <w:rsid w:val="00F96215"/>
    <w:rsid w:val="00FC1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D82"/>
    <w:pPr>
      <w:spacing w:after="200" w:line="276" w:lineRule="auto"/>
    </w:pPr>
    <w:rPr>
      <w:color w:val="000000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C1BD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</TotalTime>
  <Pages>1</Pages>
  <Words>166</Words>
  <Characters>952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user</cp:lastModifiedBy>
  <cp:revision>13</cp:revision>
  <cp:lastPrinted>2013-09-09T12:30:00Z</cp:lastPrinted>
  <dcterms:created xsi:type="dcterms:W3CDTF">2013-09-06T12:11:00Z</dcterms:created>
  <dcterms:modified xsi:type="dcterms:W3CDTF">2013-11-05T07:41:00Z</dcterms:modified>
</cp:coreProperties>
</file>