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982" w:rsidRPr="00FA6391" w:rsidRDefault="006C7982" w:rsidP="00FA6391">
      <w:pPr>
        <w:jc w:val="right"/>
        <w:rPr>
          <w:rFonts w:ascii="Times New Roman" w:hAnsi="Times New Roman" w:cs="Times New Roman"/>
          <w:color w:val="000000"/>
          <w:lang w:eastAsia="ru-RU"/>
        </w:rPr>
      </w:pPr>
      <w:r w:rsidRPr="00FA6391">
        <w:rPr>
          <w:rFonts w:ascii="Times New Roman" w:hAnsi="Times New Roman" w:cs="Times New Roman"/>
          <w:color w:val="000000"/>
          <w:lang w:eastAsia="ru-RU"/>
        </w:rPr>
        <w:t>Приложение №2</w:t>
      </w:r>
    </w:p>
    <w:p w:rsidR="006C7982" w:rsidRPr="00FA6391" w:rsidRDefault="006C7982" w:rsidP="00FA6391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FA6391">
        <w:rPr>
          <w:rFonts w:ascii="Times New Roman" w:hAnsi="Times New Roman" w:cs="Times New Roman"/>
          <w:b/>
          <w:bCs/>
          <w:color w:val="000000"/>
          <w:lang w:eastAsia="ru-RU"/>
        </w:rPr>
        <w:t>ТЕХНИЧЕСКОЕ ЗАДАНИЕ</w:t>
      </w:r>
    </w:p>
    <w:p w:rsidR="006C7982" w:rsidRPr="00FA6391" w:rsidRDefault="006C7982" w:rsidP="00FA6391">
      <w:pPr>
        <w:jc w:val="center"/>
        <w:rPr>
          <w:rFonts w:ascii="Times New Roman" w:hAnsi="Times New Roman" w:cs="Times New Roman"/>
          <w:b/>
          <w:bCs/>
        </w:rPr>
      </w:pPr>
      <w:r w:rsidRPr="00FA6391">
        <w:rPr>
          <w:rFonts w:ascii="Times New Roman" w:hAnsi="Times New Roman" w:cs="Times New Roman"/>
          <w:b/>
          <w:bCs/>
          <w:color w:val="000000"/>
          <w:lang w:eastAsia="ru-RU"/>
        </w:rPr>
        <w:t>на капитальный ремонт помещений  в поликлинике № 1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 xml:space="preserve"> по адресу г.Пермь,                                       </w:t>
      </w:r>
      <w:r w:rsidRPr="00FA6391">
        <w:rPr>
          <w:rFonts w:ascii="Times New Roman" w:hAnsi="Times New Roman" w:cs="Times New Roman"/>
          <w:b/>
          <w:bCs/>
          <w:color w:val="000000"/>
          <w:lang w:eastAsia="ru-RU"/>
        </w:rPr>
        <w:t xml:space="preserve"> ул. Глеба Успенского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>,</w:t>
      </w:r>
      <w:r w:rsidRPr="00FA6391">
        <w:rPr>
          <w:rFonts w:ascii="Times New Roman" w:hAnsi="Times New Roman" w:cs="Times New Roman"/>
          <w:b/>
          <w:bCs/>
          <w:color w:val="000000"/>
          <w:lang w:eastAsia="ru-RU"/>
        </w:rPr>
        <w:t xml:space="preserve"> 5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>,</w:t>
      </w:r>
      <w:r w:rsidRPr="00FA6391">
        <w:rPr>
          <w:rFonts w:ascii="Times New Roman" w:hAnsi="Times New Roman" w:cs="Times New Roman"/>
          <w:b/>
          <w:bCs/>
          <w:color w:val="000000"/>
          <w:lang w:eastAsia="ru-RU"/>
        </w:rPr>
        <w:t>7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>.</w:t>
      </w:r>
    </w:p>
    <w:p w:rsidR="006C7982" w:rsidRPr="00FA6391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>1. Требования к работе: работы по ремонту помещений должны быть выполнены в соответствии с требованиями СаНПиНа и строительными нормами и правилами.</w:t>
      </w:r>
    </w:p>
    <w:p w:rsidR="006C7982" w:rsidRPr="00FA6391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6C7982" w:rsidRPr="00FA6391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 и  согласованы с заказчиком.</w:t>
      </w:r>
    </w:p>
    <w:p w:rsidR="006C7982" w:rsidRPr="00FA6391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 xml:space="preserve">Выполнить сплошное выравнивание стен помещений, грунтовку и окраску стен и потолков водоэмульсионной  интерьерной краской </w:t>
      </w:r>
      <w:r w:rsidRPr="00FA6391">
        <w:rPr>
          <w:rFonts w:ascii="Times New Roman" w:hAnsi="Times New Roman" w:cs="Times New Roman"/>
          <w:b/>
          <w:bCs/>
        </w:rPr>
        <w:t xml:space="preserve">ПАРАД </w:t>
      </w:r>
      <w:r w:rsidRPr="00FA6391">
        <w:rPr>
          <w:rFonts w:ascii="Times New Roman" w:hAnsi="Times New Roman" w:cs="Times New Roman"/>
          <w:b/>
          <w:bCs/>
          <w:lang w:val="en-US"/>
        </w:rPr>
        <w:t>W</w:t>
      </w:r>
      <w:r w:rsidRPr="00FA6391">
        <w:rPr>
          <w:rFonts w:ascii="Times New Roman" w:hAnsi="Times New Roman" w:cs="Times New Roman"/>
          <w:b/>
          <w:bCs/>
        </w:rPr>
        <w:t xml:space="preserve"> 6</w:t>
      </w:r>
      <w:r w:rsidRPr="00FA6391">
        <w:rPr>
          <w:rFonts w:ascii="Times New Roman" w:hAnsi="Times New Roman" w:cs="Times New Roman"/>
        </w:rPr>
        <w:t xml:space="preserve"> моющейся с применением хим. средств.</w:t>
      </w:r>
    </w:p>
    <w:p w:rsidR="006C7982" w:rsidRPr="00FA6391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>Разобрать часть перегородки и расширить два проема, для обеспечения доступа маломобильных групп  населения. У становить приспособления в санузле для удобства маломобильных групп населения в соответствии с нормативными требованиями.</w:t>
      </w:r>
    </w:p>
    <w:p w:rsidR="006C7982" w:rsidRPr="00FA6391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>Заменить выключатели, розетки на 2х гнездовые. Заменить растровые светильники на светодиодные  закрытого типа, не менее 3500 Лм.</w:t>
      </w:r>
    </w:p>
    <w:p w:rsidR="006C7982" w:rsidRPr="00FA6391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>Линолеум должен отвечать требованиям Пожнадзора</w:t>
      </w:r>
      <w:bookmarkStart w:id="0" w:name="_GoBack"/>
      <w:bookmarkEnd w:id="0"/>
      <w:r w:rsidRPr="00FA6391">
        <w:rPr>
          <w:rFonts w:ascii="Times New Roman" w:hAnsi="Times New Roman" w:cs="Times New Roman"/>
        </w:rPr>
        <w:t xml:space="preserve">.  Должен иметь следующие параметры: Г1,В2,РП1,Д2,Т2 и толщину защитной пленки не менее 0,7 мм. (Таркетт Монолит)  </w:t>
      </w:r>
    </w:p>
    <w:p w:rsidR="006C7982" w:rsidRPr="00FA6391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>Существующую систему ОПС разобрать и по окончании работ восстановить.</w:t>
      </w:r>
    </w:p>
    <w:p w:rsidR="006C7982" w:rsidRPr="00FA6391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>Регулярно вывозить мусор.</w:t>
      </w:r>
    </w:p>
    <w:p w:rsidR="006C7982" w:rsidRPr="00FA6391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>Локальную смету составить на основании сборников единичных расценок ФЕР-2001 (версия 2009) с учетом всех принятых коэффициентов для поликлиник 3 квартала и налога на добавленную стоимость в размере 18%.</w:t>
      </w:r>
    </w:p>
    <w:p w:rsidR="006C7982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>РАБОТЫ ВЫПОЛНЯТЬ В ДЕЙСТВУЮЩЕЙ ПОЛИКЛИНИКЕ!</w:t>
      </w:r>
    </w:p>
    <w:p w:rsidR="006C7982" w:rsidRPr="00FA6391" w:rsidRDefault="006C7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ОБРАТИТЕ ВНИМАНИЕ НА СРОКИ ИСПОЛНЕНИЯ ДОГОВОРА!</w:t>
      </w:r>
    </w:p>
    <w:p w:rsidR="006C7982" w:rsidRPr="00FA6391" w:rsidRDefault="006C7982">
      <w:pPr>
        <w:rPr>
          <w:rFonts w:ascii="Times New Roman" w:hAnsi="Times New Roman" w:cs="Times New Roman"/>
        </w:rPr>
      </w:pPr>
      <w:r w:rsidRPr="00FA6391">
        <w:rPr>
          <w:rFonts w:ascii="Times New Roman" w:hAnsi="Times New Roman" w:cs="Times New Roman"/>
        </w:rPr>
        <w:t>Составил                                                         Бородина Т.А</w:t>
      </w:r>
    </w:p>
    <w:sectPr w:rsidR="006C7982" w:rsidRPr="00FA6391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21EB3"/>
    <w:rsid w:val="0004482C"/>
    <w:rsid w:val="00055C0B"/>
    <w:rsid w:val="00114AD6"/>
    <w:rsid w:val="00163E0E"/>
    <w:rsid w:val="00234693"/>
    <w:rsid w:val="002E32FD"/>
    <w:rsid w:val="003973C4"/>
    <w:rsid w:val="00410DD0"/>
    <w:rsid w:val="00464CF6"/>
    <w:rsid w:val="004E40F1"/>
    <w:rsid w:val="005C1B76"/>
    <w:rsid w:val="00623C94"/>
    <w:rsid w:val="00666F05"/>
    <w:rsid w:val="006B493D"/>
    <w:rsid w:val="006C7982"/>
    <w:rsid w:val="006E66CC"/>
    <w:rsid w:val="0072687A"/>
    <w:rsid w:val="007322B0"/>
    <w:rsid w:val="00736E85"/>
    <w:rsid w:val="00783F37"/>
    <w:rsid w:val="00792B57"/>
    <w:rsid w:val="007C402F"/>
    <w:rsid w:val="008203E1"/>
    <w:rsid w:val="00834046"/>
    <w:rsid w:val="008B430C"/>
    <w:rsid w:val="008C5D4A"/>
    <w:rsid w:val="008F2158"/>
    <w:rsid w:val="00960CAE"/>
    <w:rsid w:val="009A099D"/>
    <w:rsid w:val="009A5FEF"/>
    <w:rsid w:val="00A570CC"/>
    <w:rsid w:val="00AC3318"/>
    <w:rsid w:val="00AE6A71"/>
    <w:rsid w:val="00B27517"/>
    <w:rsid w:val="00B57DB5"/>
    <w:rsid w:val="00B6071F"/>
    <w:rsid w:val="00C14CC3"/>
    <w:rsid w:val="00C4513D"/>
    <w:rsid w:val="00C774B2"/>
    <w:rsid w:val="00C94102"/>
    <w:rsid w:val="00CD1446"/>
    <w:rsid w:val="00CD1AE6"/>
    <w:rsid w:val="00D710C9"/>
    <w:rsid w:val="00D94C5E"/>
    <w:rsid w:val="00F107F8"/>
    <w:rsid w:val="00FA6391"/>
    <w:rsid w:val="00FB38F3"/>
    <w:rsid w:val="00FB3AEA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DD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27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73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1</Pages>
  <Words>254</Words>
  <Characters>1449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8</cp:revision>
  <cp:lastPrinted>2013-11-07T11:27:00Z</cp:lastPrinted>
  <dcterms:created xsi:type="dcterms:W3CDTF">2013-04-29T10:46:00Z</dcterms:created>
  <dcterms:modified xsi:type="dcterms:W3CDTF">2013-11-07T11:28:00Z</dcterms:modified>
</cp:coreProperties>
</file>