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EB" w:rsidRPr="000D53FD" w:rsidRDefault="00A62EEB" w:rsidP="000D53FD">
      <w:pPr>
        <w:jc w:val="right"/>
        <w:rPr>
          <w:rFonts w:ascii="Times New Roman" w:hAnsi="Times New Roman" w:cs="Times New Roman"/>
          <w:color w:val="000000"/>
          <w:lang w:eastAsia="ru-RU"/>
        </w:rPr>
      </w:pPr>
      <w:r w:rsidRPr="000D53FD">
        <w:rPr>
          <w:rFonts w:ascii="Times New Roman" w:hAnsi="Times New Roman" w:cs="Times New Roman"/>
          <w:color w:val="000000"/>
          <w:lang w:eastAsia="ru-RU"/>
        </w:rPr>
        <w:t>Приложение №2</w:t>
      </w:r>
    </w:p>
    <w:p w:rsidR="00A62EEB" w:rsidRPr="000D53FD" w:rsidRDefault="00A62EEB" w:rsidP="000D53FD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0D53FD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A62EEB" w:rsidRPr="000D53FD" w:rsidRDefault="00A62EEB" w:rsidP="000D53FD">
      <w:pPr>
        <w:jc w:val="center"/>
        <w:rPr>
          <w:rFonts w:ascii="Times New Roman" w:hAnsi="Times New Roman" w:cs="Times New Roman"/>
          <w:b/>
          <w:bCs/>
        </w:rPr>
      </w:pPr>
      <w:r w:rsidRPr="000D53FD">
        <w:rPr>
          <w:rFonts w:ascii="Times New Roman" w:hAnsi="Times New Roman" w:cs="Times New Roman"/>
          <w:b/>
          <w:bCs/>
          <w:color w:val="000000"/>
          <w:lang w:eastAsia="ru-RU"/>
        </w:rPr>
        <w:t xml:space="preserve">на </w:t>
      </w:r>
      <w:r w:rsidRPr="000D53FD">
        <w:rPr>
          <w:rFonts w:ascii="Times New Roman" w:hAnsi="Times New Roman" w:cs="Times New Roman"/>
          <w:b/>
          <w:bCs/>
        </w:rPr>
        <w:t>капитальный ремонт помещений  в МБУЗ «Городская клиническая поликлиника №5». Общестроительные работы.</w:t>
      </w:r>
    </w:p>
    <w:p w:rsidR="00A62EEB" w:rsidRPr="000D53FD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1. Требования к работе: работы по ремонту помещений должны быть выполнены в соответствии с требованиями СаНПиНа и строительными нормами и правилами.</w:t>
      </w:r>
    </w:p>
    <w:p w:rsidR="00A62EEB" w:rsidRPr="000D53FD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A62EEB" w:rsidRPr="000D53FD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 и  согласованы с заказчиком.</w:t>
      </w:r>
    </w:p>
    <w:p w:rsidR="00A62EEB" w:rsidRPr="000D53FD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Выполнить  частичную перепланировку помещений с облицовкой стен керамической плиткой (цвет и качество согласовать с Заказчиком)</w:t>
      </w:r>
      <w:r>
        <w:rPr>
          <w:rFonts w:ascii="Times New Roman" w:hAnsi="Times New Roman" w:cs="Times New Roman"/>
        </w:rPr>
        <w:t>.</w:t>
      </w:r>
    </w:p>
    <w:p w:rsidR="00A62EEB" w:rsidRPr="000D53FD" w:rsidRDefault="00A62EEB" w:rsidP="0044332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Полы выполнить из керамогранита(цвет и качество согласовать с Заказчиком)</w:t>
      </w:r>
      <w:r>
        <w:rPr>
          <w:rFonts w:ascii="Times New Roman" w:hAnsi="Times New Roman" w:cs="Times New Roman"/>
        </w:rPr>
        <w:t>.</w:t>
      </w:r>
    </w:p>
    <w:p w:rsidR="00A62EEB" w:rsidRPr="000D53FD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Заменить выключатели, розетки на 2х гнездовые. Заменить люминисцентные светильники на светодиодные  закрытого типа согласно сметного расчета</w:t>
      </w:r>
      <w:r>
        <w:rPr>
          <w:rFonts w:ascii="Times New Roman" w:hAnsi="Times New Roman" w:cs="Times New Roman"/>
        </w:rPr>
        <w:t>.</w:t>
      </w:r>
    </w:p>
    <w:p w:rsidR="00A62EEB" w:rsidRPr="000D53FD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Во всех помещениях установить раковины эмалированные с хирургическим смесителем.</w:t>
      </w:r>
    </w:p>
    <w:p w:rsidR="00A62EEB" w:rsidRPr="000D53FD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Регулярно вывозить мусор.</w:t>
      </w:r>
    </w:p>
    <w:p w:rsidR="00A62EEB" w:rsidRPr="000D53FD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Комнаты временного хранения отходов  располагаются:</w:t>
      </w:r>
    </w:p>
    <w:p w:rsidR="00A62EEB" w:rsidRPr="000D53FD" w:rsidRDefault="00A62EEB" w:rsidP="003C72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поликлиника № 4, ул. Куйбышева, 111</w:t>
      </w:r>
      <w:r>
        <w:rPr>
          <w:rFonts w:ascii="Times New Roman" w:hAnsi="Times New Roman" w:cs="Times New Roman"/>
        </w:rPr>
        <w:t>;</w:t>
      </w:r>
    </w:p>
    <w:p w:rsidR="00A62EEB" w:rsidRPr="000D53FD" w:rsidRDefault="00A62EEB" w:rsidP="003C72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поликл</w:t>
      </w:r>
      <w:r>
        <w:rPr>
          <w:rFonts w:ascii="Times New Roman" w:hAnsi="Times New Roman" w:cs="Times New Roman"/>
        </w:rPr>
        <w:t>иника № 2, ул. Героев Хасана, 26;</w:t>
      </w:r>
    </w:p>
    <w:p w:rsidR="00A62EEB" w:rsidRPr="000D53FD" w:rsidRDefault="00A62EEB" w:rsidP="003C72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поликлиника № 5, ул. Гусарова, 7</w:t>
      </w:r>
      <w:r>
        <w:rPr>
          <w:rFonts w:ascii="Times New Roman" w:hAnsi="Times New Roman" w:cs="Times New Roman"/>
        </w:rPr>
        <w:t>;</w:t>
      </w:r>
    </w:p>
    <w:p w:rsidR="00A62EEB" w:rsidRPr="000D53FD" w:rsidRDefault="00A62EEB" w:rsidP="003C72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 xml:space="preserve"> Дневной стационар, ул. Муромская, </w:t>
      </w:r>
      <w:r>
        <w:rPr>
          <w:rFonts w:ascii="Times New Roman" w:hAnsi="Times New Roman" w:cs="Times New Roman"/>
        </w:rPr>
        <w:t>24;</w:t>
      </w:r>
    </w:p>
    <w:p w:rsidR="00A62EEB" w:rsidRPr="000D53FD" w:rsidRDefault="00A62EEB" w:rsidP="003C72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поликлиника № 3, ул. Запорожская</w:t>
      </w:r>
      <w:bookmarkStart w:id="0" w:name="_GoBack"/>
      <w:bookmarkEnd w:id="0"/>
      <w:r>
        <w:rPr>
          <w:rFonts w:ascii="Times New Roman" w:hAnsi="Times New Roman" w:cs="Times New Roman"/>
        </w:rPr>
        <w:t>,5/7;</w:t>
      </w:r>
    </w:p>
    <w:p w:rsidR="00A62EEB" w:rsidRPr="000D53FD" w:rsidRDefault="00A62EEB" w:rsidP="003C72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отделение физиотерапии</w:t>
      </w:r>
      <w:r w:rsidRPr="000D53FD">
        <w:rPr>
          <w:rFonts w:ascii="Times New Roman" w:hAnsi="Times New Roman" w:cs="Times New Roman"/>
        </w:rPr>
        <w:t>, ул. Яблочкова,</w:t>
      </w:r>
      <w:r>
        <w:rPr>
          <w:rFonts w:ascii="Times New Roman" w:hAnsi="Times New Roman" w:cs="Times New Roman"/>
        </w:rPr>
        <w:t xml:space="preserve"> 21.</w:t>
      </w:r>
    </w:p>
    <w:p w:rsidR="00A62EEB" w:rsidRPr="000D53FD" w:rsidRDefault="00A62EEB">
      <w:pPr>
        <w:rPr>
          <w:rFonts w:ascii="Times New Roman" w:hAnsi="Times New Roman" w:cs="Times New Roman"/>
        </w:rPr>
      </w:pPr>
    </w:p>
    <w:p w:rsidR="00A62EEB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РАБОТЫ ВЫПОЛНЯТЬ В ДЕЙСТВУЮЩЕЙ ПОЛИКЛИНИКЕ!</w:t>
      </w:r>
    </w:p>
    <w:p w:rsidR="00A62EEB" w:rsidRPr="000D53FD" w:rsidRDefault="00A62E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ОБРАТИТЕ ВНИМАНИЕ НА СРОКИ ИСПОЛНЕНИЯ ДОГОВОРА!</w:t>
      </w:r>
    </w:p>
    <w:p w:rsidR="00A62EEB" w:rsidRPr="000D53FD" w:rsidRDefault="00A62EEB">
      <w:pPr>
        <w:rPr>
          <w:rFonts w:ascii="Times New Roman" w:hAnsi="Times New Roman" w:cs="Times New Roman"/>
        </w:rPr>
      </w:pPr>
      <w:r w:rsidRPr="000D53FD">
        <w:rPr>
          <w:rFonts w:ascii="Times New Roman" w:hAnsi="Times New Roman" w:cs="Times New Roman"/>
        </w:rPr>
        <w:t>Составила</w:t>
      </w:r>
      <w:r>
        <w:rPr>
          <w:rFonts w:ascii="Times New Roman" w:hAnsi="Times New Roman" w:cs="Times New Roman"/>
        </w:rPr>
        <w:t xml:space="preserve">            </w:t>
      </w:r>
      <w:r w:rsidRPr="000D53FD">
        <w:rPr>
          <w:rFonts w:ascii="Times New Roman" w:hAnsi="Times New Roman" w:cs="Times New Roman"/>
        </w:rPr>
        <w:t>Бородина Т.А</w:t>
      </w:r>
      <w:r>
        <w:rPr>
          <w:rFonts w:ascii="Times New Roman" w:hAnsi="Times New Roman" w:cs="Times New Roman"/>
        </w:rPr>
        <w:t>.</w:t>
      </w:r>
    </w:p>
    <w:sectPr w:rsidR="00A62EEB" w:rsidRPr="000D53FD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2AFF"/>
    <w:multiLevelType w:val="hybridMultilevel"/>
    <w:tmpl w:val="5C4A1A30"/>
    <w:lvl w:ilvl="0" w:tplc="CF7C72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21EB3"/>
    <w:rsid w:val="00055C0B"/>
    <w:rsid w:val="00064867"/>
    <w:rsid w:val="000D53FD"/>
    <w:rsid w:val="00114AD6"/>
    <w:rsid w:val="00163E0E"/>
    <w:rsid w:val="001D32BA"/>
    <w:rsid w:val="001E7528"/>
    <w:rsid w:val="00233EA6"/>
    <w:rsid w:val="00234693"/>
    <w:rsid w:val="00315D92"/>
    <w:rsid w:val="003973C4"/>
    <w:rsid w:val="003C7254"/>
    <w:rsid w:val="00410DD0"/>
    <w:rsid w:val="00412616"/>
    <w:rsid w:val="0044332B"/>
    <w:rsid w:val="00464CF6"/>
    <w:rsid w:val="004E40F1"/>
    <w:rsid w:val="005C1B76"/>
    <w:rsid w:val="00623C94"/>
    <w:rsid w:val="00666F05"/>
    <w:rsid w:val="00671D70"/>
    <w:rsid w:val="006B493D"/>
    <w:rsid w:val="006E66CC"/>
    <w:rsid w:val="007322B0"/>
    <w:rsid w:val="00736E85"/>
    <w:rsid w:val="00783F37"/>
    <w:rsid w:val="00792B57"/>
    <w:rsid w:val="007B661A"/>
    <w:rsid w:val="007C402F"/>
    <w:rsid w:val="008203E1"/>
    <w:rsid w:val="00834046"/>
    <w:rsid w:val="008B430C"/>
    <w:rsid w:val="008C5D4A"/>
    <w:rsid w:val="008F2158"/>
    <w:rsid w:val="00960CAE"/>
    <w:rsid w:val="009A099D"/>
    <w:rsid w:val="009A5FEF"/>
    <w:rsid w:val="009D281F"/>
    <w:rsid w:val="00A62EEB"/>
    <w:rsid w:val="00AC3318"/>
    <w:rsid w:val="00AE6A71"/>
    <w:rsid w:val="00B6071F"/>
    <w:rsid w:val="00C14CC3"/>
    <w:rsid w:val="00C4513D"/>
    <w:rsid w:val="00C71425"/>
    <w:rsid w:val="00C774B2"/>
    <w:rsid w:val="00C94102"/>
    <w:rsid w:val="00CD1446"/>
    <w:rsid w:val="00D6460C"/>
    <w:rsid w:val="00D710C9"/>
    <w:rsid w:val="00D80997"/>
    <w:rsid w:val="00D94C5E"/>
    <w:rsid w:val="00F107F8"/>
    <w:rsid w:val="00FB38F3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DD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C725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E7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A93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4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1</Pages>
  <Words>205</Words>
  <Characters>1169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13</cp:revision>
  <cp:lastPrinted>2013-11-07T12:06:00Z</cp:lastPrinted>
  <dcterms:created xsi:type="dcterms:W3CDTF">2013-04-29T10:46:00Z</dcterms:created>
  <dcterms:modified xsi:type="dcterms:W3CDTF">2013-11-07T12:19:00Z</dcterms:modified>
</cp:coreProperties>
</file>